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858" w:rsidRPr="00406047" w:rsidRDefault="00F52858" w:rsidP="00713BCE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 xml:space="preserve">                                                                                       </w:t>
      </w:r>
    </w:p>
    <w:p w:rsidR="00F52858" w:rsidRPr="00896A78" w:rsidRDefault="00F52858" w:rsidP="00713B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65B57">
        <w:rPr>
          <w:rFonts w:ascii="Times New Roman" w:hAnsi="Times New Roman"/>
          <w:noProof/>
          <w:sz w:val="28"/>
          <w:szCs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7.75pt;height:41.25pt;visibility:visible">
            <v:imagedata r:id="rId5" o:title=""/>
          </v:shape>
        </w:pict>
      </w:r>
    </w:p>
    <w:p w:rsidR="00F52858" w:rsidRPr="00896A78" w:rsidRDefault="00F52858" w:rsidP="00713B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96A78">
        <w:rPr>
          <w:rFonts w:ascii="Times New Roman" w:hAnsi="Times New Roman"/>
          <w:b/>
          <w:sz w:val="28"/>
          <w:szCs w:val="28"/>
          <w:lang w:val="uk-UA"/>
        </w:rPr>
        <w:t>МАРКІВСЬКА СЕЛИЩНА РАДА</w:t>
      </w:r>
    </w:p>
    <w:p w:rsidR="00F52858" w:rsidRPr="00896A78" w:rsidRDefault="00F52858" w:rsidP="00713BCE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96A78">
        <w:rPr>
          <w:rFonts w:ascii="Times New Roman" w:hAnsi="Times New Roman"/>
          <w:b/>
          <w:sz w:val="28"/>
          <w:szCs w:val="28"/>
          <w:lang w:val="uk-UA"/>
        </w:rPr>
        <w:t>МАРКІВСЬКОГО РАЙОНУ ЛУГАНСЬКОЇ ОБЛАСТІ</w:t>
      </w:r>
    </w:p>
    <w:p w:rsidR="00F52858" w:rsidRPr="00896A78" w:rsidRDefault="00F52858" w:rsidP="00713B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96A78"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F52858" w:rsidRPr="00896A78" w:rsidRDefault="00F52858" w:rsidP="00713BC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52858" w:rsidRPr="00896A78" w:rsidRDefault="00F52858" w:rsidP="00713B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96A78"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:rsidR="00F52858" w:rsidRPr="00896A78" w:rsidRDefault="00F52858" w:rsidP="00713B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Look w:val="00A0"/>
      </w:tblPr>
      <w:tblGrid>
        <w:gridCol w:w="3209"/>
        <w:gridCol w:w="3209"/>
        <w:gridCol w:w="3210"/>
      </w:tblGrid>
      <w:tr w:rsidR="00F52858" w:rsidRPr="00896A78" w:rsidTr="00E612F7">
        <w:tc>
          <w:tcPr>
            <w:tcW w:w="3209" w:type="dxa"/>
          </w:tcPr>
          <w:p w:rsidR="00F52858" w:rsidRPr="00102E77" w:rsidRDefault="00F52858" w:rsidP="00713B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17 серпня </w:t>
            </w:r>
            <w:r w:rsidRPr="00102E77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2020</w:t>
            </w:r>
          </w:p>
        </w:tc>
        <w:tc>
          <w:tcPr>
            <w:tcW w:w="3209" w:type="dxa"/>
          </w:tcPr>
          <w:p w:rsidR="00F52858" w:rsidRPr="00896A78" w:rsidRDefault="00F52858" w:rsidP="00713B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6A78">
              <w:rPr>
                <w:rFonts w:ascii="Times New Roman" w:hAnsi="Times New Roman"/>
                <w:sz w:val="28"/>
                <w:szCs w:val="28"/>
              </w:rPr>
              <w:t>смт Марківка</w:t>
            </w:r>
          </w:p>
          <w:p w:rsidR="00F52858" w:rsidRPr="00896A78" w:rsidRDefault="00F52858" w:rsidP="00713B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:rsidR="00F52858" w:rsidRPr="006176C4" w:rsidRDefault="00F52858" w:rsidP="00713BC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8522A5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219</w:t>
            </w:r>
            <w:r w:rsidRPr="008522A5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</w:p>
        </w:tc>
      </w:tr>
    </w:tbl>
    <w:p w:rsidR="00F52858" w:rsidRPr="00896A78" w:rsidRDefault="00F52858" w:rsidP="00713B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52858" w:rsidRDefault="00F52858" w:rsidP="00713BCE">
      <w:pPr>
        <w:spacing w:after="0" w:line="240" w:lineRule="auto"/>
        <w:ind w:right="175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13BCE">
        <w:rPr>
          <w:rFonts w:ascii="Times New Roman" w:hAnsi="Times New Roman"/>
          <w:b/>
          <w:sz w:val="28"/>
          <w:szCs w:val="28"/>
          <w:lang w:val="uk-UA" w:eastAsia="uk-UA"/>
        </w:rPr>
        <w:t>Про затвердження та введення в дію інструкцій з охорони праці</w:t>
      </w:r>
      <w:r w:rsidRPr="00713BCE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p w:rsidR="00F52858" w:rsidRPr="00713BCE" w:rsidRDefault="00F52858" w:rsidP="00713BCE">
      <w:pPr>
        <w:spacing w:after="0" w:line="240" w:lineRule="auto"/>
        <w:ind w:right="175"/>
        <w:jc w:val="both"/>
        <w:rPr>
          <w:rFonts w:ascii="Times New Roman" w:hAnsi="Times New Roman"/>
          <w:b/>
          <w:color w:val="0000FF"/>
          <w:sz w:val="28"/>
          <w:szCs w:val="28"/>
          <w:lang w:val="uk-UA"/>
        </w:rPr>
      </w:pPr>
      <w:r w:rsidRPr="00713BCE">
        <w:rPr>
          <w:rFonts w:ascii="Times New Roman" w:hAnsi="Times New Roman"/>
          <w:b/>
          <w:sz w:val="28"/>
          <w:szCs w:val="28"/>
          <w:lang w:val="uk-UA"/>
        </w:rPr>
        <w:t xml:space="preserve">               </w:t>
      </w:r>
    </w:p>
    <w:p w:rsidR="00F52858" w:rsidRDefault="00F52858" w:rsidP="00713BCE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</w:pPr>
      <w:r w:rsidRPr="00DF17FB">
        <w:rPr>
          <w:rFonts w:ascii="Times New Roman" w:hAnsi="Times New Roman"/>
          <w:sz w:val="28"/>
          <w:szCs w:val="28"/>
          <w:lang w:val="uk-UA"/>
        </w:rPr>
        <w:t xml:space="preserve">Відповідно до Законів України «Про місцеве самоврядування в Україні», «Про охорону праці», Правил пожежної безпеки в Україні, затверджених наказом МВС України від 30.12.2014 № 1417; Правил безпечної експлуатації електроустановок споживачів, затверджених наказом Держнаглядохоронпраці України від 09.01.98 № 4; Положення про розробку інструкцій з охорони праці, затвердженого наказом Держнаглядохоронпраці від 29.01.1998 № 9 (в редакції наказу Мінсоцполітики України від 30.03.2017 № 526); Типового положення про порядок проведення навчання і перевірки знань з питань охорони праці, затвердженого наказом Держнаглядохоронпраці від 26.01.2005 № 15, Закону України </w:t>
      </w:r>
      <w:r w:rsidRPr="00DF17FB">
        <w:rPr>
          <w:rFonts w:ascii="Times New Roman" w:hAnsi="Times New Roman"/>
          <w:sz w:val="28"/>
          <w:szCs w:val="28"/>
          <w:lang w:val="uk-UA" w:eastAsia="uk-UA"/>
        </w:rPr>
        <w:t>«Про внесення змін до деяких законодавчих актів України, спрямованих на запобігання виникненню і поширенню коронавірусної хвороби (COVID-19)»,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</w:t>
      </w:r>
      <w:r w:rsidRPr="00DF17FB">
        <w:rPr>
          <w:rFonts w:ascii="Times New Roman" w:hAnsi="Times New Roman"/>
          <w:sz w:val="28"/>
          <w:szCs w:val="28"/>
          <w:lang w:val="uk-UA"/>
        </w:rPr>
        <w:t>з метою дотримання правил охорони праці</w:t>
      </w:r>
      <w:r>
        <w:rPr>
          <w:rFonts w:ascii="Times New Roman" w:hAnsi="Times New Roman"/>
          <w:sz w:val="28"/>
          <w:szCs w:val="28"/>
          <w:lang w:val="uk-UA"/>
        </w:rPr>
        <w:t xml:space="preserve"> серед працівників</w:t>
      </w:r>
      <w:r w:rsidRPr="00DF17FB">
        <w:rPr>
          <w:rFonts w:ascii="Times New Roman" w:hAnsi="Times New Roman"/>
          <w:sz w:val="28"/>
          <w:szCs w:val="28"/>
          <w:lang w:val="uk-UA"/>
        </w:rPr>
        <w:t xml:space="preserve"> селищних (сільських) клубів </w:t>
      </w:r>
      <w:r w:rsidRPr="00DF17FB">
        <w:rPr>
          <w:rFonts w:ascii="Times New Roman" w:hAnsi="Times New Roman"/>
          <w:sz w:val="28"/>
          <w:szCs w:val="28"/>
          <w:lang w:val="uk-UA" w:eastAsia="uk-UA"/>
        </w:rPr>
        <w:t>та</w:t>
      </w:r>
      <w:r w:rsidRPr="00DF17FB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 xml:space="preserve"> поперед</w:t>
      </w:r>
      <w:r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 xml:space="preserve">ження зараження і </w:t>
      </w:r>
      <w:r w:rsidRPr="00DF17FB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>недопущення</w:t>
      </w:r>
      <w:r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 xml:space="preserve"> </w:t>
      </w:r>
      <w:r w:rsidRPr="00DF17FB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>поширення</w:t>
      </w:r>
      <w:r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 xml:space="preserve"> інфекції </w:t>
      </w:r>
      <w:r>
        <w:rPr>
          <w:rFonts w:ascii="Times New Roman" w:hAnsi="Times New Roman"/>
          <w:sz w:val="28"/>
          <w:szCs w:val="28"/>
          <w:lang w:val="uk-UA" w:eastAsia="uk-UA"/>
        </w:rPr>
        <w:t>COVID-19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 w:eastAsia="uk-UA"/>
        </w:rPr>
        <w:t xml:space="preserve">, виконавчий комітет Марківської селищної ради, </w:t>
      </w:r>
    </w:p>
    <w:p w:rsidR="00F52858" w:rsidRPr="00DF17FB" w:rsidRDefault="00F52858" w:rsidP="00DF17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  <w:lang w:val="uk-UA" w:eastAsia="uk-UA"/>
        </w:rPr>
      </w:pPr>
    </w:p>
    <w:p w:rsidR="00F52858" w:rsidRPr="00DF17FB" w:rsidRDefault="00F52858" w:rsidP="004C7B2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F17FB">
        <w:rPr>
          <w:rFonts w:ascii="Times New Roman" w:hAnsi="Times New Roman"/>
          <w:b/>
          <w:sz w:val="28"/>
          <w:szCs w:val="28"/>
          <w:lang w:val="uk-UA"/>
        </w:rPr>
        <w:t>вирішив:</w:t>
      </w:r>
    </w:p>
    <w:p w:rsidR="00F52858" w:rsidRPr="00DF17FB" w:rsidRDefault="00F52858" w:rsidP="00DF17FB">
      <w:pPr>
        <w:spacing w:after="0" w:line="240" w:lineRule="auto"/>
        <w:jc w:val="both"/>
        <w:rPr>
          <w:rFonts w:ascii="Times New Roman" w:hAnsi="Times New Roman"/>
          <w:bCs/>
          <w:noProof/>
          <w:sz w:val="28"/>
          <w:szCs w:val="28"/>
          <w:lang w:val="uk-UA" w:eastAsia="ru-RU"/>
        </w:rPr>
      </w:pPr>
    </w:p>
    <w:p w:rsidR="00F52858" w:rsidRDefault="00F52858" w:rsidP="00DF17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DF17FB">
        <w:rPr>
          <w:rFonts w:ascii="Times New Roman" w:hAnsi="Times New Roman"/>
          <w:sz w:val="28"/>
          <w:szCs w:val="28"/>
          <w:lang w:val="uk-UA"/>
        </w:rPr>
        <w:t xml:space="preserve">1. Затвердити та ввести в дію </w:t>
      </w:r>
      <w:r w:rsidRPr="00DF17FB">
        <w:rPr>
          <w:rFonts w:ascii="Times New Roman" w:hAnsi="Times New Roman"/>
          <w:sz w:val="28"/>
          <w:szCs w:val="28"/>
          <w:lang w:val="uk-UA" w:eastAsia="uk-UA"/>
        </w:rPr>
        <w:t>Інструкцію з охорони праці №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DF17FB">
        <w:rPr>
          <w:rFonts w:ascii="Times New Roman" w:hAnsi="Times New Roman"/>
          <w:sz w:val="28"/>
          <w:szCs w:val="28"/>
          <w:lang w:val="uk-UA" w:eastAsia="ru-RU"/>
        </w:rPr>
        <w:t>26</w:t>
      </w:r>
      <w:r w:rsidRPr="00DF17FB">
        <w:rPr>
          <w:rFonts w:ascii="Times New Roman" w:hAnsi="Times New Roman"/>
          <w:sz w:val="28"/>
          <w:szCs w:val="28"/>
        </w:rPr>
        <w:t xml:space="preserve"> </w:t>
      </w:r>
      <w:r w:rsidRPr="00DF17FB">
        <w:rPr>
          <w:rFonts w:ascii="Times New Roman" w:hAnsi="Times New Roman"/>
          <w:sz w:val="28"/>
          <w:szCs w:val="28"/>
          <w:lang w:val="uk-UA" w:eastAsia="ru-RU"/>
        </w:rPr>
        <w:t>під час роботи в умовах карантину (додаток 1).</w:t>
      </w:r>
    </w:p>
    <w:p w:rsidR="00F52858" w:rsidRPr="00DF17FB" w:rsidRDefault="00F52858" w:rsidP="00DF17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</w:p>
    <w:p w:rsidR="00F52858" w:rsidRDefault="00F52858" w:rsidP="00DF17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DF17FB">
        <w:rPr>
          <w:rFonts w:ascii="Times New Roman" w:hAnsi="Times New Roman"/>
          <w:sz w:val="28"/>
          <w:szCs w:val="28"/>
          <w:lang w:val="uk-UA"/>
        </w:rPr>
        <w:t xml:space="preserve">2. Затвердити та ввести в дію </w:t>
      </w:r>
      <w:r w:rsidRPr="00DF17FB">
        <w:rPr>
          <w:rFonts w:ascii="Times New Roman" w:hAnsi="Times New Roman"/>
          <w:sz w:val="28"/>
          <w:szCs w:val="28"/>
          <w:lang w:val="uk-UA" w:eastAsia="uk-UA"/>
        </w:rPr>
        <w:t>Інструкцію з охорони праці №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DF17FB">
        <w:rPr>
          <w:rFonts w:ascii="Times New Roman" w:hAnsi="Times New Roman"/>
          <w:sz w:val="28"/>
          <w:szCs w:val="28"/>
          <w:lang w:val="uk-UA" w:eastAsia="ru-RU"/>
        </w:rPr>
        <w:t>2</w:t>
      </w:r>
      <w:r w:rsidRPr="00DF17FB">
        <w:rPr>
          <w:rFonts w:ascii="Times New Roman" w:hAnsi="Times New Roman"/>
          <w:sz w:val="28"/>
          <w:szCs w:val="28"/>
          <w:lang w:val="uk-UA"/>
        </w:rPr>
        <w:t>7 для працівників селищних (сільських) клубів, які залучені до здійснення заходів з масовим перебуванням людей (додаток 2).</w:t>
      </w:r>
    </w:p>
    <w:p w:rsidR="00F52858" w:rsidRPr="00DF17FB" w:rsidRDefault="00F52858" w:rsidP="00DF17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</w:p>
    <w:p w:rsidR="00F52858" w:rsidRDefault="00F52858" w:rsidP="00DF17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3</w:t>
      </w:r>
      <w:r w:rsidRPr="00DF17FB">
        <w:rPr>
          <w:rFonts w:ascii="Times New Roman" w:hAnsi="Times New Roman"/>
          <w:sz w:val="28"/>
          <w:szCs w:val="28"/>
          <w:lang w:val="uk-UA"/>
        </w:rPr>
        <w:t xml:space="preserve">. Затвердити та ввести в дію </w:t>
      </w:r>
      <w:r w:rsidRPr="00DF17FB">
        <w:rPr>
          <w:rFonts w:ascii="Times New Roman" w:hAnsi="Times New Roman"/>
          <w:sz w:val="28"/>
          <w:szCs w:val="28"/>
          <w:lang w:val="uk-UA" w:eastAsia="uk-UA"/>
        </w:rPr>
        <w:t>Інструкцію з охорони праці №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DF17FB">
        <w:rPr>
          <w:rFonts w:ascii="Times New Roman" w:hAnsi="Times New Roman"/>
          <w:sz w:val="28"/>
          <w:szCs w:val="28"/>
          <w:lang w:val="uk-UA" w:eastAsia="ru-RU"/>
        </w:rPr>
        <w:t xml:space="preserve">28 </w:t>
      </w:r>
      <w:r w:rsidRPr="00DF17FB">
        <w:rPr>
          <w:rFonts w:ascii="Times New Roman" w:hAnsi="Times New Roman"/>
          <w:sz w:val="28"/>
          <w:szCs w:val="28"/>
          <w:lang w:val="uk-UA"/>
        </w:rPr>
        <w:t>для звукорежисера селищних (сільських) клубів (додаток 3).</w:t>
      </w:r>
    </w:p>
    <w:p w:rsidR="00F52858" w:rsidRPr="00DF17FB" w:rsidRDefault="00F52858" w:rsidP="00DF17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</w:p>
    <w:p w:rsidR="00F52858" w:rsidRDefault="00F52858" w:rsidP="00DF17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4</w:t>
      </w:r>
      <w:r w:rsidRPr="00DF17FB">
        <w:rPr>
          <w:rFonts w:ascii="Times New Roman" w:hAnsi="Times New Roman"/>
          <w:sz w:val="28"/>
          <w:szCs w:val="28"/>
          <w:lang w:val="uk-UA"/>
        </w:rPr>
        <w:t xml:space="preserve">. Затвердити та ввести в дію </w:t>
      </w:r>
      <w:r w:rsidRPr="00DF17FB">
        <w:rPr>
          <w:rFonts w:ascii="Times New Roman" w:hAnsi="Times New Roman"/>
          <w:sz w:val="28"/>
          <w:szCs w:val="28"/>
          <w:lang w:val="uk-UA" w:eastAsia="uk-UA"/>
        </w:rPr>
        <w:t>Інструкцію з охорони праці №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DF17FB">
        <w:rPr>
          <w:rFonts w:ascii="Times New Roman" w:hAnsi="Times New Roman"/>
          <w:sz w:val="28"/>
          <w:szCs w:val="28"/>
          <w:lang w:val="uk-UA" w:eastAsia="ru-RU"/>
        </w:rPr>
        <w:t xml:space="preserve">29 </w:t>
      </w:r>
      <w:r w:rsidRPr="00DF17FB">
        <w:rPr>
          <w:rFonts w:ascii="Times New Roman" w:hAnsi="Times New Roman"/>
          <w:sz w:val="28"/>
          <w:szCs w:val="28"/>
          <w:lang w:val="uk-UA"/>
        </w:rPr>
        <w:t>щодо заходів пожежної безпеки для приміщень, де проводяться культурно-масові заходи (додаток</w:t>
      </w:r>
      <w:r>
        <w:rPr>
          <w:rFonts w:ascii="Times New Roman" w:hAnsi="Times New Roman"/>
          <w:sz w:val="28"/>
          <w:szCs w:val="28"/>
          <w:lang w:val="uk-UA"/>
        </w:rPr>
        <w:t xml:space="preserve"> 4</w:t>
      </w:r>
      <w:r w:rsidRPr="00DF17FB">
        <w:rPr>
          <w:rFonts w:ascii="Times New Roman" w:hAnsi="Times New Roman"/>
          <w:sz w:val="28"/>
          <w:szCs w:val="28"/>
          <w:lang w:val="uk-UA"/>
        </w:rPr>
        <w:t xml:space="preserve"> ).</w:t>
      </w:r>
    </w:p>
    <w:p w:rsidR="00F52858" w:rsidRPr="00DF17FB" w:rsidRDefault="00F52858" w:rsidP="00DF17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</w:p>
    <w:p w:rsidR="00F52858" w:rsidRDefault="00F52858" w:rsidP="00DF17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5</w:t>
      </w:r>
      <w:r w:rsidRPr="00DF17FB">
        <w:rPr>
          <w:rFonts w:ascii="Times New Roman" w:hAnsi="Times New Roman"/>
          <w:sz w:val="28"/>
          <w:szCs w:val="28"/>
          <w:lang w:val="uk-UA"/>
        </w:rPr>
        <w:t>. Перелік професій і видів робіт, по яких повинні бути розроблені інструкції з охорони праці в селищн</w:t>
      </w:r>
      <w:r>
        <w:rPr>
          <w:rFonts w:ascii="Times New Roman" w:hAnsi="Times New Roman"/>
          <w:sz w:val="28"/>
          <w:szCs w:val="28"/>
          <w:lang w:val="uk-UA"/>
        </w:rPr>
        <w:t>их (сільських) клубах (додаток 5</w:t>
      </w:r>
      <w:r w:rsidRPr="00DF17FB">
        <w:rPr>
          <w:rFonts w:ascii="Times New Roman" w:hAnsi="Times New Roman"/>
          <w:sz w:val="28"/>
          <w:szCs w:val="28"/>
          <w:lang w:val="uk-UA"/>
        </w:rPr>
        <w:t>).</w:t>
      </w:r>
    </w:p>
    <w:p w:rsidR="00F52858" w:rsidRPr="00DF17FB" w:rsidRDefault="00F52858" w:rsidP="00DF17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</w:p>
    <w:p w:rsidR="00F52858" w:rsidRDefault="00F52858" w:rsidP="00DF17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6</w:t>
      </w:r>
      <w:r w:rsidRPr="00DF17FB">
        <w:rPr>
          <w:rFonts w:ascii="Times New Roman" w:hAnsi="Times New Roman"/>
          <w:sz w:val="28"/>
          <w:szCs w:val="28"/>
          <w:lang w:val="uk-UA"/>
        </w:rPr>
        <w:t>.</w:t>
      </w:r>
      <w:r w:rsidRPr="00DF17FB"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Pr="00DF17FB">
        <w:rPr>
          <w:rFonts w:ascii="Times New Roman" w:hAnsi="Times New Roman"/>
          <w:sz w:val="28"/>
          <w:szCs w:val="28"/>
          <w:lang w:val="uk-UA"/>
        </w:rPr>
        <w:t>Перелік інструкцій з охорони праці, що розроблені для працівників селищних(сільських) клубів Марк</w:t>
      </w:r>
      <w:r>
        <w:rPr>
          <w:rFonts w:ascii="Times New Roman" w:hAnsi="Times New Roman"/>
          <w:sz w:val="28"/>
          <w:szCs w:val="28"/>
          <w:lang w:val="uk-UA"/>
        </w:rPr>
        <w:t>івської селищної ради (додаток 6</w:t>
      </w:r>
      <w:r w:rsidRPr="00DF17FB">
        <w:rPr>
          <w:rFonts w:ascii="Times New Roman" w:hAnsi="Times New Roman"/>
          <w:sz w:val="28"/>
          <w:szCs w:val="28"/>
          <w:lang w:val="uk-UA"/>
        </w:rPr>
        <w:t>).</w:t>
      </w:r>
    </w:p>
    <w:p w:rsidR="00F52858" w:rsidRDefault="00F52858" w:rsidP="00DF17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</w:p>
    <w:p w:rsidR="00F52858" w:rsidRPr="00DF17FB" w:rsidRDefault="00F52858" w:rsidP="00CB6C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7.</w:t>
      </w:r>
      <w:r w:rsidRPr="00CB6C31">
        <w:rPr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Завідувачам (директорам) сільських (селищних) клубів </w:t>
      </w:r>
      <w:r w:rsidRPr="00CB6C31">
        <w:rPr>
          <w:rFonts w:ascii="Times New Roman" w:hAnsi="Times New Roman"/>
          <w:sz w:val="28"/>
          <w:szCs w:val="28"/>
          <w:lang w:val="uk-UA"/>
        </w:rPr>
        <w:t>ознайомити працівників та за</w:t>
      </w:r>
      <w:r>
        <w:rPr>
          <w:rFonts w:ascii="Times New Roman" w:hAnsi="Times New Roman"/>
          <w:sz w:val="28"/>
          <w:szCs w:val="28"/>
          <w:lang w:val="uk-UA"/>
        </w:rPr>
        <w:t>безпечити наявність в закладах</w:t>
      </w:r>
      <w:r w:rsidRPr="00CB6C31">
        <w:rPr>
          <w:rFonts w:ascii="Times New Roman" w:hAnsi="Times New Roman"/>
          <w:sz w:val="28"/>
          <w:szCs w:val="28"/>
          <w:lang w:val="uk-UA"/>
        </w:rPr>
        <w:t xml:space="preserve"> перелічених інструкцій та  забез</w:t>
      </w:r>
      <w:r>
        <w:rPr>
          <w:rFonts w:ascii="Times New Roman" w:hAnsi="Times New Roman"/>
          <w:sz w:val="28"/>
          <w:szCs w:val="28"/>
          <w:lang w:val="uk-UA"/>
        </w:rPr>
        <w:t>печити їх виконання.</w:t>
      </w:r>
    </w:p>
    <w:p w:rsidR="00F52858" w:rsidRPr="00CB6C31" w:rsidRDefault="00F52858" w:rsidP="00CB6C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</w:p>
    <w:p w:rsidR="00F52858" w:rsidRDefault="00F52858" w:rsidP="0054729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8.</w:t>
      </w:r>
      <w:r w:rsidRPr="00DF17FB">
        <w:rPr>
          <w:rFonts w:ascii="Times New Roman" w:hAnsi="Times New Roman"/>
          <w:sz w:val="28"/>
          <w:szCs w:val="28"/>
        </w:rPr>
        <w:t xml:space="preserve"> </w:t>
      </w:r>
      <w:r w:rsidRPr="00DF17FB">
        <w:rPr>
          <w:rFonts w:ascii="Times New Roman" w:hAnsi="Times New Roman"/>
          <w:sz w:val="28"/>
          <w:szCs w:val="28"/>
          <w:lang w:val="uk-UA"/>
        </w:rPr>
        <w:t>Кер</w:t>
      </w:r>
      <w:r>
        <w:rPr>
          <w:rFonts w:ascii="Times New Roman" w:hAnsi="Times New Roman"/>
          <w:sz w:val="28"/>
          <w:szCs w:val="28"/>
          <w:lang w:val="uk-UA"/>
        </w:rPr>
        <w:t>івникам структурних підрозділів</w:t>
      </w:r>
      <w:r w:rsidRPr="00DF17FB">
        <w:rPr>
          <w:rFonts w:ascii="Times New Roman" w:hAnsi="Times New Roman"/>
          <w:sz w:val="28"/>
          <w:szCs w:val="28"/>
          <w:lang w:val="uk-UA"/>
        </w:rPr>
        <w:t xml:space="preserve"> та відділів селищної ради провести для підлеглих позаплановий інструктаж з охорони праці</w:t>
      </w:r>
      <w:r w:rsidRPr="00DF17FB">
        <w:rPr>
          <w:rFonts w:ascii="Times New Roman" w:hAnsi="Times New Roman"/>
          <w:sz w:val="28"/>
          <w:szCs w:val="28"/>
          <w:lang w:val="uk-UA" w:eastAsia="uk-UA"/>
        </w:rPr>
        <w:t xml:space="preserve"> під час роботи в умовах карантину.</w:t>
      </w:r>
    </w:p>
    <w:p w:rsidR="00F52858" w:rsidRPr="00DF17FB" w:rsidRDefault="00F52858" w:rsidP="00DF17F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val="uk-UA" w:eastAsia="uk-UA"/>
        </w:rPr>
      </w:pPr>
    </w:p>
    <w:p w:rsidR="00F52858" w:rsidRPr="00DF17FB" w:rsidRDefault="00F52858" w:rsidP="00DF17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</w:p>
    <w:p w:rsidR="00F52858" w:rsidRPr="00DF17FB" w:rsidRDefault="00F52858" w:rsidP="00E73993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>Селищний голова                                                                            Ігор Дзюба</w:t>
      </w:r>
    </w:p>
    <w:p w:rsidR="00F52858" w:rsidRPr="00DF17FB" w:rsidRDefault="00F52858" w:rsidP="00DF17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</w:pPr>
    </w:p>
    <w:p w:rsidR="00F52858" w:rsidRPr="00DF17FB" w:rsidRDefault="00F52858" w:rsidP="00DF17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</w:pPr>
    </w:p>
    <w:p w:rsidR="00F52858" w:rsidRPr="00DF17FB" w:rsidRDefault="00F52858" w:rsidP="00DF17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</w:pPr>
    </w:p>
    <w:p w:rsidR="00F52858" w:rsidRPr="00DF17FB" w:rsidRDefault="00F52858" w:rsidP="00DF17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</w:pPr>
    </w:p>
    <w:p w:rsidR="00F52858" w:rsidRPr="00DF17FB" w:rsidRDefault="00F52858" w:rsidP="00DF17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</w:pPr>
    </w:p>
    <w:p w:rsidR="00F52858" w:rsidRPr="00DF17FB" w:rsidRDefault="00F52858" w:rsidP="00DF17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</w:pPr>
    </w:p>
    <w:p w:rsidR="00F52858" w:rsidRPr="00DF17FB" w:rsidRDefault="00F52858" w:rsidP="00DF17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</w:pPr>
    </w:p>
    <w:p w:rsidR="00F52858" w:rsidRPr="00DF17FB" w:rsidRDefault="00F52858" w:rsidP="00DF17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2858" w:rsidRPr="00DF17FB" w:rsidRDefault="00F52858" w:rsidP="00DF17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2858" w:rsidRPr="00DF17FB" w:rsidRDefault="00F52858" w:rsidP="00DF17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2858" w:rsidRPr="00DF17FB" w:rsidRDefault="00F52858" w:rsidP="00DF17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F52858" w:rsidRPr="00DF17FB" w:rsidRDefault="00F52858" w:rsidP="00DF17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2858" w:rsidRPr="00DF17FB" w:rsidRDefault="00F52858" w:rsidP="00DF17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F52858" w:rsidRPr="00DF17FB" w:rsidSect="00406047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altName w:val="Arial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A0F52"/>
    <w:multiLevelType w:val="hybridMultilevel"/>
    <w:tmpl w:val="196ECF7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3E7A"/>
    <w:rsid w:val="000255D0"/>
    <w:rsid w:val="00065B57"/>
    <w:rsid w:val="00102E77"/>
    <w:rsid w:val="001562CC"/>
    <w:rsid w:val="001E2D31"/>
    <w:rsid w:val="002349DF"/>
    <w:rsid w:val="00254662"/>
    <w:rsid w:val="00284AEB"/>
    <w:rsid w:val="003F0844"/>
    <w:rsid w:val="00406047"/>
    <w:rsid w:val="00481F44"/>
    <w:rsid w:val="004C3926"/>
    <w:rsid w:val="004C7B2E"/>
    <w:rsid w:val="00500324"/>
    <w:rsid w:val="00547296"/>
    <w:rsid w:val="006176C4"/>
    <w:rsid w:val="00687305"/>
    <w:rsid w:val="00687E93"/>
    <w:rsid w:val="006A6DA0"/>
    <w:rsid w:val="00713BCE"/>
    <w:rsid w:val="00765B2F"/>
    <w:rsid w:val="008522A5"/>
    <w:rsid w:val="00874688"/>
    <w:rsid w:val="00896A78"/>
    <w:rsid w:val="009253C1"/>
    <w:rsid w:val="00925873"/>
    <w:rsid w:val="00953E7A"/>
    <w:rsid w:val="00995A1F"/>
    <w:rsid w:val="009C4D2B"/>
    <w:rsid w:val="00B57EEC"/>
    <w:rsid w:val="00BA0E41"/>
    <w:rsid w:val="00C53148"/>
    <w:rsid w:val="00CA631F"/>
    <w:rsid w:val="00CB6C31"/>
    <w:rsid w:val="00CD6B41"/>
    <w:rsid w:val="00CE236D"/>
    <w:rsid w:val="00D4661F"/>
    <w:rsid w:val="00DF17FB"/>
    <w:rsid w:val="00E612F7"/>
    <w:rsid w:val="00E73993"/>
    <w:rsid w:val="00EE70AB"/>
    <w:rsid w:val="00F125DE"/>
    <w:rsid w:val="00F21B74"/>
    <w:rsid w:val="00F52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F4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81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81F44"/>
    <w:rPr>
      <w:rFonts w:ascii="Tahoma" w:hAnsi="Tahoma" w:cs="Tahoma"/>
      <w:sz w:val="16"/>
      <w:szCs w:val="16"/>
      <w:lang w:val="ru-RU"/>
    </w:rPr>
  </w:style>
  <w:style w:type="paragraph" w:styleId="ListParagraph">
    <w:name w:val="List Paragraph"/>
    <w:basedOn w:val="Normal"/>
    <w:uiPriority w:val="99"/>
    <w:qFormat/>
    <w:rsid w:val="00CD6B41"/>
    <w:pPr>
      <w:ind w:left="720"/>
      <w:contextualSpacing/>
    </w:pPr>
    <w:rPr>
      <w:lang w:val="uk-UA"/>
    </w:rPr>
  </w:style>
  <w:style w:type="paragraph" w:styleId="NoSpacing">
    <w:name w:val="No Spacing"/>
    <w:uiPriority w:val="99"/>
    <w:qFormat/>
    <w:rsid w:val="00406047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879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197</TotalTime>
  <Pages>2</Pages>
  <Words>394</Words>
  <Characters>2250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25</cp:revision>
  <dcterms:created xsi:type="dcterms:W3CDTF">2020-08-03T12:44:00Z</dcterms:created>
  <dcterms:modified xsi:type="dcterms:W3CDTF">2020-08-18T06:12:00Z</dcterms:modified>
</cp:coreProperties>
</file>