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FB" w:rsidRPr="00BA579E" w:rsidRDefault="001660FB" w:rsidP="008E5F32">
      <w:pPr>
        <w:spacing w:after="0" w:line="240" w:lineRule="auto"/>
        <w:rPr>
          <w:rFonts w:ascii="Times New Roman" w:hAnsi="Times New Roman"/>
          <w:b/>
          <w:i/>
          <w:noProof/>
          <w:sz w:val="28"/>
          <w:szCs w:val="28"/>
          <w:lang w:val="uk-UA"/>
        </w:rPr>
      </w:pPr>
      <w:r w:rsidRPr="004E198E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1660FB" w:rsidRPr="004E198E" w:rsidRDefault="001660FB" w:rsidP="00ED31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0C48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1.25pt;visibility:visible">
            <v:imagedata r:id="rId5" o:title=""/>
          </v:shape>
        </w:pict>
      </w:r>
    </w:p>
    <w:p w:rsidR="001660FB" w:rsidRPr="004E198E" w:rsidRDefault="001660FB" w:rsidP="00ED318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198E">
        <w:rPr>
          <w:rFonts w:ascii="Times New Roman" w:hAnsi="Times New Roman"/>
          <w:b/>
          <w:sz w:val="28"/>
          <w:szCs w:val="28"/>
        </w:rPr>
        <w:t>МАРКІВСЬКА СЕЛИЩНА РАДА</w:t>
      </w:r>
    </w:p>
    <w:p w:rsidR="001660FB" w:rsidRPr="004E198E" w:rsidRDefault="001660FB" w:rsidP="00ED3182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198E">
        <w:rPr>
          <w:rFonts w:ascii="Times New Roman" w:hAnsi="Times New Roman"/>
          <w:b/>
          <w:sz w:val="28"/>
          <w:szCs w:val="28"/>
        </w:rPr>
        <w:t>МАРКІВСЬКОГО РАЙОНУ ЛУГАНСЬКОЇ ОБЛАСТІ</w:t>
      </w:r>
    </w:p>
    <w:p w:rsidR="001660FB" w:rsidRPr="004E198E" w:rsidRDefault="001660FB" w:rsidP="00ED318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198E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1660FB" w:rsidRPr="004E198E" w:rsidRDefault="001660FB" w:rsidP="00ED31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0FB" w:rsidRPr="004E198E" w:rsidRDefault="001660FB" w:rsidP="00ED318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198E">
        <w:rPr>
          <w:rFonts w:ascii="Times New Roman" w:hAnsi="Times New Roman"/>
          <w:b/>
          <w:sz w:val="28"/>
          <w:szCs w:val="28"/>
        </w:rPr>
        <w:t>РІШЕННЯ</w:t>
      </w:r>
    </w:p>
    <w:p w:rsidR="001660FB" w:rsidRPr="004E198E" w:rsidRDefault="001660FB" w:rsidP="00ED31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1660FB" w:rsidRPr="004E198E" w:rsidTr="008A6D1B">
        <w:tc>
          <w:tcPr>
            <w:tcW w:w="3209" w:type="dxa"/>
          </w:tcPr>
          <w:p w:rsidR="001660FB" w:rsidRPr="004E198E" w:rsidRDefault="001660FB" w:rsidP="008A6D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16 вересня </w:t>
            </w:r>
            <w:r w:rsidRPr="004E198E">
              <w:rPr>
                <w:rFonts w:ascii="Times New Roman" w:hAnsi="Times New Roman"/>
                <w:sz w:val="28"/>
                <w:szCs w:val="28"/>
                <w:u w:val="single"/>
              </w:rPr>
              <w:t>2020</w:t>
            </w:r>
          </w:p>
        </w:tc>
        <w:tc>
          <w:tcPr>
            <w:tcW w:w="3209" w:type="dxa"/>
          </w:tcPr>
          <w:p w:rsidR="001660FB" w:rsidRPr="004E198E" w:rsidRDefault="001660FB" w:rsidP="008A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8E">
              <w:rPr>
                <w:rFonts w:ascii="Times New Roman" w:hAnsi="Times New Roman"/>
                <w:sz w:val="28"/>
                <w:szCs w:val="28"/>
              </w:rPr>
              <w:t>смт Марківка</w:t>
            </w:r>
          </w:p>
          <w:p w:rsidR="001660FB" w:rsidRPr="004E198E" w:rsidRDefault="001660FB" w:rsidP="008A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660FB" w:rsidRPr="004E198E" w:rsidRDefault="001660FB" w:rsidP="008A6D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E198E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579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233</w:t>
            </w:r>
            <w:r w:rsidRPr="004E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60FB" w:rsidRPr="004E198E" w:rsidRDefault="001660FB" w:rsidP="008A6D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60FB" w:rsidRPr="006662D1" w:rsidRDefault="001660FB" w:rsidP="00ED31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0FB" w:rsidRPr="002E7E19" w:rsidRDefault="001660FB" w:rsidP="00ED31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E7E19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затвердження</w:t>
      </w:r>
      <w:r w:rsidRPr="002E7E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мережі закладів загальної середньої освіти Марківської селищної ради Луганської області на 2020-2021 навчальний рік</w:t>
      </w:r>
    </w:p>
    <w:p w:rsidR="001660FB" w:rsidRPr="006F78BF" w:rsidRDefault="001660FB" w:rsidP="009306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0FB" w:rsidRDefault="001660FB" w:rsidP="00864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306ED">
        <w:rPr>
          <w:rFonts w:ascii="Times New Roman" w:hAnsi="Times New Roman"/>
          <w:sz w:val="28"/>
          <w:szCs w:val="28"/>
          <w:lang w:val="uk-UA"/>
        </w:rPr>
        <w:t xml:space="preserve">Керуючись статтями 17, 26, 32, 60 Закону України «Про місцеве самоврядування в Україні» від 21.05.1997 № 280/97-ВР, зі змінами та доповненнями, </w:t>
      </w:r>
      <w:r>
        <w:rPr>
          <w:rFonts w:ascii="Times New Roman" w:hAnsi="Times New Roman"/>
          <w:sz w:val="28"/>
          <w:szCs w:val="28"/>
          <w:lang w:val="uk-UA"/>
        </w:rPr>
        <w:t xml:space="preserve">на виконання Законів України «Про освіту», </w:t>
      </w:r>
      <w:r w:rsidRPr="00551355">
        <w:rPr>
          <w:rFonts w:ascii="Times New Roman" w:hAnsi="Times New Roman"/>
          <w:sz w:val="28"/>
          <w:szCs w:val="28"/>
          <w:lang w:val="uk-UA"/>
        </w:rPr>
        <w:t>«Про</w:t>
      </w:r>
      <w:r>
        <w:rPr>
          <w:rFonts w:ascii="Times New Roman" w:hAnsi="Times New Roman"/>
          <w:sz w:val="28"/>
          <w:szCs w:val="28"/>
          <w:lang w:val="uk-UA"/>
        </w:rPr>
        <w:t xml:space="preserve"> повну </w:t>
      </w:r>
      <w:r w:rsidRPr="00551355">
        <w:rPr>
          <w:rFonts w:ascii="Times New Roman" w:hAnsi="Times New Roman"/>
          <w:sz w:val="28"/>
          <w:szCs w:val="28"/>
          <w:lang w:val="uk-UA"/>
        </w:rPr>
        <w:t xml:space="preserve"> загальну середню освіту», Указів Президента України від 20.03.2008 № 244 «Про додаткові заходи щодо підвищення якості освіти в Україні», від 30.09.2010 № 926 «Про заходи щодо забезпечення пріоритетного розвитку освіти в Україні», </w:t>
      </w:r>
      <w:r>
        <w:rPr>
          <w:rFonts w:ascii="Times New Roman" w:hAnsi="Times New Roman"/>
          <w:sz w:val="28"/>
          <w:szCs w:val="28"/>
          <w:lang w:val="uk-UA"/>
        </w:rPr>
        <w:t xml:space="preserve">Національної стратегії розвитку освіти в Україні на період до 2021 року, затвердженої Указом Президента України від 25.06.2013 № 344/2013, Концепції реалізації державної політики у сфері реформування загальної середньої освіти «Нова українська школа» на період до 2029 року , схваленої розпорядженням Кабінету Міністрів України від 14.12.2016 № 988-р, </w:t>
      </w:r>
      <w:r w:rsidRPr="00551355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/>
        </w:rPr>
        <w:t xml:space="preserve">Положення про інституційну форму здобуття загальної середньої освіти, затвердженого наказом МОН України від 23.04.2019 № 536, </w:t>
      </w:r>
      <w:r w:rsidRPr="00551355">
        <w:rPr>
          <w:rFonts w:ascii="Times New Roman" w:hAnsi="Times New Roman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sz w:val="28"/>
          <w:szCs w:val="28"/>
          <w:lang w:val="uk-UA"/>
        </w:rPr>
        <w:t xml:space="preserve"> про індивідуальну форму здобуття загальної середньої освіти</w:t>
      </w:r>
      <w:r w:rsidRPr="00551355">
        <w:rPr>
          <w:rFonts w:ascii="Times New Roman" w:hAnsi="Times New Roman"/>
          <w:sz w:val="28"/>
          <w:szCs w:val="28"/>
          <w:lang w:val="uk-UA"/>
        </w:rPr>
        <w:t>, затвердженого наказом МОН України від 12.01.2016 № 8 (</w:t>
      </w:r>
      <w:r>
        <w:rPr>
          <w:rFonts w:ascii="Times New Roman" w:hAnsi="Times New Roman"/>
          <w:sz w:val="28"/>
          <w:szCs w:val="28"/>
          <w:lang w:val="uk-UA"/>
        </w:rPr>
        <w:t>в редакції наказу МОН України від 10.07.2019 № 955)</w:t>
      </w:r>
      <w:r w:rsidRPr="00551355">
        <w:rPr>
          <w:rFonts w:ascii="Times New Roman" w:hAnsi="Times New Roman"/>
          <w:sz w:val="28"/>
          <w:szCs w:val="28"/>
          <w:lang w:val="uk-UA"/>
        </w:rPr>
        <w:t>, Положення про дистанційне навчання, затвердженого наказом МОН України від 25.04.2013 № 466, зі змінами, внесеними наказ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551355">
        <w:rPr>
          <w:rFonts w:ascii="Times New Roman" w:hAnsi="Times New Roman"/>
          <w:sz w:val="28"/>
          <w:szCs w:val="28"/>
          <w:lang w:val="uk-UA"/>
        </w:rPr>
        <w:t xml:space="preserve"> МОН України від </w:t>
      </w:r>
      <w:r>
        <w:rPr>
          <w:rFonts w:ascii="Times New Roman" w:hAnsi="Times New Roman"/>
          <w:sz w:val="28"/>
          <w:szCs w:val="28"/>
          <w:lang w:val="uk-UA"/>
        </w:rPr>
        <w:t xml:space="preserve">01.06.2013 № 660, від </w:t>
      </w:r>
      <w:r w:rsidRPr="00551355">
        <w:rPr>
          <w:rFonts w:ascii="Times New Roman" w:hAnsi="Times New Roman"/>
          <w:sz w:val="28"/>
          <w:szCs w:val="28"/>
          <w:lang w:val="uk-UA"/>
        </w:rPr>
        <w:t xml:space="preserve">14.07.2015 № 761, Порядку зарахування, відрахування та переведення учнів до державних та комунальних закладів освіти для здобуття загальної середньої освіти, затвердженого наказом МОН України від 16.04.2018 № 367, керуючись Порядком поділу класів на групи при вивченні окремих предметів у загальноосвітніх навчальних закладах, затвердженим наказом МОН України від 20.02.2002 № 128 (додаток 2 зі змінами), </w:t>
      </w:r>
      <w:r>
        <w:rPr>
          <w:rFonts w:ascii="Times New Roman" w:hAnsi="Times New Roman"/>
          <w:sz w:val="28"/>
          <w:szCs w:val="28"/>
          <w:lang w:val="uk-UA"/>
        </w:rPr>
        <w:t xml:space="preserve">з урахуванням листів Міністерства освіти і науки України від 20.08.2019 № 1/9-525 «Щодо організації форм здобуття загальної середньої освіти», від 11.08.2020 № 1/9-430 «Щодо методичних рекомендацій про викладання навчальних предметів у закладах загальної середньої освіти у 2020/2021 навчальному році», </w:t>
      </w:r>
      <w:r w:rsidRPr="00551355">
        <w:rPr>
          <w:rFonts w:ascii="Times New Roman" w:hAnsi="Times New Roman"/>
          <w:sz w:val="28"/>
          <w:szCs w:val="28"/>
          <w:lang w:val="uk-UA"/>
        </w:rPr>
        <w:t xml:space="preserve">з метою визначення організаційних і фінансових засад функціонування закладів освіти, організації </w:t>
      </w:r>
      <w:r>
        <w:rPr>
          <w:rFonts w:ascii="Times New Roman" w:hAnsi="Times New Roman"/>
          <w:sz w:val="28"/>
          <w:szCs w:val="28"/>
          <w:lang w:val="uk-UA"/>
        </w:rPr>
        <w:t>освітнього</w:t>
      </w:r>
      <w:r w:rsidRPr="00551355">
        <w:rPr>
          <w:rFonts w:ascii="Times New Roman" w:hAnsi="Times New Roman"/>
          <w:sz w:val="28"/>
          <w:szCs w:val="28"/>
          <w:lang w:val="uk-UA"/>
        </w:rPr>
        <w:t xml:space="preserve"> процесу у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551355">
        <w:rPr>
          <w:rFonts w:ascii="Times New Roman" w:hAnsi="Times New Roman"/>
          <w:sz w:val="28"/>
          <w:szCs w:val="28"/>
          <w:lang w:val="uk-UA"/>
        </w:rPr>
        <w:t>-20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551355">
        <w:rPr>
          <w:rFonts w:ascii="Times New Roman" w:hAnsi="Times New Roman"/>
          <w:sz w:val="28"/>
          <w:szCs w:val="28"/>
          <w:lang w:val="uk-UA"/>
        </w:rPr>
        <w:t xml:space="preserve"> навчальному році, приведення мережі закладів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району </w:t>
      </w:r>
      <w:r w:rsidRPr="00551355">
        <w:rPr>
          <w:rFonts w:ascii="Times New Roman" w:hAnsi="Times New Roman"/>
          <w:sz w:val="28"/>
          <w:szCs w:val="28"/>
          <w:lang w:val="uk-UA"/>
        </w:rPr>
        <w:t xml:space="preserve">у відповідність до потреб населення і демографічних особливостей </w:t>
      </w:r>
      <w:r>
        <w:rPr>
          <w:rFonts w:ascii="Times New Roman" w:hAnsi="Times New Roman"/>
          <w:sz w:val="28"/>
          <w:szCs w:val="28"/>
          <w:lang w:val="uk-UA"/>
        </w:rPr>
        <w:t>території громади</w:t>
      </w:r>
      <w:r w:rsidRPr="00551355">
        <w:rPr>
          <w:rFonts w:ascii="Times New Roman" w:hAnsi="Times New Roman"/>
          <w:sz w:val="28"/>
          <w:szCs w:val="28"/>
          <w:lang w:val="uk-UA"/>
        </w:rPr>
        <w:t>, забезпечення рівного доступу до якісної освіти всім громадянам незалежно від їх місця проживання</w:t>
      </w:r>
      <w:r>
        <w:rPr>
          <w:rFonts w:ascii="Times New Roman" w:hAnsi="Times New Roman"/>
          <w:sz w:val="28"/>
          <w:szCs w:val="28"/>
          <w:lang w:val="uk-UA"/>
        </w:rPr>
        <w:t>, виконавчий комітет Марківської селищної ради,</w:t>
      </w:r>
    </w:p>
    <w:p w:rsidR="001660FB" w:rsidRPr="00931D14" w:rsidRDefault="001660FB" w:rsidP="00864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60FB" w:rsidRPr="009306ED" w:rsidRDefault="001660FB" w:rsidP="008646D5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вирішив:</w:t>
      </w:r>
    </w:p>
    <w:p w:rsidR="001660FB" w:rsidRDefault="001660FB" w:rsidP="008646D5">
      <w:pPr>
        <w:spacing w:after="0" w:line="240" w:lineRule="auto"/>
        <w:ind w:firstLine="284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1660FB" w:rsidRPr="00EF10F5" w:rsidRDefault="001660FB" w:rsidP="008646D5">
      <w:pPr>
        <w:spacing w:after="0" w:line="240" w:lineRule="auto"/>
        <w:ind w:firstLine="284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1660FB" w:rsidRPr="00EF10F5" w:rsidRDefault="001660FB" w:rsidP="00864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iCs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Затвердити </w:t>
      </w:r>
      <w:r w:rsidRPr="00EF10F5">
        <w:rPr>
          <w:rFonts w:ascii="Times New Roman" w:hAnsi="Times New Roman"/>
          <w:sz w:val="28"/>
          <w:szCs w:val="28"/>
          <w:lang w:val="uk-UA"/>
        </w:rPr>
        <w:t>мережу закладів загальної середньої освіти Марківського району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EF10F5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навчальний рік (додаток 1) у складі:</w:t>
      </w:r>
    </w:p>
    <w:p w:rsidR="001660FB" w:rsidRPr="00EF10F5" w:rsidRDefault="001660FB" w:rsidP="00864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Заклади загальної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>, підпорядковані Марківській селищній раді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, всього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F10F5">
        <w:rPr>
          <w:rFonts w:ascii="Times New Roman" w:hAnsi="Times New Roman"/>
          <w:sz w:val="28"/>
          <w:szCs w:val="28"/>
          <w:lang w:val="uk-UA"/>
        </w:rPr>
        <w:t>, із них:</w:t>
      </w:r>
    </w:p>
    <w:p w:rsidR="001660FB" w:rsidRPr="00EF10F5" w:rsidRDefault="001660FB" w:rsidP="008646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 xml:space="preserve">гімназії – 2, ЗОШ І-ІІІ ступенів -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, ЗОШ І-ІІ ступенів –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, ЗОШ І ступеня –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F10F5">
        <w:rPr>
          <w:rFonts w:ascii="Times New Roman" w:hAnsi="Times New Roman"/>
          <w:sz w:val="28"/>
          <w:szCs w:val="28"/>
          <w:lang w:val="uk-UA"/>
        </w:rPr>
        <w:t>.</w:t>
      </w:r>
    </w:p>
    <w:p w:rsidR="001660FB" w:rsidRPr="00EF10F5" w:rsidRDefault="001660FB" w:rsidP="008646D5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Заклади загальної середн</w:t>
      </w:r>
      <w:r>
        <w:rPr>
          <w:rFonts w:ascii="Times New Roman" w:hAnsi="Times New Roman"/>
          <w:sz w:val="28"/>
          <w:szCs w:val="28"/>
          <w:lang w:val="uk-UA"/>
        </w:rPr>
        <w:t>ьої освіти, які функціонують – 8</w:t>
      </w:r>
      <w:r w:rsidRPr="00EF10F5">
        <w:rPr>
          <w:rFonts w:ascii="Times New Roman" w:hAnsi="Times New Roman"/>
          <w:sz w:val="28"/>
          <w:szCs w:val="28"/>
          <w:lang w:val="uk-UA"/>
        </w:rPr>
        <w:t>, із них:</w:t>
      </w:r>
    </w:p>
    <w:p w:rsidR="001660FB" w:rsidRPr="00EF10F5" w:rsidRDefault="001660FB" w:rsidP="008646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 xml:space="preserve">гімназії – 2, ЗОШ І-ІІІ ступенів –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, ЗОШ І-ІІ ступенів –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F10F5">
        <w:rPr>
          <w:rFonts w:ascii="Times New Roman" w:hAnsi="Times New Roman"/>
          <w:sz w:val="28"/>
          <w:szCs w:val="28"/>
          <w:lang w:val="uk-UA"/>
        </w:rPr>
        <w:t>.</w:t>
      </w:r>
    </w:p>
    <w:p w:rsidR="001660FB" w:rsidRPr="00EF10F5" w:rsidRDefault="001660FB" w:rsidP="009306E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Кількість п</w:t>
      </w:r>
      <w:r>
        <w:rPr>
          <w:rFonts w:ascii="Times New Roman" w:hAnsi="Times New Roman"/>
          <w:sz w:val="28"/>
          <w:szCs w:val="28"/>
          <w:lang w:val="uk-UA"/>
        </w:rPr>
        <w:t>овних укомплектованих класів – 86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(у т.ч. класів з дистанційною формою навчання - 3).</w:t>
      </w:r>
    </w:p>
    <w:p w:rsidR="001660FB" w:rsidRPr="00EF10F5" w:rsidRDefault="001660FB" w:rsidP="009306E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Кількість здобувачів освіти всього – 1</w:t>
      </w:r>
      <w:r>
        <w:rPr>
          <w:rFonts w:ascii="Times New Roman" w:hAnsi="Times New Roman"/>
          <w:sz w:val="28"/>
          <w:szCs w:val="28"/>
          <w:lang w:val="uk-UA"/>
        </w:rPr>
        <w:t>126</w:t>
      </w:r>
      <w:r w:rsidRPr="00EF10F5">
        <w:rPr>
          <w:rFonts w:ascii="Times New Roman" w:hAnsi="Times New Roman"/>
          <w:sz w:val="28"/>
          <w:szCs w:val="28"/>
          <w:lang w:val="uk-UA"/>
        </w:rPr>
        <w:t>.</w:t>
      </w:r>
    </w:p>
    <w:p w:rsidR="001660FB" w:rsidRPr="00EF10F5" w:rsidRDefault="001660FB" w:rsidP="009306E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Середня наповнюваність класів – 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F10F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09</w:t>
      </w:r>
      <w:r w:rsidRPr="00EF10F5">
        <w:rPr>
          <w:rFonts w:ascii="Times New Roman" w:hAnsi="Times New Roman"/>
          <w:sz w:val="28"/>
          <w:szCs w:val="28"/>
          <w:lang w:val="uk-UA"/>
        </w:rPr>
        <w:t>.</w:t>
      </w:r>
    </w:p>
    <w:p w:rsidR="001660FB" w:rsidRPr="00EF10F5" w:rsidRDefault="001660FB" w:rsidP="009306E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 xml:space="preserve">Кількість </w:t>
      </w:r>
      <w:r>
        <w:rPr>
          <w:rFonts w:ascii="Times New Roman" w:hAnsi="Times New Roman"/>
          <w:sz w:val="28"/>
          <w:szCs w:val="28"/>
          <w:lang w:val="uk-UA"/>
        </w:rPr>
        <w:t>неповних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класів наповнюваністю менше 5 учнів</w:t>
      </w:r>
      <w:r>
        <w:rPr>
          <w:rFonts w:ascii="Times New Roman" w:hAnsi="Times New Roman"/>
          <w:sz w:val="28"/>
          <w:szCs w:val="28"/>
          <w:lang w:val="uk-UA"/>
        </w:rPr>
        <w:t xml:space="preserve"> з індивідуальною формою здобуття загальної середньої освіти 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EF10F5">
        <w:rPr>
          <w:rFonts w:ascii="Times New Roman" w:hAnsi="Times New Roman"/>
          <w:sz w:val="28"/>
          <w:szCs w:val="28"/>
          <w:lang w:val="uk-UA"/>
        </w:rPr>
        <w:t>.</w:t>
      </w:r>
    </w:p>
    <w:p w:rsidR="001660FB" w:rsidRPr="00EF10F5" w:rsidRDefault="001660FB" w:rsidP="009306E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 xml:space="preserve">Кількість відсутніх класів –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F10F5">
        <w:rPr>
          <w:rFonts w:ascii="Times New Roman" w:hAnsi="Times New Roman"/>
          <w:sz w:val="28"/>
          <w:szCs w:val="28"/>
          <w:lang w:val="uk-UA"/>
        </w:rPr>
        <w:t>.</w:t>
      </w:r>
    </w:p>
    <w:p w:rsidR="001660FB" w:rsidRPr="00EF10F5" w:rsidRDefault="001660FB" w:rsidP="009306E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 xml:space="preserve">Кількість 10-11 класів з вивченням профільних предметів – </w:t>
      </w:r>
      <w:r>
        <w:rPr>
          <w:rFonts w:ascii="Times New Roman" w:hAnsi="Times New Roman"/>
          <w:sz w:val="28"/>
          <w:szCs w:val="28"/>
          <w:lang w:val="uk-UA"/>
        </w:rPr>
        <w:t>12, учнів у них – 152</w:t>
      </w:r>
      <w:r w:rsidRPr="00EF10F5">
        <w:rPr>
          <w:rFonts w:ascii="Times New Roman" w:hAnsi="Times New Roman"/>
          <w:sz w:val="28"/>
          <w:szCs w:val="28"/>
          <w:lang w:val="uk-UA"/>
        </w:rPr>
        <w:t>.</w:t>
      </w:r>
    </w:p>
    <w:p w:rsidR="001660FB" w:rsidRPr="00EF10F5" w:rsidRDefault="001660FB" w:rsidP="009306E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Груп продовженого дня  – 10, 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учнів у них – </w:t>
      </w:r>
      <w:r>
        <w:rPr>
          <w:rFonts w:ascii="Times New Roman" w:hAnsi="Times New Roman"/>
          <w:sz w:val="28"/>
          <w:szCs w:val="28"/>
          <w:lang w:val="uk-UA"/>
        </w:rPr>
        <w:t xml:space="preserve">300, 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пед</w:t>
      </w:r>
      <w:r>
        <w:rPr>
          <w:rFonts w:ascii="Times New Roman" w:hAnsi="Times New Roman"/>
          <w:sz w:val="28"/>
          <w:szCs w:val="28"/>
          <w:lang w:val="uk-UA"/>
        </w:rPr>
        <w:t xml:space="preserve">агогічних 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ставок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F10F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1660FB" w:rsidRPr="00EF10F5" w:rsidRDefault="001660FB" w:rsidP="009306ED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bCs/>
          <w:iCs/>
          <w:sz w:val="28"/>
          <w:szCs w:val="28"/>
          <w:lang w:val="uk-UA"/>
        </w:rPr>
        <w:t>2. Погодити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поділ класів на групи у Опорному закладі освіти Марківська гімназія під час вивчення окремих предметів (додаток 3):</w:t>
      </w: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- трудове навчання – для хлопців і дівчат окремо;</w:t>
      </w: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- трудове навчання - для дівчат у групах з кількістю учнів більше 27;</w:t>
      </w: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- інформатика - у гру</w:t>
      </w:r>
      <w:r>
        <w:rPr>
          <w:rFonts w:ascii="Times New Roman" w:hAnsi="Times New Roman"/>
          <w:sz w:val="28"/>
          <w:szCs w:val="28"/>
          <w:lang w:val="uk-UA"/>
        </w:rPr>
        <w:t>пи з кількістю учнів не менше 8;</w:t>
      </w: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українська та англійська мови – для учнів 5-х класів з кількістю учнів більше 27.</w:t>
      </w: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bCs/>
          <w:iCs/>
          <w:sz w:val="28"/>
          <w:szCs w:val="28"/>
          <w:lang w:val="uk-UA"/>
        </w:rPr>
        <w:t xml:space="preserve">3. </w:t>
      </w:r>
      <w:r w:rsidRPr="00EF10F5">
        <w:rPr>
          <w:rFonts w:ascii="Times New Roman" w:hAnsi="Times New Roman"/>
          <w:sz w:val="28"/>
          <w:szCs w:val="28"/>
          <w:lang w:val="uk-UA"/>
        </w:rPr>
        <w:t>Дозволити з 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F10F5">
        <w:rPr>
          <w:rFonts w:ascii="Times New Roman" w:hAnsi="Times New Roman"/>
          <w:sz w:val="28"/>
          <w:szCs w:val="28"/>
          <w:lang w:val="uk-UA"/>
        </w:rPr>
        <w:t>.09.20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р. до кінця </w:t>
      </w:r>
      <w:r>
        <w:rPr>
          <w:rFonts w:ascii="Times New Roman" w:hAnsi="Times New Roman"/>
          <w:sz w:val="28"/>
          <w:szCs w:val="28"/>
          <w:lang w:val="uk-UA"/>
        </w:rPr>
        <w:t xml:space="preserve">2020-2021 </w:t>
      </w:r>
      <w:r w:rsidRPr="00EF10F5">
        <w:rPr>
          <w:rFonts w:ascii="Times New Roman" w:hAnsi="Times New Roman"/>
          <w:sz w:val="28"/>
          <w:szCs w:val="28"/>
          <w:lang w:val="uk-UA"/>
        </w:rPr>
        <w:t>навчального року здійснювати:</w:t>
      </w: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3.1. Дистанційне навчання учнів, які проживають на тимчасово непідконтрольній території Луганської та Донецької областей, у окремих класах:</w:t>
      </w: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- Кризьк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ЗОШ І-ІІІ ст. - в 9</w:t>
      </w:r>
      <w:r>
        <w:rPr>
          <w:rFonts w:ascii="Times New Roman" w:hAnsi="Times New Roman"/>
          <w:sz w:val="28"/>
          <w:szCs w:val="28"/>
          <w:lang w:val="uk-UA"/>
        </w:rPr>
        <w:t xml:space="preserve">, 10, </w:t>
      </w:r>
      <w:r w:rsidRPr="00EF10F5">
        <w:rPr>
          <w:rFonts w:ascii="Times New Roman" w:hAnsi="Times New Roman"/>
          <w:sz w:val="28"/>
          <w:szCs w:val="28"/>
          <w:lang w:val="uk-UA"/>
        </w:rPr>
        <w:t>11 кл</w:t>
      </w:r>
      <w:r>
        <w:rPr>
          <w:rFonts w:ascii="Times New Roman" w:hAnsi="Times New Roman"/>
          <w:sz w:val="28"/>
          <w:szCs w:val="28"/>
          <w:lang w:val="uk-UA"/>
        </w:rPr>
        <w:t>асах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з базових навчальних предметів, передбачених окремими освітніми програмами;</w:t>
      </w: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Опорного закладу освіти Марківська гімназія, </w:t>
      </w:r>
      <w:r w:rsidRPr="00EF10F5">
        <w:rPr>
          <w:rFonts w:ascii="Times New Roman" w:hAnsi="Times New Roman"/>
          <w:sz w:val="28"/>
          <w:szCs w:val="28"/>
          <w:lang w:val="uk-UA"/>
        </w:rPr>
        <w:t>Сичанськ</w:t>
      </w:r>
      <w:r>
        <w:rPr>
          <w:rFonts w:ascii="Times New Roman" w:hAnsi="Times New Roman"/>
          <w:sz w:val="28"/>
          <w:szCs w:val="28"/>
          <w:lang w:val="uk-UA"/>
        </w:rPr>
        <w:t>ій,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Караван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Солодківськ</w:t>
      </w:r>
      <w:r>
        <w:rPr>
          <w:rFonts w:ascii="Times New Roman" w:hAnsi="Times New Roman"/>
          <w:sz w:val="28"/>
          <w:szCs w:val="28"/>
          <w:lang w:val="uk-UA"/>
        </w:rPr>
        <w:t>ій, Краснопільській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ЗОШ І-ІІІ ст. – </w:t>
      </w:r>
      <w:r>
        <w:rPr>
          <w:rFonts w:ascii="Times New Roman" w:hAnsi="Times New Roman"/>
          <w:sz w:val="28"/>
          <w:szCs w:val="28"/>
          <w:lang w:val="uk-UA"/>
        </w:rPr>
        <w:t>для здобувачів освіти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 xml:space="preserve">базових </w:t>
      </w:r>
      <w:r w:rsidRPr="00EF10F5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редметів інваріантної складової</w:t>
      </w:r>
      <w:r w:rsidRPr="00EF10F5">
        <w:rPr>
          <w:rFonts w:ascii="Times New Roman" w:hAnsi="Times New Roman"/>
          <w:sz w:val="28"/>
          <w:szCs w:val="28"/>
          <w:lang w:val="uk-UA"/>
        </w:rPr>
        <w:t xml:space="preserve"> навчальни</w:t>
      </w:r>
      <w:r>
        <w:rPr>
          <w:rFonts w:ascii="Times New Roman" w:hAnsi="Times New Roman"/>
          <w:sz w:val="28"/>
          <w:szCs w:val="28"/>
          <w:lang w:val="uk-UA"/>
        </w:rPr>
        <w:t>х планів.</w:t>
      </w:r>
    </w:p>
    <w:p w:rsidR="001660FB" w:rsidRPr="00EF10F5" w:rsidRDefault="001660FB" w:rsidP="009306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3.2. Навчання за різними формами  здобуття загальної середньої освіти (інституційна чи індивідуальна або їх поєднання, у тому числі з використанням дистанційних технологій) на базі закладів загальної середньої освіти у відповідності до чинного законодавства.</w:t>
      </w:r>
    </w:p>
    <w:p w:rsidR="001660FB" w:rsidRPr="00EF10F5" w:rsidRDefault="001660FB" w:rsidP="009306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3.3. Продовжити навчання за індивідуальною формою здобуття загальної середньої освіти:</w:t>
      </w:r>
    </w:p>
    <w:p w:rsidR="001660FB" w:rsidRPr="00EF10F5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- педагогічний патронаж – для учнів, які не можуть відвідувати навчальні заняття в загальноосвітніх класах за станом здоров’я, та дітей з особливими освітніми потребами;</w:t>
      </w: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0F5">
        <w:rPr>
          <w:rFonts w:ascii="Times New Roman" w:hAnsi="Times New Roman"/>
          <w:sz w:val="28"/>
          <w:szCs w:val="28"/>
          <w:lang w:val="uk-UA"/>
        </w:rPr>
        <w:t>- екстернат - для учнів, які проживають</w:t>
      </w:r>
      <w:r w:rsidRPr="001B0AF7">
        <w:rPr>
          <w:rFonts w:ascii="Times New Roman" w:hAnsi="Times New Roman"/>
          <w:sz w:val="28"/>
          <w:szCs w:val="28"/>
          <w:lang w:val="uk-UA"/>
        </w:rPr>
        <w:t xml:space="preserve"> на непідконтрольній території та для учнів, які з поважних причин не можуть відвідувати освітній заклад або не опанували програмовий матеріал з окремих навчальних предметів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 поєднанні з денною формою – для учнів, які навчаються в неповних класах (з кількістю учнів менше п’яти);</w:t>
      </w: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 змішаною формою – для учнів, які тимчасово переселені з  непідконтрольної території Луганської , Донецької областей. </w:t>
      </w: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394AAA">
        <w:rPr>
          <w:rFonts w:ascii="Times New Roman" w:hAnsi="Times New Roman"/>
          <w:sz w:val="28"/>
          <w:szCs w:val="28"/>
          <w:lang w:val="uk-UA"/>
        </w:rPr>
        <w:t xml:space="preserve">Відділу освіти </w:t>
      </w:r>
      <w:r>
        <w:rPr>
          <w:rFonts w:ascii="Times New Roman" w:hAnsi="Times New Roman"/>
          <w:sz w:val="28"/>
          <w:szCs w:val="28"/>
          <w:lang w:val="uk-UA"/>
        </w:rPr>
        <w:t>селищної ради</w:t>
      </w:r>
      <w:r w:rsidRPr="00394AAA">
        <w:rPr>
          <w:rFonts w:ascii="Times New Roman" w:hAnsi="Times New Roman"/>
          <w:sz w:val="28"/>
          <w:szCs w:val="28"/>
          <w:lang w:val="uk-UA"/>
        </w:rPr>
        <w:t xml:space="preserve"> забезпечити:</w:t>
      </w:r>
      <w:r>
        <w:rPr>
          <w:rFonts w:ascii="Times New Roman" w:hAnsi="Times New Roman"/>
          <w:sz w:val="24"/>
          <w:szCs w:val="20"/>
          <w:lang w:val="uk-UA"/>
        </w:rPr>
        <w:t xml:space="preserve"> </w:t>
      </w:r>
    </w:p>
    <w:p w:rsidR="001660FB" w:rsidRDefault="001660FB" w:rsidP="009306ED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AAA">
        <w:rPr>
          <w:rFonts w:ascii="Times New Roman" w:hAnsi="Times New Roman"/>
          <w:sz w:val="28"/>
          <w:szCs w:val="28"/>
          <w:lang w:val="uk-UA"/>
        </w:rPr>
        <w:t>4.1. Функціонування відповідної мережі закладів загальної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у 2020-2021 навчальному році</w:t>
      </w:r>
      <w:r w:rsidRPr="00394AAA">
        <w:rPr>
          <w:rFonts w:ascii="Times New Roman" w:hAnsi="Times New Roman"/>
          <w:sz w:val="28"/>
          <w:szCs w:val="28"/>
          <w:lang w:val="uk-UA"/>
        </w:rPr>
        <w:t>.</w:t>
      </w:r>
    </w:p>
    <w:p w:rsidR="001660FB" w:rsidRPr="00394AAA" w:rsidRDefault="001660FB" w:rsidP="009306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07AC0">
        <w:rPr>
          <w:rFonts w:ascii="Times New Roman" w:hAnsi="Times New Roman"/>
          <w:sz w:val="28"/>
          <w:szCs w:val="28"/>
          <w:lang w:val="uk-UA"/>
        </w:rPr>
        <w:t>4.2.</w:t>
      </w:r>
      <w:r>
        <w:rPr>
          <w:rFonts w:ascii="Times New Roman" w:hAnsi="Times New Roman"/>
          <w:sz w:val="24"/>
          <w:szCs w:val="20"/>
          <w:lang w:val="uk-UA"/>
        </w:rPr>
        <w:t xml:space="preserve"> </w:t>
      </w:r>
      <w:r w:rsidRPr="00394AAA">
        <w:rPr>
          <w:rFonts w:ascii="Times New Roman" w:hAnsi="Times New Roman"/>
          <w:sz w:val="28"/>
          <w:szCs w:val="28"/>
          <w:lang w:val="uk-UA"/>
        </w:rPr>
        <w:t xml:space="preserve">Виконання необхідних заходів щодо дотримання прав учасників </w:t>
      </w:r>
      <w:r>
        <w:rPr>
          <w:rFonts w:ascii="Times New Roman" w:hAnsi="Times New Roman"/>
          <w:sz w:val="28"/>
          <w:szCs w:val="28"/>
          <w:lang w:val="uk-UA"/>
        </w:rPr>
        <w:t>освітнього</w:t>
      </w:r>
      <w:r w:rsidRPr="00394AAA">
        <w:rPr>
          <w:rFonts w:ascii="Times New Roman" w:hAnsi="Times New Roman"/>
          <w:sz w:val="28"/>
          <w:szCs w:val="28"/>
          <w:lang w:val="uk-UA"/>
        </w:rPr>
        <w:t xml:space="preserve"> процесу: забезпечення безкоштовного харчування учнів 1-4 класів та дітей пільгових категорій, регулярного підвезення учнів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94AAA">
        <w:rPr>
          <w:rFonts w:ascii="Times New Roman" w:hAnsi="Times New Roman"/>
          <w:sz w:val="28"/>
          <w:szCs w:val="28"/>
          <w:lang w:val="uk-UA"/>
        </w:rPr>
        <w:t>дітей та педагогічних працівників до навчальних закладів і у зворотному напрямку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94AAA">
        <w:rPr>
          <w:rFonts w:ascii="Times New Roman" w:hAnsi="Times New Roman"/>
          <w:sz w:val="28"/>
          <w:szCs w:val="28"/>
          <w:lang w:val="uk-UA"/>
        </w:rPr>
        <w:t xml:space="preserve"> безпечного утримання дітей відповідно до санітарного законодавства.</w:t>
      </w:r>
    </w:p>
    <w:p w:rsidR="001660FB" w:rsidRPr="00394AAA" w:rsidRDefault="001660FB" w:rsidP="009306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60FB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AAA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394AAA">
        <w:rPr>
          <w:rFonts w:ascii="Times New Roman" w:hAnsi="Times New Roman"/>
          <w:sz w:val="28"/>
          <w:szCs w:val="28"/>
          <w:lang w:val="uk-UA"/>
        </w:rPr>
        <w:t>. К</w:t>
      </w:r>
      <w:r>
        <w:rPr>
          <w:rFonts w:ascii="Times New Roman" w:hAnsi="Times New Roman"/>
          <w:sz w:val="28"/>
          <w:szCs w:val="28"/>
          <w:lang w:val="uk-UA"/>
        </w:rPr>
        <w:t xml:space="preserve">оординацію діяльності закладів загальної середньої освіти з </w:t>
      </w:r>
      <w:r w:rsidRPr="00394AAA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ними</w:t>
      </w:r>
      <w:r w:rsidRPr="00394AAA">
        <w:rPr>
          <w:rFonts w:ascii="Times New Roman" w:hAnsi="Times New Roman"/>
          <w:sz w:val="28"/>
          <w:szCs w:val="28"/>
          <w:lang w:val="uk-UA"/>
        </w:rPr>
        <w:t xml:space="preserve"> основних завдань, визначених нормативно-правовими актами щодо організації </w:t>
      </w:r>
      <w:r>
        <w:rPr>
          <w:rFonts w:ascii="Times New Roman" w:hAnsi="Times New Roman"/>
          <w:sz w:val="28"/>
          <w:szCs w:val="28"/>
          <w:lang w:val="uk-UA"/>
        </w:rPr>
        <w:t>освітнього</w:t>
      </w:r>
      <w:r w:rsidRPr="00394AAA">
        <w:rPr>
          <w:rFonts w:ascii="Times New Roman" w:hAnsi="Times New Roman"/>
          <w:sz w:val="28"/>
          <w:szCs w:val="28"/>
          <w:lang w:val="uk-UA"/>
        </w:rPr>
        <w:t xml:space="preserve"> процесу.</w:t>
      </w:r>
    </w:p>
    <w:p w:rsidR="001660FB" w:rsidRDefault="001660FB" w:rsidP="009306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60FB" w:rsidRPr="00116B21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/>
        </w:rPr>
      </w:pPr>
      <w:r w:rsidRPr="00116B21">
        <w:rPr>
          <w:rFonts w:ascii="Times New Roman" w:hAnsi="Times New Roman"/>
          <w:sz w:val="28"/>
          <w:szCs w:val="28"/>
          <w:lang w:val="uk-UA"/>
        </w:rPr>
        <w:t>4.4. Фінансування видатків на функціонування освітніх закладів, запланованих у мережі, в межах  бюджетних асигнувань, передбачених бюджетом галузі освіти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116B21">
        <w:rPr>
          <w:rFonts w:ascii="Times New Roman" w:hAnsi="Times New Roman"/>
          <w:sz w:val="28"/>
          <w:szCs w:val="28"/>
          <w:lang w:val="uk-UA"/>
        </w:rPr>
        <w:t xml:space="preserve"> та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116B21">
        <w:rPr>
          <w:rFonts w:ascii="Times New Roman" w:hAnsi="Times New Roman"/>
          <w:sz w:val="28"/>
          <w:szCs w:val="28"/>
          <w:lang w:val="uk-UA"/>
        </w:rPr>
        <w:t xml:space="preserve"> роки.</w:t>
      </w:r>
      <w:r w:rsidRPr="00116B21">
        <w:rPr>
          <w:rFonts w:ascii="Times New Roman" w:hAnsi="Times New Roman"/>
          <w:sz w:val="24"/>
          <w:szCs w:val="20"/>
          <w:lang w:val="uk-UA"/>
        </w:rPr>
        <w:t xml:space="preserve"> </w:t>
      </w:r>
    </w:p>
    <w:p w:rsidR="001660FB" w:rsidRPr="00116B21" w:rsidRDefault="001660FB" w:rsidP="009306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/>
        </w:rPr>
      </w:pPr>
      <w:r w:rsidRPr="00116B21">
        <w:rPr>
          <w:rFonts w:ascii="Times New Roman" w:hAnsi="Times New Roman"/>
          <w:sz w:val="24"/>
          <w:szCs w:val="20"/>
          <w:lang w:val="uk-UA"/>
        </w:rPr>
        <w:t xml:space="preserve">  </w:t>
      </w:r>
    </w:p>
    <w:p w:rsidR="001660FB" w:rsidRPr="009306ED" w:rsidRDefault="001660FB" w:rsidP="003E0FF0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9306ED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</w:t>
      </w:r>
      <w:r>
        <w:rPr>
          <w:rFonts w:ascii="Times New Roman" w:hAnsi="Times New Roman"/>
          <w:sz w:val="28"/>
          <w:szCs w:val="28"/>
          <w:lang w:val="uk-UA"/>
        </w:rPr>
        <w:t>на заступника голови із соціальних питань Володимира Личмана</w:t>
      </w:r>
      <w:r w:rsidRPr="009306E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1660FB" w:rsidRDefault="001660FB" w:rsidP="003E0F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660FB" w:rsidRDefault="001660FB" w:rsidP="003E0F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660FB" w:rsidRPr="008646D5" w:rsidRDefault="001660FB" w:rsidP="008646D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46D5"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06ED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Ігор </w:t>
      </w:r>
      <w:r w:rsidRPr="009306ED">
        <w:rPr>
          <w:rFonts w:ascii="Times New Roman" w:hAnsi="Times New Roman"/>
          <w:sz w:val="28"/>
          <w:szCs w:val="28"/>
          <w:lang w:val="uk-UA"/>
        </w:rPr>
        <w:t>ДЗЮБА</w:t>
      </w:r>
    </w:p>
    <w:p w:rsidR="001660FB" w:rsidRPr="009306ED" w:rsidRDefault="001660FB" w:rsidP="003E0F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0FB" w:rsidRPr="009306ED" w:rsidRDefault="001660FB" w:rsidP="003E0F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0FB" w:rsidRDefault="001660FB" w:rsidP="003E0F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0FB" w:rsidRDefault="001660FB" w:rsidP="003E0F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60FB" w:rsidRPr="009306ED" w:rsidRDefault="001660FB" w:rsidP="003E0F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660FB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Додаток 2</w:t>
      </w:r>
    </w:p>
    <w:p w:rsidR="001660FB" w:rsidRPr="00116B21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10"/>
          <w:szCs w:val="10"/>
          <w:lang w:val="uk-UA" w:eastAsia="uk-UA"/>
        </w:rPr>
      </w:pPr>
    </w:p>
    <w:p w:rsidR="001660FB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до рішення виконавчого  </w:t>
      </w:r>
    </w:p>
    <w:p w:rsidR="001660FB" w:rsidRPr="00A660F4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комітету Марківської</w:t>
      </w:r>
    </w:p>
    <w:p w:rsidR="001660FB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селищної ради</w:t>
      </w:r>
    </w:p>
    <w:p w:rsidR="001660FB" w:rsidRPr="00116B21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10"/>
          <w:szCs w:val="10"/>
          <w:lang w:val="uk-UA" w:eastAsia="uk-UA"/>
        </w:rPr>
      </w:pPr>
    </w:p>
    <w:p w:rsidR="001660FB" w:rsidRPr="00A660F4" w:rsidRDefault="001660FB" w:rsidP="00CD591D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від _____________</w:t>
      </w:r>
      <w:r w:rsidRPr="00A660F4">
        <w:rPr>
          <w:rFonts w:ascii="Times New Roman" w:hAnsi="Times New Roman"/>
          <w:sz w:val="28"/>
          <w:szCs w:val="28"/>
          <w:lang w:val="uk-UA" w:eastAsia="uk-UA"/>
        </w:rPr>
        <w:t xml:space="preserve">  №_</w:t>
      </w:r>
      <w:r>
        <w:rPr>
          <w:rFonts w:ascii="Times New Roman" w:hAnsi="Times New Roman"/>
          <w:sz w:val="28"/>
          <w:szCs w:val="28"/>
          <w:lang w:val="uk-UA" w:eastAsia="uk-UA"/>
        </w:rPr>
        <w:t>___</w:t>
      </w:r>
    </w:p>
    <w:p w:rsidR="001660FB" w:rsidRDefault="001660FB" w:rsidP="009306ED">
      <w:pPr>
        <w:spacing w:after="0" w:line="240" w:lineRule="auto"/>
        <w:ind w:left="6804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660FB" w:rsidRDefault="001660FB" w:rsidP="009306ED">
      <w:pPr>
        <w:spacing w:after="0" w:line="240" w:lineRule="auto"/>
        <w:ind w:left="6804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660FB" w:rsidRPr="00A2655D" w:rsidRDefault="001660FB" w:rsidP="009306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655D">
        <w:rPr>
          <w:rFonts w:ascii="Times New Roman" w:hAnsi="Times New Roman"/>
          <w:sz w:val="28"/>
          <w:szCs w:val="28"/>
        </w:rPr>
        <w:t>Розподіл груп продовженого дня в закладах загальної середньої освіти</w:t>
      </w:r>
    </w:p>
    <w:p w:rsidR="001660FB" w:rsidRPr="00A2655D" w:rsidRDefault="001660FB" w:rsidP="009306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655D">
        <w:rPr>
          <w:rFonts w:ascii="Times New Roman" w:hAnsi="Times New Roman"/>
          <w:sz w:val="28"/>
          <w:szCs w:val="28"/>
        </w:rPr>
        <w:t>Марківського району у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A2655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A2655D">
        <w:rPr>
          <w:rFonts w:ascii="Times New Roman" w:hAnsi="Times New Roman"/>
          <w:sz w:val="28"/>
          <w:szCs w:val="28"/>
        </w:rPr>
        <w:t xml:space="preserve"> н. р.</w:t>
      </w:r>
    </w:p>
    <w:p w:rsidR="001660FB" w:rsidRPr="0084402C" w:rsidRDefault="001660FB" w:rsidP="009306ED">
      <w:pPr>
        <w:tabs>
          <w:tab w:val="left" w:pos="1515"/>
        </w:tabs>
        <w:spacing w:after="0"/>
        <w:rPr>
          <w:sz w:val="24"/>
        </w:rPr>
      </w:pPr>
      <w:r>
        <w:rPr>
          <w:sz w:val="24"/>
        </w:rPr>
        <w:tab/>
      </w:r>
    </w:p>
    <w:tbl>
      <w:tblPr>
        <w:tblW w:w="0" w:type="auto"/>
        <w:tblLayout w:type="fixed"/>
        <w:tblLook w:val="00A0"/>
      </w:tblPr>
      <w:tblGrid>
        <w:gridCol w:w="511"/>
        <w:gridCol w:w="3852"/>
        <w:gridCol w:w="1415"/>
        <w:gridCol w:w="709"/>
        <w:gridCol w:w="709"/>
        <w:gridCol w:w="1135"/>
        <w:gridCol w:w="1523"/>
      </w:tblGrid>
      <w:tr w:rsidR="001660FB" w:rsidRPr="00DE0796" w:rsidTr="00223DE5">
        <w:trPr>
          <w:trHeight w:val="322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385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Заклад загальної середньої освіти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Кількість груп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В них учнів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Всього учнів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Кількість педставок</w:t>
            </w:r>
          </w:p>
        </w:tc>
      </w:tr>
      <w:tr w:rsidR="001660FB" w:rsidRPr="00DE0796" w:rsidTr="00223DE5">
        <w:trPr>
          <w:trHeight w:val="370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8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660FB" w:rsidRPr="00DE0796" w:rsidTr="00223DE5">
        <w:trPr>
          <w:trHeight w:val="570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8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1-4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5-9</w:t>
            </w: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660FB" w:rsidRPr="00DE0796" w:rsidTr="00223DE5">
        <w:trPr>
          <w:trHeight w:val="570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8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660FB" w:rsidRPr="00DE0796" w:rsidTr="00223DE5">
        <w:trPr>
          <w:trHeight w:val="11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7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Опорний заклад освіти </w:t>
            </w:r>
          </w:p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Марківська гімназія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394E73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0E12F1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0E12F1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DE079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1660FB" w:rsidRPr="00DE0796" w:rsidTr="00223DE5">
        <w:trPr>
          <w:trHeight w:val="481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Бондарівська гімназія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6A0828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6A0828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1660FB" w:rsidRPr="00DE0796" w:rsidTr="00223DE5">
        <w:trPr>
          <w:trHeight w:val="581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Кризька ЗОШ І-ІІІ ст.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6A0828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6A0828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1660FB" w:rsidRPr="00DE0796" w:rsidTr="00223DE5">
        <w:trPr>
          <w:trHeight w:val="113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Караван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079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0796">
              <w:rPr>
                <w:rFonts w:ascii="Times New Roman" w:hAnsi="Times New Roman"/>
                <w:sz w:val="28"/>
                <w:szCs w:val="28"/>
              </w:rPr>
              <w:t xml:space="preserve">Солодківська ЗОШ </w:t>
            </w:r>
          </w:p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І-ІІІ ст.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4D533E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4D533E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1660FB" w:rsidRPr="00DE0796" w:rsidTr="00223DE5">
        <w:trPr>
          <w:trHeight w:val="113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Ліснополянська ЗОШ І-ІІІ ст.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6A0828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6A0828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1660FB" w:rsidRPr="00DE0796" w:rsidTr="00223DE5">
        <w:trPr>
          <w:trHeight w:val="11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Сичанська ЗОШ І-ІІІ ст.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4D533E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4D533E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1660FB" w:rsidRPr="00DE0796" w:rsidTr="00223DE5">
        <w:trPr>
          <w:trHeight w:val="4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B688B">
              <w:rPr>
                <w:rFonts w:ascii="Times New Roman" w:hAnsi="Times New Roman"/>
                <w:bCs/>
                <w:sz w:val="28"/>
                <w:szCs w:val="28"/>
              </w:rPr>
              <w:t>Всього: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0FB" w:rsidRPr="0031799F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</w:p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394E73" w:rsidRDefault="001660FB" w:rsidP="003179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224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1503AF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1503AF" w:rsidRDefault="001660FB" w:rsidP="003179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31799F" w:rsidRDefault="001660FB" w:rsidP="003179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Pr="008B688B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:rsidR="001660FB" w:rsidRDefault="001660FB" w:rsidP="009306ED">
      <w:pPr>
        <w:tabs>
          <w:tab w:val="left" w:pos="1515"/>
        </w:tabs>
        <w:rPr>
          <w:sz w:val="24"/>
        </w:rPr>
      </w:pPr>
    </w:p>
    <w:p w:rsidR="001660FB" w:rsidRDefault="001660FB" w:rsidP="009306ED">
      <w:pPr>
        <w:tabs>
          <w:tab w:val="left" w:pos="151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6B21">
        <w:rPr>
          <w:rFonts w:ascii="Times New Roman" w:hAnsi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відділу освіти</w:t>
      </w:r>
    </w:p>
    <w:p w:rsidR="001660FB" w:rsidRPr="00116B21" w:rsidRDefault="001660FB" w:rsidP="009306ED">
      <w:pPr>
        <w:tabs>
          <w:tab w:val="left" w:pos="151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Марківської селищної ради                                            Анатолій БОРОДАВКА </w:t>
      </w:r>
    </w:p>
    <w:p w:rsidR="001660FB" w:rsidRDefault="001660FB" w:rsidP="009306ED">
      <w:pPr>
        <w:tabs>
          <w:tab w:val="left" w:pos="1515"/>
        </w:tabs>
        <w:rPr>
          <w:sz w:val="24"/>
          <w:lang w:val="uk-UA"/>
        </w:rPr>
      </w:pPr>
    </w:p>
    <w:p w:rsidR="001660FB" w:rsidRDefault="001660FB" w:rsidP="009306ED">
      <w:pPr>
        <w:tabs>
          <w:tab w:val="left" w:pos="1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lang w:val="uk-UA"/>
        </w:rPr>
        <w:br w:type="page"/>
      </w:r>
    </w:p>
    <w:p w:rsidR="001660FB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Додаток 3</w:t>
      </w:r>
    </w:p>
    <w:p w:rsidR="001660FB" w:rsidRPr="00116B21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10"/>
          <w:szCs w:val="10"/>
          <w:lang w:val="uk-UA" w:eastAsia="uk-UA"/>
        </w:rPr>
      </w:pPr>
    </w:p>
    <w:p w:rsidR="001660FB" w:rsidRDefault="001660FB" w:rsidP="0031799F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до рішення виконавчого </w:t>
      </w:r>
    </w:p>
    <w:p w:rsidR="001660FB" w:rsidRPr="00A660F4" w:rsidRDefault="001660FB" w:rsidP="0031799F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комітету Марківської</w:t>
      </w:r>
    </w:p>
    <w:p w:rsidR="001660FB" w:rsidRDefault="001660FB" w:rsidP="0031799F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селищної ради</w:t>
      </w:r>
    </w:p>
    <w:p w:rsidR="001660FB" w:rsidRPr="00116B21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10"/>
          <w:szCs w:val="10"/>
          <w:lang w:val="uk-UA" w:eastAsia="uk-UA"/>
        </w:rPr>
      </w:pPr>
    </w:p>
    <w:p w:rsidR="001660FB" w:rsidRPr="00A660F4" w:rsidRDefault="001660FB" w:rsidP="009306E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від_____________</w:t>
      </w:r>
      <w:r w:rsidRPr="00A660F4">
        <w:rPr>
          <w:rFonts w:ascii="Times New Roman" w:hAnsi="Times New Roman"/>
          <w:sz w:val="28"/>
          <w:szCs w:val="28"/>
          <w:lang w:val="uk-UA" w:eastAsia="uk-UA"/>
        </w:rPr>
        <w:t xml:space="preserve"> №_</w:t>
      </w:r>
      <w:r>
        <w:rPr>
          <w:rFonts w:ascii="Times New Roman" w:hAnsi="Times New Roman"/>
          <w:sz w:val="28"/>
          <w:szCs w:val="28"/>
          <w:lang w:val="uk-UA" w:eastAsia="uk-UA"/>
        </w:rPr>
        <w:t>___</w:t>
      </w:r>
    </w:p>
    <w:p w:rsidR="001660FB" w:rsidRDefault="001660FB" w:rsidP="009306ED">
      <w:pPr>
        <w:spacing w:after="0" w:line="240" w:lineRule="auto"/>
        <w:ind w:left="6804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660FB" w:rsidRDefault="001660FB" w:rsidP="009306E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Поділ класів на групи при вивченні окремих предметів</w:t>
      </w:r>
    </w:p>
    <w:p w:rsidR="001660FB" w:rsidRDefault="001660FB" w:rsidP="009306ED">
      <w:pPr>
        <w:spacing w:after="0" w:line="240" w:lineRule="auto"/>
        <w:jc w:val="center"/>
        <w:rPr>
          <w:sz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Опорному закладі освіти Марківська гімназія</w:t>
      </w:r>
      <w:r w:rsidRPr="00A2655D">
        <w:rPr>
          <w:rFonts w:ascii="Times New Roman" w:hAnsi="Times New Roman"/>
          <w:sz w:val="28"/>
          <w:szCs w:val="28"/>
        </w:rPr>
        <w:t xml:space="preserve"> у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A2655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A2655D">
        <w:rPr>
          <w:rFonts w:ascii="Times New Roman" w:hAnsi="Times New Roman"/>
          <w:sz w:val="28"/>
          <w:szCs w:val="28"/>
        </w:rPr>
        <w:t xml:space="preserve"> н. р.</w:t>
      </w:r>
      <w:r>
        <w:rPr>
          <w:sz w:val="24"/>
        </w:rPr>
        <w:tab/>
      </w:r>
    </w:p>
    <w:p w:rsidR="001660FB" w:rsidRPr="008B688B" w:rsidRDefault="001660FB" w:rsidP="009306ED">
      <w:pPr>
        <w:spacing w:after="0" w:line="240" w:lineRule="auto"/>
        <w:jc w:val="center"/>
        <w:rPr>
          <w:sz w:val="24"/>
          <w:lang w:val="uk-UA"/>
        </w:rPr>
      </w:pPr>
    </w:p>
    <w:tbl>
      <w:tblPr>
        <w:tblW w:w="0" w:type="auto"/>
        <w:tblLayout w:type="fixed"/>
        <w:tblLook w:val="00A0"/>
      </w:tblPr>
      <w:tblGrid>
        <w:gridCol w:w="570"/>
        <w:gridCol w:w="4176"/>
        <w:gridCol w:w="1531"/>
        <w:gridCol w:w="1533"/>
        <w:gridCol w:w="2044"/>
      </w:tblGrid>
      <w:tr w:rsidR="001660FB" w:rsidRPr="00DE0796" w:rsidTr="00223DE5">
        <w:trPr>
          <w:trHeight w:val="322"/>
        </w:trPr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41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1660FB" w:rsidRPr="005849A7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FB" w:rsidRPr="005849A7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1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Кількість </w:t>
            </w: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 xml:space="preserve"> учнів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FB" w:rsidRPr="005849A7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>Кількіс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ть</w:t>
            </w:r>
            <w:r w:rsidRPr="00DE079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годин</w:t>
            </w:r>
          </w:p>
        </w:tc>
      </w:tr>
      <w:tr w:rsidR="001660FB" w:rsidRPr="00DE0796" w:rsidTr="00223DE5">
        <w:trPr>
          <w:trHeight w:val="370"/>
        </w:trPr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660FB" w:rsidRPr="00DE0796" w:rsidTr="00223DE5">
        <w:trPr>
          <w:trHeight w:val="570"/>
        </w:trPr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660FB" w:rsidRPr="00DE0796" w:rsidTr="00223DE5">
        <w:trPr>
          <w:trHeight w:val="322"/>
        </w:trPr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660FB" w:rsidRPr="00DE0796" w:rsidTr="00223DE5">
        <w:trPr>
          <w:trHeight w:val="3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noWrap/>
          </w:tcPr>
          <w:p w:rsidR="001660FB" w:rsidRPr="005849A7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Інформатика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5849A7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2-А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76" w:type="dxa"/>
            <w:vMerge/>
            <w:tcBorders>
              <w:left w:val="nil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5849A7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2-Б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76" w:type="dxa"/>
            <w:vMerge/>
            <w:tcBorders>
              <w:left w:val="nil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2-В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76" w:type="dxa"/>
            <w:vMerge/>
            <w:tcBorders>
              <w:left w:val="nil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FB" w:rsidRPr="005849A7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3-А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76" w:type="dxa"/>
            <w:vMerge/>
            <w:tcBorders>
              <w:left w:val="nil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Pr="005849A7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3-Б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76" w:type="dxa"/>
            <w:vMerge/>
            <w:tcBorders>
              <w:left w:val="nil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4-А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76" w:type="dxa"/>
            <w:vMerge/>
            <w:tcBorders>
              <w:left w:val="nil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4-Б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7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76" w:type="dxa"/>
            <w:vMerge/>
            <w:tcBorders>
              <w:left w:val="nil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4-В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176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5-А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176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5-Б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176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6-А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176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6-Б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176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7-А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7-Б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37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</w:tcPr>
          <w:p w:rsidR="001660FB" w:rsidRPr="00DE0796" w:rsidRDefault="001660FB" w:rsidP="00223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мова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5-А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3,5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мова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5-Б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3,5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Англійська мова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5-А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Англійська мова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5-Б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Трудове навчання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5-А-Б-В</w:t>
            </w:r>
          </w:p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(дівчата)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Трудове навчання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6-А-Б-В</w:t>
            </w:r>
          </w:p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(дівчата)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A36E14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Трудове навчання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9-А-Б-В</w:t>
            </w:r>
          </w:p>
          <w:p w:rsidR="001660F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(дівчата)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660FB" w:rsidRPr="00DE0796" w:rsidTr="00223DE5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584D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DE0796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0FB" w:rsidRPr="008B688B" w:rsidRDefault="001660FB" w:rsidP="00223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</w:tr>
    </w:tbl>
    <w:p w:rsidR="001660FB" w:rsidRDefault="001660FB" w:rsidP="009306ED">
      <w:pPr>
        <w:tabs>
          <w:tab w:val="left" w:pos="1515"/>
        </w:tabs>
        <w:spacing w:after="0" w:line="240" w:lineRule="auto"/>
        <w:rPr>
          <w:sz w:val="24"/>
        </w:rPr>
      </w:pPr>
    </w:p>
    <w:p w:rsidR="001660FB" w:rsidRDefault="001660FB" w:rsidP="009306ED">
      <w:pPr>
        <w:tabs>
          <w:tab w:val="left" w:pos="151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6B21">
        <w:rPr>
          <w:rFonts w:ascii="Times New Roman" w:hAnsi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відділу освіти</w:t>
      </w:r>
    </w:p>
    <w:p w:rsidR="001660FB" w:rsidRPr="007E5480" w:rsidRDefault="001660FB" w:rsidP="0031799F">
      <w:pPr>
        <w:tabs>
          <w:tab w:val="left" w:pos="1515"/>
        </w:tabs>
        <w:spacing w:after="0" w:line="240" w:lineRule="auto"/>
        <w:rPr>
          <w:rFonts w:ascii="Times New Roman" w:hAnsi="Times New Roman"/>
          <w:sz w:val="28"/>
          <w:szCs w:val="24"/>
          <w:lang w:val="uk-UA"/>
        </w:rPr>
        <w:sectPr w:rsidR="001660FB" w:rsidRPr="007E5480" w:rsidSect="009564C1">
          <w:pgSz w:w="11906" w:h="16838"/>
          <w:pgMar w:top="1134" w:right="567" w:bottom="899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Марківської селищної ради                                        Анатолій БОРОДАВКА</w:t>
      </w: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</w:t>
      </w: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203B5C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Додаток 1 (мережа в табл. </w:t>
      </w:r>
      <w:r>
        <w:rPr>
          <w:rFonts w:ascii="Times New Roman" w:hAnsi="Times New Roman"/>
          <w:sz w:val="28"/>
          <w:szCs w:val="28"/>
          <w:lang w:val="en-US" w:eastAsia="uk-UA"/>
        </w:rPr>
        <w:t>E</w:t>
      </w:r>
      <w:r>
        <w:rPr>
          <w:rFonts w:ascii="Times New Roman" w:hAnsi="Times New Roman"/>
          <w:sz w:val="28"/>
          <w:szCs w:val="28"/>
          <w:lang w:val="uk-UA" w:eastAsia="uk-UA"/>
        </w:rPr>
        <w:t>xcel</w:t>
      </w:r>
      <w:r w:rsidRPr="00FB68CB">
        <w:rPr>
          <w:rFonts w:ascii="Times New Roman" w:hAnsi="Times New Roman"/>
          <w:sz w:val="28"/>
          <w:szCs w:val="28"/>
          <w:lang w:eastAsia="uk-UA"/>
        </w:rPr>
        <w:t>)</w:t>
      </w:r>
    </w:p>
    <w:p w:rsidR="001660FB" w:rsidRDefault="001660FB" w:rsidP="00203B5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до рішення виконавчого </w:t>
      </w:r>
    </w:p>
    <w:p w:rsidR="001660FB" w:rsidRPr="00A660F4" w:rsidRDefault="001660FB" w:rsidP="00203B5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комітету Марківської</w:t>
      </w:r>
    </w:p>
    <w:p w:rsidR="001660FB" w:rsidRDefault="001660FB" w:rsidP="00203B5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селищної ради</w:t>
      </w:r>
    </w:p>
    <w:p w:rsidR="001660FB" w:rsidRPr="00116B21" w:rsidRDefault="001660FB" w:rsidP="00203B5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10"/>
          <w:szCs w:val="10"/>
          <w:lang w:val="uk-UA" w:eastAsia="uk-UA"/>
        </w:rPr>
      </w:pPr>
    </w:p>
    <w:p w:rsidR="001660FB" w:rsidRPr="00A660F4" w:rsidRDefault="001660FB" w:rsidP="00203B5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від_____________</w:t>
      </w:r>
      <w:r w:rsidRPr="00A660F4">
        <w:rPr>
          <w:rFonts w:ascii="Times New Roman" w:hAnsi="Times New Roman"/>
          <w:sz w:val="28"/>
          <w:szCs w:val="28"/>
          <w:lang w:val="uk-UA" w:eastAsia="uk-UA"/>
        </w:rPr>
        <w:t xml:space="preserve"> №_</w:t>
      </w:r>
      <w:r>
        <w:rPr>
          <w:rFonts w:ascii="Times New Roman" w:hAnsi="Times New Roman"/>
          <w:sz w:val="28"/>
          <w:szCs w:val="28"/>
          <w:lang w:val="uk-UA" w:eastAsia="uk-UA"/>
        </w:rPr>
        <w:t>___</w:t>
      </w: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660FB" w:rsidRDefault="001660FB" w:rsidP="009306ED">
      <w:pPr>
        <w:pStyle w:val="ListParagraph"/>
        <w:tabs>
          <w:tab w:val="left" w:pos="4253"/>
          <w:tab w:val="left" w:pos="6946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  <w:sectPr w:rsidR="001660FB" w:rsidSect="005B4A88">
          <w:pgSz w:w="11906" w:h="16838"/>
          <w:pgMar w:top="425" w:right="567" w:bottom="1134" w:left="709" w:header="709" w:footer="709" w:gutter="0"/>
          <w:cols w:space="708"/>
          <w:docGrid w:linePitch="360"/>
        </w:sect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1660FB" w:rsidRPr="009306ED" w:rsidRDefault="001660FB" w:rsidP="009306E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sectPr w:rsidR="001660FB" w:rsidRPr="009306ED" w:rsidSect="009306ED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091"/>
    <w:multiLevelType w:val="hybridMultilevel"/>
    <w:tmpl w:val="405C5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4C90E3A"/>
    <w:multiLevelType w:val="hybridMultilevel"/>
    <w:tmpl w:val="0B74B614"/>
    <w:lvl w:ilvl="0" w:tplc="AA6C9964">
      <w:start w:val="6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33F33"/>
    <w:multiLevelType w:val="hybridMultilevel"/>
    <w:tmpl w:val="24D44C58"/>
    <w:lvl w:ilvl="0" w:tplc="05AA9E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B70C2"/>
    <w:multiLevelType w:val="hybridMultilevel"/>
    <w:tmpl w:val="41D27DB4"/>
    <w:lvl w:ilvl="0" w:tplc="F6FCB2C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92B"/>
    <w:rsid w:val="00010F1D"/>
    <w:rsid w:val="00016523"/>
    <w:rsid w:val="00040163"/>
    <w:rsid w:val="000534D9"/>
    <w:rsid w:val="00057091"/>
    <w:rsid w:val="00070D5B"/>
    <w:rsid w:val="00071102"/>
    <w:rsid w:val="00090A93"/>
    <w:rsid w:val="00094734"/>
    <w:rsid w:val="000E12F1"/>
    <w:rsid w:val="000F13F9"/>
    <w:rsid w:val="000F229B"/>
    <w:rsid w:val="00116B21"/>
    <w:rsid w:val="001205BB"/>
    <w:rsid w:val="00134F60"/>
    <w:rsid w:val="001429AA"/>
    <w:rsid w:val="001503AF"/>
    <w:rsid w:val="001660FB"/>
    <w:rsid w:val="001901D1"/>
    <w:rsid w:val="001A506B"/>
    <w:rsid w:val="001B0AF7"/>
    <w:rsid w:val="001C51BF"/>
    <w:rsid w:val="001D5968"/>
    <w:rsid w:val="001E54E9"/>
    <w:rsid w:val="001E5613"/>
    <w:rsid w:val="00200E4B"/>
    <w:rsid w:val="00203B5C"/>
    <w:rsid w:val="00223DE5"/>
    <w:rsid w:val="002349E3"/>
    <w:rsid w:val="002519C3"/>
    <w:rsid w:val="00265C5B"/>
    <w:rsid w:val="002748C6"/>
    <w:rsid w:val="00295F86"/>
    <w:rsid w:val="002965B5"/>
    <w:rsid w:val="00296B84"/>
    <w:rsid w:val="002A41BB"/>
    <w:rsid w:val="002B6DD4"/>
    <w:rsid w:val="002E7E19"/>
    <w:rsid w:val="0031221E"/>
    <w:rsid w:val="0031799F"/>
    <w:rsid w:val="0034346B"/>
    <w:rsid w:val="00343C11"/>
    <w:rsid w:val="003465D6"/>
    <w:rsid w:val="003644DE"/>
    <w:rsid w:val="00366304"/>
    <w:rsid w:val="00374865"/>
    <w:rsid w:val="0039280A"/>
    <w:rsid w:val="00394AAA"/>
    <w:rsid w:val="00394E73"/>
    <w:rsid w:val="003E0FF0"/>
    <w:rsid w:val="003E6072"/>
    <w:rsid w:val="0040434E"/>
    <w:rsid w:val="0040752D"/>
    <w:rsid w:val="004168D7"/>
    <w:rsid w:val="00423A09"/>
    <w:rsid w:val="00434D75"/>
    <w:rsid w:val="00450DAF"/>
    <w:rsid w:val="0045355A"/>
    <w:rsid w:val="00457952"/>
    <w:rsid w:val="00483BD1"/>
    <w:rsid w:val="004956B7"/>
    <w:rsid w:val="004D533E"/>
    <w:rsid w:val="004E198E"/>
    <w:rsid w:val="00511EB6"/>
    <w:rsid w:val="00512D9D"/>
    <w:rsid w:val="005141F2"/>
    <w:rsid w:val="005377ED"/>
    <w:rsid w:val="00551355"/>
    <w:rsid w:val="00583152"/>
    <w:rsid w:val="00584121"/>
    <w:rsid w:val="005849A7"/>
    <w:rsid w:val="00584D8B"/>
    <w:rsid w:val="005A6098"/>
    <w:rsid w:val="005B4A88"/>
    <w:rsid w:val="005C12AD"/>
    <w:rsid w:val="005D2752"/>
    <w:rsid w:val="005D3B13"/>
    <w:rsid w:val="005E489C"/>
    <w:rsid w:val="005F3324"/>
    <w:rsid w:val="00633AF5"/>
    <w:rsid w:val="00644404"/>
    <w:rsid w:val="00660EAF"/>
    <w:rsid w:val="006662D1"/>
    <w:rsid w:val="0069201C"/>
    <w:rsid w:val="006A0828"/>
    <w:rsid w:val="006B287D"/>
    <w:rsid w:val="006B4036"/>
    <w:rsid w:val="006E504F"/>
    <w:rsid w:val="006F78BF"/>
    <w:rsid w:val="00707ACC"/>
    <w:rsid w:val="00721091"/>
    <w:rsid w:val="00724AA7"/>
    <w:rsid w:val="00752540"/>
    <w:rsid w:val="007547EE"/>
    <w:rsid w:val="0077143B"/>
    <w:rsid w:val="007B0A96"/>
    <w:rsid w:val="007B3005"/>
    <w:rsid w:val="007B4C52"/>
    <w:rsid w:val="007C1F63"/>
    <w:rsid w:val="007C4C35"/>
    <w:rsid w:val="007E44BC"/>
    <w:rsid w:val="007E5480"/>
    <w:rsid w:val="007F6A55"/>
    <w:rsid w:val="00803974"/>
    <w:rsid w:val="00811F47"/>
    <w:rsid w:val="00820092"/>
    <w:rsid w:val="008354EE"/>
    <w:rsid w:val="0084402C"/>
    <w:rsid w:val="008646D5"/>
    <w:rsid w:val="00867D22"/>
    <w:rsid w:val="00874916"/>
    <w:rsid w:val="00890612"/>
    <w:rsid w:val="00894257"/>
    <w:rsid w:val="00894603"/>
    <w:rsid w:val="008A06F9"/>
    <w:rsid w:val="008A6D1B"/>
    <w:rsid w:val="008B688B"/>
    <w:rsid w:val="008B784E"/>
    <w:rsid w:val="008D5C76"/>
    <w:rsid w:val="008D6E52"/>
    <w:rsid w:val="008E5F32"/>
    <w:rsid w:val="008E727C"/>
    <w:rsid w:val="008F0443"/>
    <w:rsid w:val="008F3FE9"/>
    <w:rsid w:val="00912382"/>
    <w:rsid w:val="0091675E"/>
    <w:rsid w:val="00916C6C"/>
    <w:rsid w:val="00923CB5"/>
    <w:rsid w:val="009306ED"/>
    <w:rsid w:val="00931D14"/>
    <w:rsid w:val="009564C1"/>
    <w:rsid w:val="00964CAA"/>
    <w:rsid w:val="00964D20"/>
    <w:rsid w:val="00965DAD"/>
    <w:rsid w:val="00984348"/>
    <w:rsid w:val="009852DE"/>
    <w:rsid w:val="00991042"/>
    <w:rsid w:val="009948F1"/>
    <w:rsid w:val="009A1623"/>
    <w:rsid w:val="009B4E02"/>
    <w:rsid w:val="009C2FBE"/>
    <w:rsid w:val="009C4D32"/>
    <w:rsid w:val="00A2655D"/>
    <w:rsid w:val="00A36E14"/>
    <w:rsid w:val="00A37448"/>
    <w:rsid w:val="00A51394"/>
    <w:rsid w:val="00A55FB0"/>
    <w:rsid w:val="00A56AA1"/>
    <w:rsid w:val="00A660F4"/>
    <w:rsid w:val="00A820CA"/>
    <w:rsid w:val="00A949D2"/>
    <w:rsid w:val="00A95C2C"/>
    <w:rsid w:val="00AC1BE6"/>
    <w:rsid w:val="00B01F7D"/>
    <w:rsid w:val="00B07AC0"/>
    <w:rsid w:val="00B20C48"/>
    <w:rsid w:val="00B329BB"/>
    <w:rsid w:val="00B44B4F"/>
    <w:rsid w:val="00B45492"/>
    <w:rsid w:val="00B54DF0"/>
    <w:rsid w:val="00B6611C"/>
    <w:rsid w:val="00B73E9B"/>
    <w:rsid w:val="00B84A8C"/>
    <w:rsid w:val="00B9397E"/>
    <w:rsid w:val="00B94800"/>
    <w:rsid w:val="00BA092B"/>
    <w:rsid w:val="00BA579E"/>
    <w:rsid w:val="00BC568F"/>
    <w:rsid w:val="00C05EC5"/>
    <w:rsid w:val="00C1597B"/>
    <w:rsid w:val="00C3538F"/>
    <w:rsid w:val="00C416F4"/>
    <w:rsid w:val="00C438AB"/>
    <w:rsid w:val="00C51AF9"/>
    <w:rsid w:val="00CA6E82"/>
    <w:rsid w:val="00CD591D"/>
    <w:rsid w:val="00CE4BDD"/>
    <w:rsid w:val="00CF634A"/>
    <w:rsid w:val="00CF7521"/>
    <w:rsid w:val="00D07FA0"/>
    <w:rsid w:val="00D13BBC"/>
    <w:rsid w:val="00D172A8"/>
    <w:rsid w:val="00D34F73"/>
    <w:rsid w:val="00D53201"/>
    <w:rsid w:val="00D728A4"/>
    <w:rsid w:val="00D90879"/>
    <w:rsid w:val="00D922BC"/>
    <w:rsid w:val="00DA20A3"/>
    <w:rsid w:val="00DA3A3F"/>
    <w:rsid w:val="00DC13E0"/>
    <w:rsid w:val="00DC1BDD"/>
    <w:rsid w:val="00DD2943"/>
    <w:rsid w:val="00DE0796"/>
    <w:rsid w:val="00DF689D"/>
    <w:rsid w:val="00E25D8D"/>
    <w:rsid w:val="00E32EF4"/>
    <w:rsid w:val="00E47056"/>
    <w:rsid w:val="00E5480A"/>
    <w:rsid w:val="00E734DE"/>
    <w:rsid w:val="00E8040C"/>
    <w:rsid w:val="00E80789"/>
    <w:rsid w:val="00E81D73"/>
    <w:rsid w:val="00E87701"/>
    <w:rsid w:val="00EC135B"/>
    <w:rsid w:val="00EC30DF"/>
    <w:rsid w:val="00ED3182"/>
    <w:rsid w:val="00EE646F"/>
    <w:rsid w:val="00EF10F5"/>
    <w:rsid w:val="00F41D4C"/>
    <w:rsid w:val="00F60840"/>
    <w:rsid w:val="00F8359A"/>
    <w:rsid w:val="00F86BB6"/>
    <w:rsid w:val="00FB68CB"/>
    <w:rsid w:val="00FB7EC0"/>
    <w:rsid w:val="00FD1CC8"/>
    <w:rsid w:val="00FF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38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9280A"/>
    <w:pPr>
      <w:ind w:left="720"/>
      <w:contextualSpacing/>
    </w:pPr>
  </w:style>
  <w:style w:type="table" w:styleId="TableGrid">
    <w:name w:val="Table Grid"/>
    <w:basedOn w:val="TableNormal"/>
    <w:uiPriority w:val="99"/>
    <w:rsid w:val="00E4705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rsid w:val="009910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1333</TotalTime>
  <Pages>7</Pages>
  <Words>1269</Words>
  <Characters>7236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106</cp:revision>
  <cp:lastPrinted>2020-09-16T10:33:00Z</cp:lastPrinted>
  <dcterms:created xsi:type="dcterms:W3CDTF">2017-06-21T08:35:00Z</dcterms:created>
  <dcterms:modified xsi:type="dcterms:W3CDTF">2020-09-16T10:38:00Z</dcterms:modified>
</cp:coreProperties>
</file>