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97" w:rsidRDefault="00A73697" w:rsidP="00612A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697" w:rsidRPr="004E198E" w:rsidRDefault="00A73697" w:rsidP="00CD097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 w:rsidRPr="004E198E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A73697" w:rsidRPr="004E198E" w:rsidRDefault="00A73697" w:rsidP="00CD09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0E07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1.25pt;visibility:visible">
            <v:imagedata r:id="rId7" o:title=""/>
          </v:shape>
        </w:pict>
      </w:r>
    </w:p>
    <w:p w:rsidR="00A73697" w:rsidRPr="004E198E" w:rsidRDefault="00A73697" w:rsidP="00CD097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МАРКІВСЬКА СЕЛИЩНА РАДА</w:t>
      </w:r>
    </w:p>
    <w:p w:rsidR="00A73697" w:rsidRPr="004E198E" w:rsidRDefault="00A73697" w:rsidP="00CD0970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МАРКІВСЬКОГО РАЙОНУ ЛУГАНСЬКОЇ ОБЛАСТІ</w:t>
      </w:r>
    </w:p>
    <w:p w:rsidR="00A73697" w:rsidRPr="004E198E" w:rsidRDefault="00A73697" w:rsidP="00CD097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A73697" w:rsidRPr="004E198E" w:rsidRDefault="00A73697" w:rsidP="00CD09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697" w:rsidRPr="004E198E" w:rsidRDefault="00A73697" w:rsidP="00CD097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198E">
        <w:rPr>
          <w:rFonts w:ascii="Times New Roman" w:hAnsi="Times New Roman"/>
          <w:b/>
          <w:sz w:val="28"/>
          <w:szCs w:val="28"/>
        </w:rPr>
        <w:t>РІШЕННЯ</w:t>
      </w:r>
    </w:p>
    <w:p w:rsidR="00A73697" w:rsidRPr="004E198E" w:rsidRDefault="00A73697" w:rsidP="00CD09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A73697" w:rsidRPr="004E198E" w:rsidTr="008A6D1B">
        <w:tc>
          <w:tcPr>
            <w:tcW w:w="3209" w:type="dxa"/>
          </w:tcPr>
          <w:p w:rsidR="00A73697" w:rsidRPr="004E198E" w:rsidRDefault="00A73697" w:rsidP="008A6D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16 вересня </w:t>
            </w:r>
            <w:r w:rsidRPr="004E198E">
              <w:rPr>
                <w:rFonts w:ascii="Times New Roman" w:hAnsi="Times New Roman"/>
                <w:sz w:val="28"/>
                <w:szCs w:val="28"/>
                <w:u w:val="single"/>
              </w:rPr>
              <w:t>2020</w:t>
            </w:r>
          </w:p>
        </w:tc>
        <w:tc>
          <w:tcPr>
            <w:tcW w:w="3209" w:type="dxa"/>
          </w:tcPr>
          <w:p w:rsidR="00A73697" w:rsidRPr="004E198E" w:rsidRDefault="00A73697" w:rsidP="008A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смт Марківка</w:t>
            </w:r>
          </w:p>
          <w:p w:rsidR="00A73697" w:rsidRPr="004E198E" w:rsidRDefault="00A73697" w:rsidP="008A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A73697" w:rsidRPr="004E198E" w:rsidRDefault="00A73697" w:rsidP="008A6D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62D6">
              <w:rPr>
                <w:rFonts w:ascii="Times New Roman" w:hAnsi="Times New Roman"/>
                <w:sz w:val="28"/>
                <w:szCs w:val="28"/>
                <w:u w:val="single"/>
              </w:rPr>
              <w:t>232</w:t>
            </w:r>
            <w:r w:rsidRPr="004E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73697" w:rsidRPr="004E198E" w:rsidRDefault="00A73697" w:rsidP="008A6D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3697" w:rsidRPr="006662D1" w:rsidRDefault="00A73697" w:rsidP="00D81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73697" w:rsidRPr="002E7E19" w:rsidRDefault="00A73697" w:rsidP="002E7E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7E19">
        <w:rPr>
          <w:rFonts w:ascii="Times New Roman" w:hAnsi="Times New Roman"/>
          <w:b/>
          <w:sz w:val="28"/>
          <w:szCs w:val="28"/>
          <w:lang w:eastAsia="ru-RU"/>
        </w:rPr>
        <w:t>Про встановлення розміру батьківської плати за харчування дітей в комунальних з</w:t>
      </w:r>
      <w:r>
        <w:rPr>
          <w:rFonts w:ascii="Times New Roman" w:hAnsi="Times New Roman"/>
          <w:b/>
          <w:sz w:val="28"/>
          <w:szCs w:val="28"/>
          <w:lang w:eastAsia="ru-RU"/>
        </w:rPr>
        <w:t>акладах дошкільної освіти у 2020</w:t>
      </w:r>
      <w:r w:rsidRPr="002E7E19">
        <w:rPr>
          <w:rFonts w:ascii="Times New Roman" w:hAnsi="Times New Roman"/>
          <w:b/>
          <w:sz w:val="28"/>
          <w:szCs w:val="28"/>
          <w:lang w:eastAsia="ru-RU"/>
        </w:rPr>
        <w:t xml:space="preserve"> році</w:t>
      </w:r>
    </w:p>
    <w:p w:rsidR="00A73697" w:rsidRPr="006662D1" w:rsidRDefault="00A73697" w:rsidP="0064287B">
      <w:pPr>
        <w:spacing w:after="0"/>
        <w:rPr>
          <w:rFonts w:ascii="Times New Roman" w:hAnsi="Times New Roman"/>
          <w:sz w:val="28"/>
          <w:szCs w:val="28"/>
        </w:rPr>
      </w:pPr>
    </w:p>
    <w:p w:rsidR="00A73697" w:rsidRDefault="00A73697" w:rsidP="002E7E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E19">
        <w:rPr>
          <w:rFonts w:ascii="Times New Roman" w:hAnsi="Times New Roman"/>
          <w:sz w:val="28"/>
          <w:szCs w:val="28"/>
          <w:lang w:eastAsia="ru-RU"/>
        </w:rPr>
        <w:t xml:space="preserve">Керуючись статтями 14, 25, 53 Закону України «Про освіту», статтею 35  Закону України «Про дошкільну освіту», статтями 5, 6 Закону України «Про охорону дитинства», відповідно до Порядку встановлення плати для батьків за перебування дітей у державних і комунальних дошкільних та інтернатних закладах, затвердженого наказом Міністерства освіти і науки України від 21.11.2002 № 667 (зі змінами, внесеними наказом МОН України від 08.04.2016 № 402), на виконання Норм харчування у навчальних та дитячих закладах оздоровлення та відпочинку, затверджених постановою Кабінету Міністрів України від 22.11.2004 № 1591, Порядку організації харчування дітей у навчальних та оздоровчих закладах, </w:t>
      </w:r>
      <w:r w:rsidRPr="002E7E19">
        <w:rPr>
          <w:rFonts w:ascii="Times New Roman" w:hAnsi="Times New Roman"/>
          <w:color w:val="000000"/>
          <w:sz w:val="28"/>
          <w:szCs w:val="28"/>
          <w:lang w:eastAsia="ru-RU"/>
        </w:rPr>
        <w:t>затвердженого наказом Міністерства охорони здоров’я України, Міністерства освіти і науки України від 01.06.2005 № 242/329, зареєстрованого у Міністерстві юстиції України 15.06.2005 за № 661/10941,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 Інструкції з організації харчування дітей у дошкільних навчальних закладах, </w:t>
      </w:r>
      <w:r w:rsidRPr="002E7E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затвердженої наказом Міністерства освіти і науки України, Міністерства охорони здоров’я України від 17.04.2006 № 298/227, зареєстрованої у Міністерстві юстиції України 05.05.2006 за № 523/12397, 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Санітарного регламенту для дошкільних навчальних закладів, затвердженого наказом Міністерства охорони здоров’я України від 24.03.2016 № 234, зареєстрованого в Міністерстві юстиції України  </w:t>
      </w:r>
      <w:r w:rsidRPr="002E7E19">
        <w:rPr>
          <w:rFonts w:ascii="Times New Roman" w:hAnsi="Times New Roman"/>
          <w:bCs/>
          <w:sz w:val="28"/>
          <w:szCs w:val="28"/>
          <w:lang w:eastAsia="ru-RU"/>
        </w:rPr>
        <w:t>14.04.2016 за № 563/28693,</w:t>
      </w:r>
      <w:r w:rsidRPr="002E7E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E7E19">
        <w:rPr>
          <w:rFonts w:ascii="Times New Roman" w:hAnsi="Times New Roman"/>
          <w:sz w:val="28"/>
          <w:szCs w:val="28"/>
          <w:lang w:eastAsia="ru-RU"/>
        </w:rPr>
        <w:t>з метою соціального захисту дітей, охорони й зміцнення здоров’я, забезпечення дітей закладів дошкільної освіти  повноцінн</w:t>
      </w:r>
      <w:r>
        <w:rPr>
          <w:rFonts w:ascii="Times New Roman" w:hAnsi="Times New Roman"/>
          <w:sz w:val="28"/>
          <w:szCs w:val="28"/>
          <w:lang w:eastAsia="ru-RU"/>
        </w:rPr>
        <w:t>им та якісним харчуванням у 2020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 році,</w:t>
      </w:r>
      <w:r>
        <w:rPr>
          <w:rFonts w:ascii="Times New Roman" w:hAnsi="Times New Roman"/>
          <w:sz w:val="28"/>
          <w:szCs w:val="28"/>
          <w:lang w:eastAsia="ru-RU"/>
        </w:rPr>
        <w:t xml:space="preserve"> відповідно до п.п. 6 ст. 32 Закону України «Про місцеве самоврядування в Україні», виконавчий комітет Марківської селищної ради,</w:t>
      </w:r>
    </w:p>
    <w:p w:rsidR="00A73697" w:rsidRDefault="00A73697" w:rsidP="00CD09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3697" w:rsidRDefault="00A73697" w:rsidP="00CD09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D0970">
        <w:rPr>
          <w:rFonts w:ascii="Times New Roman" w:hAnsi="Times New Roman"/>
          <w:b/>
          <w:sz w:val="28"/>
          <w:szCs w:val="28"/>
          <w:lang w:eastAsia="ru-RU"/>
        </w:rPr>
        <w:t>вирішив:</w:t>
      </w:r>
    </w:p>
    <w:p w:rsidR="00A73697" w:rsidRPr="00CD0970" w:rsidRDefault="00A73697" w:rsidP="00CD09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73697" w:rsidRDefault="00A73697" w:rsidP="002E7E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становити розмір батьківської плати за харчування дітей в комунальних закладах дошкільної освіти, а саме: селищних КДНЗ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2E7E19">
        <w:rPr>
          <w:rFonts w:ascii="Times New Roman" w:hAnsi="Times New Roman"/>
          <w:sz w:val="28"/>
          <w:szCs w:val="28"/>
          <w:lang w:eastAsia="ru-RU"/>
        </w:rPr>
        <w:t>№ 1 «Теремок», № 3 «Колосочок»</w:t>
      </w:r>
      <w:r>
        <w:rPr>
          <w:rFonts w:ascii="Times New Roman" w:hAnsi="Times New Roman"/>
          <w:sz w:val="28"/>
          <w:szCs w:val="28"/>
          <w:lang w:eastAsia="ru-RU"/>
        </w:rPr>
        <w:t xml:space="preserve"> та КДНЗ «Надія» в с. Курячівка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 - 60% від фактичної вартості харчування однієї дитини на день в сумі 18,0 грн.</w:t>
      </w:r>
    </w:p>
    <w:p w:rsidR="00A73697" w:rsidRPr="002E7E19" w:rsidRDefault="00A73697" w:rsidP="002E7E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3697" w:rsidRDefault="00A73697" w:rsidP="002E7E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E19">
        <w:rPr>
          <w:rFonts w:ascii="Times New Roman" w:hAnsi="Times New Roman"/>
          <w:sz w:val="28"/>
          <w:szCs w:val="28"/>
          <w:lang w:eastAsia="ru-RU"/>
        </w:rPr>
        <w:t>2. Звільнити батьків дітей, потерпілих внаслідок аварії на Чорнобильській АЕС, осіб, які оформили опіку над неповнолітніми дітьми-сиротами та дітьми, позбавленими батьківського піклування,</w:t>
      </w:r>
      <w:r>
        <w:rPr>
          <w:rFonts w:ascii="Times New Roman" w:hAnsi="Times New Roman"/>
          <w:sz w:val="28"/>
          <w:szCs w:val="28"/>
          <w:lang w:eastAsia="ru-RU"/>
        </w:rPr>
        <w:t xml:space="preserve"> дітей вимушених переселенців, дітей батьки яких є учасниками АТО\ООС,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 а також дітей з малозабезпечених сімей від батьківської плати за харчування.</w:t>
      </w:r>
    </w:p>
    <w:p w:rsidR="00A73697" w:rsidRDefault="00A73697" w:rsidP="002E7E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3697" w:rsidRPr="007B62D6" w:rsidRDefault="00A73697" w:rsidP="003537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2E7E19">
        <w:rPr>
          <w:rFonts w:ascii="Times New Roman" w:hAnsi="Times New Roman"/>
          <w:sz w:val="28"/>
          <w:szCs w:val="28"/>
          <w:lang w:eastAsia="ru-RU"/>
        </w:rPr>
        <w:t>3. Розмір плати за харчування дітей зменшувати на 50% для батьків, у сім</w:t>
      </w:r>
      <w:r w:rsidRPr="00346DBD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2E7E19">
        <w:rPr>
          <w:rFonts w:ascii="Times New Roman" w:hAnsi="Times New Roman"/>
          <w:sz w:val="28"/>
          <w:szCs w:val="28"/>
          <w:lang w:eastAsia="ru-RU"/>
        </w:rPr>
        <w:t>ях яких троє і більше дітей та мають посвідчення багатодітної родини.</w:t>
      </w:r>
    </w:p>
    <w:p w:rsidR="00A73697" w:rsidRPr="007B62D6" w:rsidRDefault="00A73697" w:rsidP="003537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3537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4</w:t>
      </w:r>
      <w:r w:rsidRPr="002E7E19">
        <w:rPr>
          <w:rFonts w:ascii="Times New Roman" w:hAnsi="Times New Roman"/>
          <w:sz w:val="28"/>
          <w:szCs w:val="28"/>
          <w:lang w:eastAsia="ru-RU"/>
        </w:rPr>
        <w:t>. Батьківську плату за харчування в дитячих садках вносити тільки за дні відвідування дитиною дошкільного навчального закладу.</w:t>
      </w:r>
    </w:p>
    <w:p w:rsidR="00A73697" w:rsidRPr="002E7E19" w:rsidRDefault="00A73697" w:rsidP="002E7E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3697" w:rsidRPr="002E7E19" w:rsidRDefault="00A73697" w:rsidP="002E7E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E7E19">
        <w:rPr>
          <w:rFonts w:ascii="Times New Roman" w:hAnsi="Times New Roman"/>
          <w:sz w:val="28"/>
          <w:szCs w:val="28"/>
          <w:lang w:eastAsia="ru-RU"/>
        </w:rPr>
        <w:t>3</w:t>
      </w:r>
      <w:r w:rsidRPr="002E7E19">
        <w:rPr>
          <w:rFonts w:ascii="Times New Roman" w:hAnsi="Times New Roman"/>
          <w:sz w:val="28"/>
          <w:szCs w:val="28"/>
          <w:lang w:val="ru-RU" w:eastAsia="ru-RU"/>
        </w:rPr>
        <w:t>. Контроль з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 виконанням цього рішення </w:t>
      </w:r>
      <w:r w:rsidRPr="002E7E19">
        <w:rPr>
          <w:rFonts w:ascii="Times New Roman" w:hAnsi="Times New Roman"/>
          <w:sz w:val="28"/>
          <w:szCs w:val="28"/>
          <w:lang w:val="ru-RU" w:eastAsia="ru-RU"/>
        </w:rPr>
        <w:t xml:space="preserve">покласти на заступника голови  </w:t>
      </w:r>
      <w:r>
        <w:rPr>
          <w:rFonts w:ascii="Times New Roman" w:hAnsi="Times New Roman"/>
          <w:sz w:val="28"/>
          <w:szCs w:val="28"/>
          <w:lang w:val="ru-RU" w:eastAsia="ru-RU"/>
        </w:rPr>
        <w:t>селищної ради Володимира ЛИЧМАНА</w:t>
      </w:r>
      <w:r w:rsidRPr="002E7E1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73697" w:rsidRPr="007B62D6" w:rsidRDefault="00A73697" w:rsidP="00103981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3697" w:rsidRPr="007B62D6" w:rsidRDefault="00A73697" w:rsidP="00103981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3697" w:rsidRPr="006662D1" w:rsidRDefault="00A73697" w:rsidP="0064287B">
      <w:pPr>
        <w:spacing w:after="0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Селищний г</w:t>
      </w:r>
      <w:r w:rsidRPr="00964D20">
        <w:rPr>
          <w:rFonts w:ascii="Times New Roman" w:hAnsi="Times New Roman"/>
          <w:sz w:val="28"/>
          <w:szCs w:val="24"/>
          <w:lang w:eastAsia="ru-RU"/>
        </w:rPr>
        <w:t>олова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</w:t>
      </w:r>
      <w:r w:rsidRPr="00964D20">
        <w:rPr>
          <w:rFonts w:ascii="Times New Roman" w:hAnsi="Times New Roman"/>
          <w:sz w:val="28"/>
          <w:szCs w:val="24"/>
          <w:lang w:eastAsia="ru-RU"/>
        </w:rPr>
        <w:t>І</w:t>
      </w:r>
      <w:r>
        <w:rPr>
          <w:rFonts w:ascii="Times New Roman" w:hAnsi="Times New Roman"/>
          <w:sz w:val="28"/>
          <w:szCs w:val="24"/>
          <w:lang w:eastAsia="ru-RU"/>
        </w:rPr>
        <w:t xml:space="preserve">гор </w:t>
      </w:r>
      <w:r w:rsidRPr="00964D20">
        <w:rPr>
          <w:rFonts w:ascii="Times New Roman" w:hAnsi="Times New Roman"/>
          <w:sz w:val="28"/>
          <w:szCs w:val="24"/>
          <w:lang w:eastAsia="ru-RU"/>
        </w:rPr>
        <w:t>Д</w:t>
      </w:r>
      <w:r>
        <w:rPr>
          <w:rFonts w:ascii="Times New Roman" w:hAnsi="Times New Roman"/>
          <w:sz w:val="28"/>
          <w:szCs w:val="24"/>
          <w:lang w:eastAsia="ru-RU"/>
        </w:rPr>
        <w:t>ЗЮБА</w:t>
      </w: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7D17C1">
      <w:pPr>
        <w:pStyle w:val="ListParagraph"/>
        <w:tabs>
          <w:tab w:val="left" w:pos="4253"/>
          <w:tab w:val="left" w:pos="7088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73697" w:rsidRDefault="00A73697" w:rsidP="00E3748E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E3748E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A73697" w:rsidRDefault="00A73697" w:rsidP="002E7E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sectPr w:rsidR="00A73697" w:rsidSect="006672D0">
      <w:headerReference w:type="default" r:id="rId8"/>
      <w:pgSz w:w="11906" w:h="16838"/>
      <w:pgMar w:top="1134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697" w:rsidRDefault="00A73697" w:rsidP="003B699E">
      <w:pPr>
        <w:spacing w:after="0" w:line="240" w:lineRule="auto"/>
      </w:pPr>
      <w:r>
        <w:separator/>
      </w:r>
    </w:p>
  </w:endnote>
  <w:endnote w:type="continuationSeparator" w:id="0">
    <w:p w:rsidR="00A73697" w:rsidRDefault="00A73697" w:rsidP="003B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697" w:rsidRDefault="00A73697" w:rsidP="003B699E">
      <w:pPr>
        <w:spacing w:after="0" w:line="240" w:lineRule="auto"/>
      </w:pPr>
      <w:r>
        <w:separator/>
      </w:r>
    </w:p>
  </w:footnote>
  <w:footnote w:type="continuationSeparator" w:id="0">
    <w:p w:rsidR="00A73697" w:rsidRDefault="00A73697" w:rsidP="003B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697" w:rsidRDefault="00A73697">
    <w:pPr>
      <w:pStyle w:val="Header"/>
      <w:jc w:val="center"/>
    </w:pPr>
  </w:p>
  <w:p w:rsidR="00A73697" w:rsidRPr="005662A6" w:rsidRDefault="00A73697" w:rsidP="00134D11">
    <w:pPr>
      <w:pStyle w:val="Header"/>
      <w:jc w:val="center"/>
      <w:rPr>
        <w:rFonts w:ascii="Times New Roman" w:hAnsi="Times New Roman"/>
        <w:sz w:val="28"/>
        <w:szCs w:val="28"/>
      </w:rPr>
    </w:pPr>
  </w:p>
  <w:p w:rsidR="00A73697" w:rsidRDefault="00A736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5490"/>
    <w:multiLevelType w:val="hybridMultilevel"/>
    <w:tmpl w:val="7712640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DA1E50"/>
    <w:multiLevelType w:val="hybridMultilevel"/>
    <w:tmpl w:val="F53ED312"/>
    <w:lvl w:ilvl="0" w:tplc="388CE04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269A1FAD"/>
    <w:multiLevelType w:val="hybridMultilevel"/>
    <w:tmpl w:val="86329DF6"/>
    <w:lvl w:ilvl="0" w:tplc="D390F730">
      <w:start w:val="7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">
    <w:nsid w:val="29724408"/>
    <w:multiLevelType w:val="hybridMultilevel"/>
    <w:tmpl w:val="C750CF0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115377"/>
    <w:multiLevelType w:val="hybridMultilevel"/>
    <w:tmpl w:val="CD76A4C4"/>
    <w:lvl w:ilvl="0" w:tplc="7DDA911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820821"/>
    <w:multiLevelType w:val="hybridMultilevel"/>
    <w:tmpl w:val="D4A424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3596BD0"/>
    <w:multiLevelType w:val="hybridMultilevel"/>
    <w:tmpl w:val="6F5EDDA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0F6134"/>
    <w:multiLevelType w:val="hybridMultilevel"/>
    <w:tmpl w:val="D1EE27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FD97456"/>
    <w:multiLevelType w:val="hybridMultilevel"/>
    <w:tmpl w:val="EF9858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F2A"/>
    <w:rsid w:val="00003B13"/>
    <w:rsid w:val="000104E0"/>
    <w:rsid w:val="00021D82"/>
    <w:rsid w:val="00023C68"/>
    <w:rsid w:val="00025456"/>
    <w:rsid w:val="00034ED4"/>
    <w:rsid w:val="00050231"/>
    <w:rsid w:val="0005247C"/>
    <w:rsid w:val="00055D72"/>
    <w:rsid w:val="0006108A"/>
    <w:rsid w:val="00081266"/>
    <w:rsid w:val="00082035"/>
    <w:rsid w:val="0008331D"/>
    <w:rsid w:val="000864B1"/>
    <w:rsid w:val="000904D6"/>
    <w:rsid w:val="000A0DCE"/>
    <w:rsid w:val="000A49B1"/>
    <w:rsid w:val="000A5157"/>
    <w:rsid w:val="000B31D9"/>
    <w:rsid w:val="000C3AE1"/>
    <w:rsid w:val="000E0C27"/>
    <w:rsid w:val="000E3D11"/>
    <w:rsid w:val="000F129E"/>
    <w:rsid w:val="00103981"/>
    <w:rsid w:val="00134D11"/>
    <w:rsid w:val="0017163A"/>
    <w:rsid w:val="00194B09"/>
    <w:rsid w:val="001A07A6"/>
    <w:rsid w:val="001A0B4B"/>
    <w:rsid w:val="001A4C76"/>
    <w:rsid w:val="001A4D6E"/>
    <w:rsid w:val="001A5B14"/>
    <w:rsid w:val="001B419A"/>
    <w:rsid w:val="001E2FA1"/>
    <w:rsid w:val="002131DE"/>
    <w:rsid w:val="00216370"/>
    <w:rsid w:val="0021798F"/>
    <w:rsid w:val="002327AB"/>
    <w:rsid w:val="00233A17"/>
    <w:rsid w:val="002570F6"/>
    <w:rsid w:val="00262C13"/>
    <w:rsid w:val="0026457E"/>
    <w:rsid w:val="00266BAB"/>
    <w:rsid w:val="00294160"/>
    <w:rsid w:val="002A1B01"/>
    <w:rsid w:val="002A236A"/>
    <w:rsid w:val="002A6CFC"/>
    <w:rsid w:val="002A7B29"/>
    <w:rsid w:val="002B2211"/>
    <w:rsid w:val="002D4998"/>
    <w:rsid w:val="002E7E19"/>
    <w:rsid w:val="002F0831"/>
    <w:rsid w:val="002F16F9"/>
    <w:rsid w:val="0031704C"/>
    <w:rsid w:val="0032354D"/>
    <w:rsid w:val="00324CB7"/>
    <w:rsid w:val="00334031"/>
    <w:rsid w:val="00346DBD"/>
    <w:rsid w:val="00347344"/>
    <w:rsid w:val="003537B3"/>
    <w:rsid w:val="00372018"/>
    <w:rsid w:val="0038038E"/>
    <w:rsid w:val="0038770F"/>
    <w:rsid w:val="003A2063"/>
    <w:rsid w:val="003B699E"/>
    <w:rsid w:val="003C0B1A"/>
    <w:rsid w:val="003C2C97"/>
    <w:rsid w:val="003C7334"/>
    <w:rsid w:val="003D5EB1"/>
    <w:rsid w:val="003E7BC2"/>
    <w:rsid w:val="003E7D05"/>
    <w:rsid w:val="004100E4"/>
    <w:rsid w:val="00421CAC"/>
    <w:rsid w:val="00434241"/>
    <w:rsid w:val="00453F62"/>
    <w:rsid w:val="004544E6"/>
    <w:rsid w:val="0045774C"/>
    <w:rsid w:val="00457DCC"/>
    <w:rsid w:val="00476187"/>
    <w:rsid w:val="00480CF5"/>
    <w:rsid w:val="0048178F"/>
    <w:rsid w:val="00482154"/>
    <w:rsid w:val="004A140E"/>
    <w:rsid w:val="004A399C"/>
    <w:rsid w:val="004C15D1"/>
    <w:rsid w:val="004D1DF0"/>
    <w:rsid w:val="004D712B"/>
    <w:rsid w:val="004E198E"/>
    <w:rsid w:val="004E6598"/>
    <w:rsid w:val="00503CF5"/>
    <w:rsid w:val="0051043C"/>
    <w:rsid w:val="005343C2"/>
    <w:rsid w:val="00542085"/>
    <w:rsid w:val="00552F0F"/>
    <w:rsid w:val="005662A6"/>
    <w:rsid w:val="005708A6"/>
    <w:rsid w:val="00574F16"/>
    <w:rsid w:val="00580C4E"/>
    <w:rsid w:val="005925D2"/>
    <w:rsid w:val="005967B6"/>
    <w:rsid w:val="00596D72"/>
    <w:rsid w:val="005A0469"/>
    <w:rsid w:val="005D2976"/>
    <w:rsid w:val="005D5512"/>
    <w:rsid w:val="005E058A"/>
    <w:rsid w:val="005E1775"/>
    <w:rsid w:val="005F106E"/>
    <w:rsid w:val="006026E0"/>
    <w:rsid w:val="00612A11"/>
    <w:rsid w:val="006134B3"/>
    <w:rsid w:val="00626D0C"/>
    <w:rsid w:val="00637ED8"/>
    <w:rsid w:val="00640E7A"/>
    <w:rsid w:val="0064287B"/>
    <w:rsid w:val="00650A1D"/>
    <w:rsid w:val="0065201E"/>
    <w:rsid w:val="006616A4"/>
    <w:rsid w:val="00663E54"/>
    <w:rsid w:val="006662D1"/>
    <w:rsid w:val="006672D0"/>
    <w:rsid w:val="00667A01"/>
    <w:rsid w:val="00674E3F"/>
    <w:rsid w:val="0068218A"/>
    <w:rsid w:val="00694A9C"/>
    <w:rsid w:val="00696F78"/>
    <w:rsid w:val="006B3CB5"/>
    <w:rsid w:val="006D0FF5"/>
    <w:rsid w:val="007001AF"/>
    <w:rsid w:val="007049D5"/>
    <w:rsid w:val="0071126E"/>
    <w:rsid w:val="00715AFE"/>
    <w:rsid w:val="0073279C"/>
    <w:rsid w:val="0074102D"/>
    <w:rsid w:val="007467CA"/>
    <w:rsid w:val="00750E07"/>
    <w:rsid w:val="00755DAC"/>
    <w:rsid w:val="007566B6"/>
    <w:rsid w:val="00756ADF"/>
    <w:rsid w:val="00756CD6"/>
    <w:rsid w:val="00757A16"/>
    <w:rsid w:val="0076101E"/>
    <w:rsid w:val="007629CC"/>
    <w:rsid w:val="0078629F"/>
    <w:rsid w:val="00793146"/>
    <w:rsid w:val="00793B5A"/>
    <w:rsid w:val="007A1564"/>
    <w:rsid w:val="007A4EEF"/>
    <w:rsid w:val="007A54D2"/>
    <w:rsid w:val="007B62D6"/>
    <w:rsid w:val="007B68B8"/>
    <w:rsid w:val="007C41AC"/>
    <w:rsid w:val="007D17C1"/>
    <w:rsid w:val="007D5D86"/>
    <w:rsid w:val="007D6D29"/>
    <w:rsid w:val="007E0CA9"/>
    <w:rsid w:val="007E6F59"/>
    <w:rsid w:val="007F7B7D"/>
    <w:rsid w:val="00837F2A"/>
    <w:rsid w:val="00856332"/>
    <w:rsid w:val="00863E26"/>
    <w:rsid w:val="00874653"/>
    <w:rsid w:val="00880160"/>
    <w:rsid w:val="008A06F9"/>
    <w:rsid w:val="008A6D1B"/>
    <w:rsid w:val="008B4DC5"/>
    <w:rsid w:val="008C2077"/>
    <w:rsid w:val="008C2363"/>
    <w:rsid w:val="008D0519"/>
    <w:rsid w:val="008D20D9"/>
    <w:rsid w:val="008D671E"/>
    <w:rsid w:val="008F32CB"/>
    <w:rsid w:val="009115C4"/>
    <w:rsid w:val="0091225B"/>
    <w:rsid w:val="00913CF3"/>
    <w:rsid w:val="00950926"/>
    <w:rsid w:val="009533D9"/>
    <w:rsid w:val="009557D4"/>
    <w:rsid w:val="00964D20"/>
    <w:rsid w:val="00967A36"/>
    <w:rsid w:val="00970018"/>
    <w:rsid w:val="00972002"/>
    <w:rsid w:val="00975027"/>
    <w:rsid w:val="00984F10"/>
    <w:rsid w:val="00985948"/>
    <w:rsid w:val="009B17DD"/>
    <w:rsid w:val="009B6067"/>
    <w:rsid w:val="009C252D"/>
    <w:rsid w:val="009C6835"/>
    <w:rsid w:val="009D73AE"/>
    <w:rsid w:val="009E55BE"/>
    <w:rsid w:val="009F6842"/>
    <w:rsid w:val="009F7C5D"/>
    <w:rsid w:val="00A02648"/>
    <w:rsid w:val="00A06F8B"/>
    <w:rsid w:val="00A12BC4"/>
    <w:rsid w:val="00A30FC6"/>
    <w:rsid w:val="00A32DF4"/>
    <w:rsid w:val="00A376BF"/>
    <w:rsid w:val="00A50661"/>
    <w:rsid w:val="00A5197C"/>
    <w:rsid w:val="00A62CD5"/>
    <w:rsid w:val="00A71C0D"/>
    <w:rsid w:val="00A73697"/>
    <w:rsid w:val="00A91DAF"/>
    <w:rsid w:val="00AA2AF7"/>
    <w:rsid w:val="00AB5C83"/>
    <w:rsid w:val="00AE1165"/>
    <w:rsid w:val="00AF2C4E"/>
    <w:rsid w:val="00AF36E1"/>
    <w:rsid w:val="00B17F6B"/>
    <w:rsid w:val="00B41764"/>
    <w:rsid w:val="00B52431"/>
    <w:rsid w:val="00B5249E"/>
    <w:rsid w:val="00B667E0"/>
    <w:rsid w:val="00B91D9D"/>
    <w:rsid w:val="00BA7DE1"/>
    <w:rsid w:val="00BB0C10"/>
    <w:rsid w:val="00BC1DCE"/>
    <w:rsid w:val="00BC7192"/>
    <w:rsid w:val="00BD29B5"/>
    <w:rsid w:val="00BD3AB0"/>
    <w:rsid w:val="00BD3BE2"/>
    <w:rsid w:val="00BF7914"/>
    <w:rsid w:val="00C25ADF"/>
    <w:rsid w:val="00C35843"/>
    <w:rsid w:val="00C4199B"/>
    <w:rsid w:val="00C5021B"/>
    <w:rsid w:val="00C542EE"/>
    <w:rsid w:val="00C61DCB"/>
    <w:rsid w:val="00C65E85"/>
    <w:rsid w:val="00C66EDE"/>
    <w:rsid w:val="00C77052"/>
    <w:rsid w:val="00C80C6C"/>
    <w:rsid w:val="00C874DB"/>
    <w:rsid w:val="00C90E74"/>
    <w:rsid w:val="00C957F7"/>
    <w:rsid w:val="00C95B6F"/>
    <w:rsid w:val="00CA2B2E"/>
    <w:rsid w:val="00CA4177"/>
    <w:rsid w:val="00CA77B5"/>
    <w:rsid w:val="00CB02EF"/>
    <w:rsid w:val="00CB07CB"/>
    <w:rsid w:val="00CB314E"/>
    <w:rsid w:val="00CC1934"/>
    <w:rsid w:val="00CC5978"/>
    <w:rsid w:val="00CD0970"/>
    <w:rsid w:val="00CF3691"/>
    <w:rsid w:val="00D04BEB"/>
    <w:rsid w:val="00D04E34"/>
    <w:rsid w:val="00D06055"/>
    <w:rsid w:val="00D067EA"/>
    <w:rsid w:val="00D14E64"/>
    <w:rsid w:val="00D160C2"/>
    <w:rsid w:val="00D17EEE"/>
    <w:rsid w:val="00D451B6"/>
    <w:rsid w:val="00D554E8"/>
    <w:rsid w:val="00D57BE1"/>
    <w:rsid w:val="00D66998"/>
    <w:rsid w:val="00D81BDA"/>
    <w:rsid w:val="00D831C9"/>
    <w:rsid w:val="00D83642"/>
    <w:rsid w:val="00D87629"/>
    <w:rsid w:val="00DD073D"/>
    <w:rsid w:val="00DD29DA"/>
    <w:rsid w:val="00DD2E30"/>
    <w:rsid w:val="00E0485F"/>
    <w:rsid w:val="00E2351E"/>
    <w:rsid w:val="00E23BCB"/>
    <w:rsid w:val="00E306C5"/>
    <w:rsid w:val="00E34A62"/>
    <w:rsid w:val="00E3748E"/>
    <w:rsid w:val="00E447AA"/>
    <w:rsid w:val="00E4635C"/>
    <w:rsid w:val="00E553FA"/>
    <w:rsid w:val="00E578E1"/>
    <w:rsid w:val="00E61508"/>
    <w:rsid w:val="00E765FB"/>
    <w:rsid w:val="00E92FCD"/>
    <w:rsid w:val="00EA1945"/>
    <w:rsid w:val="00EA58AC"/>
    <w:rsid w:val="00EB2317"/>
    <w:rsid w:val="00EC0897"/>
    <w:rsid w:val="00F01A18"/>
    <w:rsid w:val="00F17542"/>
    <w:rsid w:val="00F20524"/>
    <w:rsid w:val="00F23D80"/>
    <w:rsid w:val="00F24179"/>
    <w:rsid w:val="00F2563D"/>
    <w:rsid w:val="00F402F8"/>
    <w:rsid w:val="00F4291F"/>
    <w:rsid w:val="00F46DB6"/>
    <w:rsid w:val="00F4704B"/>
    <w:rsid w:val="00F51335"/>
    <w:rsid w:val="00F5262C"/>
    <w:rsid w:val="00F52D28"/>
    <w:rsid w:val="00F53195"/>
    <w:rsid w:val="00F5446B"/>
    <w:rsid w:val="00F80264"/>
    <w:rsid w:val="00F85617"/>
    <w:rsid w:val="00F86781"/>
    <w:rsid w:val="00F9167A"/>
    <w:rsid w:val="00F95766"/>
    <w:rsid w:val="00FA1DE1"/>
    <w:rsid w:val="00FC5AF4"/>
    <w:rsid w:val="00FC66E1"/>
    <w:rsid w:val="00FC78D3"/>
    <w:rsid w:val="00FC797E"/>
    <w:rsid w:val="00FD054B"/>
    <w:rsid w:val="00FD35A3"/>
    <w:rsid w:val="00FD782C"/>
    <w:rsid w:val="00FE4E1F"/>
    <w:rsid w:val="00FE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14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2A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5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69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699E"/>
    <w:rPr>
      <w:rFonts w:cs="Times New Roman"/>
    </w:rPr>
  </w:style>
  <w:style w:type="paragraph" w:customStyle="1" w:styleId="2">
    <w:name w:val="Основной текст (2)"/>
    <w:basedOn w:val="Normal"/>
    <w:uiPriority w:val="99"/>
    <w:rsid w:val="004A399C"/>
    <w:pPr>
      <w:widowControl w:val="0"/>
      <w:shd w:val="clear" w:color="auto" w:fill="FFFFFF"/>
      <w:suppressAutoHyphens/>
      <w:spacing w:before="240" w:after="120" w:line="317" w:lineRule="exact"/>
      <w:jc w:val="both"/>
    </w:pPr>
    <w:rPr>
      <w:rFonts w:ascii="Times New Roman" w:hAnsi="Times New Roman"/>
      <w:sz w:val="28"/>
      <w:szCs w:val="28"/>
      <w:lang w:eastAsia="ar-SA"/>
    </w:rPr>
  </w:style>
  <w:style w:type="table" w:styleId="TableGrid">
    <w:name w:val="Table Grid"/>
    <w:basedOn w:val="TableNormal"/>
    <w:uiPriority w:val="99"/>
    <w:locked/>
    <w:rsid w:val="00A91D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2</Pages>
  <Words>475</Words>
  <Characters>2710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28</cp:revision>
  <cp:lastPrinted>2020-09-16T08:57:00Z</cp:lastPrinted>
  <dcterms:created xsi:type="dcterms:W3CDTF">2018-11-22T10:55:00Z</dcterms:created>
  <dcterms:modified xsi:type="dcterms:W3CDTF">2020-09-16T08:59:00Z</dcterms:modified>
</cp:coreProperties>
</file>