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6A2" w:rsidRPr="00477A7A" w:rsidRDefault="001176A2" w:rsidP="000C09D5">
      <w:pPr>
        <w:rPr>
          <w:b/>
          <w:i/>
          <w:noProof/>
          <w:sz w:val="24"/>
          <w:szCs w:val="24"/>
          <w:lang w:val="uk-UA"/>
        </w:rPr>
      </w:pPr>
    </w:p>
    <w:p w:rsidR="001176A2" w:rsidRPr="00A65FE8" w:rsidRDefault="001176A2" w:rsidP="006F1309">
      <w:pPr>
        <w:jc w:val="center"/>
        <w:rPr>
          <w:sz w:val="28"/>
          <w:szCs w:val="28"/>
          <w:lang w:val="uk-UA"/>
        </w:rPr>
      </w:pPr>
      <w:r w:rsidRPr="000C22B7">
        <w:rPr>
          <w:noProof/>
          <w:sz w:val="28"/>
          <w:szCs w:val="28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7.75pt;height:41.25pt;visibility:visible">
            <v:imagedata r:id="rId7" o:title=""/>
          </v:shape>
        </w:pict>
      </w:r>
    </w:p>
    <w:p w:rsidR="001176A2" w:rsidRPr="00A65FE8" w:rsidRDefault="001176A2" w:rsidP="006F1309">
      <w:pPr>
        <w:jc w:val="center"/>
        <w:rPr>
          <w:b/>
          <w:sz w:val="28"/>
          <w:szCs w:val="28"/>
          <w:lang w:val="uk-UA"/>
        </w:rPr>
      </w:pPr>
      <w:r w:rsidRPr="00A65FE8">
        <w:rPr>
          <w:b/>
          <w:sz w:val="28"/>
          <w:szCs w:val="28"/>
          <w:lang w:val="uk-UA"/>
        </w:rPr>
        <w:t>МАРКІВСЬКА СЕЛИЩНА РАДА</w:t>
      </w:r>
    </w:p>
    <w:p w:rsidR="001176A2" w:rsidRPr="00A65FE8" w:rsidRDefault="001176A2" w:rsidP="006F1309">
      <w:pPr>
        <w:ind w:firstLine="708"/>
        <w:jc w:val="center"/>
        <w:rPr>
          <w:b/>
          <w:sz w:val="28"/>
          <w:szCs w:val="28"/>
          <w:lang w:val="uk-UA"/>
        </w:rPr>
      </w:pPr>
      <w:r w:rsidRPr="00A65FE8">
        <w:rPr>
          <w:b/>
          <w:sz w:val="28"/>
          <w:szCs w:val="28"/>
          <w:lang w:val="uk-UA"/>
        </w:rPr>
        <w:t>МАРКІВСЬКОГО РАЙОНУ ЛУГАНСЬКОЇ ОБЛАСТІ</w:t>
      </w:r>
    </w:p>
    <w:p w:rsidR="001176A2" w:rsidRPr="00A65FE8" w:rsidRDefault="001176A2" w:rsidP="006F1309">
      <w:pPr>
        <w:jc w:val="center"/>
        <w:rPr>
          <w:b/>
          <w:sz w:val="28"/>
          <w:szCs w:val="28"/>
          <w:lang w:val="uk-UA"/>
        </w:rPr>
      </w:pPr>
      <w:r w:rsidRPr="00A65FE8">
        <w:rPr>
          <w:b/>
          <w:sz w:val="28"/>
          <w:szCs w:val="28"/>
          <w:lang w:val="uk-UA"/>
        </w:rPr>
        <w:t>ВИКОНАВЧИЙ КОМІТЕТ</w:t>
      </w:r>
    </w:p>
    <w:p w:rsidR="001176A2" w:rsidRPr="00A65FE8" w:rsidRDefault="001176A2" w:rsidP="006F1309">
      <w:pPr>
        <w:rPr>
          <w:sz w:val="28"/>
          <w:szCs w:val="28"/>
          <w:lang w:val="uk-UA"/>
        </w:rPr>
      </w:pPr>
    </w:p>
    <w:p w:rsidR="001176A2" w:rsidRPr="00A65FE8" w:rsidRDefault="001176A2" w:rsidP="006F1309">
      <w:pPr>
        <w:jc w:val="center"/>
        <w:rPr>
          <w:b/>
          <w:sz w:val="28"/>
          <w:szCs w:val="28"/>
          <w:lang w:val="uk-UA"/>
        </w:rPr>
      </w:pPr>
      <w:r w:rsidRPr="00A65FE8">
        <w:rPr>
          <w:b/>
          <w:sz w:val="28"/>
          <w:szCs w:val="28"/>
          <w:lang w:val="uk-UA"/>
        </w:rPr>
        <w:t>РІШЕННЯ</w:t>
      </w:r>
    </w:p>
    <w:p w:rsidR="001176A2" w:rsidRPr="00A65FE8" w:rsidRDefault="001176A2" w:rsidP="006F1309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Look w:val="00A0"/>
      </w:tblPr>
      <w:tblGrid>
        <w:gridCol w:w="3209"/>
        <w:gridCol w:w="3209"/>
        <w:gridCol w:w="3210"/>
      </w:tblGrid>
      <w:tr w:rsidR="001176A2" w:rsidRPr="00A65FE8" w:rsidTr="00F274C7">
        <w:tc>
          <w:tcPr>
            <w:tcW w:w="3209" w:type="dxa"/>
          </w:tcPr>
          <w:p w:rsidR="001176A2" w:rsidRPr="00A65FE8" w:rsidRDefault="001176A2" w:rsidP="00093723">
            <w:pPr>
              <w:rPr>
                <w:sz w:val="28"/>
                <w:szCs w:val="28"/>
                <w:u w:val="single"/>
                <w:lang w:val="uk-UA"/>
              </w:rPr>
            </w:pPr>
            <w:r w:rsidRPr="00A65FE8">
              <w:rPr>
                <w:sz w:val="28"/>
                <w:szCs w:val="28"/>
                <w:u w:val="single"/>
                <w:lang w:val="uk-UA"/>
              </w:rPr>
              <w:t>09 січня 2020</w:t>
            </w:r>
          </w:p>
        </w:tc>
        <w:tc>
          <w:tcPr>
            <w:tcW w:w="3209" w:type="dxa"/>
          </w:tcPr>
          <w:p w:rsidR="001176A2" w:rsidRPr="00A65FE8" w:rsidRDefault="001176A2" w:rsidP="00F274C7">
            <w:pPr>
              <w:jc w:val="center"/>
              <w:rPr>
                <w:sz w:val="28"/>
                <w:szCs w:val="28"/>
              </w:rPr>
            </w:pPr>
            <w:r w:rsidRPr="00A65FE8">
              <w:rPr>
                <w:sz w:val="28"/>
                <w:szCs w:val="28"/>
              </w:rPr>
              <w:t>смт Марківка</w:t>
            </w:r>
          </w:p>
          <w:p w:rsidR="001176A2" w:rsidRPr="00A65FE8" w:rsidRDefault="001176A2" w:rsidP="00F274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10" w:type="dxa"/>
          </w:tcPr>
          <w:p w:rsidR="001176A2" w:rsidRPr="00A65FE8" w:rsidRDefault="001176A2" w:rsidP="00F274C7">
            <w:pPr>
              <w:jc w:val="center"/>
              <w:rPr>
                <w:sz w:val="28"/>
                <w:szCs w:val="28"/>
                <w:lang w:val="uk-UA"/>
              </w:rPr>
            </w:pPr>
            <w:r w:rsidRPr="00A65FE8">
              <w:rPr>
                <w:sz w:val="28"/>
                <w:szCs w:val="28"/>
                <w:lang w:val="uk-UA"/>
              </w:rPr>
              <w:t xml:space="preserve">                             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65FE8">
              <w:rPr>
                <w:sz w:val="28"/>
                <w:szCs w:val="28"/>
                <w:lang w:val="uk-UA"/>
              </w:rPr>
              <w:t xml:space="preserve"> </w:t>
            </w:r>
            <w:r w:rsidRPr="00A65FE8">
              <w:rPr>
                <w:sz w:val="28"/>
                <w:szCs w:val="28"/>
                <w:u w:val="single"/>
              </w:rPr>
              <w:t>№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893ADD">
              <w:rPr>
                <w:sz w:val="28"/>
                <w:szCs w:val="28"/>
                <w:u w:val="single"/>
                <w:lang w:val="uk-UA"/>
              </w:rPr>
              <w:t>93</w:t>
            </w:r>
          </w:p>
        </w:tc>
      </w:tr>
    </w:tbl>
    <w:p w:rsidR="001176A2" w:rsidRPr="00A65FE8" w:rsidRDefault="001176A2" w:rsidP="006F1309">
      <w:pPr>
        <w:jc w:val="center"/>
        <w:rPr>
          <w:b/>
          <w:sz w:val="28"/>
          <w:szCs w:val="28"/>
          <w:lang w:val="uk-UA"/>
        </w:rPr>
      </w:pPr>
    </w:p>
    <w:p w:rsidR="001176A2" w:rsidRDefault="001176A2" w:rsidP="006F1309">
      <w:pPr>
        <w:jc w:val="both"/>
        <w:rPr>
          <w:b/>
          <w:bCs/>
          <w:sz w:val="28"/>
          <w:szCs w:val="28"/>
          <w:lang w:val="uk-UA"/>
        </w:rPr>
      </w:pPr>
      <w:r w:rsidRPr="006F1309">
        <w:rPr>
          <w:b/>
          <w:bCs/>
          <w:sz w:val="28"/>
          <w:szCs w:val="28"/>
          <w:lang w:val="uk-UA"/>
        </w:rPr>
        <w:t xml:space="preserve">Про </w:t>
      </w:r>
      <w:r w:rsidRPr="006F1309">
        <w:rPr>
          <w:b/>
          <w:bCs/>
          <w:sz w:val="28"/>
          <w:szCs w:val="28"/>
          <w:lang w:val="en-US"/>
        </w:rPr>
        <w:t>c</w:t>
      </w:r>
      <w:r w:rsidRPr="006F1309">
        <w:rPr>
          <w:b/>
          <w:bCs/>
          <w:sz w:val="28"/>
          <w:szCs w:val="28"/>
          <w:lang w:val="uk-UA"/>
        </w:rPr>
        <w:t>творення комісії по вирішенню земельних спорів з приводу суміжного землекористування</w:t>
      </w:r>
      <w:r w:rsidRPr="00A65FE8">
        <w:rPr>
          <w:b/>
          <w:bCs/>
          <w:sz w:val="28"/>
          <w:szCs w:val="28"/>
          <w:lang w:val="uk-UA"/>
        </w:rPr>
        <w:t xml:space="preserve"> </w:t>
      </w:r>
    </w:p>
    <w:p w:rsidR="001176A2" w:rsidRPr="00A65FE8" w:rsidRDefault="001176A2" w:rsidP="006F1309">
      <w:pPr>
        <w:jc w:val="both"/>
        <w:rPr>
          <w:b/>
          <w:sz w:val="28"/>
          <w:szCs w:val="28"/>
          <w:lang w:val="uk-UA"/>
        </w:rPr>
      </w:pPr>
    </w:p>
    <w:p w:rsidR="001176A2" w:rsidRPr="006F1309" w:rsidRDefault="001176A2" w:rsidP="006F1309">
      <w:pPr>
        <w:pStyle w:val="BodyText2"/>
        <w:ind w:firstLine="709"/>
        <w:jc w:val="both"/>
        <w:rPr>
          <w:b w:val="0"/>
          <w:bCs/>
          <w:sz w:val="28"/>
          <w:szCs w:val="28"/>
        </w:rPr>
      </w:pPr>
      <w:r w:rsidRPr="006F1309">
        <w:rPr>
          <w:b w:val="0"/>
          <w:bCs/>
          <w:sz w:val="28"/>
          <w:szCs w:val="28"/>
        </w:rPr>
        <w:t>Керуючись ст.</w:t>
      </w:r>
      <w:r>
        <w:rPr>
          <w:b w:val="0"/>
          <w:bCs/>
          <w:sz w:val="28"/>
          <w:szCs w:val="28"/>
        </w:rPr>
        <w:t xml:space="preserve"> </w:t>
      </w:r>
      <w:r w:rsidRPr="006F1309">
        <w:rPr>
          <w:b w:val="0"/>
          <w:bCs/>
          <w:sz w:val="28"/>
          <w:szCs w:val="28"/>
        </w:rPr>
        <w:t>ст.158-161 Земельного Кодексу України, п.</w:t>
      </w:r>
      <w:r>
        <w:rPr>
          <w:b w:val="0"/>
          <w:bCs/>
          <w:sz w:val="28"/>
          <w:szCs w:val="28"/>
        </w:rPr>
        <w:t xml:space="preserve"> </w:t>
      </w:r>
      <w:r w:rsidRPr="006F1309">
        <w:rPr>
          <w:b w:val="0"/>
          <w:bCs/>
          <w:sz w:val="28"/>
          <w:szCs w:val="28"/>
        </w:rPr>
        <w:t xml:space="preserve">34 ст.26, ст.59 Закону України «Про місцеве самоврядування в Україні», з метою розгляду та вирішення  земельних спорів, </w:t>
      </w:r>
      <w:r>
        <w:rPr>
          <w:b w:val="0"/>
          <w:bCs/>
          <w:sz w:val="28"/>
          <w:szCs w:val="28"/>
        </w:rPr>
        <w:t xml:space="preserve">виконавчий комітет Марківської </w:t>
      </w:r>
      <w:r w:rsidRPr="006F1309">
        <w:rPr>
          <w:b w:val="0"/>
          <w:bCs/>
          <w:sz w:val="28"/>
          <w:szCs w:val="28"/>
        </w:rPr>
        <w:t xml:space="preserve">селищної ради </w:t>
      </w:r>
    </w:p>
    <w:p w:rsidR="001176A2" w:rsidRDefault="001176A2" w:rsidP="006F1309">
      <w:pPr>
        <w:jc w:val="both"/>
        <w:rPr>
          <w:bCs/>
          <w:sz w:val="24"/>
          <w:szCs w:val="24"/>
          <w:lang w:val="uk-UA"/>
        </w:rPr>
      </w:pPr>
    </w:p>
    <w:p w:rsidR="001176A2" w:rsidRPr="00A65FE8" w:rsidRDefault="001176A2" w:rsidP="006F1309">
      <w:pPr>
        <w:jc w:val="both"/>
        <w:rPr>
          <w:b/>
          <w:sz w:val="28"/>
          <w:szCs w:val="28"/>
          <w:lang w:val="uk-UA"/>
        </w:rPr>
      </w:pPr>
      <w:r w:rsidRPr="00A65FE8">
        <w:rPr>
          <w:b/>
          <w:sz w:val="28"/>
          <w:szCs w:val="28"/>
          <w:lang w:val="uk-UA"/>
        </w:rPr>
        <w:t>вирішив:</w:t>
      </w:r>
    </w:p>
    <w:p w:rsidR="001176A2" w:rsidRPr="00A65FE8" w:rsidRDefault="001176A2" w:rsidP="006F1309">
      <w:pPr>
        <w:jc w:val="both"/>
        <w:rPr>
          <w:sz w:val="28"/>
          <w:szCs w:val="28"/>
          <w:lang w:val="uk-UA"/>
        </w:rPr>
      </w:pPr>
    </w:p>
    <w:p w:rsidR="001176A2" w:rsidRDefault="001176A2" w:rsidP="003D47E3">
      <w:pPr>
        <w:pStyle w:val="BodyText2"/>
        <w:ind w:firstLine="708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1. </w:t>
      </w:r>
      <w:r w:rsidRPr="003D47E3">
        <w:rPr>
          <w:b w:val="0"/>
          <w:bCs/>
          <w:sz w:val="28"/>
          <w:szCs w:val="28"/>
        </w:rPr>
        <w:t>Створити комісію по вирішенню земельних спорів з приводу суміжного зем</w:t>
      </w:r>
      <w:r>
        <w:rPr>
          <w:b w:val="0"/>
          <w:bCs/>
          <w:sz w:val="28"/>
          <w:szCs w:val="28"/>
        </w:rPr>
        <w:t>лекористування</w:t>
      </w:r>
      <w:r w:rsidRPr="003D47E3">
        <w:rPr>
          <w:b w:val="0"/>
          <w:bCs/>
          <w:sz w:val="28"/>
          <w:szCs w:val="28"/>
        </w:rPr>
        <w:t xml:space="preserve"> щодо меж земельних ділянок, що перебувають у власності або користуванні громадян та додержання громадянами правил доб</w:t>
      </w:r>
      <w:r>
        <w:rPr>
          <w:b w:val="0"/>
          <w:bCs/>
          <w:sz w:val="28"/>
          <w:szCs w:val="28"/>
        </w:rPr>
        <w:t>росусідства, згідно додатку 1.</w:t>
      </w:r>
    </w:p>
    <w:p w:rsidR="001176A2" w:rsidRDefault="001176A2" w:rsidP="003D47E3">
      <w:pPr>
        <w:pStyle w:val="BodyText2"/>
        <w:ind w:firstLine="708"/>
        <w:jc w:val="both"/>
        <w:rPr>
          <w:b w:val="0"/>
          <w:bCs/>
          <w:sz w:val="28"/>
          <w:szCs w:val="28"/>
        </w:rPr>
      </w:pPr>
    </w:p>
    <w:p w:rsidR="001176A2" w:rsidRPr="003D47E3" w:rsidRDefault="001176A2" w:rsidP="003D47E3">
      <w:pPr>
        <w:pStyle w:val="BodyText2"/>
        <w:ind w:firstLine="708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2. </w:t>
      </w:r>
      <w:r w:rsidRPr="003D47E3">
        <w:rPr>
          <w:b w:val="0"/>
          <w:bCs/>
          <w:sz w:val="28"/>
          <w:szCs w:val="28"/>
        </w:rPr>
        <w:t>Затвердити положення про комісію по вирішенню спорів з приводу суміжного землекористування</w:t>
      </w:r>
      <w:r>
        <w:rPr>
          <w:b w:val="0"/>
          <w:bCs/>
          <w:sz w:val="28"/>
          <w:szCs w:val="28"/>
        </w:rPr>
        <w:t>, згідно додатку 2.</w:t>
      </w:r>
    </w:p>
    <w:p w:rsidR="001176A2" w:rsidRPr="003D47E3" w:rsidRDefault="001176A2" w:rsidP="003D47E3">
      <w:pPr>
        <w:pStyle w:val="BodyText2"/>
        <w:jc w:val="both"/>
        <w:rPr>
          <w:b w:val="0"/>
          <w:bCs/>
          <w:sz w:val="28"/>
          <w:szCs w:val="28"/>
        </w:rPr>
      </w:pPr>
    </w:p>
    <w:p w:rsidR="001176A2" w:rsidRDefault="001176A2" w:rsidP="003D47E3">
      <w:pPr>
        <w:pStyle w:val="BodyText2"/>
        <w:ind w:firstLine="708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3. До роботи залучити депутатів</w:t>
      </w:r>
      <w:r w:rsidRPr="003D47E3">
        <w:rPr>
          <w:b w:val="0"/>
          <w:bCs/>
          <w:sz w:val="28"/>
          <w:szCs w:val="28"/>
        </w:rPr>
        <w:t xml:space="preserve"> Марківської селищної рад</w:t>
      </w:r>
      <w:r>
        <w:rPr>
          <w:b w:val="0"/>
          <w:bCs/>
          <w:sz w:val="28"/>
          <w:szCs w:val="28"/>
        </w:rPr>
        <w:t>и (відповідного виборчого округу).</w:t>
      </w:r>
    </w:p>
    <w:p w:rsidR="001176A2" w:rsidRPr="003D47E3" w:rsidRDefault="001176A2" w:rsidP="003D47E3">
      <w:pPr>
        <w:pStyle w:val="BodyText2"/>
        <w:ind w:firstLine="708"/>
        <w:jc w:val="both"/>
        <w:rPr>
          <w:b w:val="0"/>
          <w:bCs/>
          <w:sz w:val="28"/>
          <w:szCs w:val="28"/>
        </w:rPr>
      </w:pPr>
    </w:p>
    <w:p w:rsidR="001176A2" w:rsidRPr="009A7AFC" w:rsidRDefault="001176A2" w:rsidP="009A7AFC">
      <w:pPr>
        <w:pStyle w:val="BodyText2"/>
        <w:ind w:firstLine="708"/>
        <w:jc w:val="both"/>
        <w:rPr>
          <w:b w:val="0"/>
          <w:bCs/>
          <w:sz w:val="28"/>
          <w:szCs w:val="28"/>
          <w:lang w:val="ru-RU"/>
        </w:rPr>
      </w:pPr>
      <w:r>
        <w:rPr>
          <w:b w:val="0"/>
          <w:bCs/>
          <w:sz w:val="28"/>
          <w:szCs w:val="28"/>
        </w:rPr>
        <w:t xml:space="preserve">4. </w:t>
      </w:r>
      <w:r w:rsidRPr="009A7AFC">
        <w:rPr>
          <w:b w:val="0"/>
          <w:sz w:val="28"/>
          <w:szCs w:val="28"/>
        </w:rPr>
        <w:t>Контроль за виконанням рішення покласти на виконавчий комітет Марківської селищної ради.</w:t>
      </w:r>
    </w:p>
    <w:p w:rsidR="001176A2" w:rsidRDefault="001176A2" w:rsidP="006F1309">
      <w:pPr>
        <w:ind w:firstLine="708"/>
        <w:jc w:val="both"/>
        <w:rPr>
          <w:sz w:val="28"/>
          <w:szCs w:val="28"/>
          <w:lang w:val="uk-UA"/>
        </w:rPr>
      </w:pPr>
    </w:p>
    <w:p w:rsidR="001176A2" w:rsidRPr="009A7AFC" w:rsidRDefault="001176A2" w:rsidP="006F1309">
      <w:pPr>
        <w:ind w:firstLine="708"/>
        <w:jc w:val="both"/>
        <w:rPr>
          <w:sz w:val="28"/>
          <w:szCs w:val="28"/>
          <w:lang w:val="uk-UA"/>
        </w:rPr>
      </w:pPr>
    </w:p>
    <w:p w:rsidR="001176A2" w:rsidRPr="00A65FE8" w:rsidRDefault="001176A2" w:rsidP="006F1309">
      <w:pPr>
        <w:pStyle w:val="ListParagraph"/>
        <w:tabs>
          <w:tab w:val="left" w:pos="7088"/>
        </w:tabs>
        <w:ind w:left="0"/>
        <w:jc w:val="both"/>
        <w:rPr>
          <w:sz w:val="28"/>
          <w:szCs w:val="24"/>
        </w:rPr>
      </w:pPr>
      <w:r w:rsidRPr="00A65FE8">
        <w:rPr>
          <w:sz w:val="28"/>
          <w:szCs w:val="24"/>
        </w:rPr>
        <w:t>Заступник селищного голови з питань</w:t>
      </w:r>
    </w:p>
    <w:p w:rsidR="001176A2" w:rsidRPr="00A65FE8" w:rsidRDefault="001176A2" w:rsidP="006F1309">
      <w:pPr>
        <w:pStyle w:val="ListParagraph"/>
        <w:tabs>
          <w:tab w:val="left" w:pos="7088"/>
        </w:tabs>
        <w:ind w:left="0"/>
        <w:jc w:val="both"/>
        <w:rPr>
          <w:sz w:val="28"/>
          <w:szCs w:val="24"/>
        </w:rPr>
      </w:pPr>
      <w:r w:rsidRPr="00A65FE8">
        <w:rPr>
          <w:sz w:val="28"/>
          <w:szCs w:val="24"/>
        </w:rPr>
        <w:t>діяльності виконавчих органів ради                                      Володимир ЛИЧМАН</w:t>
      </w:r>
    </w:p>
    <w:p w:rsidR="001176A2" w:rsidRPr="00A65FE8" w:rsidRDefault="001176A2" w:rsidP="006F1309">
      <w:pPr>
        <w:pStyle w:val="ListParagraph"/>
        <w:tabs>
          <w:tab w:val="left" w:pos="7088"/>
        </w:tabs>
        <w:ind w:left="0"/>
        <w:jc w:val="both"/>
        <w:rPr>
          <w:sz w:val="28"/>
          <w:szCs w:val="24"/>
        </w:rPr>
      </w:pPr>
    </w:p>
    <w:p w:rsidR="001176A2" w:rsidRPr="00A65FE8" w:rsidRDefault="001176A2" w:rsidP="006F1309">
      <w:pPr>
        <w:jc w:val="both"/>
        <w:rPr>
          <w:lang w:val="uk-UA"/>
        </w:rPr>
      </w:pPr>
    </w:p>
    <w:p w:rsidR="001176A2" w:rsidRPr="00A65FE8" w:rsidRDefault="001176A2" w:rsidP="006F1309">
      <w:pPr>
        <w:rPr>
          <w:lang w:val="uk-UA"/>
        </w:rPr>
      </w:pPr>
    </w:p>
    <w:p w:rsidR="001176A2" w:rsidRPr="00A65FE8" w:rsidRDefault="001176A2" w:rsidP="006F1309">
      <w:pPr>
        <w:rPr>
          <w:lang w:val="uk-UA"/>
        </w:rPr>
      </w:pPr>
    </w:p>
    <w:p w:rsidR="001176A2" w:rsidRPr="00A65FE8" w:rsidRDefault="001176A2" w:rsidP="006F1309">
      <w:pPr>
        <w:rPr>
          <w:lang w:val="uk-UA"/>
        </w:rPr>
      </w:pPr>
    </w:p>
    <w:p w:rsidR="001176A2" w:rsidRDefault="001176A2" w:rsidP="006F1309">
      <w:pPr>
        <w:rPr>
          <w:lang w:val="uk-UA"/>
        </w:rPr>
      </w:pPr>
    </w:p>
    <w:p w:rsidR="001176A2" w:rsidRDefault="001176A2" w:rsidP="006F1309">
      <w:pPr>
        <w:rPr>
          <w:lang w:val="uk-UA"/>
        </w:rPr>
      </w:pPr>
    </w:p>
    <w:p w:rsidR="001176A2" w:rsidRDefault="001176A2" w:rsidP="006F1309">
      <w:pPr>
        <w:rPr>
          <w:lang w:val="uk-UA"/>
        </w:rPr>
      </w:pPr>
    </w:p>
    <w:p w:rsidR="001176A2" w:rsidRPr="00A65FE8" w:rsidRDefault="001176A2" w:rsidP="006F1309">
      <w:pPr>
        <w:rPr>
          <w:lang w:val="uk-UA"/>
        </w:rPr>
      </w:pPr>
    </w:p>
    <w:p w:rsidR="001176A2" w:rsidRPr="00A65FE8" w:rsidRDefault="001176A2" w:rsidP="00C1224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</w:t>
      </w:r>
      <w:r w:rsidRPr="00A65FE8">
        <w:rPr>
          <w:sz w:val="28"/>
          <w:szCs w:val="28"/>
          <w:lang w:val="uk-UA"/>
        </w:rPr>
        <w:t>ЗАТВЕРДЖЕНО</w:t>
      </w:r>
    </w:p>
    <w:p w:rsidR="001176A2" w:rsidRPr="00A65FE8" w:rsidRDefault="001176A2" w:rsidP="00C12243">
      <w:pPr>
        <w:jc w:val="center"/>
        <w:rPr>
          <w:sz w:val="28"/>
          <w:szCs w:val="28"/>
          <w:lang w:val="uk-UA"/>
        </w:rPr>
      </w:pPr>
      <w:r w:rsidRPr="00A65FE8">
        <w:rPr>
          <w:sz w:val="28"/>
          <w:szCs w:val="28"/>
          <w:lang w:val="uk-UA"/>
        </w:rPr>
        <w:t xml:space="preserve">                                                                             рішення виконавчого комітету          </w:t>
      </w:r>
    </w:p>
    <w:p w:rsidR="001176A2" w:rsidRPr="00A65FE8" w:rsidRDefault="001176A2" w:rsidP="00C12243">
      <w:pPr>
        <w:jc w:val="center"/>
        <w:rPr>
          <w:sz w:val="28"/>
          <w:szCs w:val="28"/>
          <w:lang w:val="uk-UA"/>
        </w:rPr>
      </w:pPr>
      <w:r w:rsidRPr="00A65FE8">
        <w:rPr>
          <w:sz w:val="28"/>
          <w:szCs w:val="28"/>
          <w:lang w:val="uk-UA"/>
        </w:rPr>
        <w:t xml:space="preserve">                                                                        Марківської селищної ради</w:t>
      </w:r>
    </w:p>
    <w:p w:rsidR="001176A2" w:rsidRPr="00A65FE8" w:rsidRDefault="001176A2" w:rsidP="00C12243">
      <w:pPr>
        <w:jc w:val="center"/>
        <w:rPr>
          <w:sz w:val="28"/>
          <w:szCs w:val="28"/>
          <w:lang w:val="uk-UA"/>
        </w:rPr>
      </w:pPr>
      <w:r w:rsidRPr="00A65FE8">
        <w:rPr>
          <w:sz w:val="28"/>
          <w:szCs w:val="28"/>
          <w:lang w:val="uk-UA"/>
        </w:rPr>
        <w:t xml:space="preserve">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  <w:r w:rsidRPr="00A65FE8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09 січня 2020 № 93</w:t>
      </w:r>
    </w:p>
    <w:p w:rsidR="001176A2" w:rsidRPr="00A65FE8" w:rsidRDefault="001176A2" w:rsidP="00C1224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(додаток 1)</w:t>
      </w:r>
    </w:p>
    <w:p w:rsidR="001176A2" w:rsidRPr="00A65FE8" w:rsidRDefault="001176A2" w:rsidP="0058498D">
      <w:pPr>
        <w:rPr>
          <w:sz w:val="28"/>
          <w:szCs w:val="28"/>
          <w:lang w:val="uk-UA"/>
        </w:rPr>
      </w:pPr>
    </w:p>
    <w:p w:rsidR="001176A2" w:rsidRPr="00A65FE8" w:rsidRDefault="001176A2" w:rsidP="00C12243">
      <w:pPr>
        <w:jc w:val="center"/>
        <w:rPr>
          <w:b/>
          <w:sz w:val="28"/>
          <w:szCs w:val="28"/>
          <w:lang w:val="uk-UA"/>
        </w:rPr>
      </w:pPr>
      <w:r w:rsidRPr="00A65FE8">
        <w:rPr>
          <w:b/>
          <w:sz w:val="28"/>
          <w:szCs w:val="28"/>
          <w:lang w:val="uk-UA"/>
        </w:rPr>
        <w:t>СКЛАД</w:t>
      </w:r>
    </w:p>
    <w:p w:rsidR="001176A2" w:rsidRDefault="001176A2" w:rsidP="00BC5D15">
      <w:pPr>
        <w:pStyle w:val="BodyText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к</w:t>
      </w:r>
      <w:r w:rsidRPr="00BC5D15">
        <w:rPr>
          <w:bCs/>
          <w:sz w:val="28"/>
          <w:szCs w:val="28"/>
        </w:rPr>
        <w:t>омісії по вирішенню земельних спорів</w:t>
      </w:r>
    </w:p>
    <w:p w:rsidR="001176A2" w:rsidRPr="00E51680" w:rsidRDefault="001176A2" w:rsidP="00E51680">
      <w:pPr>
        <w:pStyle w:val="BodyText2"/>
        <w:jc w:val="center"/>
        <w:rPr>
          <w:bCs/>
          <w:sz w:val="28"/>
          <w:szCs w:val="28"/>
        </w:rPr>
      </w:pPr>
      <w:r w:rsidRPr="00BC5D15">
        <w:t xml:space="preserve"> </w:t>
      </w:r>
      <w:r w:rsidRPr="00E51680">
        <w:rPr>
          <w:sz w:val="28"/>
          <w:szCs w:val="28"/>
        </w:rPr>
        <w:t>з приводу суміжного землекористування</w:t>
      </w:r>
    </w:p>
    <w:p w:rsidR="001176A2" w:rsidRPr="0058498D" w:rsidRDefault="001176A2" w:rsidP="00C12243">
      <w:pPr>
        <w:jc w:val="center"/>
        <w:rPr>
          <w:b/>
          <w:sz w:val="28"/>
          <w:szCs w:val="28"/>
          <w:lang w:val="uk-UA"/>
        </w:rPr>
      </w:pPr>
      <w:r w:rsidRPr="0058498D">
        <w:rPr>
          <w:b/>
          <w:bCs/>
          <w:sz w:val="28"/>
          <w:szCs w:val="28"/>
          <w:lang w:val="uk-UA"/>
        </w:rPr>
        <w:t xml:space="preserve"> при виконавчому комітеті Марківської селищної ради</w:t>
      </w:r>
      <w:r w:rsidRPr="0058498D">
        <w:rPr>
          <w:b/>
          <w:sz w:val="28"/>
          <w:szCs w:val="28"/>
          <w:lang w:val="uk-UA"/>
        </w:rPr>
        <w:t xml:space="preserve"> </w:t>
      </w:r>
    </w:p>
    <w:p w:rsidR="001176A2" w:rsidRDefault="001176A2" w:rsidP="00C12243">
      <w:pPr>
        <w:rPr>
          <w:sz w:val="28"/>
          <w:szCs w:val="28"/>
          <w:lang w:val="uk-UA"/>
        </w:rPr>
      </w:pPr>
    </w:p>
    <w:p w:rsidR="001176A2" w:rsidRDefault="001176A2" w:rsidP="00C12243">
      <w:pPr>
        <w:rPr>
          <w:sz w:val="28"/>
          <w:szCs w:val="28"/>
          <w:lang w:val="uk-UA"/>
        </w:rPr>
      </w:pPr>
    </w:p>
    <w:p w:rsidR="001176A2" w:rsidRDefault="001176A2" w:rsidP="00C12243">
      <w:pPr>
        <w:jc w:val="center"/>
        <w:rPr>
          <w:b/>
          <w:sz w:val="28"/>
          <w:szCs w:val="28"/>
          <w:lang w:val="uk-UA"/>
        </w:rPr>
      </w:pPr>
      <w:r w:rsidRPr="001F005A">
        <w:rPr>
          <w:b/>
          <w:sz w:val="28"/>
          <w:szCs w:val="28"/>
          <w:lang w:val="uk-UA"/>
        </w:rPr>
        <w:t>Голова комісії</w:t>
      </w:r>
    </w:p>
    <w:p w:rsidR="001176A2" w:rsidRPr="001F005A" w:rsidRDefault="001176A2" w:rsidP="00C12243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Look w:val="00A0"/>
      </w:tblPr>
      <w:tblGrid>
        <w:gridCol w:w="3708"/>
        <w:gridCol w:w="540"/>
        <w:gridCol w:w="5323"/>
      </w:tblGrid>
      <w:tr w:rsidR="001176A2" w:rsidRPr="00A65FE8" w:rsidTr="00F274C7">
        <w:tc>
          <w:tcPr>
            <w:tcW w:w="3708" w:type="dxa"/>
          </w:tcPr>
          <w:p w:rsidR="001176A2" w:rsidRPr="00A65FE8" w:rsidRDefault="001176A2" w:rsidP="00F274C7">
            <w:pPr>
              <w:rPr>
                <w:sz w:val="28"/>
                <w:szCs w:val="28"/>
                <w:lang w:val="uk-UA"/>
              </w:rPr>
            </w:pPr>
            <w:r w:rsidRPr="00A65FE8">
              <w:rPr>
                <w:sz w:val="28"/>
                <w:szCs w:val="28"/>
                <w:lang w:val="uk-UA"/>
              </w:rPr>
              <w:t>Семенченко</w:t>
            </w:r>
          </w:p>
          <w:p w:rsidR="001176A2" w:rsidRPr="00A65FE8" w:rsidRDefault="001176A2" w:rsidP="00F274C7">
            <w:pPr>
              <w:rPr>
                <w:sz w:val="28"/>
                <w:szCs w:val="28"/>
                <w:lang w:val="uk-UA"/>
              </w:rPr>
            </w:pPr>
            <w:r w:rsidRPr="00A65FE8">
              <w:rPr>
                <w:sz w:val="28"/>
                <w:szCs w:val="28"/>
                <w:lang w:val="uk-UA"/>
              </w:rPr>
              <w:t>Віталій Олександрович</w:t>
            </w:r>
          </w:p>
        </w:tc>
        <w:tc>
          <w:tcPr>
            <w:tcW w:w="540" w:type="dxa"/>
          </w:tcPr>
          <w:p w:rsidR="001176A2" w:rsidRPr="00A65FE8" w:rsidRDefault="001176A2" w:rsidP="00F274C7">
            <w:pPr>
              <w:rPr>
                <w:sz w:val="28"/>
                <w:szCs w:val="28"/>
                <w:lang w:val="uk-UA"/>
              </w:rPr>
            </w:pPr>
            <w:r w:rsidRPr="00A65FE8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323" w:type="dxa"/>
          </w:tcPr>
          <w:p w:rsidR="001176A2" w:rsidRPr="00A65FE8" w:rsidRDefault="001176A2" w:rsidP="00F274C7">
            <w:pPr>
              <w:rPr>
                <w:sz w:val="28"/>
                <w:szCs w:val="28"/>
                <w:lang w:val="uk-UA"/>
              </w:rPr>
            </w:pPr>
            <w:r w:rsidRPr="00A65FE8">
              <w:rPr>
                <w:sz w:val="28"/>
                <w:szCs w:val="28"/>
                <w:lang w:val="uk-UA"/>
              </w:rPr>
              <w:t>заступник селищного голови Марківської селищної ради</w:t>
            </w:r>
          </w:p>
          <w:p w:rsidR="001176A2" w:rsidRPr="00A65FE8" w:rsidRDefault="001176A2" w:rsidP="00F274C7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1176A2" w:rsidRDefault="001176A2" w:rsidP="00C12243">
      <w:pPr>
        <w:jc w:val="center"/>
        <w:rPr>
          <w:sz w:val="28"/>
          <w:szCs w:val="28"/>
          <w:lang w:val="uk-UA"/>
        </w:rPr>
      </w:pPr>
    </w:p>
    <w:p w:rsidR="001176A2" w:rsidRDefault="001176A2" w:rsidP="00C1224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комісії</w:t>
      </w:r>
    </w:p>
    <w:p w:rsidR="001176A2" w:rsidRDefault="001176A2" w:rsidP="00C12243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Look w:val="00A0"/>
      </w:tblPr>
      <w:tblGrid>
        <w:gridCol w:w="3708"/>
        <w:gridCol w:w="540"/>
        <w:gridCol w:w="5323"/>
      </w:tblGrid>
      <w:tr w:rsidR="001176A2" w:rsidRPr="00D85B2D" w:rsidTr="00F274C7">
        <w:tc>
          <w:tcPr>
            <w:tcW w:w="3708" w:type="dxa"/>
          </w:tcPr>
          <w:p w:rsidR="001176A2" w:rsidRDefault="001176A2" w:rsidP="00F274C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Самардакова</w:t>
            </w:r>
          </w:p>
          <w:p w:rsidR="001176A2" w:rsidRPr="00D85B2D" w:rsidRDefault="001176A2" w:rsidP="00F274C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Олена Миколаївна</w:t>
            </w:r>
            <w:r w:rsidRPr="00D85B2D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40" w:type="dxa"/>
          </w:tcPr>
          <w:p w:rsidR="001176A2" w:rsidRPr="00D85B2D" w:rsidRDefault="001176A2" w:rsidP="00F274C7">
            <w:pPr>
              <w:rPr>
                <w:sz w:val="28"/>
                <w:szCs w:val="28"/>
                <w:lang w:val="uk-UA"/>
              </w:rPr>
            </w:pPr>
            <w:r w:rsidRPr="00D85B2D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323" w:type="dxa"/>
          </w:tcPr>
          <w:p w:rsidR="001176A2" w:rsidRPr="00D85B2D" w:rsidRDefault="001176A2" w:rsidP="00F274C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спеціаліст ІІ категорії - землевпорядник </w:t>
            </w:r>
            <w:r w:rsidRPr="00D85B2D">
              <w:rPr>
                <w:sz w:val="28"/>
                <w:szCs w:val="28"/>
                <w:lang w:val="uk-UA"/>
              </w:rPr>
              <w:t xml:space="preserve">Марківської селищної ради </w:t>
            </w:r>
          </w:p>
          <w:p w:rsidR="001176A2" w:rsidRPr="00D85B2D" w:rsidRDefault="001176A2" w:rsidP="00F274C7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1176A2" w:rsidRDefault="001176A2" w:rsidP="00C12243">
      <w:pPr>
        <w:jc w:val="center"/>
        <w:rPr>
          <w:b/>
          <w:sz w:val="28"/>
          <w:szCs w:val="28"/>
          <w:lang w:val="uk-UA"/>
        </w:rPr>
      </w:pPr>
    </w:p>
    <w:p w:rsidR="001176A2" w:rsidRDefault="001176A2" w:rsidP="00C1224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Члени комісії</w:t>
      </w:r>
    </w:p>
    <w:p w:rsidR="001176A2" w:rsidRDefault="001176A2" w:rsidP="00C12243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Look w:val="00A0"/>
      </w:tblPr>
      <w:tblGrid>
        <w:gridCol w:w="3708"/>
        <w:gridCol w:w="540"/>
        <w:gridCol w:w="5323"/>
      </w:tblGrid>
      <w:tr w:rsidR="001176A2" w:rsidRPr="00D85B2D" w:rsidTr="00F274C7">
        <w:tc>
          <w:tcPr>
            <w:tcW w:w="3708" w:type="dxa"/>
          </w:tcPr>
          <w:p w:rsidR="001176A2" w:rsidRDefault="001176A2" w:rsidP="00F274C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Качмарик </w:t>
            </w:r>
          </w:p>
          <w:p w:rsidR="001176A2" w:rsidRPr="00D85B2D" w:rsidRDefault="001176A2" w:rsidP="00F274C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Григоріївна</w:t>
            </w:r>
          </w:p>
          <w:p w:rsidR="001176A2" w:rsidRPr="00D85B2D" w:rsidRDefault="001176A2" w:rsidP="00F274C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1176A2" w:rsidRPr="00D85B2D" w:rsidRDefault="001176A2" w:rsidP="00F274C7">
            <w:pPr>
              <w:rPr>
                <w:sz w:val="28"/>
                <w:szCs w:val="28"/>
                <w:lang w:val="uk-UA"/>
              </w:rPr>
            </w:pPr>
            <w:r w:rsidRPr="00D85B2D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323" w:type="dxa"/>
          </w:tcPr>
          <w:p w:rsidR="001176A2" w:rsidRPr="00EC6DDE" w:rsidRDefault="001176A2" w:rsidP="00EC6DDE">
            <w:pPr>
              <w:pStyle w:val="BodyText2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н</w:t>
            </w:r>
            <w:r w:rsidRPr="00EC6DDE">
              <w:rPr>
                <w:b w:val="0"/>
                <w:sz w:val="28"/>
                <w:szCs w:val="28"/>
              </w:rPr>
              <w:t>ачальник</w:t>
            </w:r>
            <w:r w:rsidRPr="00EC6DDE">
              <w:rPr>
                <w:b w:val="0"/>
                <w:bCs/>
                <w:sz w:val="28"/>
                <w:szCs w:val="28"/>
              </w:rPr>
              <w:t xml:space="preserve"> відділу містобудування, архітектури, житлово-комунального господарства, будівництва та інфраструктури Марківської</w:t>
            </w:r>
            <w:r>
              <w:rPr>
                <w:b w:val="0"/>
                <w:bCs/>
                <w:sz w:val="28"/>
                <w:szCs w:val="28"/>
              </w:rPr>
              <w:t xml:space="preserve"> райдержадміністрації (за згодою)</w:t>
            </w:r>
          </w:p>
          <w:p w:rsidR="001176A2" w:rsidRPr="00D85B2D" w:rsidRDefault="001176A2" w:rsidP="00F274C7">
            <w:pPr>
              <w:rPr>
                <w:sz w:val="28"/>
                <w:szCs w:val="28"/>
                <w:lang w:val="uk-UA"/>
              </w:rPr>
            </w:pPr>
          </w:p>
        </w:tc>
      </w:tr>
      <w:tr w:rsidR="001176A2" w:rsidRPr="00D85B2D" w:rsidTr="00F274C7">
        <w:tc>
          <w:tcPr>
            <w:tcW w:w="3708" w:type="dxa"/>
          </w:tcPr>
          <w:p w:rsidR="001176A2" w:rsidRPr="000618EA" w:rsidRDefault="001176A2" w:rsidP="00F274C7">
            <w:pPr>
              <w:rPr>
                <w:bCs/>
                <w:sz w:val="28"/>
                <w:szCs w:val="28"/>
                <w:lang w:val="uk-UA"/>
              </w:rPr>
            </w:pPr>
            <w:r w:rsidRPr="000618EA">
              <w:rPr>
                <w:bCs/>
                <w:sz w:val="28"/>
                <w:szCs w:val="28"/>
              </w:rPr>
              <w:t xml:space="preserve">Мірошниченко </w:t>
            </w:r>
          </w:p>
          <w:p w:rsidR="001176A2" w:rsidRDefault="001176A2" w:rsidP="00F274C7">
            <w:pPr>
              <w:rPr>
                <w:bCs/>
                <w:sz w:val="28"/>
                <w:szCs w:val="28"/>
                <w:lang w:val="uk-UA"/>
              </w:rPr>
            </w:pPr>
            <w:r w:rsidRPr="000618EA">
              <w:rPr>
                <w:bCs/>
                <w:sz w:val="28"/>
                <w:szCs w:val="28"/>
              </w:rPr>
              <w:t>Сергій Олександрович</w:t>
            </w:r>
          </w:p>
          <w:p w:rsidR="001176A2" w:rsidRPr="006D0F07" w:rsidRDefault="001176A2" w:rsidP="00F274C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1176A2" w:rsidRPr="00D85B2D" w:rsidRDefault="001176A2" w:rsidP="00F274C7">
            <w:pPr>
              <w:rPr>
                <w:sz w:val="28"/>
                <w:szCs w:val="28"/>
                <w:lang w:val="uk-UA"/>
              </w:rPr>
            </w:pPr>
            <w:r w:rsidRPr="00D85B2D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323" w:type="dxa"/>
          </w:tcPr>
          <w:p w:rsidR="001176A2" w:rsidRPr="00D85B2D" w:rsidRDefault="001176A2" w:rsidP="00F274C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 виконавчого комітету Марківської селищної ради</w:t>
            </w:r>
          </w:p>
        </w:tc>
      </w:tr>
      <w:tr w:rsidR="001176A2" w:rsidRPr="00D85B2D" w:rsidTr="00F274C7">
        <w:tc>
          <w:tcPr>
            <w:tcW w:w="3708" w:type="dxa"/>
          </w:tcPr>
          <w:p w:rsidR="001176A2" w:rsidRDefault="001176A2" w:rsidP="00F274C7">
            <w:pPr>
              <w:rPr>
                <w:bCs/>
                <w:sz w:val="28"/>
                <w:szCs w:val="28"/>
                <w:lang w:val="uk-UA"/>
              </w:rPr>
            </w:pPr>
            <w:r w:rsidRPr="006D0F07">
              <w:rPr>
                <w:bCs/>
                <w:sz w:val="28"/>
                <w:szCs w:val="28"/>
              </w:rPr>
              <w:t xml:space="preserve">Цицилін  </w:t>
            </w:r>
          </w:p>
          <w:p w:rsidR="001176A2" w:rsidRPr="006D0F07" w:rsidRDefault="001176A2" w:rsidP="00F274C7">
            <w:pPr>
              <w:rPr>
                <w:sz w:val="28"/>
                <w:szCs w:val="28"/>
                <w:lang w:val="uk-UA"/>
              </w:rPr>
            </w:pPr>
            <w:r w:rsidRPr="006D0F07">
              <w:rPr>
                <w:bCs/>
                <w:sz w:val="28"/>
                <w:szCs w:val="28"/>
              </w:rPr>
              <w:t>Віктор Юрійович</w:t>
            </w:r>
          </w:p>
        </w:tc>
        <w:tc>
          <w:tcPr>
            <w:tcW w:w="540" w:type="dxa"/>
          </w:tcPr>
          <w:p w:rsidR="001176A2" w:rsidRPr="00D85B2D" w:rsidRDefault="001176A2" w:rsidP="00F274C7">
            <w:pPr>
              <w:rPr>
                <w:sz w:val="28"/>
                <w:szCs w:val="28"/>
                <w:lang w:val="uk-UA"/>
              </w:rPr>
            </w:pPr>
            <w:r w:rsidRPr="00D85B2D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323" w:type="dxa"/>
          </w:tcPr>
          <w:p w:rsidR="001176A2" w:rsidRDefault="001176A2" w:rsidP="009C627D">
            <w:pPr>
              <w:pStyle w:val="BodyText2"/>
              <w:ind w:left="284" w:right="-2" w:hanging="284"/>
              <w:jc w:val="both"/>
              <w:rPr>
                <w:b w:val="0"/>
                <w:bCs/>
                <w:sz w:val="28"/>
                <w:szCs w:val="28"/>
              </w:rPr>
            </w:pPr>
            <w:r w:rsidRPr="009C627D">
              <w:rPr>
                <w:b w:val="0"/>
                <w:sz w:val="28"/>
                <w:szCs w:val="28"/>
              </w:rPr>
              <w:t xml:space="preserve">депутат селищної ради, член </w:t>
            </w:r>
            <w:r>
              <w:rPr>
                <w:b w:val="0"/>
                <w:bCs/>
                <w:sz w:val="28"/>
                <w:szCs w:val="28"/>
              </w:rPr>
              <w:t>постійно</w:t>
            </w:r>
          </w:p>
          <w:p w:rsidR="001176A2" w:rsidRPr="009C627D" w:rsidRDefault="001176A2" w:rsidP="009C627D">
            <w:pPr>
              <w:pStyle w:val="BodyText2"/>
              <w:ind w:right="-2"/>
              <w:jc w:val="both"/>
              <w:rPr>
                <w:b w:val="0"/>
                <w:bCs/>
                <w:sz w:val="28"/>
                <w:szCs w:val="28"/>
              </w:rPr>
            </w:pPr>
            <w:r w:rsidRPr="009C627D">
              <w:rPr>
                <w:b w:val="0"/>
                <w:bCs/>
                <w:sz w:val="28"/>
                <w:szCs w:val="28"/>
              </w:rPr>
              <w:t xml:space="preserve">діючої комісії </w:t>
            </w:r>
            <w:r>
              <w:rPr>
                <w:b w:val="0"/>
                <w:bCs/>
                <w:sz w:val="28"/>
                <w:szCs w:val="28"/>
              </w:rPr>
              <w:t xml:space="preserve">з питань земельних  </w:t>
            </w:r>
            <w:r w:rsidRPr="009C627D">
              <w:rPr>
                <w:b w:val="0"/>
                <w:sz w:val="28"/>
                <w:szCs w:val="28"/>
              </w:rPr>
              <w:t>відносин, містобудування та охорони навколишнього природного середовища</w:t>
            </w:r>
          </w:p>
          <w:p w:rsidR="001176A2" w:rsidRPr="00D85B2D" w:rsidRDefault="001176A2" w:rsidP="00F274C7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1176A2" w:rsidRPr="00D85B2D" w:rsidRDefault="001176A2" w:rsidP="00C12243">
      <w:pPr>
        <w:rPr>
          <w:sz w:val="28"/>
          <w:szCs w:val="28"/>
          <w:lang w:val="uk-UA"/>
        </w:rPr>
      </w:pPr>
    </w:p>
    <w:p w:rsidR="001176A2" w:rsidRPr="00D85B2D" w:rsidRDefault="001176A2" w:rsidP="00C12243">
      <w:pPr>
        <w:ind w:right="175"/>
        <w:rPr>
          <w:sz w:val="28"/>
          <w:szCs w:val="28"/>
          <w:lang w:val="uk-UA"/>
        </w:rPr>
      </w:pPr>
      <w:r w:rsidRPr="00D85B2D">
        <w:rPr>
          <w:sz w:val="28"/>
          <w:szCs w:val="28"/>
          <w:lang w:val="uk-UA"/>
        </w:rPr>
        <w:t>Заступник селищного голови</w:t>
      </w:r>
    </w:p>
    <w:p w:rsidR="001176A2" w:rsidRPr="00D85B2D" w:rsidRDefault="001176A2" w:rsidP="00C12243">
      <w:pPr>
        <w:ind w:right="175"/>
        <w:rPr>
          <w:sz w:val="28"/>
          <w:szCs w:val="28"/>
          <w:lang w:val="uk-UA"/>
        </w:rPr>
      </w:pPr>
      <w:r w:rsidRPr="00D85B2D">
        <w:rPr>
          <w:sz w:val="28"/>
          <w:szCs w:val="28"/>
          <w:lang w:val="uk-UA"/>
        </w:rPr>
        <w:t>з питань діяльності</w:t>
      </w:r>
    </w:p>
    <w:p w:rsidR="001176A2" w:rsidRPr="00D85B2D" w:rsidRDefault="001176A2" w:rsidP="00C12243">
      <w:pPr>
        <w:ind w:right="175"/>
        <w:jc w:val="both"/>
        <w:rPr>
          <w:sz w:val="28"/>
          <w:szCs w:val="28"/>
          <w:lang w:val="uk-UA"/>
        </w:rPr>
      </w:pPr>
      <w:r w:rsidRPr="00D85B2D">
        <w:rPr>
          <w:sz w:val="28"/>
          <w:szCs w:val="28"/>
          <w:lang w:val="uk-UA"/>
        </w:rPr>
        <w:t>виконавчих органів ради                                                  Володимир ЛИЧМАН</w:t>
      </w:r>
    </w:p>
    <w:p w:rsidR="001176A2" w:rsidRPr="00D85B2D" w:rsidRDefault="001176A2" w:rsidP="00C12243">
      <w:pPr>
        <w:rPr>
          <w:sz w:val="28"/>
          <w:szCs w:val="28"/>
          <w:lang w:val="uk-UA"/>
        </w:rPr>
      </w:pPr>
    </w:p>
    <w:p w:rsidR="001176A2" w:rsidRPr="00D85B2D" w:rsidRDefault="001176A2" w:rsidP="00C12243">
      <w:pPr>
        <w:rPr>
          <w:sz w:val="28"/>
          <w:szCs w:val="28"/>
        </w:rPr>
      </w:pPr>
    </w:p>
    <w:p w:rsidR="001176A2" w:rsidRPr="00D85B2D" w:rsidRDefault="001176A2" w:rsidP="00C12243"/>
    <w:p w:rsidR="001176A2" w:rsidRPr="00CB3A39" w:rsidRDefault="001176A2" w:rsidP="00C12243">
      <w:pPr>
        <w:jc w:val="center"/>
        <w:rPr>
          <w:color w:val="0000FF"/>
          <w:sz w:val="28"/>
          <w:szCs w:val="28"/>
          <w:lang w:val="uk-UA"/>
        </w:rPr>
      </w:pPr>
    </w:p>
    <w:p w:rsidR="001176A2" w:rsidRDefault="001176A2" w:rsidP="00C12243">
      <w:pPr>
        <w:rPr>
          <w:color w:val="000000"/>
          <w:lang w:val="uk-UA"/>
        </w:rPr>
      </w:pPr>
    </w:p>
    <w:p w:rsidR="001176A2" w:rsidRDefault="001176A2" w:rsidP="00C12243">
      <w:pPr>
        <w:rPr>
          <w:color w:val="000000"/>
          <w:lang w:val="uk-UA"/>
        </w:rPr>
      </w:pPr>
    </w:p>
    <w:sectPr w:rsidR="001176A2" w:rsidSect="000C09D5">
      <w:headerReference w:type="default" r:id="rId8"/>
      <w:pgSz w:w="11906" w:h="16838"/>
      <w:pgMar w:top="397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76A2" w:rsidRPr="001C1073" w:rsidRDefault="001176A2" w:rsidP="001C1073">
      <w:r>
        <w:separator/>
      </w:r>
    </w:p>
  </w:endnote>
  <w:endnote w:type="continuationSeparator" w:id="0">
    <w:p w:rsidR="001176A2" w:rsidRPr="001C1073" w:rsidRDefault="001176A2" w:rsidP="001C10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76A2" w:rsidRPr="001C1073" w:rsidRDefault="001176A2" w:rsidP="001C1073">
      <w:r>
        <w:separator/>
      </w:r>
    </w:p>
  </w:footnote>
  <w:footnote w:type="continuationSeparator" w:id="0">
    <w:p w:rsidR="001176A2" w:rsidRPr="001C1073" w:rsidRDefault="001176A2" w:rsidP="001C10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6A2" w:rsidRDefault="001176A2">
    <w:pPr>
      <w:pStyle w:val="Header"/>
      <w:rPr>
        <w:lang w:val="uk-UA"/>
      </w:rPr>
    </w:pPr>
  </w:p>
  <w:p w:rsidR="001176A2" w:rsidRDefault="001176A2">
    <w:pPr>
      <w:pStyle w:val="Header"/>
      <w:rPr>
        <w:lang w:val="uk-UA"/>
      </w:rPr>
    </w:pPr>
  </w:p>
  <w:p w:rsidR="001176A2" w:rsidRPr="001C1073" w:rsidRDefault="001176A2">
    <w:pPr>
      <w:pStyle w:val="Header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D7A66F5"/>
    <w:multiLevelType w:val="hybridMultilevel"/>
    <w:tmpl w:val="F5B6E97E"/>
    <w:lvl w:ilvl="0" w:tplc="C52A675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48AE7000"/>
    <w:multiLevelType w:val="hybridMultilevel"/>
    <w:tmpl w:val="38F2E3D8"/>
    <w:lvl w:ilvl="0" w:tplc="6C5219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0477"/>
    <w:rsid w:val="0000562B"/>
    <w:rsid w:val="0000796E"/>
    <w:rsid w:val="00015D67"/>
    <w:rsid w:val="0005516E"/>
    <w:rsid w:val="000618EA"/>
    <w:rsid w:val="00064560"/>
    <w:rsid w:val="00080BB5"/>
    <w:rsid w:val="00093723"/>
    <w:rsid w:val="000C09D5"/>
    <w:rsid w:val="000C22B7"/>
    <w:rsid w:val="000D5807"/>
    <w:rsid w:val="000E7908"/>
    <w:rsid w:val="001176A2"/>
    <w:rsid w:val="001347F3"/>
    <w:rsid w:val="00135DC6"/>
    <w:rsid w:val="00143A2A"/>
    <w:rsid w:val="00151CD4"/>
    <w:rsid w:val="001743C1"/>
    <w:rsid w:val="00194650"/>
    <w:rsid w:val="001C1073"/>
    <w:rsid w:val="001D2FDF"/>
    <w:rsid w:val="001D682E"/>
    <w:rsid w:val="001D7F45"/>
    <w:rsid w:val="001E3B63"/>
    <w:rsid w:val="001E7C07"/>
    <w:rsid w:val="001F005A"/>
    <w:rsid w:val="001F2270"/>
    <w:rsid w:val="00247DF5"/>
    <w:rsid w:val="00253011"/>
    <w:rsid w:val="00280746"/>
    <w:rsid w:val="002D0BA7"/>
    <w:rsid w:val="002D3670"/>
    <w:rsid w:val="002F3EA7"/>
    <w:rsid w:val="0031632E"/>
    <w:rsid w:val="00324302"/>
    <w:rsid w:val="0035227A"/>
    <w:rsid w:val="003665B0"/>
    <w:rsid w:val="003A4D75"/>
    <w:rsid w:val="003D2521"/>
    <w:rsid w:val="003D47E3"/>
    <w:rsid w:val="003F4DF2"/>
    <w:rsid w:val="00410DCC"/>
    <w:rsid w:val="00424429"/>
    <w:rsid w:val="00431F7D"/>
    <w:rsid w:val="00441D59"/>
    <w:rsid w:val="004716B4"/>
    <w:rsid w:val="00477A7A"/>
    <w:rsid w:val="00485F8B"/>
    <w:rsid w:val="004A709A"/>
    <w:rsid w:val="004B2E93"/>
    <w:rsid w:val="004F67C4"/>
    <w:rsid w:val="00505AC5"/>
    <w:rsid w:val="005206DD"/>
    <w:rsid w:val="00570690"/>
    <w:rsid w:val="0058498D"/>
    <w:rsid w:val="005905F4"/>
    <w:rsid w:val="00593DC5"/>
    <w:rsid w:val="005B4F45"/>
    <w:rsid w:val="005C1857"/>
    <w:rsid w:val="005C730C"/>
    <w:rsid w:val="005F446E"/>
    <w:rsid w:val="005F7E7F"/>
    <w:rsid w:val="0061558E"/>
    <w:rsid w:val="006163C7"/>
    <w:rsid w:val="00624C54"/>
    <w:rsid w:val="0063583E"/>
    <w:rsid w:val="006440E4"/>
    <w:rsid w:val="006526C6"/>
    <w:rsid w:val="0066560A"/>
    <w:rsid w:val="006711A0"/>
    <w:rsid w:val="006744E3"/>
    <w:rsid w:val="00682DE1"/>
    <w:rsid w:val="00691E95"/>
    <w:rsid w:val="00692A9F"/>
    <w:rsid w:val="00696F4F"/>
    <w:rsid w:val="006B3F65"/>
    <w:rsid w:val="006D0F07"/>
    <w:rsid w:val="006F1309"/>
    <w:rsid w:val="00716BF9"/>
    <w:rsid w:val="007425CC"/>
    <w:rsid w:val="00743E32"/>
    <w:rsid w:val="00752CCF"/>
    <w:rsid w:val="00753459"/>
    <w:rsid w:val="00766524"/>
    <w:rsid w:val="00771054"/>
    <w:rsid w:val="0077220B"/>
    <w:rsid w:val="00776D68"/>
    <w:rsid w:val="007855B1"/>
    <w:rsid w:val="00790477"/>
    <w:rsid w:val="007A6981"/>
    <w:rsid w:val="007D38B1"/>
    <w:rsid w:val="00800A94"/>
    <w:rsid w:val="00813C50"/>
    <w:rsid w:val="00843D8B"/>
    <w:rsid w:val="00854ED3"/>
    <w:rsid w:val="00893ADD"/>
    <w:rsid w:val="008949C4"/>
    <w:rsid w:val="008B444F"/>
    <w:rsid w:val="008C122B"/>
    <w:rsid w:val="008C28DA"/>
    <w:rsid w:val="008D76FF"/>
    <w:rsid w:val="008E38A6"/>
    <w:rsid w:val="00902373"/>
    <w:rsid w:val="0094679B"/>
    <w:rsid w:val="00954D8F"/>
    <w:rsid w:val="00956305"/>
    <w:rsid w:val="009901A8"/>
    <w:rsid w:val="009A7AFC"/>
    <w:rsid w:val="009A7FCB"/>
    <w:rsid w:val="009B285F"/>
    <w:rsid w:val="009C3136"/>
    <w:rsid w:val="009C4912"/>
    <w:rsid w:val="009C627D"/>
    <w:rsid w:val="009D7948"/>
    <w:rsid w:val="009E3D74"/>
    <w:rsid w:val="00A16009"/>
    <w:rsid w:val="00A365E4"/>
    <w:rsid w:val="00A62078"/>
    <w:rsid w:val="00A65FE8"/>
    <w:rsid w:val="00A8442D"/>
    <w:rsid w:val="00A84B23"/>
    <w:rsid w:val="00A86354"/>
    <w:rsid w:val="00AA09C7"/>
    <w:rsid w:val="00B03B3F"/>
    <w:rsid w:val="00B15A9A"/>
    <w:rsid w:val="00B4364E"/>
    <w:rsid w:val="00B57CA2"/>
    <w:rsid w:val="00BC4D43"/>
    <w:rsid w:val="00BC5D15"/>
    <w:rsid w:val="00BE7A6A"/>
    <w:rsid w:val="00C047CA"/>
    <w:rsid w:val="00C12243"/>
    <w:rsid w:val="00C16A51"/>
    <w:rsid w:val="00C514BC"/>
    <w:rsid w:val="00C57440"/>
    <w:rsid w:val="00C656C8"/>
    <w:rsid w:val="00C72BA0"/>
    <w:rsid w:val="00C91794"/>
    <w:rsid w:val="00C919A1"/>
    <w:rsid w:val="00C932A2"/>
    <w:rsid w:val="00CB3A39"/>
    <w:rsid w:val="00CC2E35"/>
    <w:rsid w:val="00CC483F"/>
    <w:rsid w:val="00CE49AE"/>
    <w:rsid w:val="00D00870"/>
    <w:rsid w:val="00D85B2D"/>
    <w:rsid w:val="00D9432C"/>
    <w:rsid w:val="00DA571D"/>
    <w:rsid w:val="00DD2E1C"/>
    <w:rsid w:val="00DD3A30"/>
    <w:rsid w:val="00DF4C0C"/>
    <w:rsid w:val="00DF5538"/>
    <w:rsid w:val="00E03887"/>
    <w:rsid w:val="00E07E63"/>
    <w:rsid w:val="00E41915"/>
    <w:rsid w:val="00E47EDD"/>
    <w:rsid w:val="00E50653"/>
    <w:rsid w:val="00E51680"/>
    <w:rsid w:val="00E52C99"/>
    <w:rsid w:val="00E629B6"/>
    <w:rsid w:val="00E6383C"/>
    <w:rsid w:val="00E6450E"/>
    <w:rsid w:val="00EC6DDE"/>
    <w:rsid w:val="00ED23E8"/>
    <w:rsid w:val="00EE69C7"/>
    <w:rsid w:val="00EF006B"/>
    <w:rsid w:val="00F274C7"/>
    <w:rsid w:val="00F34A36"/>
    <w:rsid w:val="00F36DDE"/>
    <w:rsid w:val="00F41D79"/>
    <w:rsid w:val="00F5135A"/>
    <w:rsid w:val="00F57A5D"/>
    <w:rsid w:val="00F75869"/>
    <w:rsid w:val="00F87CBF"/>
    <w:rsid w:val="00FB3086"/>
    <w:rsid w:val="00FB6276"/>
    <w:rsid w:val="00FC0407"/>
    <w:rsid w:val="00FC2BDE"/>
    <w:rsid w:val="00FE2044"/>
    <w:rsid w:val="00FF4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477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90477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90477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BodyText2">
    <w:name w:val="Body Text 2"/>
    <w:basedOn w:val="Normal"/>
    <w:link w:val="BodyText2Char"/>
    <w:uiPriority w:val="99"/>
    <w:rsid w:val="00790477"/>
    <w:pPr>
      <w:ind w:right="84"/>
    </w:pPr>
    <w:rPr>
      <w:b/>
      <w:sz w:val="24"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790477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ListParagraph">
    <w:name w:val="List Paragraph"/>
    <w:basedOn w:val="Normal"/>
    <w:uiPriority w:val="99"/>
    <w:qFormat/>
    <w:rsid w:val="00790477"/>
    <w:pPr>
      <w:ind w:left="720"/>
      <w:contextualSpacing/>
    </w:pPr>
  </w:style>
  <w:style w:type="table" w:styleId="TableGrid">
    <w:name w:val="Table Grid"/>
    <w:basedOn w:val="TableNormal"/>
    <w:uiPriority w:val="99"/>
    <w:rsid w:val="004716B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1C107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C1073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1C107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C1073"/>
    <w:rPr>
      <w:rFonts w:ascii="Times New Roman" w:hAnsi="Times New Roman" w:cs="Times New Roman"/>
      <w:sz w:val="20"/>
      <w:szCs w:val="20"/>
      <w:lang w:eastAsia="ru-RU"/>
    </w:rPr>
  </w:style>
  <w:style w:type="paragraph" w:styleId="NormalWeb">
    <w:name w:val="Normal (Web)"/>
    <w:basedOn w:val="Normal"/>
    <w:uiPriority w:val="99"/>
    <w:rsid w:val="006F1309"/>
    <w:pPr>
      <w:spacing w:before="100" w:beforeAutospacing="1" w:after="100" w:afterAutospacing="1"/>
    </w:pPr>
    <w:rPr>
      <w:rFonts w:eastAsia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61</TotalTime>
  <Pages>3</Pages>
  <Words>382</Words>
  <Characters>2184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37</cp:revision>
  <cp:lastPrinted>2020-01-09T08:34:00Z</cp:lastPrinted>
  <dcterms:created xsi:type="dcterms:W3CDTF">2020-01-08T11:55:00Z</dcterms:created>
  <dcterms:modified xsi:type="dcterms:W3CDTF">2020-01-09T13:05:00Z</dcterms:modified>
</cp:coreProperties>
</file>