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A1E" w:rsidRDefault="00412A1E" w:rsidP="00412A1E">
      <w:pPr>
        <w:jc w:val="center"/>
        <w:rPr>
          <w:b/>
          <w:sz w:val="28"/>
          <w:szCs w:val="28"/>
        </w:rPr>
      </w:pPr>
      <w:r>
        <w:rPr>
          <w:noProof/>
          <w:sz w:val="32"/>
          <w:lang w:val="ru-RU"/>
        </w:rPr>
        <w:drawing>
          <wp:inline distT="0" distB="0" distL="0" distR="0">
            <wp:extent cx="432000" cy="612000"/>
            <wp:effectExtent l="0" t="0" r="0" b="0"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"/>
                    <pic:cNvPicPr>
                      <a:picLocks noChangeAspect="1" noChangeArrowheads="1"/>
                    </pic:cNvPicPr>
                  </pic:nvPicPr>
                  <pic:blipFill rotWithShape="1">
                    <a:blip r:embed="rId8"/>
                    <a:srcRect l="23029" t="6636" r="22728" b="7465"/>
                    <a:stretch/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2A1E" w:rsidRPr="00877E02" w:rsidRDefault="00412A1E" w:rsidP="00412A1E">
      <w:pPr>
        <w:jc w:val="center"/>
        <w:rPr>
          <w:lang w:val="ru-RU" w:eastAsia="zh-CN" w:bidi="hi-IN"/>
        </w:rPr>
      </w:pPr>
      <w:r>
        <w:rPr>
          <w:b/>
          <w:sz w:val="28"/>
          <w:szCs w:val="28"/>
        </w:rPr>
        <w:t>УКРАЇНА</w:t>
      </w:r>
    </w:p>
    <w:p w:rsidR="00412A1E" w:rsidRDefault="00412A1E" w:rsidP="00412A1E">
      <w:pPr>
        <w:pStyle w:val="1"/>
        <w:jc w:val="center"/>
        <w:rPr>
          <w:b/>
          <w:smallCaps/>
          <w:sz w:val="28"/>
          <w:szCs w:val="28"/>
        </w:rPr>
      </w:pPr>
      <w:r w:rsidRPr="00EF1914">
        <w:rPr>
          <w:b/>
          <w:smallCaps/>
          <w:sz w:val="28"/>
          <w:szCs w:val="28"/>
        </w:rPr>
        <w:t>ТРОСТЯНЕЦЬКА СЕЛИЩНА РАДА</w:t>
      </w:r>
    </w:p>
    <w:p w:rsidR="00412A1E" w:rsidRDefault="00412A1E" w:rsidP="00412A1E">
      <w:pPr>
        <w:pStyle w:val="2"/>
        <w:spacing w:line="276" w:lineRule="auto"/>
        <w:jc w:val="center"/>
        <w:rPr>
          <w:b w:val="0"/>
        </w:rPr>
      </w:pPr>
      <w:r w:rsidRPr="00E82F6F">
        <w:rPr>
          <w:b w:val="0"/>
        </w:rPr>
        <w:t>Гайсинського району Вінницької  області</w:t>
      </w:r>
    </w:p>
    <w:p w:rsidR="00412A1E" w:rsidRPr="001564AD" w:rsidRDefault="00412A1E" w:rsidP="00412A1E">
      <w:pPr>
        <w:pStyle w:val="5"/>
        <w:rPr>
          <w:sz w:val="28"/>
          <w:szCs w:val="28"/>
        </w:rPr>
      </w:pPr>
      <w:r w:rsidRPr="001564AD">
        <w:rPr>
          <w:sz w:val="28"/>
          <w:szCs w:val="28"/>
        </w:rPr>
        <w:t>ВИКОНАВЧИЙ  КОМІТЕТ</w:t>
      </w:r>
    </w:p>
    <w:p w:rsidR="00412A1E" w:rsidRDefault="00412A1E" w:rsidP="00412A1E">
      <w:pPr>
        <w:jc w:val="center"/>
        <w:rPr>
          <w:sz w:val="16"/>
        </w:rPr>
      </w:pPr>
    </w:p>
    <w:p w:rsidR="00412A1E" w:rsidRPr="007A202B" w:rsidRDefault="00412A1E" w:rsidP="00412A1E">
      <w:pPr>
        <w:ind w:left="-426"/>
      </w:pPr>
    </w:p>
    <w:p w:rsidR="00412A1E" w:rsidRPr="007C33BD" w:rsidRDefault="00412A1E" w:rsidP="00412A1E">
      <w:pPr>
        <w:pStyle w:val="6"/>
        <w:rPr>
          <w:b/>
          <w:sz w:val="44"/>
          <w:szCs w:val="44"/>
        </w:rPr>
      </w:pPr>
      <w:r w:rsidRPr="007C33BD">
        <w:rPr>
          <w:b/>
          <w:sz w:val="44"/>
          <w:szCs w:val="44"/>
        </w:rPr>
        <w:t>РІШЕННЯ</w:t>
      </w:r>
    </w:p>
    <w:p w:rsidR="00412A1E" w:rsidRPr="00A81FE0" w:rsidRDefault="00412A1E" w:rsidP="00412A1E">
      <w:pPr>
        <w:jc w:val="center"/>
      </w:pPr>
    </w:p>
    <w:p w:rsidR="00412A1E" w:rsidRPr="00F43252" w:rsidRDefault="00412A1E" w:rsidP="00412A1E">
      <w:pPr>
        <w:jc w:val="center"/>
        <w:rPr>
          <w:sz w:val="16"/>
        </w:rPr>
      </w:pPr>
    </w:p>
    <w:p w:rsidR="00412A1E" w:rsidRPr="00DC203B" w:rsidRDefault="007527F2" w:rsidP="00412A1E">
      <w:pPr>
        <w:spacing w:line="360" w:lineRule="auto"/>
        <w:rPr>
          <w:sz w:val="24"/>
        </w:rPr>
      </w:pPr>
      <w:r>
        <w:rPr>
          <w:sz w:val="28"/>
        </w:rPr>
        <w:t xml:space="preserve">17 </w:t>
      </w:r>
      <w:r w:rsidR="00D646D9">
        <w:rPr>
          <w:sz w:val="28"/>
        </w:rPr>
        <w:t>червня</w:t>
      </w:r>
      <w:r w:rsidR="00FB76BA">
        <w:rPr>
          <w:sz w:val="28"/>
        </w:rPr>
        <w:t xml:space="preserve">   2021 </w:t>
      </w:r>
      <w:r w:rsidR="00412A1E">
        <w:rPr>
          <w:sz w:val="28"/>
        </w:rPr>
        <w:t>року</w:t>
      </w:r>
      <w:r w:rsidR="00412A1E">
        <w:rPr>
          <w:sz w:val="28"/>
        </w:rPr>
        <w:tab/>
      </w:r>
      <w:r w:rsidR="00412A1E">
        <w:rPr>
          <w:sz w:val="28"/>
        </w:rPr>
        <w:tab/>
      </w:r>
      <w:bookmarkStart w:id="0" w:name="_GoBack"/>
      <w:bookmarkEnd w:id="0"/>
      <w:r w:rsidR="00412A1E">
        <w:rPr>
          <w:sz w:val="28"/>
        </w:rPr>
        <w:tab/>
      </w:r>
      <w:r w:rsidR="00412A1E">
        <w:rPr>
          <w:sz w:val="28"/>
        </w:rPr>
        <w:tab/>
      </w:r>
      <w:r w:rsidR="00333219">
        <w:rPr>
          <w:sz w:val="28"/>
        </w:rPr>
        <w:t xml:space="preserve">                   </w:t>
      </w:r>
      <w:r w:rsidR="00412A1E" w:rsidRPr="00F43252">
        <w:rPr>
          <w:sz w:val="28"/>
        </w:rPr>
        <w:t xml:space="preserve">№ </w:t>
      </w:r>
      <w:r>
        <w:rPr>
          <w:sz w:val="28"/>
        </w:rPr>
        <w:t>108</w:t>
      </w:r>
    </w:p>
    <w:p w:rsidR="00C13DD0" w:rsidRPr="00DE12FB" w:rsidRDefault="008C7F6F" w:rsidP="00DA7A50">
      <w:pPr>
        <w:jc w:val="both"/>
        <w:rPr>
          <w:sz w:val="28"/>
        </w:rPr>
      </w:pPr>
      <w:r>
        <w:rPr>
          <w:sz w:val="28"/>
          <w:szCs w:val="28"/>
        </w:rPr>
        <w:tab/>
      </w:r>
    </w:p>
    <w:p w:rsidR="00D56E47" w:rsidRDefault="00D56E47" w:rsidP="002B5B4D">
      <w:pPr>
        <w:rPr>
          <w:b/>
          <w:color w:val="000000"/>
          <w:sz w:val="28"/>
          <w:szCs w:val="28"/>
          <w:lang w:val="ru-RU"/>
        </w:rPr>
      </w:pPr>
      <w:r w:rsidRPr="00D56E47">
        <w:rPr>
          <w:b/>
          <w:color w:val="000000"/>
          <w:sz w:val="28"/>
          <w:szCs w:val="28"/>
        </w:rPr>
        <w:t>П</w:t>
      </w:r>
      <w:proofErr w:type="spellStart"/>
      <w:r>
        <w:rPr>
          <w:b/>
          <w:color w:val="000000"/>
          <w:sz w:val="28"/>
          <w:szCs w:val="28"/>
          <w:lang w:val="ru-RU"/>
        </w:rPr>
        <w:t>ро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затвердження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персонального складу </w:t>
      </w:r>
    </w:p>
    <w:p w:rsidR="00D56E47" w:rsidRDefault="00D56E47" w:rsidP="002B5B4D">
      <w:pPr>
        <w:rPr>
          <w:b/>
          <w:color w:val="000000"/>
          <w:sz w:val="28"/>
          <w:szCs w:val="28"/>
          <w:lang w:val="ru-RU"/>
        </w:rPr>
      </w:pPr>
      <w:proofErr w:type="spellStart"/>
      <w:r>
        <w:rPr>
          <w:b/>
          <w:color w:val="000000"/>
          <w:sz w:val="28"/>
          <w:szCs w:val="28"/>
          <w:lang w:val="ru-RU"/>
        </w:rPr>
        <w:t>опікунської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b/>
          <w:color w:val="000000"/>
          <w:sz w:val="28"/>
          <w:szCs w:val="28"/>
          <w:lang w:val="ru-RU"/>
        </w:rPr>
        <w:t>ради</w:t>
      </w:r>
      <w:proofErr w:type="gramEnd"/>
      <w:r>
        <w:rPr>
          <w:b/>
          <w:color w:val="000000"/>
          <w:sz w:val="28"/>
          <w:szCs w:val="28"/>
          <w:lang w:val="ru-RU"/>
        </w:rPr>
        <w:t xml:space="preserve"> при </w:t>
      </w:r>
      <w:proofErr w:type="spellStart"/>
      <w:r>
        <w:rPr>
          <w:b/>
          <w:color w:val="000000"/>
          <w:sz w:val="28"/>
          <w:szCs w:val="28"/>
          <w:lang w:val="ru-RU"/>
        </w:rPr>
        <w:t>виконавчому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комітеті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</w:p>
    <w:p w:rsidR="002B5B4D" w:rsidRPr="00D56E47" w:rsidRDefault="00D56E47" w:rsidP="002B5B4D">
      <w:pPr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  <w:lang w:val="ru-RU"/>
        </w:rPr>
        <w:t>Тростянецької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val="ru-RU"/>
        </w:rPr>
        <w:t>селищної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ради</w:t>
      </w:r>
    </w:p>
    <w:p w:rsidR="00401F8C" w:rsidRDefault="00401F8C" w:rsidP="00C13DD0">
      <w:pPr>
        <w:rPr>
          <w:sz w:val="28"/>
        </w:rPr>
      </w:pPr>
    </w:p>
    <w:p w:rsidR="002B5B4D" w:rsidRDefault="002B5B4D" w:rsidP="00401F8C">
      <w:pPr>
        <w:ind w:firstLine="720"/>
        <w:jc w:val="both"/>
        <w:rPr>
          <w:color w:val="000000"/>
          <w:sz w:val="28"/>
          <w:szCs w:val="28"/>
        </w:rPr>
      </w:pPr>
    </w:p>
    <w:p w:rsidR="006E1200" w:rsidRDefault="004810FE" w:rsidP="00D01C4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2B5B4D">
        <w:rPr>
          <w:color w:val="000000"/>
          <w:sz w:val="28"/>
          <w:szCs w:val="28"/>
        </w:rPr>
        <w:t xml:space="preserve">Відповідно до </w:t>
      </w:r>
      <w:r w:rsidR="00D56E47">
        <w:rPr>
          <w:color w:val="000000"/>
          <w:sz w:val="28"/>
          <w:szCs w:val="28"/>
        </w:rPr>
        <w:t>п.4 частини б</w:t>
      </w:r>
      <w:r w:rsidR="002B5B4D">
        <w:rPr>
          <w:color w:val="000000"/>
          <w:sz w:val="28"/>
          <w:szCs w:val="28"/>
        </w:rPr>
        <w:t xml:space="preserve"> ст.34</w:t>
      </w:r>
      <w:r w:rsidR="001F14B2">
        <w:rPr>
          <w:color w:val="000000"/>
          <w:sz w:val="28"/>
          <w:szCs w:val="28"/>
        </w:rPr>
        <w:t xml:space="preserve"> Закону України </w:t>
      </w:r>
      <w:r w:rsidR="00401F8C" w:rsidRPr="00230C4C">
        <w:rPr>
          <w:color w:val="000000"/>
          <w:sz w:val="28"/>
          <w:szCs w:val="28"/>
        </w:rPr>
        <w:t>"Про місцеве</w:t>
      </w:r>
      <w:r>
        <w:rPr>
          <w:color w:val="000000"/>
          <w:sz w:val="28"/>
          <w:szCs w:val="28"/>
        </w:rPr>
        <w:t xml:space="preserve"> </w:t>
      </w:r>
      <w:r w:rsidR="00401F8C" w:rsidRPr="00230C4C">
        <w:rPr>
          <w:color w:val="000000"/>
          <w:sz w:val="28"/>
          <w:szCs w:val="28"/>
        </w:rPr>
        <w:t xml:space="preserve">самоврядування в Україні", </w:t>
      </w:r>
      <w:r w:rsidR="00D56E47">
        <w:rPr>
          <w:color w:val="000000"/>
          <w:sz w:val="28"/>
          <w:szCs w:val="28"/>
        </w:rPr>
        <w:t xml:space="preserve">на виконання наказу Міністерства соціальної політики України від 06.11.2017 року №1758 «Про затвердження рішення колегії </w:t>
      </w:r>
      <w:proofErr w:type="spellStart"/>
      <w:r w:rsidR="00D56E47">
        <w:rPr>
          <w:color w:val="000000"/>
          <w:sz w:val="28"/>
          <w:szCs w:val="28"/>
        </w:rPr>
        <w:t>Мінсоцполітики</w:t>
      </w:r>
      <w:proofErr w:type="spellEnd"/>
      <w:r w:rsidR="00D56E47">
        <w:rPr>
          <w:color w:val="000000"/>
          <w:sz w:val="28"/>
          <w:szCs w:val="28"/>
        </w:rPr>
        <w:t xml:space="preserve"> України від 27.10.2017 року  «Про запровадження інтегрованої моделі у сфері соціального захисту населення» та доручення  Міністерства соціальної політики України від 27.12.2017 року №1396/131-17/175 в частині питань опіки та піклування над повнолітніми недієздатними та обмежено дієздатними особами, з метою дотримання принципів законності, гуманності, неприпустимості і приниження честі і гідності повнолітніх громадян, які потребують допомоги щодо забезпечення їх прав та інтересів, </w:t>
      </w:r>
      <w:r w:rsidR="00F70504">
        <w:rPr>
          <w:color w:val="000000"/>
          <w:sz w:val="28"/>
          <w:szCs w:val="28"/>
        </w:rPr>
        <w:t>виконавчий комітет</w:t>
      </w:r>
      <w:r w:rsidR="00730713">
        <w:rPr>
          <w:color w:val="000000"/>
          <w:sz w:val="28"/>
          <w:szCs w:val="28"/>
        </w:rPr>
        <w:t xml:space="preserve"> Тростянецької селищної ради </w:t>
      </w:r>
    </w:p>
    <w:p w:rsidR="00163A3E" w:rsidRDefault="00163A3E" w:rsidP="006C204A">
      <w:pPr>
        <w:ind w:firstLine="720"/>
        <w:jc w:val="center"/>
        <w:rPr>
          <w:b/>
          <w:color w:val="000000"/>
          <w:sz w:val="28"/>
          <w:szCs w:val="28"/>
        </w:rPr>
      </w:pPr>
    </w:p>
    <w:p w:rsidR="00730713" w:rsidRPr="006E1200" w:rsidRDefault="0035784F" w:rsidP="006C204A">
      <w:pPr>
        <w:ind w:firstLine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ВИРІШИ</w:t>
      </w:r>
      <w:r w:rsidR="00730713" w:rsidRPr="006E1200">
        <w:rPr>
          <w:b/>
          <w:color w:val="000000"/>
          <w:sz w:val="28"/>
          <w:szCs w:val="28"/>
        </w:rPr>
        <w:t>В:</w:t>
      </w:r>
    </w:p>
    <w:p w:rsidR="00F70504" w:rsidRDefault="00F70504" w:rsidP="00401F8C">
      <w:pPr>
        <w:ind w:firstLine="720"/>
        <w:jc w:val="both"/>
        <w:rPr>
          <w:color w:val="000000"/>
          <w:sz w:val="28"/>
          <w:szCs w:val="28"/>
        </w:rPr>
      </w:pPr>
    </w:p>
    <w:p w:rsidR="00401F8C" w:rsidRDefault="00401F8C" w:rsidP="00E81E1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06A92">
        <w:rPr>
          <w:color w:val="000000"/>
          <w:sz w:val="28"/>
          <w:szCs w:val="28"/>
        </w:rPr>
        <w:t xml:space="preserve">Внести зміни </w:t>
      </w:r>
      <w:r w:rsidR="00854D46">
        <w:rPr>
          <w:color w:val="000000"/>
          <w:sz w:val="28"/>
          <w:szCs w:val="28"/>
        </w:rPr>
        <w:t>до</w:t>
      </w:r>
      <w:r w:rsidR="00D56E47">
        <w:rPr>
          <w:color w:val="000000"/>
          <w:sz w:val="28"/>
          <w:szCs w:val="28"/>
        </w:rPr>
        <w:t xml:space="preserve"> пер</w:t>
      </w:r>
      <w:r w:rsidR="00854D46">
        <w:rPr>
          <w:color w:val="000000"/>
          <w:sz w:val="28"/>
          <w:szCs w:val="28"/>
        </w:rPr>
        <w:t>сонального</w:t>
      </w:r>
      <w:r w:rsidR="00D56E47">
        <w:rPr>
          <w:color w:val="000000"/>
          <w:sz w:val="28"/>
          <w:szCs w:val="28"/>
        </w:rPr>
        <w:t xml:space="preserve"> склад</w:t>
      </w:r>
      <w:r w:rsidR="00854D46">
        <w:rPr>
          <w:color w:val="000000"/>
          <w:sz w:val="28"/>
          <w:szCs w:val="28"/>
        </w:rPr>
        <w:t>у</w:t>
      </w:r>
      <w:r w:rsidR="00D56E47">
        <w:rPr>
          <w:color w:val="000000"/>
          <w:sz w:val="28"/>
          <w:szCs w:val="28"/>
        </w:rPr>
        <w:t xml:space="preserve"> опікунської ради при виконавчому комітеті Тростянецької селищної ради (додаток 1).</w:t>
      </w:r>
    </w:p>
    <w:p w:rsidR="00401F8C" w:rsidRDefault="00401F8C" w:rsidP="00E81E15">
      <w:pPr>
        <w:jc w:val="both"/>
        <w:rPr>
          <w:color w:val="000000"/>
          <w:sz w:val="28"/>
          <w:szCs w:val="28"/>
        </w:rPr>
      </w:pPr>
    </w:p>
    <w:p w:rsidR="006C204A" w:rsidRPr="00AD706E" w:rsidRDefault="00F62630" w:rsidP="00E81E1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01F8C" w:rsidRPr="00A378B6">
        <w:rPr>
          <w:color w:val="000000"/>
          <w:sz w:val="28"/>
          <w:szCs w:val="28"/>
        </w:rPr>
        <w:t>.</w:t>
      </w:r>
      <w:r w:rsidR="00991671">
        <w:rPr>
          <w:color w:val="000000"/>
          <w:sz w:val="28"/>
          <w:szCs w:val="28"/>
        </w:rPr>
        <w:t xml:space="preserve">Контроль за виконанням даного рішення покласти на </w:t>
      </w:r>
      <w:r w:rsidR="00D56E47">
        <w:rPr>
          <w:color w:val="000000"/>
          <w:sz w:val="28"/>
          <w:szCs w:val="28"/>
        </w:rPr>
        <w:t>керуючого справами (секретаря)</w:t>
      </w:r>
      <w:r w:rsidR="009B2885">
        <w:rPr>
          <w:color w:val="000000"/>
          <w:sz w:val="28"/>
          <w:szCs w:val="28"/>
        </w:rPr>
        <w:t xml:space="preserve"> селищної ради</w:t>
      </w:r>
      <w:r w:rsidR="00D56E47">
        <w:rPr>
          <w:color w:val="000000"/>
          <w:sz w:val="28"/>
          <w:szCs w:val="28"/>
        </w:rPr>
        <w:t xml:space="preserve"> Наталію Вдовиченко</w:t>
      </w:r>
      <w:r w:rsidR="001B54E5">
        <w:rPr>
          <w:color w:val="000000"/>
          <w:sz w:val="28"/>
          <w:szCs w:val="28"/>
        </w:rPr>
        <w:t>.</w:t>
      </w:r>
    </w:p>
    <w:p w:rsidR="00401F8C" w:rsidRPr="00C15286" w:rsidRDefault="00401F8C" w:rsidP="00401F8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163A3E" w:rsidRDefault="00163A3E" w:rsidP="00401F8C">
      <w:pPr>
        <w:autoSpaceDE w:val="0"/>
        <w:autoSpaceDN w:val="0"/>
        <w:adjustRightInd w:val="0"/>
        <w:ind w:right="-2"/>
        <w:rPr>
          <w:b/>
          <w:sz w:val="28"/>
          <w:szCs w:val="28"/>
        </w:rPr>
      </w:pPr>
    </w:p>
    <w:p w:rsidR="00401F8C" w:rsidRDefault="00401F8C" w:rsidP="00C13DD0">
      <w:pPr>
        <w:rPr>
          <w:b/>
          <w:sz w:val="28"/>
          <w:szCs w:val="28"/>
        </w:rPr>
      </w:pPr>
    </w:p>
    <w:p w:rsidR="00E561B4" w:rsidRPr="006C766A" w:rsidRDefault="00E561B4" w:rsidP="00E561B4">
      <w:pPr>
        <w:rPr>
          <w:sz w:val="28"/>
          <w:szCs w:val="28"/>
        </w:rPr>
      </w:pPr>
    </w:p>
    <w:p w:rsidR="00E561B4" w:rsidRDefault="00D646D9" w:rsidP="00E561B4">
      <w:pPr>
        <w:widowControl w:val="0"/>
        <w:spacing w:line="28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Селищний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Людмила ЧЕРВОНЕЦЬКА</w:t>
      </w:r>
    </w:p>
    <w:p w:rsidR="00D56E47" w:rsidRDefault="00D56E47" w:rsidP="00E561B4">
      <w:pPr>
        <w:widowControl w:val="0"/>
        <w:spacing w:line="280" w:lineRule="exact"/>
        <w:jc w:val="center"/>
        <w:rPr>
          <w:b/>
          <w:bCs/>
          <w:sz w:val="28"/>
          <w:szCs w:val="28"/>
        </w:rPr>
      </w:pPr>
    </w:p>
    <w:p w:rsidR="00D56E47" w:rsidRDefault="00D56E47" w:rsidP="00E561B4">
      <w:pPr>
        <w:widowControl w:val="0"/>
        <w:spacing w:line="280" w:lineRule="exact"/>
        <w:jc w:val="center"/>
        <w:rPr>
          <w:b/>
          <w:bCs/>
          <w:sz w:val="28"/>
          <w:szCs w:val="28"/>
        </w:rPr>
      </w:pPr>
    </w:p>
    <w:p w:rsidR="00D56E47" w:rsidRPr="00D56E47" w:rsidRDefault="00D56E47" w:rsidP="00D56E47">
      <w:pPr>
        <w:widowControl w:val="0"/>
        <w:spacing w:line="280" w:lineRule="exact"/>
        <w:ind w:left="5040" w:firstLine="720"/>
        <w:jc w:val="both"/>
        <w:rPr>
          <w:bCs/>
          <w:sz w:val="28"/>
          <w:szCs w:val="28"/>
        </w:rPr>
      </w:pPr>
      <w:r w:rsidRPr="00D56E47">
        <w:rPr>
          <w:bCs/>
          <w:sz w:val="28"/>
          <w:szCs w:val="28"/>
        </w:rPr>
        <w:lastRenderedPageBreak/>
        <w:t>Додаток 1</w:t>
      </w:r>
    </w:p>
    <w:p w:rsidR="009B2885" w:rsidRDefault="00D56E47" w:rsidP="009B2885">
      <w:pPr>
        <w:widowControl w:val="0"/>
        <w:spacing w:line="280" w:lineRule="exact"/>
        <w:ind w:left="50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D56E47">
        <w:rPr>
          <w:bCs/>
          <w:sz w:val="28"/>
          <w:szCs w:val="28"/>
        </w:rPr>
        <w:t xml:space="preserve">о рішення виконавчого комітету </w:t>
      </w:r>
    </w:p>
    <w:p w:rsidR="00D56E47" w:rsidRDefault="00D56E47" w:rsidP="009B2885">
      <w:pPr>
        <w:widowControl w:val="0"/>
        <w:spacing w:line="280" w:lineRule="exact"/>
        <w:ind w:left="5040"/>
        <w:jc w:val="both"/>
        <w:rPr>
          <w:bCs/>
          <w:sz w:val="28"/>
          <w:szCs w:val="28"/>
        </w:rPr>
      </w:pPr>
      <w:r w:rsidRPr="00D56E47">
        <w:rPr>
          <w:bCs/>
          <w:sz w:val="28"/>
          <w:szCs w:val="28"/>
        </w:rPr>
        <w:t>№</w:t>
      </w:r>
      <w:r w:rsidR="009B2885">
        <w:rPr>
          <w:bCs/>
          <w:sz w:val="28"/>
          <w:szCs w:val="28"/>
        </w:rPr>
        <w:t xml:space="preserve">   </w:t>
      </w:r>
      <w:r w:rsidR="007527F2">
        <w:rPr>
          <w:bCs/>
          <w:sz w:val="28"/>
          <w:szCs w:val="28"/>
        </w:rPr>
        <w:t>108</w:t>
      </w:r>
      <w:r w:rsidR="009B2885">
        <w:rPr>
          <w:bCs/>
          <w:sz w:val="28"/>
          <w:szCs w:val="28"/>
        </w:rPr>
        <w:t xml:space="preserve"> </w:t>
      </w:r>
      <w:r w:rsidRPr="00D56E47">
        <w:rPr>
          <w:bCs/>
          <w:sz w:val="28"/>
          <w:szCs w:val="28"/>
        </w:rPr>
        <w:t xml:space="preserve"> від   </w:t>
      </w:r>
      <w:r w:rsidR="007527F2">
        <w:rPr>
          <w:bCs/>
          <w:sz w:val="28"/>
          <w:szCs w:val="28"/>
        </w:rPr>
        <w:t>17</w:t>
      </w:r>
      <w:r w:rsidRPr="00D56E47">
        <w:rPr>
          <w:bCs/>
          <w:sz w:val="28"/>
          <w:szCs w:val="28"/>
        </w:rPr>
        <w:t xml:space="preserve"> червня 2021</w:t>
      </w:r>
    </w:p>
    <w:p w:rsidR="009B2885" w:rsidRDefault="009B2885" w:rsidP="009B2885">
      <w:pPr>
        <w:widowControl w:val="0"/>
        <w:spacing w:line="280" w:lineRule="exact"/>
        <w:ind w:left="5040"/>
        <w:jc w:val="both"/>
        <w:rPr>
          <w:bCs/>
          <w:sz w:val="28"/>
          <w:szCs w:val="28"/>
        </w:rPr>
      </w:pPr>
    </w:p>
    <w:p w:rsidR="009B2885" w:rsidRDefault="009B2885" w:rsidP="009B2885">
      <w:pPr>
        <w:widowControl w:val="0"/>
        <w:spacing w:line="280" w:lineRule="exact"/>
        <w:ind w:left="5040"/>
        <w:jc w:val="both"/>
        <w:rPr>
          <w:bCs/>
          <w:sz w:val="28"/>
          <w:szCs w:val="28"/>
        </w:rPr>
      </w:pPr>
    </w:p>
    <w:p w:rsidR="009B2885" w:rsidRDefault="009B2885" w:rsidP="009B2885">
      <w:pPr>
        <w:widowControl w:val="0"/>
        <w:spacing w:line="28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СКЛАД</w:t>
      </w:r>
    </w:p>
    <w:p w:rsidR="009B2885" w:rsidRDefault="009B2885" w:rsidP="009B2885">
      <w:pPr>
        <w:widowControl w:val="0"/>
        <w:spacing w:line="28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опікунської ради при виконавчому комітеті </w:t>
      </w:r>
    </w:p>
    <w:p w:rsidR="009B2885" w:rsidRDefault="009B2885" w:rsidP="009B2885">
      <w:pPr>
        <w:widowControl w:val="0"/>
        <w:spacing w:line="28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Тростянецької селищної ради</w:t>
      </w:r>
    </w:p>
    <w:p w:rsidR="00806A92" w:rsidRDefault="00806A92" w:rsidP="009B2885">
      <w:pPr>
        <w:widowControl w:val="0"/>
        <w:spacing w:line="280" w:lineRule="exact"/>
        <w:jc w:val="center"/>
        <w:rPr>
          <w:bCs/>
          <w:sz w:val="28"/>
          <w:szCs w:val="28"/>
        </w:rPr>
      </w:pPr>
    </w:p>
    <w:p w:rsidR="009B2885" w:rsidRDefault="009B2885" w:rsidP="009B2885">
      <w:pPr>
        <w:widowControl w:val="0"/>
        <w:spacing w:line="276" w:lineRule="auto"/>
        <w:jc w:val="both"/>
        <w:rPr>
          <w:bCs/>
          <w:sz w:val="28"/>
          <w:szCs w:val="28"/>
        </w:rPr>
      </w:pPr>
      <w:r w:rsidRPr="009B2885">
        <w:rPr>
          <w:b/>
          <w:bCs/>
          <w:sz w:val="28"/>
          <w:szCs w:val="28"/>
        </w:rPr>
        <w:t>Ткач Олег Андрійович</w:t>
      </w:r>
      <w:r>
        <w:rPr>
          <w:bCs/>
          <w:sz w:val="28"/>
          <w:szCs w:val="28"/>
        </w:rPr>
        <w:t xml:space="preserve"> – голова опікунської ради, секретар Тростянецької селищної ради</w:t>
      </w:r>
    </w:p>
    <w:p w:rsidR="009B2885" w:rsidRPr="00A208C5" w:rsidRDefault="009B2885" w:rsidP="009B2885">
      <w:pPr>
        <w:pStyle w:val="af0"/>
        <w:spacing w:before="0" w:after="0" w:line="276" w:lineRule="auto"/>
        <w:jc w:val="both"/>
        <w:rPr>
          <w:sz w:val="28"/>
          <w:szCs w:val="28"/>
        </w:rPr>
      </w:pPr>
      <w:r w:rsidRPr="009B2885">
        <w:rPr>
          <w:b/>
          <w:bCs/>
          <w:sz w:val="28"/>
          <w:szCs w:val="28"/>
        </w:rPr>
        <w:t>Вдовиченко Наталія Порфирівна</w:t>
      </w:r>
      <w:r>
        <w:rPr>
          <w:bCs/>
          <w:sz w:val="28"/>
          <w:szCs w:val="28"/>
        </w:rPr>
        <w:t xml:space="preserve"> – заступник голови, </w:t>
      </w:r>
      <w:r w:rsidRPr="00A208C5">
        <w:rPr>
          <w:sz w:val="28"/>
          <w:szCs w:val="28"/>
        </w:rPr>
        <w:t xml:space="preserve">керуючий справами (секретар) </w:t>
      </w:r>
      <w:r>
        <w:rPr>
          <w:sz w:val="28"/>
          <w:szCs w:val="28"/>
        </w:rPr>
        <w:t xml:space="preserve">виконавчого комітету </w:t>
      </w:r>
      <w:r w:rsidRPr="00A208C5">
        <w:rPr>
          <w:sz w:val="28"/>
          <w:szCs w:val="28"/>
        </w:rPr>
        <w:t>Тростянецької селищної ради</w:t>
      </w:r>
      <w:r w:rsidR="00806A92">
        <w:rPr>
          <w:sz w:val="28"/>
          <w:szCs w:val="28"/>
        </w:rPr>
        <w:t>;</w:t>
      </w:r>
    </w:p>
    <w:p w:rsidR="009B2885" w:rsidRDefault="009B2885" w:rsidP="009B2885">
      <w:pPr>
        <w:widowControl w:val="0"/>
        <w:spacing w:line="276" w:lineRule="auto"/>
        <w:jc w:val="both"/>
        <w:rPr>
          <w:bCs/>
          <w:sz w:val="28"/>
          <w:szCs w:val="28"/>
        </w:rPr>
      </w:pPr>
      <w:proofErr w:type="spellStart"/>
      <w:r w:rsidRPr="009B2885">
        <w:rPr>
          <w:b/>
          <w:bCs/>
          <w:sz w:val="28"/>
          <w:szCs w:val="28"/>
        </w:rPr>
        <w:t>Максименюк</w:t>
      </w:r>
      <w:proofErr w:type="spellEnd"/>
      <w:r w:rsidRPr="009B2885">
        <w:rPr>
          <w:b/>
          <w:bCs/>
          <w:sz w:val="28"/>
          <w:szCs w:val="28"/>
        </w:rPr>
        <w:t xml:space="preserve"> Антоніна Андріївна</w:t>
      </w:r>
      <w:r>
        <w:rPr>
          <w:bCs/>
          <w:sz w:val="28"/>
          <w:szCs w:val="28"/>
        </w:rPr>
        <w:t xml:space="preserve"> – секретар опікунської ради, головний спеціаліст відділу соціального захисту населення та охорони здоров’я</w:t>
      </w:r>
      <w:r w:rsidR="00806A92">
        <w:rPr>
          <w:bCs/>
          <w:sz w:val="28"/>
          <w:szCs w:val="28"/>
        </w:rPr>
        <w:t>;</w:t>
      </w:r>
    </w:p>
    <w:p w:rsidR="009B2885" w:rsidRDefault="009B2885" w:rsidP="009B2885">
      <w:pPr>
        <w:widowControl w:val="0"/>
        <w:spacing w:line="276" w:lineRule="auto"/>
        <w:jc w:val="both"/>
        <w:rPr>
          <w:b/>
          <w:bCs/>
          <w:sz w:val="28"/>
          <w:szCs w:val="28"/>
        </w:rPr>
      </w:pPr>
    </w:p>
    <w:p w:rsidR="009B2885" w:rsidRPr="009B2885" w:rsidRDefault="009B2885" w:rsidP="009B2885">
      <w:pPr>
        <w:widowControl w:val="0"/>
        <w:spacing w:line="276" w:lineRule="auto"/>
        <w:jc w:val="both"/>
        <w:rPr>
          <w:b/>
          <w:bCs/>
          <w:sz w:val="28"/>
          <w:szCs w:val="28"/>
        </w:rPr>
      </w:pPr>
      <w:r w:rsidRPr="009B2885">
        <w:rPr>
          <w:b/>
          <w:bCs/>
          <w:sz w:val="28"/>
          <w:szCs w:val="28"/>
        </w:rPr>
        <w:t>Члени опік</w:t>
      </w:r>
      <w:r>
        <w:rPr>
          <w:b/>
          <w:bCs/>
          <w:sz w:val="28"/>
          <w:szCs w:val="28"/>
        </w:rPr>
        <w:t>унської ради</w:t>
      </w:r>
      <w:r w:rsidRPr="009B2885">
        <w:rPr>
          <w:b/>
          <w:bCs/>
          <w:sz w:val="28"/>
          <w:szCs w:val="28"/>
        </w:rPr>
        <w:t>:</w:t>
      </w:r>
    </w:p>
    <w:p w:rsidR="009B2885" w:rsidRDefault="009B2885" w:rsidP="009B2885">
      <w:pPr>
        <w:widowControl w:val="0"/>
        <w:spacing w:line="276" w:lineRule="auto"/>
        <w:jc w:val="both"/>
        <w:rPr>
          <w:bCs/>
          <w:sz w:val="28"/>
          <w:szCs w:val="28"/>
        </w:rPr>
      </w:pPr>
      <w:proofErr w:type="spellStart"/>
      <w:r w:rsidRPr="009B2885">
        <w:rPr>
          <w:b/>
          <w:bCs/>
          <w:sz w:val="28"/>
          <w:szCs w:val="28"/>
        </w:rPr>
        <w:t>Голенченко</w:t>
      </w:r>
      <w:proofErr w:type="spellEnd"/>
      <w:r w:rsidRPr="009B2885">
        <w:rPr>
          <w:b/>
          <w:bCs/>
          <w:sz w:val="28"/>
          <w:szCs w:val="28"/>
        </w:rPr>
        <w:t xml:space="preserve"> Алла Ігорівна </w:t>
      </w:r>
      <w:r>
        <w:rPr>
          <w:bCs/>
          <w:sz w:val="28"/>
          <w:szCs w:val="28"/>
        </w:rPr>
        <w:t>– голова громадської організації «Рада ветеранів»</w:t>
      </w:r>
      <w:r w:rsidR="00806A92">
        <w:rPr>
          <w:bCs/>
          <w:sz w:val="28"/>
          <w:szCs w:val="28"/>
        </w:rPr>
        <w:t>;</w:t>
      </w:r>
    </w:p>
    <w:p w:rsidR="009B2885" w:rsidRDefault="009B2885" w:rsidP="009B2885">
      <w:pPr>
        <w:widowControl w:val="0"/>
        <w:spacing w:line="276" w:lineRule="auto"/>
        <w:jc w:val="both"/>
        <w:rPr>
          <w:bCs/>
          <w:sz w:val="28"/>
          <w:szCs w:val="28"/>
        </w:rPr>
      </w:pPr>
      <w:r w:rsidRPr="009B2885">
        <w:rPr>
          <w:b/>
          <w:bCs/>
          <w:sz w:val="28"/>
          <w:szCs w:val="28"/>
        </w:rPr>
        <w:t>Гонтар Олена Павлівна</w:t>
      </w:r>
      <w:r>
        <w:rPr>
          <w:bCs/>
          <w:sz w:val="28"/>
          <w:szCs w:val="28"/>
        </w:rPr>
        <w:t xml:space="preserve"> – начальник відділу соціального захисту населення та охорони здоров’я</w:t>
      </w:r>
      <w:r w:rsidR="00806A92">
        <w:rPr>
          <w:bCs/>
          <w:sz w:val="28"/>
          <w:szCs w:val="28"/>
        </w:rPr>
        <w:t>;</w:t>
      </w:r>
    </w:p>
    <w:p w:rsidR="009B2885" w:rsidRPr="00A208C5" w:rsidRDefault="009B2885" w:rsidP="009B2885">
      <w:pPr>
        <w:pStyle w:val="af0"/>
        <w:spacing w:before="0" w:after="0" w:line="276" w:lineRule="auto"/>
        <w:jc w:val="both"/>
        <w:rPr>
          <w:sz w:val="28"/>
          <w:szCs w:val="28"/>
        </w:rPr>
      </w:pPr>
      <w:r w:rsidRPr="009B2885">
        <w:rPr>
          <w:b/>
          <w:bCs/>
          <w:sz w:val="28"/>
          <w:szCs w:val="28"/>
        </w:rPr>
        <w:t>Гора Наталія Дмитрівна</w:t>
      </w:r>
      <w:r>
        <w:rPr>
          <w:bCs/>
          <w:sz w:val="28"/>
          <w:szCs w:val="28"/>
        </w:rPr>
        <w:t xml:space="preserve"> - </w:t>
      </w:r>
      <w:r w:rsidRPr="00A208C5">
        <w:rPr>
          <w:sz w:val="28"/>
          <w:szCs w:val="28"/>
        </w:rPr>
        <w:t>завідувач поліклінічним відділенням КНП «Тростянецька центральна районна лікарня» (за згодою)</w:t>
      </w:r>
      <w:r w:rsidR="00806A92">
        <w:rPr>
          <w:sz w:val="28"/>
          <w:szCs w:val="28"/>
        </w:rPr>
        <w:t>;</w:t>
      </w:r>
    </w:p>
    <w:p w:rsidR="009B2885" w:rsidRPr="00A208C5" w:rsidRDefault="009B2885" w:rsidP="009B2885">
      <w:pPr>
        <w:pStyle w:val="af0"/>
        <w:spacing w:before="0" w:after="0" w:line="276" w:lineRule="auto"/>
        <w:jc w:val="both"/>
        <w:rPr>
          <w:sz w:val="28"/>
          <w:szCs w:val="28"/>
        </w:rPr>
      </w:pPr>
      <w:r w:rsidRPr="009B2885">
        <w:rPr>
          <w:b/>
          <w:bCs/>
          <w:sz w:val="28"/>
          <w:szCs w:val="28"/>
        </w:rPr>
        <w:t>Мазур Тетяна Вікторівна</w:t>
      </w:r>
      <w:r>
        <w:rPr>
          <w:bCs/>
          <w:sz w:val="28"/>
          <w:szCs w:val="28"/>
        </w:rPr>
        <w:t xml:space="preserve"> - </w:t>
      </w:r>
      <w:r w:rsidRPr="00A208C5">
        <w:rPr>
          <w:sz w:val="28"/>
          <w:szCs w:val="28"/>
        </w:rPr>
        <w:t xml:space="preserve">директор </w:t>
      </w:r>
      <w:proofErr w:type="spellStart"/>
      <w:r w:rsidRPr="00A208C5">
        <w:rPr>
          <w:sz w:val="28"/>
          <w:szCs w:val="28"/>
        </w:rPr>
        <w:t>КЗ</w:t>
      </w:r>
      <w:proofErr w:type="spellEnd"/>
      <w:r w:rsidRPr="00A208C5">
        <w:rPr>
          <w:sz w:val="28"/>
          <w:szCs w:val="28"/>
        </w:rPr>
        <w:t xml:space="preserve"> «Тростянецький селищний центр надання соціальних послуг»</w:t>
      </w:r>
      <w:r w:rsidR="00806A92">
        <w:rPr>
          <w:sz w:val="28"/>
          <w:szCs w:val="28"/>
        </w:rPr>
        <w:t>;</w:t>
      </w:r>
    </w:p>
    <w:p w:rsidR="009B2885" w:rsidRDefault="009B2885" w:rsidP="009B2885">
      <w:pPr>
        <w:widowControl w:val="0"/>
        <w:spacing w:line="276" w:lineRule="auto"/>
        <w:jc w:val="both"/>
        <w:rPr>
          <w:bCs/>
          <w:sz w:val="28"/>
          <w:szCs w:val="28"/>
        </w:rPr>
      </w:pPr>
      <w:proofErr w:type="spellStart"/>
      <w:r w:rsidRPr="009B2885">
        <w:rPr>
          <w:b/>
          <w:bCs/>
          <w:sz w:val="28"/>
          <w:szCs w:val="28"/>
        </w:rPr>
        <w:t>Рєзнікова</w:t>
      </w:r>
      <w:proofErr w:type="spellEnd"/>
      <w:r w:rsidRPr="009B2885">
        <w:rPr>
          <w:b/>
          <w:bCs/>
          <w:sz w:val="28"/>
          <w:szCs w:val="28"/>
        </w:rPr>
        <w:t xml:space="preserve"> Вікторія Володимирівна</w:t>
      </w:r>
      <w:r>
        <w:rPr>
          <w:bCs/>
          <w:sz w:val="28"/>
          <w:szCs w:val="28"/>
        </w:rPr>
        <w:t xml:space="preserve"> – начальник служби у справах дітей</w:t>
      </w:r>
      <w:r w:rsidR="00806A92">
        <w:rPr>
          <w:bCs/>
          <w:sz w:val="28"/>
          <w:szCs w:val="28"/>
        </w:rPr>
        <w:t>;</w:t>
      </w:r>
    </w:p>
    <w:p w:rsidR="009B2885" w:rsidRDefault="009B2885" w:rsidP="009B2885">
      <w:pPr>
        <w:widowControl w:val="0"/>
        <w:spacing w:line="276" w:lineRule="auto"/>
        <w:jc w:val="both"/>
        <w:rPr>
          <w:bCs/>
          <w:sz w:val="28"/>
          <w:szCs w:val="28"/>
        </w:rPr>
      </w:pPr>
      <w:proofErr w:type="spellStart"/>
      <w:r w:rsidRPr="009B2885">
        <w:rPr>
          <w:b/>
          <w:bCs/>
          <w:sz w:val="28"/>
          <w:szCs w:val="28"/>
        </w:rPr>
        <w:t>Торбахевич</w:t>
      </w:r>
      <w:proofErr w:type="spellEnd"/>
      <w:r w:rsidRPr="009B2885">
        <w:rPr>
          <w:b/>
          <w:bCs/>
          <w:sz w:val="28"/>
          <w:szCs w:val="28"/>
        </w:rPr>
        <w:t xml:space="preserve"> Галина Михайлівна</w:t>
      </w:r>
      <w:r>
        <w:rPr>
          <w:bCs/>
          <w:sz w:val="28"/>
          <w:szCs w:val="28"/>
        </w:rPr>
        <w:t xml:space="preserve"> – головний спеціаліст відділу кадрового та правового забезпечення селищної ради</w:t>
      </w:r>
      <w:r w:rsidR="00806A92">
        <w:rPr>
          <w:bCs/>
          <w:sz w:val="28"/>
          <w:szCs w:val="28"/>
        </w:rPr>
        <w:t>.</w:t>
      </w:r>
    </w:p>
    <w:p w:rsidR="009B2885" w:rsidRDefault="009B2885" w:rsidP="009B2885">
      <w:pPr>
        <w:widowControl w:val="0"/>
        <w:spacing w:line="276" w:lineRule="auto"/>
        <w:jc w:val="both"/>
        <w:rPr>
          <w:bCs/>
          <w:sz w:val="28"/>
          <w:szCs w:val="28"/>
        </w:rPr>
      </w:pPr>
    </w:p>
    <w:p w:rsidR="009B2885" w:rsidRDefault="009B2885" w:rsidP="009B2885">
      <w:pPr>
        <w:widowControl w:val="0"/>
        <w:spacing w:line="280" w:lineRule="exact"/>
        <w:jc w:val="both"/>
        <w:rPr>
          <w:bCs/>
          <w:sz w:val="28"/>
          <w:szCs w:val="28"/>
        </w:rPr>
      </w:pPr>
    </w:p>
    <w:p w:rsidR="009B2885" w:rsidRDefault="009B2885" w:rsidP="009B2885">
      <w:pPr>
        <w:widowControl w:val="0"/>
        <w:spacing w:line="280" w:lineRule="exact"/>
        <w:jc w:val="both"/>
        <w:rPr>
          <w:bCs/>
          <w:sz w:val="28"/>
          <w:szCs w:val="28"/>
        </w:rPr>
      </w:pPr>
    </w:p>
    <w:p w:rsidR="009B2885" w:rsidRDefault="009B2885" w:rsidP="009B28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(секретар) </w:t>
      </w:r>
    </w:p>
    <w:p w:rsidR="009B2885" w:rsidRPr="006C766A" w:rsidRDefault="009B2885" w:rsidP="009B288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виконавчого комітету                                            Наталія ВДОВИЧЕНКО</w:t>
      </w:r>
    </w:p>
    <w:p w:rsidR="009B2885" w:rsidRPr="00D56E47" w:rsidRDefault="009B2885" w:rsidP="009B2885">
      <w:pPr>
        <w:widowControl w:val="0"/>
        <w:spacing w:line="280" w:lineRule="exact"/>
        <w:jc w:val="both"/>
        <w:rPr>
          <w:bCs/>
          <w:sz w:val="28"/>
          <w:szCs w:val="28"/>
        </w:rPr>
      </w:pPr>
    </w:p>
    <w:sectPr w:rsidR="009B2885" w:rsidRPr="00D56E47" w:rsidSect="001973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1EC" w:rsidRDefault="00CA41EC">
      <w:r>
        <w:separator/>
      </w:r>
    </w:p>
  </w:endnote>
  <w:endnote w:type="continuationSeparator" w:id="0">
    <w:p w:rsidR="00CA41EC" w:rsidRDefault="00CA4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E5" w:rsidRDefault="001B54E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E5" w:rsidRDefault="001B54E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E5" w:rsidRDefault="001B54E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1EC" w:rsidRDefault="00CA41EC">
      <w:r>
        <w:separator/>
      </w:r>
    </w:p>
  </w:footnote>
  <w:footnote w:type="continuationSeparator" w:id="0">
    <w:p w:rsidR="00CA41EC" w:rsidRDefault="00CA41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E5" w:rsidRDefault="001B54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E5" w:rsidRDefault="001B54E5">
    <w:pPr>
      <w:pStyle w:val="a3"/>
      <w:jc w:val="center"/>
      <w:rPr>
        <w:sz w:val="28"/>
      </w:rPr>
    </w:pPr>
    <w:r>
      <w:rPr>
        <w:rStyle w:val="a9"/>
        <w:sz w:val="28"/>
      </w:rPr>
      <w:t xml:space="preserve">  - </w:t>
    </w:r>
    <w:r w:rsidR="003E16E5">
      <w:rPr>
        <w:rStyle w:val="a9"/>
        <w:sz w:val="28"/>
      </w:rPr>
      <w:fldChar w:fldCharType="begin"/>
    </w:r>
    <w:r>
      <w:rPr>
        <w:rStyle w:val="a9"/>
        <w:sz w:val="28"/>
      </w:rPr>
      <w:instrText xml:space="preserve"> PAGE </w:instrText>
    </w:r>
    <w:r w:rsidR="003E16E5">
      <w:rPr>
        <w:rStyle w:val="a9"/>
        <w:sz w:val="28"/>
      </w:rPr>
      <w:fldChar w:fldCharType="separate"/>
    </w:r>
    <w:r w:rsidR="007527F2">
      <w:rPr>
        <w:rStyle w:val="a9"/>
        <w:noProof/>
        <w:sz w:val="28"/>
      </w:rPr>
      <w:t>1</w:t>
    </w:r>
    <w:r w:rsidR="003E16E5">
      <w:rPr>
        <w:rStyle w:val="a9"/>
        <w:sz w:val="28"/>
      </w:rPr>
      <w:fldChar w:fldCharType="end"/>
    </w:r>
    <w:r>
      <w:rPr>
        <w:rStyle w:val="a9"/>
        <w:sz w:val="28"/>
      </w:rPr>
      <w:t xml:space="preserve"> -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4E5" w:rsidRDefault="001B54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83CCCC84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1">
    <w:nsid w:val="2824151E"/>
    <w:multiLevelType w:val="hybridMultilevel"/>
    <w:tmpl w:val="4712D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2706"/>
  </w:hdrShapeDefaults>
  <w:footnotePr>
    <w:footnote w:id="-1"/>
    <w:footnote w:id="0"/>
  </w:footnotePr>
  <w:endnotePr>
    <w:endnote w:id="-1"/>
    <w:endnote w:id="0"/>
  </w:endnotePr>
  <w:compat/>
  <w:rsids>
    <w:rsidRoot w:val="00772124"/>
    <w:rsid w:val="00005E0E"/>
    <w:rsid w:val="000061B5"/>
    <w:rsid w:val="00006DF1"/>
    <w:rsid w:val="00012DFA"/>
    <w:rsid w:val="00020AF2"/>
    <w:rsid w:val="00023E4B"/>
    <w:rsid w:val="00031E76"/>
    <w:rsid w:val="00032AFE"/>
    <w:rsid w:val="00033DEB"/>
    <w:rsid w:val="00035350"/>
    <w:rsid w:val="000422E8"/>
    <w:rsid w:val="00042461"/>
    <w:rsid w:val="00042936"/>
    <w:rsid w:val="0004612B"/>
    <w:rsid w:val="00047795"/>
    <w:rsid w:val="00051928"/>
    <w:rsid w:val="00054F0E"/>
    <w:rsid w:val="00063E7B"/>
    <w:rsid w:val="000658EE"/>
    <w:rsid w:val="00066CED"/>
    <w:rsid w:val="00067E6D"/>
    <w:rsid w:val="00074A17"/>
    <w:rsid w:val="00076314"/>
    <w:rsid w:val="000805E9"/>
    <w:rsid w:val="00083A46"/>
    <w:rsid w:val="0008416A"/>
    <w:rsid w:val="000861DE"/>
    <w:rsid w:val="00090921"/>
    <w:rsid w:val="00092D7B"/>
    <w:rsid w:val="000971C1"/>
    <w:rsid w:val="00097A7D"/>
    <w:rsid w:val="000A5C16"/>
    <w:rsid w:val="000B59BE"/>
    <w:rsid w:val="000C159D"/>
    <w:rsid w:val="000C1D43"/>
    <w:rsid w:val="000D4FBA"/>
    <w:rsid w:val="000E1507"/>
    <w:rsid w:val="000E1DB8"/>
    <w:rsid w:val="000E6E18"/>
    <w:rsid w:val="000E7DC5"/>
    <w:rsid w:val="000F08ED"/>
    <w:rsid w:val="000F26DE"/>
    <w:rsid w:val="000F6B12"/>
    <w:rsid w:val="000F7881"/>
    <w:rsid w:val="001002D1"/>
    <w:rsid w:val="00102858"/>
    <w:rsid w:val="001076D6"/>
    <w:rsid w:val="00107768"/>
    <w:rsid w:val="001101F2"/>
    <w:rsid w:val="00115EA4"/>
    <w:rsid w:val="00116CE2"/>
    <w:rsid w:val="00117CC8"/>
    <w:rsid w:val="00120CC9"/>
    <w:rsid w:val="00120DBA"/>
    <w:rsid w:val="00126075"/>
    <w:rsid w:val="001275EB"/>
    <w:rsid w:val="00132CC8"/>
    <w:rsid w:val="00132EB2"/>
    <w:rsid w:val="00133571"/>
    <w:rsid w:val="001358A4"/>
    <w:rsid w:val="001362CD"/>
    <w:rsid w:val="00141242"/>
    <w:rsid w:val="00145B02"/>
    <w:rsid w:val="001469E2"/>
    <w:rsid w:val="0015073C"/>
    <w:rsid w:val="00155826"/>
    <w:rsid w:val="001558D8"/>
    <w:rsid w:val="001564AD"/>
    <w:rsid w:val="00157465"/>
    <w:rsid w:val="00163A3E"/>
    <w:rsid w:val="0017249F"/>
    <w:rsid w:val="00181D7E"/>
    <w:rsid w:val="001869CA"/>
    <w:rsid w:val="001920DB"/>
    <w:rsid w:val="001926B0"/>
    <w:rsid w:val="00196B99"/>
    <w:rsid w:val="0019730E"/>
    <w:rsid w:val="001978F8"/>
    <w:rsid w:val="001B0F41"/>
    <w:rsid w:val="001B54E5"/>
    <w:rsid w:val="001B55B8"/>
    <w:rsid w:val="001B6566"/>
    <w:rsid w:val="001C0D05"/>
    <w:rsid w:val="001C38A0"/>
    <w:rsid w:val="001C4202"/>
    <w:rsid w:val="001D2C22"/>
    <w:rsid w:val="001D3D87"/>
    <w:rsid w:val="001D4BD5"/>
    <w:rsid w:val="001E1D2B"/>
    <w:rsid w:val="001E742E"/>
    <w:rsid w:val="001F1222"/>
    <w:rsid w:val="001F14B2"/>
    <w:rsid w:val="001F15C0"/>
    <w:rsid w:val="001F3E68"/>
    <w:rsid w:val="001F3F45"/>
    <w:rsid w:val="001F516A"/>
    <w:rsid w:val="0020449A"/>
    <w:rsid w:val="00207B79"/>
    <w:rsid w:val="00216B47"/>
    <w:rsid w:val="00226336"/>
    <w:rsid w:val="00237985"/>
    <w:rsid w:val="0024243E"/>
    <w:rsid w:val="00252D02"/>
    <w:rsid w:val="00255237"/>
    <w:rsid w:val="0025571A"/>
    <w:rsid w:val="00256720"/>
    <w:rsid w:val="002579FD"/>
    <w:rsid w:val="00257A66"/>
    <w:rsid w:val="0026437D"/>
    <w:rsid w:val="002658C0"/>
    <w:rsid w:val="00267DEE"/>
    <w:rsid w:val="00271DE1"/>
    <w:rsid w:val="0027478F"/>
    <w:rsid w:val="00276333"/>
    <w:rsid w:val="00276707"/>
    <w:rsid w:val="002815CC"/>
    <w:rsid w:val="00285A02"/>
    <w:rsid w:val="00285C4C"/>
    <w:rsid w:val="002908C5"/>
    <w:rsid w:val="00291AA1"/>
    <w:rsid w:val="00292C1E"/>
    <w:rsid w:val="00294588"/>
    <w:rsid w:val="0029462B"/>
    <w:rsid w:val="00296943"/>
    <w:rsid w:val="002A0269"/>
    <w:rsid w:val="002A6FC2"/>
    <w:rsid w:val="002B5B4D"/>
    <w:rsid w:val="002B74FB"/>
    <w:rsid w:val="002C13CE"/>
    <w:rsid w:val="002D0E76"/>
    <w:rsid w:val="002D183A"/>
    <w:rsid w:val="002E59F8"/>
    <w:rsid w:val="002E5A92"/>
    <w:rsid w:val="002F20B8"/>
    <w:rsid w:val="002F2CE0"/>
    <w:rsid w:val="002F3473"/>
    <w:rsid w:val="002F4BDF"/>
    <w:rsid w:val="00305B04"/>
    <w:rsid w:val="0030627A"/>
    <w:rsid w:val="00312FA2"/>
    <w:rsid w:val="003142C7"/>
    <w:rsid w:val="0031639A"/>
    <w:rsid w:val="00320ECC"/>
    <w:rsid w:val="0032197D"/>
    <w:rsid w:val="00330845"/>
    <w:rsid w:val="00333219"/>
    <w:rsid w:val="00345756"/>
    <w:rsid w:val="00346EFA"/>
    <w:rsid w:val="00352068"/>
    <w:rsid w:val="003530B0"/>
    <w:rsid w:val="0035350B"/>
    <w:rsid w:val="00353B60"/>
    <w:rsid w:val="0035784F"/>
    <w:rsid w:val="003613C5"/>
    <w:rsid w:val="00364EA6"/>
    <w:rsid w:val="00367597"/>
    <w:rsid w:val="00373118"/>
    <w:rsid w:val="00374781"/>
    <w:rsid w:val="00375914"/>
    <w:rsid w:val="00376B37"/>
    <w:rsid w:val="0038203F"/>
    <w:rsid w:val="0038292F"/>
    <w:rsid w:val="00387E59"/>
    <w:rsid w:val="00392C47"/>
    <w:rsid w:val="003974B9"/>
    <w:rsid w:val="003A0D41"/>
    <w:rsid w:val="003A2916"/>
    <w:rsid w:val="003A2B8E"/>
    <w:rsid w:val="003B54F5"/>
    <w:rsid w:val="003D5FB8"/>
    <w:rsid w:val="003E16E5"/>
    <w:rsid w:val="00401F8C"/>
    <w:rsid w:val="00403A76"/>
    <w:rsid w:val="00403ABE"/>
    <w:rsid w:val="00403B39"/>
    <w:rsid w:val="0040636C"/>
    <w:rsid w:val="00406B04"/>
    <w:rsid w:val="00412A1E"/>
    <w:rsid w:val="0041468A"/>
    <w:rsid w:val="00416905"/>
    <w:rsid w:val="004315F1"/>
    <w:rsid w:val="004324C8"/>
    <w:rsid w:val="00433335"/>
    <w:rsid w:val="004476DC"/>
    <w:rsid w:val="00457648"/>
    <w:rsid w:val="00463132"/>
    <w:rsid w:val="004646E9"/>
    <w:rsid w:val="0047428B"/>
    <w:rsid w:val="00474BA8"/>
    <w:rsid w:val="004810FE"/>
    <w:rsid w:val="00483D11"/>
    <w:rsid w:val="004868D5"/>
    <w:rsid w:val="004923D3"/>
    <w:rsid w:val="00494804"/>
    <w:rsid w:val="004B110D"/>
    <w:rsid w:val="004B274C"/>
    <w:rsid w:val="004B5E48"/>
    <w:rsid w:val="004C0F89"/>
    <w:rsid w:val="004C2B22"/>
    <w:rsid w:val="004C3A5B"/>
    <w:rsid w:val="004C3FD7"/>
    <w:rsid w:val="004C7E73"/>
    <w:rsid w:val="004D378B"/>
    <w:rsid w:val="004D507D"/>
    <w:rsid w:val="004D73C1"/>
    <w:rsid w:val="004E6648"/>
    <w:rsid w:val="004F0083"/>
    <w:rsid w:val="004F3D94"/>
    <w:rsid w:val="005023FF"/>
    <w:rsid w:val="005033F1"/>
    <w:rsid w:val="00504D43"/>
    <w:rsid w:val="005067E2"/>
    <w:rsid w:val="00506CF2"/>
    <w:rsid w:val="0050751B"/>
    <w:rsid w:val="0051094C"/>
    <w:rsid w:val="005118F9"/>
    <w:rsid w:val="00512FF9"/>
    <w:rsid w:val="005154CB"/>
    <w:rsid w:val="00521129"/>
    <w:rsid w:val="00523192"/>
    <w:rsid w:val="0053132E"/>
    <w:rsid w:val="0053323F"/>
    <w:rsid w:val="005345D0"/>
    <w:rsid w:val="0053717C"/>
    <w:rsid w:val="00540D91"/>
    <w:rsid w:val="00541810"/>
    <w:rsid w:val="00546375"/>
    <w:rsid w:val="00547A03"/>
    <w:rsid w:val="00565B79"/>
    <w:rsid w:val="00565D86"/>
    <w:rsid w:val="00583B42"/>
    <w:rsid w:val="00585579"/>
    <w:rsid w:val="0059558A"/>
    <w:rsid w:val="00595D86"/>
    <w:rsid w:val="005A2B7A"/>
    <w:rsid w:val="005A3404"/>
    <w:rsid w:val="005A350B"/>
    <w:rsid w:val="005A3F46"/>
    <w:rsid w:val="005A553F"/>
    <w:rsid w:val="005A6272"/>
    <w:rsid w:val="005B27AF"/>
    <w:rsid w:val="005B289D"/>
    <w:rsid w:val="005B3D61"/>
    <w:rsid w:val="005B53FE"/>
    <w:rsid w:val="005B6435"/>
    <w:rsid w:val="005C1F33"/>
    <w:rsid w:val="005C3D79"/>
    <w:rsid w:val="005C4552"/>
    <w:rsid w:val="005C6E4B"/>
    <w:rsid w:val="005D0C4D"/>
    <w:rsid w:val="005D25C4"/>
    <w:rsid w:val="005D2A64"/>
    <w:rsid w:val="005F6A25"/>
    <w:rsid w:val="00601298"/>
    <w:rsid w:val="00604240"/>
    <w:rsid w:val="0060469A"/>
    <w:rsid w:val="0060523B"/>
    <w:rsid w:val="00605670"/>
    <w:rsid w:val="00605C94"/>
    <w:rsid w:val="00611F7B"/>
    <w:rsid w:val="0061280E"/>
    <w:rsid w:val="00613D18"/>
    <w:rsid w:val="00621B08"/>
    <w:rsid w:val="00632D55"/>
    <w:rsid w:val="0063632F"/>
    <w:rsid w:val="006421AF"/>
    <w:rsid w:val="00650AB3"/>
    <w:rsid w:val="006536A8"/>
    <w:rsid w:val="00657AD7"/>
    <w:rsid w:val="006613BD"/>
    <w:rsid w:val="0066212C"/>
    <w:rsid w:val="00663872"/>
    <w:rsid w:val="00667406"/>
    <w:rsid w:val="00670CA6"/>
    <w:rsid w:val="00674069"/>
    <w:rsid w:val="00680C1D"/>
    <w:rsid w:val="006838E8"/>
    <w:rsid w:val="00684A48"/>
    <w:rsid w:val="00695A0F"/>
    <w:rsid w:val="006964D4"/>
    <w:rsid w:val="006A0095"/>
    <w:rsid w:val="006A269A"/>
    <w:rsid w:val="006A3C7A"/>
    <w:rsid w:val="006B1722"/>
    <w:rsid w:val="006B6B76"/>
    <w:rsid w:val="006C00D8"/>
    <w:rsid w:val="006C0182"/>
    <w:rsid w:val="006C204A"/>
    <w:rsid w:val="006C2C4E"/>
    <w:rsid w:val="006D6D1A"/>
    <w:rsid w:val="006D7E47"/>
    <w:rsid w:val="006E1200"/>
    <w:rsid w:val="006E2ACF"/>
    <w:rsid w:val="006E4B3D"/>
    <w:rsid w:val="006E6D83"/>
    <w:rsid w:val="006F179B"/>
    <w:rsid w:val="007004C8"/>
    <w:rsid w:val="00711BA9"/>
    <w:rsid w:val="00712197"/>
    <w:rsid w:val="00712B4A"/>
    <w:rsid w:val="00713473"/>
    <w:rsid w:val="0071493F"/>
    <w:rsid w:val="00721F97"/>
    <w:rsid w:val="007235C0"/>
    <w:rsid w:val="00725AC9"/>
    <w:rsid w:val="00725EF4"/>
    <w:rsid w:val="00730713"/>
    <w:rsid w:val="0073128F"/>
    <w:rsid w:val="00736F25"/>
    <w:rsid w:val="007426CA"/>
    <w:rsid w:val="00744686"/>
    <w:rsid w:val="00744951"/>
    <w:rsid w:val="00745391"/>
    <w:rsid w:val="007516E5"/>
    <w:rsid w:val="007527F2"/>
    <w:rsid w:val="00755721"/>
    <w:rsid w:val="00757165"/>
    <w:rsid w:val="00772124"/>
    <w:rsid w:val="00776410"/>
    <w:rsid w:val="007773D3"/>
    <w:rsid w:val="00780318"/>
    <w:rsid w:val="00792995"/>
    <w:rsid w:val="00795CFF"/>
    <w:rsid w:val="007A15CB"/>
    <w:rsid w:val="007A1849"/>
    <w:rsid w:val="007A418B"/>
    <w:rsid w:val="007A44FD"/>
    <w:rsid w:val="007A57A4"/>
    <w:rsid w:val="007C1CA5"/>
    <w:rsid w:val="007C33BD"/>
    <w:rsid w:val="007C77B2"/>
    <w:rsid w:val="007D0D71"/>
    <w:rsid w:val="007E0B98"/>
    <w:rsid w:val="007E30FC"/>
    <w:rsid w:val="007E621E"/>
    <w:rsid w:val="007F1A2B"/>
    <w:rsid w:val="007F41DD"/>
    <w:rsid w:val="008066B3"/>
    <w:rsid w:val="00806A92"/>
    <w:rsid w:val="0082264B"/>
    <w:rsid w:val="008308D5"/>
    <w:rsid w:val="00836728"/>
    <w:rsid w:val="00837D0C"/>
    <w:rsid w:val="00840926"/>
    <w:rsid w:val="008429A2"/>
    <w:rsid w:val="00842A49"/>
    <w:rsid w:val="008502EE"/>
    <w:rsid w:val="00854D46"/>
    <w:rsid w:val="0085503E"/>
    <w:rsid w:val="008576B4"/>
    <w:rsid w:val="00860BA8"/>
    <w:rsid w:val="00877E02"/>
    <w:rsid w:val="00891694"/>
    <w:rsid w:val="008927CC"/>
    <w:rsid w:val="008A0209"/>
    <w:rsid w:val="008A1154"/>
    <w:rsid w:val="008A5460"/>
    <w:rsid w:val="008B5D25"/>
    <w:rsid w:val="008C2A6A"/>
    <w:rsid w:val="008C3D0A"/>
    <w:rsid w:val="008C7F6F"/>
    <w:rsid w:val="008D23C1"/>
    <w:rsid w:val="008D6D77"/>
    <w:rsid w:val="008D7607"/>
    <w:rsid w:val="008D7C8A"/>
    <w:rsid w:val="008E78AA"/>
    <w:rsid w:val="008F328F"/>
    <w:rsid w:val="00902C84"/>
    <w:rsid w:val="00903802"/>
    <w:rsid w:val="00905920"/>
    <w:rsid w:val="009106DE"/>
    <w:rsid w:val="009138CA"/>
    <w:rsid w:val="00924421"/>
    <w:rsid w:val="00924E19"/>
    <w:rsid w:val="00925B6F"/>
    <w:rsid w:val="009273F3"/>
    <w:rsid w:val="0093380C"/>
    <w:rsid w:val="00944021"/>
    <w:rsid w:val="00951648"/>
    <w:rsid w:val="00957DF1"/>
    <w:rsid w:val="009656BF"/>
    <w:rsid w:val="00972E6F"/>
    <w:rsid w:val="009839A4"/>
    <w:rsid w:val="00991671"/>
    <w:rsid w:val="00995E27"/>
    <w:rsid w:val="009A4CD1"/>
    <w:rsid w:val="009B134E"/>
    <w:rsid w:val="009B2885"/>
    <w:rsid w:val="009B4643"/>
    <w:rsid w:val="009B65C8"/>
    <w:rsid w:val="009C171B"/>
    <w:rsid w:val="009D0AB1"/>
    <w:rsid w:val="009D73CF"/>
    <w:rsid w:val="009D744A"/>
    <w:rsid w:val="009D7622"/>
    <w:rsid w:val="009E349F"/>
    <w:rsid w:val="009E5998"/>
    <w:rsid w:val="009E6276"/>
    <w:rsid w:val="009F4D90"/>
    <w:rsid w:val="00A03236"/>
    <w:rsid w:val="00A17FFB"/>
    <w:rsid w:val="00A31AE9"/>
    <w:rsid w:val="00A33C9F"/>
    <w:rsid w:val="00A36666"/>
    <w:rsid w:val="00A3782A"/>
    <w:rsid w:val="00A37B71"/>
    <w:rsid w:val="00A40E83"/>
    <w:rsid w:val="00A42878"/>
    <w:rsid w:val="00A429CD"/>
    <w:rsid w:val="00A43145"/>
    <w:rsid w:val="00A433CC"/>
    <w:rsid w:val="00A43739"/>
    <w:rsid w:val="00A45179"/>
    <w:rsid w:val="00A500E5"/>
    <w:rsid w:val="00A514E8"/>
    <w:rsid w:val="00A53A24"/>
    <w:rsid w:val="00A55FE7"/>
    <w:rsid w:val="00A6378E"/>
    <w:rsid w:val="00A735B3"/>
    <w:rsid w:val="00A74EB7"/>
    <w:rsid w:val="00A75B08"/>
    <w:rsid w:val="00A8152E"/>
    <w:rsid w:val="00A81D5F"/>
    <w:rsid w:val="00A8342E"/>
    <w:rsid w:val="00A867E4"/>
    <w:rsid w:val="00A87898"/>
    <w:rsid w:val="00A90493"/>
    <w:rsid w:val="00A93FB9"/>
    <w:rsid w:val="00A95AB1"/>
    <w:rsid w:val="00AA29E6"/>
    <w:rsid w:val="00AB3BC9"/>
    <w:rsid w:val="00AC3BC9"/>
    <w:rsid w:val="00AC5965"/>
    <w:rsid w:val="00AD0B79"/>
    <w:rsid w:val="00AD0BEC"/>
    <w:rsid w:val="00AD19B8"/>
    <w:rsid w:val="00AD1D9A"/>
    <w:rsid w:val="00AD5D4D"/>
    <w:rsid w:val="00AD706E"/>
    <w:rsid w:val="00AE14F4"/>
    <w:rsid w:val="00AF2AD5"/>
    <w:rsid w:val="00AF6DEB"/>
    <w:rsid w:val="00B023DC"/>
    <w:rsid w:val="00B03DC5"/>
    <w:rsid w:val="00B04DCA"/>
    <w:rsid w:val="00B063C2"/>
    <w:rsid w:val="00B07A71"/>
    <w:rsid w:val="00B12F1E"/>
    <w:rsid w:val="00B205E5"/>
    <w:rsid w:val="00B21BBE"/>
    <w:rsid w:val="00B231F5"/>
    <w:rsid w:val="00B24CAE"/>
    <w:rsid w:val="00B27296"/>
    <w:rsid w:val="00B318AD"/>
    <w:rsid w:val="00B33FA4"/>
    <w:rsid w:val="00B34840"/>
    <w:rsid w:val="00B34AFE"/>
    <w:rsid w:val="00B5371A"/>
    <w:rsid w:val="00B553FA"/>
    <w:rsid w:val="00B57A25"/>
    <w:rsid w:val="00B63505"/>
    <w:rsid w:val="00B65A1B"/>
    <w:rsid w:val="00B70FCD"/>
    <w:rsid w:val="00B7454F"/>
    <w:rsid w:val="00B824EE"/>
    <w:rsid w:val="00B85F33"/>
    <w:rsid w:val="00B86CB5"/>
    <w:rsid w:val="00B93A37"/>
    <w:rsid w:val="00BA113C"/>
    <w:rsid w:val="00BA1D1F"/>
    <w:rsid w:val="00BB3A58"/>
    <w:rsid w:val="00BB7EAA"/>
    <w:rsid w:val="00BC0271"/>
    <w:rsid w:val="00BC542B"/>
    <w:rsid w:val="00BD11E0"/>
    <w:rsid w:val="00BD1593"/>
    <w:rsid w:val="00BD567A"/>
    <w:rsid w:val="00BE28C8"/>
    <w:rsid w:val="00BE6901"/>
    <w:rsid w:val="00BF16DE"/>
    <w:rsid w:val="00BF3D9A"/>
    <w:rsid w:val="00BF6248"/>
    <w:rsid w:val="00BF7B2C"/>
    <w:rsid w:val="00C04C87"/>
    <w:rsid w:val="00C06609"/>
    <w:rsid w:val="00C113BC"/>
    <w:rsid w:val="00C1344E"/>
    <w:rsid w:val="00C13DD0"/>
    <w:rsid w:val="00C15286"/>
    <w:rsid w:val="00C16A94"/>
    <w:rsid w:val="00C175B1"/>
    <w:rsid w:val="00C21BF5"/>
    <w:rsid w:val="00C23345"/>
    <w:rsid w:val="00C3442F"/>
    <w:rsid w:val="00C348EF"/>
    <w:rsid w:val="00C3706F"/>
    <w:rsid w:val="00C37601"/>
    <w:rsid w:val="00C37984"/>
    <w:rsid w:val="00C43613"/>
    <w:rsid w:val="00C43D64"/>
    <w:rsid w:val="00C53C24"/>
    <w:rsid w:val="00C761A7"/>
    <w:rsid w:val="00C7717A"/>
    <w:rsid w:val="00C84A5E"/>
    <w:rsid w:val="00C92313"/>
    <w:rsid w:val="00C93C0B"/>
    <w:rsid w:val="00C94B68"/>
    <w:rsid w:val="00C958B0"/>
    <w:rsid w:val="00C96AE2"/>
    <w:rsid w:val="00C96BA5"/>
    <w:rsid w:val="00CA01C1"/>
    <w:rsid w:val="00CA1305"/>
    <w:rsid w:val="00CA25D8"/>
    <w:rsid w:val="00CA3C30"/>
    <w:rsid w:val="00CA41EC"/>
    <w:rsid w:val="00CB3E1E"/>
    <w:rsid w:val="00CB5136"/>
    <w:rsid w:val="00CC1585"/>
    <w:rsid w:val="00CC43F4"/>
    <w:rsid w:val="00CC6EFA"/>
    <w:rsid w:val="00CD2AFE"/>
    <w:rsid w:val="00CD2CEA"/>
    <w:rsid w:val="00CD3F4A"/>
    <w:rsid w:val="00CE0837"/>
    <w:rsid w:val="00CE1213"/>
    <w:rsid w:val="00CE3153"/>
    <w:rsid w:val="00CE5354"/>
    <w:rsid w:val="00CF76F8"/>
    <w:rsid w:val="00D007EC"/>
    <w:rsid w:val="00D019EC"/>
    <w:rsid w:val="00D01C43"/>
    <w:rsid w:val="00D43630"/>
    <w:rsid w:val="00D53095"/>
    <w:rsid w:val="00D56E47"/>
    <w:rsid w:val="00D6206A"/>
    <w:rsid w:val="00D642C1"/>
    <w:rsid w:val="00D646D9"/>
    <w:rsid w:val="00D64758"/>
    <w:rsid w:val="00D649CD"/>
    <w:rsid w:val="00D65B47"/>
    <w:rsid w:val="00D6609E"/>
    <w:rsid w:val="00D67F12"/>
    <w:rsid w:val="00D72AF4"/>
    <w:rsid w:val="00D75489"/>
    <w:rsid w:val="00D759ED"/>
    <w:rsid w:val="00D75FA5"/>
    <w:rsid w:val="00D84F40"/>
    <w:rsid w:val="00D8722D"/>
    <w:rsid w:val="00D93AFC"/>
    <w:rsid w:val="00D970A3"/>
    <w:rsid w:val="00DA2930"/>
    <w:rsid w:val="00DA3F32"/>
    <w:rsid w:val="00DA6402"/>
    <w:rsid w:val="00DA6BC2"/>
    <w:rsid w:val="00DA7A50"/>
    <w:rsid w:val="00DB142E"/>
    <w:rsid w:val="00DB3D29"/>
    <w:rsid w:val="00DB532D"/>
    <w:rsid w:val="00DC4055"/>
    <w:rsid w:val="00DC613A"/>
    <w:rsid w:val="00DC6447"/>
    <w:rsid w:val="00DD468E"/>
    <w:rsid w:val="00DD60A0"/>
    <w:rsid w:val="00DD71D4"/>
    <w:rsid w:val="00DE0836"/>
    <w:rsid w:val="00DE12FB"/>
    <w:rsid w:val="00DE5E9D"/>
    <w:rsid w:val="00DF0C26"/>
    <w:rsid w:val="00DF1D4A"/>
    <w:rsid w:val="00DF4141"/>
    <w:rsid w:val="00DF5CD9"/>
    <w:rsid w:val="00E01EBC"/>
    <w:rsid w:val="00E02A18"/>
    <w:rsid w:val="00E10391"/>
    <w:rsid w:val="00E11256"/>
    <w:rsid w:val="00E127AF"/>
    <w:rsid w:val="00E149C1"/>
    <w:rsid w:val="00E23400"/>
    <w:rsid w:val="00E24621"/>
    <w:rsid w:val="00E24B26"/>
    <w:rsid w:val="00E25296"/>
    <w:rsid w:val="00E25637"/>
    <w:rsid w:val="00E2754D"/>
    <w:rsid w:val="00E32858"/>
    <w:rsid w:val="00E32F1A"/>
    <w:rsid w:val="00E45F56"/>
    <w:rsid w:val="00E46797"/>
    <w:rsid w:val="00E4773E"/>
    <w:rsid w:val="00E536FB"/>
    <w:rsid w:val="00E55C6E"/>
    <w:rsid w:val="00E561B4"/>
    <w:rsid w:val="00E60E36"/>
    <w:rsid w:val="00E62E65"/>
    <w:rsid w:val="00E67B46"/>
    <w:rsid w:val="00E73787"/>
    <w:rsid w:val="00E81E15"/>
    <w:rsid w:val="00E82F6F"/>
    <w:rsid w:val="00E83F50"/>
    <w:rsid w:val="00E865DA"/>
    <w:rsid w:val="00E86C3F"/>
    <w:rsid w:val="00E86DE4"/>
    <w:rsid w:val="00E8773D"/>
    <w:rsid w:val="00E91076"/>
    <w:rsid w:val="00E922D6"/>
    <w:rsid w:val="00E94D49"/>
    <w:rsid w:val="00E957AD"/>
    <w:rsid w:val="00E959DC"/>
    <w:rsid w:val="00E976A2"/>
    <w:rsid w:val="00EA0745"/>
    <w:rsid w:val="00EA0C9D"/>
    <w:rsid w:val="00EA330B"/>
    <w:rsid w:val="00EA6AB1"/>
    <w:rsid w:val="00EB09A3"/>
    <w:rsid w:val="00EB10D1"/>
    <w:rsid w:val="00EB71AD"/>
    <w:rsid w:val="00EC0B89"/>
    <w:rsid w:val="00EC1023"/>
    <w:rsid w:val="00EC2285"/>
    <w:rsid w:val="00EC2957"/>
    <w:rsid w:val="00ED3740"/>
    <w:rsid w:val="00EE0985"/>
    <w:rsid w:val="00EF17D3"/>
    <w:rsid w:val="00EF1914"/>
    <w:rsid w:val="00EF1D94"/>
    <w:rsid w:val="00EF222C"/>
    <w:rsid w:val="00EF2B92"/>
    <w:rsid w:val="00EF6BD4"/>
    <w:rsid w:val="00F00399"/>
    <w:rsid w:val="00F00F29"/>
    <w:rsid w:val="00F02336"/>
    <w:rsid w:val="00F031A9"/>
    <w:rsid w:val="00F03B85"/>
    <w:rsid w:val="00F10E8A"/>
    <w:rsid w:val="00F14F14"/>
    <w:rsid w:val="00F21CAA"/>
    <w:rsid w:val="00F24170"/>
    <w:rsid w:val="00F27690"/>
    <w:rsid w:val="00F27A2C"/>
    <w:rsid w:val="00F32442"/>
    <w:rsid w:val="00F34384"/>
    <w:rsid w:val="00F36674"/>
    <w:rsid w:val="00F40180"/>
    <w:rsid w:val="00F43DDB"/>
    <w:rsid w:val="00F50483"/>
    <w:rsid w:val="00F51618"/>
    <w:rsid w:val="00F52664"/>
    <w:rsid w:val="00F55EE9"/>
    <w:rsid w:val="00F56028"/>
    <w:rsid w:val="00F62630"/>
    <w:rsid w:val="00F70504"/>
    <w:rsid w:val="00F739BD"/>
    <w:rsid w:val="00F75778"/>
    <w:rsid w:val="00F914A6"/>
    <w:rsid w:val="00F92A4A"/>
    <w:rsid w:val="00FA3A08"/>
    <w:rsid w:val="00FA6A9D"/>
    <w:rsid w:val="00FA7C1B"/>
    <w:rsid w:val="00FB0001"/>
    <w:rsid w:val="00FB76BA"/>
    <w:rsid w:val="00FC0DF7"/>
    <w:rsid w:val="00FD4293"/>
    <w:rsid w:val="00FD48DC"/>
    <w:rsid w:val="00FD627A"/>
    <w:rsid w:val="00FE0761"/>
    <w:rsid w:val="00FE4EA8"/>
    <w:rsid w:val="00FE5F5A"/>
    <w:rsid w:val="00FF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6E9"/>
    <w:rPr>
      <w:lang w:val="uk-UA"/>
    </w:rPr>
  </w:style>
  <w:style w:type="paragraph" w:styleId="1">
    <w:name w:val="heading 1"/>
    <w:basedOn w:val="a"/>
    <w:next w:val="a"/>
    <w:link w:val="10"/>
    <w:qFormat/>
    <w:rsid w:val="004646E9"/>
    <w:pPr>
      <w:keepNext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4646E9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4646E9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4646E9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4646E9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4646E9"/>
    <w:pPr>
      <w:keepNext/>
      <w:jc w:val="center"/>
      <w:outlineLvl w:val="5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621B08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locked/>
    <w:rsid w:val="00621B08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21B08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1B08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locked/>
    <w:rsid w:val="00621B08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locked/>
    <w:rsid w:val="00621B08"/>
    <w:rPr>
      <w:rFonts w:ascii="Calibri" w:hAnsi="Calibri" w:cs="Times New Roman"/>
      <w:b/>
      <w:bCs/>
      <w:lang w:val="uk-UA"/>
    </w:rPr>
  </w:style>
  <w:style w:type="paragraph" w:styleId="a3">
    <w:name w:val="header"/>
    <w:basedOn w:val="a"/>
    <w:link w:val="a4"/>
    <w:rsid w:val="004646E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locked/>
    <w:rsid w:val="00621B08"/>
    <w:rPr>
      <w:rFonts w:cs="Times New Roman"/>
      <w:sz w:val="20"/>
      <w:szCs w:val="20"/>
      <w:lang w:val="uk-UA"/>
    </w:rPr>
  </w:style>
  <w:style w:type="paragraph" w:styleId="a5">
    <w:name w:val="footer"/>
    <w:basedOn w:val="a"/>
    <w:link w:val="a6"/>
    <w:uiPriority w:val="99"/>
    <w:rsid w:val="004646E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1B08"/>
    <w:rPr>
      <w:rFonts w:cs="Times New Roman"/>
      <w:sz w:val="20"/>
      <w:szCs w:val="20"/>
      <w:lang w:val="uk-UA"/>
    </w:rPr>
  </w:style>
  <w:style w:type="paragraph" w:styleId="a7">
    <w:name w:val="Body Text"/>
    <w:basedOn w:val="a"/>
    <w:link w:val="a8"/>
    <w:uiPriority w:val="99"/>
    <w:rsid w:val="004646E9"/>
    <w:pPr>
      <w:spacing w:line="360" w:lineRule="auto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621B08"/>
    <w:rPr>
      <w:rFonts w:cs="Times New Roman"/>
      <w:sz w:val="20"/>
      <w:szCs w:val="20"/>
      <w:lang w:val="uk-UA"/>
    </w:rPr>
  </w:style>
  <w:style w:type="character" w:styleId="a9">
    <w:name w:val="page number"/>
    <w:basedOn w:val="a0"/>
    <w:uiPriority w:val="99"/>
    <w:rsid w:val="004646E9"/>
    <w:rPr>
      <w:rFonts w:cs="Times New Roman"/>
    </w:rPr>
  </w:style>
  <w:style w:type="paragraph" w:styleId="21">
    <w:name w:val="Body Text 2"/>
    <w:basedOn w:val="a"/>
    <w:link w:val="22"/>
    <w:uiPriority w:val="99"/>
    <w:rsid w:val="004646E9"/>
    <w:pPr>
      <w:spacing w:line="360" w:lineRule="auto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21B08"/>
    <w:rPr>
      <w:rFonts w:cs="Times New Roman"/>
      <w:sz w:val="20"/>
      <w:szCs w:val="20"/>
      <w:lang w:val="uk-UA"/>
    </w:rPr>
  </w:style>
  <w:style w:type="paragraph" w:styleId="aa">
    <w:name w:val="Balloon Text"/>
    <w:basedOn w:val="a"/>
    <w:link w:val="ab"/>
    <w:uiPriority w:val="99"/>
    <w:rsid w:val="00145B0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145B02"/>
    <w:rPr>
      <w:rFonts w:ascii="Tahoma" w:hAnsi="Tahoma" w:cs="Tahoma"/>
      <w:sz w:val="16"/>
      <w:szCs w:val="16"/>
      <w:lang w:val="uk-UA"/>
    </w:rPr>
  </w:style>
  <w:style w:type="character" w:styleId="ac">
    <w:name w:val="Hyperlink"/>
    <w:rsid w:val="00611F7B"/>
    <w:rPr>
      <w:color w:val="000080"/>
      <w:u w:val="single"/>
    </w:rPr>
  </w:style>
  <w:style w:type="paragraph" w:customStyle="1" w:styleId="11">
    <w:name w:val="Заголовок1"/>
    <w:basedOn w:val="a"/>
    <w:next w:val="a7"/>
    <w:rsid w:val="00611F7B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val="ru-RU" w:eastAsia="zh-CN" w:bidi="hi-IN"/>
    </w:rPr>
  </w:style>
  <w:style w:type="paragraph" w:customStyle="1" w:styleId="ad">
    <w:name w:val="Нормальний текст"/>
    <w:basedOn w:val="a"/>
    <w:rsid w:val="00CE3153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  <w:style w:type="paragraph" w:customStyle="1" w:styleId="ShapkaDocumentu">
    <w:name w:val="Shapka Documentu"/>
    <w:basedOn w:val="a"/>
    <w:rsid w:val="00CE3153"/>
    <w:pPr>
      <w:keepNext/>
      <w:keepLines/>
      <w:suppressAutoHyphens/>
      <w:spacing w:after="240"/>
      <w:ind w:left="3969"/>
      <w:jc w:val="center"/>
    </w:pPr>
    <w:rPr>
      <w:rFonts w:ascii="Antiqua" w:hAnsi="Antiqua" w:cs="Antiqua"/>
      <w:sz w:val="26"/>
      <w:szCs w:val="26"/>
      <w:lang w:eastAsia="zh-CN"/>
    </w:rPr>
  </w:style>
  <w:style w:type="paragraph" w:customStyle="1" w:styleId="ae">
    <w:name w:val="Назва документа"/>
    <w:basedOn w:val="a"/>
    <w:next w:val="a"/>
    <w:rsid w:val="00CE3153"/>
    <w:pPr>
      <w:keepNext/>
      <w:keepLines/>
      <w:suppressAutoHyphens/>
      <w:spacing w:before="240" w:after="240"/>
      <w:jc w:val="center"/>
    </w:pPr>
    <w:rPr>
      <w:rFonts w:ascii="Antiqua" w:hAnsi="Antiqua" w:cs="Antiqua"/>
      <w:b/>
      <w:bCs/>
      <w:sz w:val="26"/>
      <w:szCs w:val="26"/>
      <w:lang w:eastAsia="zh-CN"/>
    </w:rPr>
  </w:style>
  <w:style w:type="paragraph" w:customStyle="1" w:styleId="12">
    <w:name w:val="Обычный (веб)1"/>
    <w:basedOn w:val="a"/>
    <w:rsid w:val="00CE3153"/>
    <w:pPr>
      <w:suppressAutoHyphens/>
      <w:spacing w:before="100" w:after="100"/>
    </w:pPr>
    <w:rPr>
      <w:sz w:val="24"/>
      <w:szCs w:val="24"/>
      <w:lang w:val="ru-RU"/>
    </w:rPr>
  </w:style>
  <w:style w:type="paragraph" w:customStyle="1" w:styleId="af">
    <w:name w:val="Содержимое таблицы"/>
    <w:basedOn w:val="a"/>
    <w:rsid w:val="00CE3153"/>
    <w:pPr>
      <w:suppressLineNumbers/>
      <w:suppressAutoHyphens/>
    </w:pPr>
    <w:rPr>
      <w:sz w:val="24"/>
      <w:szCs w:val="24"/>
      <w:lang w:eastAsia="zh-CN"/>
    </w:rPr>
  </w:style>
  <w:style w:type="paragraph" w:styleId="af0">
    <w:name w:val="Normal (Web)"/>
    <w:basedOn w:val="a"/>
    <w:uiPriority w:val="99"/>
    <w:rsid w:val="00A43145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af1">
    <w:name w:val="Заголовок таблицы"/>
    <w:basedOn w:val="af"/>
    <w:rsid w:val="005067E2"/>
    <w:pPr>
      <w:jc w:val="center"/>
    </w:pPr>
    <w:rPr>
      <w:b/>
      <w:bCs/>
      <w:sz w:val="28"/>
      <w:szCs w:val="28"/>
    </w:rPr>
  </w:style>
  <w:style w:type="paragraph" w:styleId="af2">
    <w:name w:val="List Paragraph"/>
    <w:basedOn w:val="a"/>
    <w:uiPriority w:val="34"/>
    <w:qFormat/>
    <w:rsid w:val="00E127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41;&#1083;&#1072;&#1085;&#1082;%20&#1088;&#1086;&#1079;&#1087;&#1086;&#1088;&#1103;&#1076;&#1078;&#1077;&#1085;&#1085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B5E68-3191-4A38-9195-7FDCAE4F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розпорядження</Template>
  <TotalTime>11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ТРОСТЯНЕЦЬКА СЕЛИЩНА РАДА</vt:lpstr>
    </vt:vector>
  </TitlesOfParts>
  <Company>Тростянець селищна рада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ТРОСТЯНЕЦЬКА СЕЛИЩНА РАДА</dc:title>
  <dc:creator>1</dc:creator>
  <cp:lastModifiedBy>MHP</cp:lastModifiedBy>
  <cp:revision>5</cp:revision>
  <cp:lastPrinted>2021-06-15T07:35:00Z</cp:lastPrinted>
  <dcterms:created xsi:type="dcterms:W3CDTF">2021-06-15T07:35:00Z</dcterms:created>
  <dcterms:modified xsi:type="dcterms:W3CDTF">2021-08-31T12:20:00Z</dcterms:modified>
</cp:coreProperties>
</file>