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55C" w:rsidRPr="00FA4E96" w:rsidRDefault="00B2455C" w:rsidP="006324F3">
      <w:pPr>
        <w:ind w:right="579"/>
        <w:jc w:val="center"/>
        <w:rPr>
          <w:b/>
        </w:rPr>
      </w:pPr>
      <w:r w:rsidRPr="00FA4E96">
        <w:rPr>
          <w:b/>
        </w:rPr>
        <w:object w:dxaOrig="821" w:dyaOrig="1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1.75pt" o:ole="" fillcolor="window">
            <v:imagedata r:id="rId4" o:title=""/>
          </v:shape>
          <o:OLEObject Type="Embed" ProgID="Word.Picture.8" ShapeID="_x0000_i1025" DrawAspect="Content" ObjectID="_1697970884" r:id="rId5"/>
        </w:object>
      </w:r>
    </w:p>
    <w:p w:rsidR="00B2455C" w:rsidRPr="00FA4E96" w:rsidRDefault="00B2455C" w:rsidP="006324F3">
      <w:pPr>
        <w:pStyle w:val="docdata"/>
        <w:spacing w:before="0" w:beforeAutospacing="0" w:after="0" w:afterAutospacing="0"/>
      </w:pPr>
    </w:p>
    <w:p w:rsidR="00B2455C" w:rsidRPr="00FA4E96" w:rsidRDefault="00B2455C" w:rsidP="006324F3">
      <w:pPr>
        <w:pStyle w:val="NormalWeb"/>
        <w:spacing w:before="0" w:beforeAutospacing="0" w:after="0" w:afterAutospacing="0"/>
        <w:jc w:val="center"/>
      </w:pPr>
      <w:r w:rsidRPr="00FA4E96">
        <w:rPr>
          <w:b/>
          <w:bCs/>
          <w:color w:val="000000"/>
          <w:sz w:val="28"/>
          <w:szCs w:val="28"/>
        </w:rPr>
        <w:t>УКРАЇНА</w:t>
      </w:r>
    </w:p>
    <w:p w:rsidR="00B2455C" w:rsidRDefault="00B2455C" w:rsidP="00BE4901">
      <w:pPr>
        <w:pStyle w:val="NormalWeb"/>
        <w:tabs>
          <w:tab w:val="left" w:pos="709"/>
        </w:tabs>
        <w:spacing w:before="120" w:beforeAutospacing="0" w:after="0" w:afterAutospacing="0"/>
        <w:jc w:val="center"/>
      </w:pPr>
      <w:r>
        <w:rPr>
          <w:b/>
          <w:bCs/>
          <w:color w:val="000000"/>
          <w:sz w:val="28"/>
          <w:szCs w:val="28"/>
        </w:rPr>
        <w:t>ВАЛКІВСЬКА МІСЬКА РАДА</w:t>
      </w:r>
    </w:p>
    <w:p w:rsidR="00B2455C" w:rsidRDefault="00B2455C" w:rsidP="00BE4901">
      <w:pPr>
        <w:pStyle w:val="NormalWeb"/>
        <w:tabs>
          <w:tab w:val="left" w:pos="709"/>
        </w:tabs>
        <w:spacing w:before="0" w:beforeAutospacing="0" w:after="0" w:afterAutospacing="0"/>
        <w:jc w:val="center"/>
      </w:pPr>
      <w:r>
        <w:rPr>
          <w:b/>
          <w:bCs/>
          <w:color w:val="000000"/>
          <w:sz w:val="28"/>
          <w:szCs w:val="28"/>
        </w:rPr>
        <w:t>БОГОДУХІВСЬКОГО РАЙОНУ ХАРКІВСЬКОЇ ОБЛАСТІ</w:t>
      </w:r>
    </w:p>
    <w:p w:rsidR="00B2455C" w:rsidRDefault="00B2455C" w:rsidP="00BE4901">
      <w:pPr>
        <w:pStyle w:val="NormalWeb"/>
        <w:spacing w:before="0" w:beforeAutospacing="0" w:after="0" w:afterAutospacing="0"/>
        <w:jc w:val="center"/>
      </w:pPr>
      <w:r>
        <w:t> </w:t>
      </w:r>
    </w:p>
    <w:p w:rsidR="00B2455C" w:rsidRDefault="00B2455C" w:rsidP="00BE4901">
      <w:pPr>
        <w:pStyle w:val="NormalWeb"/>
        <w:spacing w:before="0" w:beforeAutospacing="0" w:after="0" w:afterAutospacing="0"/>
        <w:jc w:val="center"/>
      </w:pPr>
      <w:r>
        <w:rPr>
          <w:b/>
          <w:bCs/>
          <w:color w:val="000000"/>
          <w:sz w:val="28"/>
          <w:szCs w:val="28"/>
          <w:lang w:val="ru-RU"/>
        </w:rPr>
        <w:t xml:space="preserve"> </w:t>
      </w:r>
      <w:r>
        <w:rPr>
          <w:b/>
          <w:bCs/>
          <w:color w:val="000000"/>
          <w:sz w:val="28"/>
          <w:szCs w:val="28"/>
        </w:rPr>
        <w:t>Х</w:t>
      </w:r>
      <w:r>
        <w:rPr>
          <w:b/>
          <w:bCs/>
          <w:color w:val="000000"/>
          <w:sz w:val="28"/>
          <w:szCs w:val="28"/>
          <w:lang w:val="en-US"/>
        </w:rPr>
        <w:t>V</w:t>
      </w:r>
      <w:r>
        <w:rPr>
          <w:b/>
          <w:bCs/>
          <w:color w:val="000000"/>
          <w:sz w:val="28"/>
          <w:szCs w:val="28"/>
        </w:rPr>
        <w:t>ІІ сесія VIII скликання</w:t>
      </w:r>
    </w:p>
    <w:p w:rsidR="00B2455C" w:rsidRDefault="00B2455C" w:rsidP="00BE4901">
      <w:pPr>
        <w:pStyle w:val="NormalWeb"/>
        <w:tabs>
          <w:tab w:val="left" w:pos="4153"/>
          <w:tab w:val="left" w:pos="8307"/>
        </w:tabs>
        <w:spacing w:before="0" w:beforeAutospacing="0" w:after="0" w:afterAutospacing="0"/>
        <w:jc w:val="center"/>
      </w:pPr>
      <w:r>
        <w:t> </w:t>
      </w:r>
    </w:p>
    <w:p w:rsidR="00B2455C" w:rsidRDefault="00B2455C" w:rsidP="00BE4901">
      <w:pPr>
        <w:pStyle w:val="NormalWeb"/>
        <w:spacing w:before="0" w:beforeAutospacing="0" w:after="0" w:afterAutospacing="0"/>
      </w:pPr>
      <w:r>
        <w:rPr>
          <w:b/>
          <w:bCs/>
          <w:color w:val="000000"/>
          <w:sz w:val="32"/>
          <w:szCs w:val="32"/>
          <w:lang w:val="ru-RU"/>
        </w:rPr>
        <w:t xml:space="preserve">                       ПРОЄКТ         </w:t>
      </w:r>
      <w:r>
        <w:rPr>
          <w:b/>
          <w:bCs/>
          <w:color w:val="000000"/>
          <w:sz w:val="32"/>
          <w:szCs w:val="32"/>
        </w:rPr>
        <w:t>РІШЕННЯ</w:t>
      </w:r>
    </w:p>
    <w:p w:rsidR="00B2455C" w:rsidRDefault="00B2455C" w:rsidP="00BE4901">
      <w:pPr>
        <w:pStyle w:val="NormalWeb"/>
        <w:spacing w:before="0" w:beforeAutospacing="0" w:after="0" w:afterAutospacing="0"/>
        <w:jc w:val="both"/>
      </w:pPr>
      <w:r>
        <w:t xml:space="preserve">                         </w:t>
      </w:r>
    </w:p>
    <w:tbl>
      <w:tblPr>
        <w:tblW w:w="0" w:type="auto"/>
        <w:tblCellSpacing w:w="0" w:type="dxa"/>
        <w:tblLook w:val="0000"/>
      </w:tblPr>
      <w:tblGrid>
        <w:gridCol w:w="3708"/>
        <w:gridCol w:w="3043"/>
        <w:gridCol w:w="2804"/>
      </w:tblGrid>
      <w:tr w:rsidR="00B2455C" w:rsidTr="005E13D2">
        <w:trPr>
          <w:tblCellSpacing w:w="0" w:type="dxa"/>
        </w:trPr>
        <w:tc>
          <w:tcPr>
            <w:tcW w:w="3708" w:type="dxa"/>
            <w:vAlign w:val="center"/>
          </w:tcPr>
          <w:p w:rsidR="00B2455C" w:rsidRDefault="00B2455C" w:rsidP="005E13D2">
            <w:pPr>
              <w:pStyle w:val="NormalWeb"/>
              <w:spacing w:before="0" w:beforeAutospacing="0" w:after="0" w:afterAutospacing="0"/>
              <w:rPr>
                <w:color w:val="000000"/>
              </w:rPr>
            </w:pPr>
            <w:r>
              <w:rPr>
                <w:b/>
                <w:bCs/>
                <w:sz w:val="28"/>
                <w:szCs w:val="28"/>
              </w:rPr>
              <w:t>від 10 листопада 2021 року</w:t>
            </w:r>
          </w:p>
        </w:tc>
        <w:tc>
          <w:tcPr>
            <w:tcW w:w="3043" w:type="dxa"/>
            <w:vAlign w:val="center"/>
          </w:tcPr>
          <w:p w:rsidR="00B2455C" w:rsidRDefault="00B2455C" w:rsidP="005E13D2">
            <w:pPr>
              <w:pStyle w:val="NormalWeb"/>
              <w:spacing w:before="0" w:beforeAutospacing="0" w:after="0" w:afterAutospacing="0"/>
              <w:rPr>
                <w:color w:val="000000"/>
              </w:rPr>
            </w:pPr>
            <w:r>
              <w:rPr>
                <w:b/>
                <w:bCs/>
                <w:color w:val="000000"/>
                <w:sz w:val="28"/>
                <w:szCs w:val="28"/>
              </w:rPr>
              <w:t xml:space="preserve">              Валки</w:t>
            </w:r>
          </w:p>
        </w:tc>
        <w:tc>
          <w:tcPr>
            <w:tcW w:w="2804" w:type="dxa"/>
            <w:vAlign w:val="center"/>
          </w:tcPr>
          <w:p w:rsidR="00B2455C" w:rsidRDefault="00B2455C" w:rsidP="005E13D2">
            <w:pPr>
              <w:pStyle w:val="NormalWeb"/>
              <w:spacing w:before="0" w:beforeAutospacing="0" w:after="0" w:afterAutospacing="0"/>
              <w:rPr>
                <w:color w:val="000000"/>
              </w:rPr>
            </w:pPr>
            <w:r>
              <w:rPr>
                <w:b/>
                <w:bCs/>
                <w:color w:val="000000"/>
                <w:sz w:val="28"/>
                <w:szCs w:val="28"/>
              </w:rPr>
              <w:t xml:space="preserve">                    № </w:t>
            </w:r>
          </w:p>
        </w:tc>
      </w:tr>
    </w:tbl>
    <w:p w:rsidR="00B2455C" w:rsidRPr="00FA4E96" w:rsidRDefault="00B2455C" w:rsidP="00441E3D">
      <w:pPr>
        <w:pStyle w:val="NormalWeb"/>
        <w:spacing w:before="0" w:beforeAutospacing="0" w:after="0" w:afterAutospacing="0"/>
      </w:pPr>
      <w:r w:rsidRPr="00FA4E96">
        <w:t> </w:t>
      </w:r>
    </w:p>
    <w:p w:rsidR="00B2455C" w:rsidRPr="00FA4E96" w:rsidRDefault="00B2455C" w:rsidP="00604B06">
      <w:pPr>
        <w:jc w:val="both"/>
        <w:rPr>
          <w:b/>
          <w:sz w:val="28"/>
          <w:szCs w:val="28"/>
        </w:rPr>
      </w:pPr>
      <w:r w:rsidRPr="00FA4E96">
        <w:rPr>
          <w:b/>
          <w:sz w:val="28"/>
          <w:szCs w:val="28"/>
        </w:rPr>
        <w:t xml:space="preserve">Про затвердження проектів </w:t>
      </w:r>
    </w:p>
    <w:p w:rsidR="00B2455C" w:rsidRPr="00FA4E96" w:rsidRDefault="00B2455C" w:rsidP="00604B06">
      <w:pPr>
        <w:jc w:val="both"/>
        <w:rPr>
          <w:b/>
          <w:sz w:val="28"/>
          <w:szCs w:val="28"/>
        </w:rPr>
      </w:pPr>
      <w:r w:rsidRPr="00FA4E96">
        <w:rPr>
          <w:b/>
          <w:sz w:val="28"/>
          <w:szCs w:val="28"/>
        </w:rPr>
        <w:t xml:space="preserve">землеустрою щодо відведення </w:t>
      </w:r>
    </w:p>
    <w:p w:rsidR="00B2455C" w:rsidRPr="00FA4E96" w:rsidRDefault="00B2455C" w:rsidP="00604B06">
      <w:pPr>
        <w:jc w:val="both"/>
        <w:rPr>
          <w:b/>
          <w:sz w:val="28"/>
          <w:szCs w:val="28"/>
        </w:rPr>
      </w:pPr>
      <w:r w:rsidRPr="00FA4E96">
        <w:rPr>
          <w:b/>
          <w:sz w:val="28"/>
          <w:szCs w:val="28"/>
        </w:rPr>
        <w:t>земельних ділянок громадянам</w:t>
      </w:r>
    </w:p>
    <w:p w:rsidR="00B2455C" w:rsidRPr="00FA4E96" w:rsidRDefault="00B2455C" w:rsidP="00604B06">
      <w:pPr>
        <w:jc w:val="both"/>
        <w:rPr>
          <w:b/>
          <w:sz w:val="28"/>
          <w:szCs w:val="28"/>
        </w:rPr>
      </w:pPr>
      <w:r w:rsidRPr="00FA4E96">
        <w:rPr>
          <w:b/>
          <w:sz w:val="28"/>
          <w:szCs w:val="28"/>
        </w:rPr>
        <w:t xml:space="preserve">для ведення особистого </w:t>
      </w:r>
    </w:p>
    <w:p w:rsidR="00B2455C" w:rsidRPr="00FA4E96" w:rsidRDefault="00B2455C" w:rsidP="00604B06">
      <w:pPr>
        <w:jc w:val="both"/>
        <w:rPr>
          <w:b/>
          <w:sz w:val="28"/>
          <w:szCs w:val="28"/>
        </w:rPr>
      </w:pPr>
      <w:r w:rsidRPr="00FA4E96">
        <w:rPr>
          <w:b/>
          <w:sz w:val="28"/>
          <w:szCs w:val="28"/>
        </w:rPr>
        <w:t xml:space="preserve">селянського господарства </w:t>
      </w:r>
    </w:p>
    <w:p w:rsidR="00B2455C" w:rsidRPr="00FA4E96" w:rsidRDefault="00B2455C" w:rsidP="00604B06">
      <w:pPr>
        <w:jc w:val="both"/>
        <w:rPr>
          <w:b/>
          <w:sz w:val="28"/>
          <w:szCs w:val="28"/>
        </w:rPr>
      </w:pPr>
      <w:r w:rsidRPr="00FA4E96">
        <w:rPr>
          <w:b/>
          <w:sz w:val="28"/>
          <w:szCs w:val="28"/>
        </w:rPr>
        <w:t>та передачі їх у власність</w:t>
      </w:r>
    </w:p>
    <w:p w:rsidR="00B2455C" w:rsidRPr="00FA4E96" w:rsidRDefault="00B2455C" w:rsidP="00ED0A0D">
      <w:pPr>
        <w:pStyle w:val="NormalWeb"/>
        <w:spacing w:before="0" w:beforeAutospacing="0" w:after="0" w:afterAutospacing="0"/>
        <w:ind w:right="5527"/>
      </w:pPr>
      <w:r w:rsidRPr="00FA4E96">
        <w:t> </w:t>
      </w:r>
    </w:p>
    <w:p w:rsidR="00B2455C" w:rsidRPr="00FA4E96" w:rsidRDefault="00B2455C" w:rsidP="00604B06">
      <w:pPr>
        <w:tabs>
          <w:tab w:val="left" w:pos="9480"/>
        </w:tabs>
        <w:ind w:right="99" w:firstLine="567"/>
        <w:jc w:val="both"/>
        <w:rPr>
          <w:b/>
          <w:sz w:val="28"/>
          <w:szCs w:val="28"/>
        </w:rPr>
      </w:pPr>
      <w:r w:rsidRPr="00FA4E96">
        <w:rPr>
          <w:sz w:val="28"/>
          <w:szCs w:val="28"/>
        </w:rPr>
        <w:t>Розглянувши клопотання та додані до них матеріали громадян про затвердження проектів землеустрою щодо відведення земельних ділянок для ведення особистого селянського господарства та надання їх у власність, керуючись статями 26, 42, 59 Закону України «Про місцеве самоврядування в Україні», статтями 12, 22, 116, 118, 121, 122, 126, 186,</w:t>
      </w:r>
      <w:r w:rsidRPr="00FA4E96">
        <w:rPr>
          <w:color w:val="000000"/>
          <w:sz w:val="28"/>
          <w:szCs w:val="28"/>
        </w:rPr>
        <w:t xml:space="preserve"> пунктом 24 Перехідних положень</w:t>
      </w:r>
      <w:r w:rsidRPr="00FA4E96">
        <w:rPr>
          <w:sz w:val="28"/>
          <w:szCs w:val="28"/>
        </w:rPr>
        <w:t xml:space="preserve"> Земельного кодексу України, врахувавши  висновки та рекомендації  постійної комісії міської ради з питань містобудування, будівництва, земельних відносин та охорони природи, Валківська міська рада </w:t>
      </w:r>
      <w:r w:rsidRPr="00FA4E96">
        <w:rPr>
          <w:b/>
          <w:sz w:val="28"/>
          <w:szCs w:val="28"/>
        </w:rPr>
        <w:t>вирішила:</w:t>
      </w:r>
    </w:p>
    <w:p w:rsidR="00B2455C" w:rsidRPr="00FA4E96" w:rsidRDefault="00B2455C" w:rsidP="00F310F5">
      <w:pPr>
        <w:spacing w:before="240"/>
        <w:ind w:firstLine="567"/>
        <w:jc w:val="both"/>
        <w:rPr>
          <w:sz w:val="28"/>
          <w:szCs w:val="28"/>
        </w:rPr>
      </w:pPr>
      <w:r w:rsidRPr="00FA4E96">
        <w:rPr>
          <w:sz w:val="28"/>
          <w:szCs w:val="28"/>
        </w:rPr>
        <w:t>1. Затвердити проект землеустрою щодо відведення земельної ділянки гр. Папузі Олегу Григоровичу для ведення особистого селянського господарства м. Валки, вул. Виноградна, 31, Валківської міської ради, Валківського району, Харківської області.</w:t>
      </w:r>
    </w:p>
    <w:p w:rsidR="00B2455C" w:rsidRPr="00FA4E96" w:rsidRDefault="00B2455C" w:rsidP="00F310F5">
      <w:pPr>
        <w:ind w:firstLine="567"/>
        <w:jc w:val="both"/>
        <w:rPr>
          <w:sz w:val="28"/>
          <w:szCs w:val="28"/>
        </w:rPr>
      </w:pPr>
      <w:r w:rsidRPr="00FA4E96">
        <w:rPr>
          <w:sz w:val="28"/>
          <w:szCs w:val="28"/>
        </w:rPr>
        <w:t xml:space="preserve">1.1. Передати у приватну власність гр. ПАПУЗІ Олегу Григоровичу земельну ділянку кадастровий номер 6321210100:00:006:0079 площею  </w:t>
      </w:r>
      <w:smartTag w:uri="urn:schemas-microsoft-com:office:smarttags" w:element="metricconverter">
        <w:smartTagPr>
          <w:attr w:name="ProductID" w:val="0,2029 га"/>
        </w:smartTagPr>
        <w:r w:rsidRPr="00FA4E96">
          <w:rPr>
            <w:sz w:val="28"/>
            <w:szCs w:val="28"/>
          </w:rPr>
          <w:t>0,2029 га</w:t>
        </w:r>
      </w:smartTag>
      <w:r w:rsidRPr="00FA4E96">
        <w:rPr>
          <w:sz w:val="28"/>
          <w:szCs w:val="28"/>
        </w:rPr>
        <w:t xml:space="preserve">, в тому числі рілля площею </w:t>
      </w:r>
      <w:smartTag w:uri="urn:schemas-microsoft-com:office:smarttags" w:element="metricconverter">
        <w:smartTagPr>
          <w:attr w:name="ProductID" w:val="0,2029 га"/>
        </w:smartTagPr>
        <w:r w:rsidRPr="00FA4E96">
          <w:rPr>
            <w:sz w:val="28"/>
            <w:szCs w:val="28"/>
          </w:rPr>
          <w:t>0,2029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Виноградна, </w:t>
      </w:r>
      <w:smartTag w:uri="urn:schemas-microsoft-com:office:smarttags" w:element="metricconverter">
        <w:smartTagPr>
          <w:attr w:name="ProductID" w:val="31, м"/>
        </w:smartTagPr>
        <w:r w:rsidRPr="00FA4E96">
          <w:rPr>
            <w:sz w:val="28"/>
            <w:szCs w:val="28"/>
          </w:rPr>
          <w:t>31, м</w:t>
        </w:r>
      </w:smartTag>
      <w:r w:rsidRPr="00FA4E96">
        <w:rPr>
          <w:sz w:val="28"/>
          <w:szCs w:val="28"/>
        </w:rPr>
        <w:t xml:space="preserve">. Валки, Богодухівський район, Харківська область. </w:t>
      </w:r>
    </w:p>
    <w:p w:rsidR="00B2455C" w:rsidRPr="00FA4E96" w:rsidRDefault="00B2455C" w:rsidP="00F310F5">
      <w:pPr>
        <w:spacing w:before="240"/>
        <w:ind w:firstLine="567"/>
        <w:jc w:val="both"/>
        <w:rPr>
          <w:sz w:val="28"/>
          <w:szCs w:val="28"/>
        </w:rPr>
      </w:pPr>
      <w:r w:rsidRPr="00FA4E96">
        <w:rPr>
          <w:sz w:val="28"/>
          <w:szCs w:val="28"/>
        </w:rPr>
        <w:t>2. Затвердити проект землеустрою щодо відведення земельної ділянки  у власність гр. Біленку Сергію Васильовичу, за рахунок земель запасу комунальної власності, житлової та громадської забудови зі зміною цільового призначення, для ведення особистого селянського господарства, розташованої за адресою: вул. Благовіщенська, м. Валки, Богодухівського району, Харківської області.</w:t>
      </w:r>
    </w:p>
    <w:p w:rsidR="00B2455C" w:rsidRPr="00FA4E96" w:rsidRDefault="00B2455C" w:rsidP="00F310F5">
      <w:pPr>
        <w:ind w:firstLine="567"/>
        <w:jc w:val="both"/>
        <w:rPr>
          <w:sz w:val="28"/>
          <w:szCs w:val="28"/>
        </w:rPr>
      </w:pPr>
      <w:r w:rsidRPr="00FA4E96">
        <w:rPr>
          <w:sz w:val="28"/>
          <w:szCs w:val="28"/>
        </w:rPr>
        <w:t xml:space="preserve">2.1. Передати у приватну власність гр. БІЛЕНКУ Сергію Васильовичу земельну ділянку кадастровий номер 6321210100:00:034:0093 площею      </w:t>
      </w:r>
      <w:smartTag w:uri="urn:schemas-microsoft-com:office:smarttags" w:element="metricconverter">
        <w:smartTagPr>
          <w:attr w:name="ProductID" w:val="0,9000 га"/>
        </w:smartTagPr>
        <w:r w:rsidRPr="00FA4E96">
          <w:rPr>
            <w:sz w:val="28"/>
            <w:szCs w:val="28"/>
          </w:rPr>
          <w:t>0,9000 га</w:t>
        </w:r>
      </w:smartTag>
      <w:r w:rsidRPr="00FA4E96">
        <w:rPr>
          <w:sz w:val="28"/>
          <w:szCs w:val="28"/>
        </w:rPr>
        <w:t xml:space="preserve">, в тому числі рілля площею </w:t>
      </w:r>
      <w:smartTag w:uri="urn:schemas-microsoft-com:office:smarttags" w:element="metricconverter">
        <w:smartTagPr>
          <w:attr w:name="ProductID" w:val="0,9000 га"/>
        </w:smartTagPr>
        <w:r w:rsidRPr="00FA4E96">
          <w:rPr>
            <w:sz w:val="28"/>
            <w:szCs w:val="28"/>
          </w:rPr>
          <w:t>0,9000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Благовіщенська, м. Валки, Богодухівський район, Харківська область.</w:t>
      </w:r>
    </w:p>
    <w:p w:rsidR="00B2455C" w:rsidRPr="00FA4E96" w:rsidRDefault="00B2455C" w:rsidP="00136059">
      <w:pPr>
        <w:spacing w:before="240"/>
        <w:ind w:firstLine="567"/>
        <w:jc w:val="both"/>
        <w:rPr>
          <w:sz w:val="28"/>
          <w:szCs w:val="28"/>
        </w:rPr>
      </w:pPr>
      <w:r w:rsidRPr="00FA4E96">
        <w:rPr>
          <w:sz w:val="28"/>
          <w:szCs w:val="28"/>
        </w:rPr>
        <w:t>3. Затвердити проект землеустрою щодо відведення земельної ділянки гр. Балясній Ганні Петрівні для ведення особистого селянського господарства,розташованої по вул. Гоголя, 29, в смтКов’яги, на території  Валківської міської ради Богодухівського району Харківської області.</w:t>
      </w:r>
    </w:p>
    <w:p w:rsidR="00B2455C" w:rsidRPr="00FA4E96" w:rsidRDefault="00B2455C" w:rsidP="00136059">
      <w:pPr>
        <w:ind w:firstLine="567"/>
        <w:jc w:val="both"/>
        <w:rPr>
          <w:sz w:val="28"/>
          <w:szCs w:val="28"/>
        </w:rPr>
      </w:pPr>
      <w:r w:rsidRPr="00FA4E96">
        <w:rPr>
          <w:sz w:val="28"/>
          <w:szCs w:val="28"/>
        </w:rPr>
        <w:t xml:space="preserve">3.1. Передати у приватну власність гр. БАЛЯСНІЙ Ганні Петрівні земельну ділянку кадастровий номер 6321255400:00:001:0455 площею      </w:t>
      </w:r>
      <w:smartTag w:uri="urn:schemas-microsoft-com:office:smarttags" w:element="metricconverter">
        <w:smartTagPr>
          <w:attr w:name="ProductID" w:val="0,3310 га"/>
        </w:smartTagPr>
        <w:r w:rsidRPr="00FA4E96">
          <w:rPr>
            <w:sz w:val="28"/>
            <w:szCs w:val="28"/>
          </w:rPr>
          <w:t>0,3310 га</w:t>
        </w:r>
      </w:smartTag>
      <w:r w:rsidRPr="00FA4E96">
        <w:rPr>
          <w:sz w:val="28"/>
          <w:szCs w:val="28"/>
        </w:rPr>
        <w:t xml:space="preserve">, в тому числі рілля площею </w:t>
      </w:r>
      <w:smartTag w:uri="urn:schemas-microsoft-com:office:smarttags" w:element="metricconverter">
        <w:smartTagPr>
          <w:attr w:name="ProductID" w:val="0,3310 га"/>
        </w:smartTagPr>
        <w:r w:rsidRPr="00FA4E96">
          <w:rPr>
            <w:sz w:val="28"/>
            <w:szCs w:val="28"/>
          </w:rPr>
          <w:t>0,3310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Гоголя, 29, в смт</w:t>
      </w:r>
      <w:r>
        <w:rPr>
          <w:sz w:val="28"/>
          <w:szCs w:val="28"/>
        </w:rPr>
        <w:t xml:space="preserve">. </w:t>
      </w:r>
      <w:r w:rsidRPr="00FA4E96">
        <w:rPr>
          <w:sz w:val="28"/>
          <w:szCs w:val="28"/>
        </w:rPr>
        <w:t>Ков’яги, Богодухівський район, Харківська область.</w:t>
      </w:r>
    </w:p>
    <w:p w:rsidR="00B2455C" w:rsidRPr="00FA4E96" w:rsidRDefault="00B2455C" w:rsidP="00DB7808">
      <w:pPr>
        <w:spacing w:before="240"/>
        <w:ind w:firstLine="567"/>
        <w:jc w:val="both"/>
        <w:rPr>
          <w:sz w:val="28"/>
          <w:szCs w:val="28"/>
        </w:rPr>
      </w:pPr>
      <w:r w:rsidRPr="00FA4E96">
        <w:rPr>
          <w:sz w:val="28"/>
          <w:szCs w:val="28"/>
        </w:rPr>
        <w:t xml:space="preserve">4. Затвердити проект землеустрою щодо відведення земельної ділянки  у власність гр. Тіщенко Марині Андріївні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в                     смт</w:t>
      </w:r>
      <w:r>
        <w:rPr>
          <w:sz w:val="28"/>
          <w:szCs w:val="28"/>
        </w:rPr>
        <w:t xml:space="preserve"> </w:t>
      </w:r>
      <w:r w:rsidRPr="00FA4E96">
        <w:rPr>
          <w:sz w:val="28"/>
          <w:szCs w:val="28"/>
        </w:rPr>
        <w:t>Ков’яги на території Валківської міської ради Богодухівського району Харківської області.</w:t>
      </w:r>
    </w:p>
    <w:p w:rsidR="00B2455C" w:rsidRPr="00FA4E96" w:rsidRDefault="00B2455C" w:rsidP="00DB7808">
      <w:pPr>
        <w:ind w:firstLine="567"/>
        <w:jc w:val="both"/>
        <w:rPr>
          <w:sz w:val="28"/>
          <w:szCs w:val="28"/>
        </w:rPr>
      </w:pPr>
      <w:r w:rsidRPr="00FA4E96">
        <w:rPr>
          <w:sz w:val="28"/>
          <w:szCs w:val="28"/>
        </w:rPr>
        <w:t xml:space="preserve">4.1. Передати у приватну власність гр. ТІЩЕНКО Марині Андріївні земельну ділянку кадастровий номер 6321255400:03:000:1034 площею         </w:t>
      </w:r>
      <w:smartTag w:uri="urn:schemas-microsoft-com:office:smarttags" w:element="metricconverter">
        <w:smartTagPr>
          <w:attr w:name="ProductID" w:val="0,1702 га"/>
        </w:smartTagPr>
        <w:r w:rsidRPr="00FA4E96">
          <w:rPr>
            <w:sz w:val="28"/>
            <w:szCs w:val="28"/>
          </w:rPr>
          <w:t>0,1702 га</w:t>
        </w:r>
      </w:smartTag>
      <w:r w:rsidRPr="00FA4E96">
        <w:rPr>
          <w:sz w:val="28"/>
          <w:szCs w:val="28"/>
        </w:rPr>
        <w:t xml:space="preserve">, в тому числі рілля площею </w:t>
      </w:r>
      <w:smartTag w:uri="urn:schemas-microsoft-com:office:smarttags" w:element="metricconverter">
        <w:smartTagPr>
          <w:attr w:name="ProductID" w:val="0,1702 га"/>
        </w:smartTagPr>
        <w:r w:rsidRPr="00FA4E96">
          <w:rPr>
            <w:sz w:val="28"/>
            <w:szCs w:val="28"/>
          </w:rPr>
          <w:t>0,1702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смт</w:t>
      </w:r>
      <w:r>
        <w:rPr>
          <w:sz w:val="28"/>
          <w:szCs w:val="28"/>
        </w:rPr>
        <w:t xml:space="preserve"> </w:t>
      </w:r>
      <w:r w:rsidRPr="00FA4E96">
        <w:rPr>
          <w:sz w:val="28"/>
          <w:szCs w:val="28"/>
        </w:rPr>
        <w:t>Ков’яги, Богодухівський район, Харківська область.</w:t>
      </w:r>
    </w:p>
    <w:p w:rsidR="00B2455C" w:rsidRPr="00FA4E96" w:rsidRDefault="00B2455C" w:rsidP="00DC5130">
      <w:pPr>
        <w:spacing w:before="240"/>
        <w:ind w:firstLine="567"/>
        <w:jc w:val="both"/>
        <w:rPr>
          <w:sz w:val="28"/>
          <w:szCs w:val="28"/>
        </w:rPr>
      </w:pPr>
      <w:r w:rsidRPr="00FA4E96">
        <w:rPr>
          <w:sz w:val="28"/>
          <w:szCs w:val="28"/>
        </w:rPr>
        <w:t xml:space="preserve">5. Затвердити проект землеустрою щодо відведення земельної ділянки у власність гр. Король Ларисі Михайлівні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в                     смтКов’яги на території Валківської міської ради Богодухівського району Харківської області.</w:t>
      </w:r>
    </w:p>
    <w:p w:rsidR="00B2455C" w:rsidRPr="00FA4E96" w:rsidRDefault="00B2455C" w:rsidP="00DC5130">
      <w:pPr>
        <w:ind w:firstLine="567"/>
        <w:jc w:val="both"/>
        <w:rPr>
          <w:sz w:val="28"/>
          <w:szCs w:val="28"/>
        </w:rPr>
      </w:pPr>
      <w:r w:rsidRPr="00FA4E96">
        <w:rPr>
          <w:sz w:val="28"/>
          <w:szCs w:val="28"/>
        </w:rPr>
        <w:t xml:space="preserve">5.1. Передати у приватну власність гр. КОРОЛЬ Ларисі Михайлівні земельну ділянку кадастровий номер 6321255400:03:000:1030 площею            </w:t>
      </w:r>
      <w:smartTag w:uri="urn:schemas-microsoft-com:office:smarttags" w:element="metricconverter">
        <w:smartTagPr>
          <w:attr w:name="ProductID" w:val="1,5000 га"/>
        </w:smartTagPr>
        <w:r w:rsidRPr="00FA4E96">
          <w:rPr>
            <w:sz w:val="28"/>
            <w:szCs w:val="28"/>
          </w:rPr>
          <w:t>1,5000 га</w:t>
        </w:r>
      </w:smartTag>
      <w:r w:rsidRPr="00FA4E96">
        <w:rPr>
          <w:sz w:val="28"/>
          <w:szCs w:val="28"/>
        </w:rPr>
        <w:t xml:space="preserve">, в тому числі під сільськогосподарськими та іншими господарськими будівлями і дворами площею </w:t>
      </w:r>
      <w:smartTag w:uri="urn:schemas-microsoft-com:office:smarttags" w:element="metricconverter">
        <w:smartTagPr>
          <w:attr w:name="ProductID" w:val="1,5000 га"/>
        </w:smartTagPr>
        <w:r w:rsidRPr="00FA4E96">
          <w:rPr>
            <w:sz w:val="28"/>
            <w:szCs w:val="28"/>
          </w:rPr>
          <w:t>1,5000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смтКов’яги, Богодухівський район, Харківська область.</w:t>
      </w:r>
    </w:p>
    <w:p w:rsidR="00B2455C" w:rsidRPr="00FA4E96" w:rsidRDefault="00B2455C" w:rsidP="00880094">
      <w:pPr>
        <w:spacing w:before="240"/>
        <w:ind w:firstLine="567"/>
        <w:jc w:val="both"/>
        <w:rPr>
          <w:sz w:val="28"/>
          <w:szCs w:val="28"/>
        </w:rPr>
      </w:pPr>
      <w:r w:rsidRPr="00FA4E96">
        <w:rPr>
          <w:sz w:val="28"/>
          <w:szCs w:val="28"/>
        </w:rPr>
        <w:t>6. Затвердити проект землеустрою щодо відведення земельної ділянки у власність гр. Носовій Раїсі Миколаївні для ведення особистого селянського господарства, розташованої за адресою: с. Халимонівка,                                        вул. Халимонівська, 10, Валківського району, Харківської області.</w:t>
      </w:r>
    </w:p>
    <w:p w:rsidR="00B2455C" w:rsidRPr="00FA4E96" w:rsidRDefault="00B2455C" w:rsidP="00880094">
      <w:pPr>
        <w:ind w:firstLine="567"/>
        <w:jc w:val="both"/>
        <w:rPr>
          <w:sz w:val="28"/>
          <w:szCs w:val="28"/>
        </w:rPr>
      </w:pPr>
      <w:r w:rsidRPr="00FA4E96">
        <w:rPr>
          <w:sz w:val="28"/>
          <w:szCs w:val="28"/>
        </w:rPr>
        <w:t xml:space="preserve">6.1. Передати у приватну власність гр. НОСОВІЙ Раїсі Миколаївні земельну ділянку кадастровий номер 6321255404:00:001:0019 площею  </w:t>
      </w:r>
      <w:smartTag w:uri="urn:schemas-microsoft-com:office:smarttags" w:element="metricconverter">
        <w:smartTagPr>
          <w:attr w:name="ProductID" w:val="0,0550 га"/>
        </w:smartTagPr>
        <w:r w:rsidRPr="00FA4E96">
          <w:rPr>
            <w:sz w:val="28"/>
            <w:szCs w:val="28"/>
          </w:rPr>
          <w:t>0,0550 га</w:t>
        </w:r>
      </w:smartTag>
      <w:r w:rsidRPr="00FA4E96">
        <w:rPr>
          <w:sz w:val="28"/>
          <w:szCs w:val="28"/>
        </w:rPr>
        <w:t xml:space="preserve">, в тому числі рілля площею </w:t>
      </w:r>
      <w:smartTag w:uri="urn:schemas-microsoft-com:office:smarttags" w:element="metricconverter">
        <w:smartTagPr>
          <w:attr w:name="ProductID" w:val="0,0550 га"/>
        </w:smartTagPr>
        <w:r w:rsidRPr="00FA4E96">
          <w:rPr>
            <w:sz w:val="28"/>
            <w:szCs w:val="28"/>
          </w:rPr>
          <w:t>0,0550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w:t>
      </w:r>
      <w:r w:rsidRPr="00FA4E96">
        <w:rPr>
          <w:sz w:val="28"/>
          <w:szCs w:val="28"/>
        </w:rPr>
        <w:t xml:space="preserve"> вул. Халимонівська, 10, с. Халимонівка, Богодухівський район, Харківська область.</w:t>
      </w:r>
    </w:p>
    <w:p w:rsidR="00B2455C" w:rsidRPr="00FA4E96" w:rsidRDefault="00B2455C" w:rsidP="00743273">
      <w:pPr>
        <w:spacing w:before="240"/>
        <w:ind w:firstLine="567"/>
        <w:jc w:val="both"/>
        <w:rPr>
          <w:sz w:val="28"/>
          <w:szCs w:val="28"/>
        </w:rPr>
      </w:pPr>
      <w:r w:rsidRPr="00FA4E96">
        <w:rPr>
          <w:sz w:val="28"/>
          <w:szCs w:val="28"/>
        </w:rPr>
        <w:t>7. Затвердити проект землеустрою щодо відведення земельної ділянки гр. Халимону Миколі Дмитровичу для ведення особистого селянського господарства, яка розташована в с. Трохимівка на території Валківської міської ради Богодухівського району Харківської області.</w:t>
      </w:r>
    </w:p>
    <w:p w:rsidR="00B2455C" w:rsidRPr="00FA4E96" w:rsidRDefault="00B2455C" w:rsidP="00743273">
      <w:pPr>
        <w:ind w:firstLine="567"/>
        <w:jc w:val="both"/>
        <w:rPr>
          <w:sz w:val="28"/>
          <w:szCs w:val="28"/>
        </w:rPr>
      </w:pPr>
      <w:r w:rsidRPr="00FA4E96">
        <w:rPr>
          <w:sz w:val="28"/>
          <w:szCs w:val="28"/>
        </w:rPr>
        <w:t xml:space="preserve">7.1. Передати у приватну власність гр. ХАЛИМОНУ Миколі Дмитровичу земельну ділянку кадастровий номер 6321255403:00:001:0160 площею </w:t>
      </w:r>
      <w:smartTag w:uri="urn:schemas-microsoft-com:office:smarttags" w:element="metricconverter">
        <w:smartTagPr>
          <w:attr w:name="ProductID" w:val="1,0074 га"/>
        </w:smartTagPr>
        <w:r w:rsidRPr="00FA4E96">
          <w:rPr>
            <w:sz w:val="28"/>
            <w:szCs w:val="28"/>
          </w:rPr>
          <w:t>1,0074 га</w:t>
        </w:r>
      </w:smartTag>
      <w:r w:rsidRPr="00FA4E96">
        <w:rPr>
          <w:sz w:val="28"/>
          <w:szCs w:val="28"/>
        </w:rPr>
        <w:t xml:space="preserve">, в тому числі рілля площею </w:t>
      </w:r>
      <w:smartTag w:uri="urn:schemas-microsoft-com:office:smarttags" w:element="metricconverter">
        <w:smartTagPr>
          <w:attr w:name="ProductID" w:val="1,0074 га"/>
        </w:smartTagPr>
        <w:r w:rsidRPr="00FA4E96">
          <w:rPr>
            <w:sz w:val="28"/>
            <w:szCs w:val="28"/>
          </w:rPr>
          <w:t>1,0074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Трохимівка, Богодухівський район, Харківська область.</w:t>
      </w:r>
    </w:p>
    <w:p w:rsidR="00B2455C" w:rsidRPr="00FA4E96" w:rsidRDefault="00B2455C" w:rsidP="00A6383A">
      <w:pPr>
        <w:spacing w:before="240"/>
        <w:ind w:firstLine="567"/>
        <w:jc w:val="both"/>
        <w:rPr>
          <w:sz w:val="28"/>
          <w:szCs w:val="28"/>
        </w:rPr>
      </w:pPr>
      <w:r w:rsidRPr="00FA4E96">
        <w:rPr>
          <w:sz w:val="28"/>
          <w:szCs w:val="28"/>
        </w:rPr>
        <w:t>8. Затвердити проект землеустрою щодо відведення земельної ділянки із земель запасу сільськогосподарського призначення  гр. Кравченко Валентині Іванівні для ведення особистого селянського господарства, розташованої у смт Старий Мерчик по вул. Миру, 63, Валківського району Харківської області.</w:t>
      </w:r>
    </w:p>
    <w:p w:rsidR="00B2455C" w:rsidRPr="00FA4E96" w:rsidRDefault="00B2455C" w:rsidP="00A6383A">
      <w:pPr>
        <w:ind w:firstLine="567"/>
        <w:jc w:val="both"/>
        <w:rPr>
          <w:sz w:val="28"/>
          <w:szCs w:val="28"/>
        </w:rPr>
      </w:pPr>
      <w:r w:rsidRPr="00FA4E96">
        <w:rPr>
          <w:sz w:val="28"/>
          <w:szCs w:val="28"/>
        </w:rPr>
        <w:t xml:space="preserve">8.1. Передати у приватну власність гр. КРАВЧЕНКО Валентині Іванівні земельну ділянку кадастровий номер 6321256000:00:003:0214 площею   </w:t>
      </w:r>
      <w:smartTag w:uri="urn:schemas-microsoft-com:office:smarttags" w:element="metricconverter">
        <w:smartTagPr>
          <w:attr w:name="ProductID" w:val="0,2055 га"/>
        </w:smartTagPr>
        <w:r w:rsidRPr="00FA4E96">
          <w:rPr>
            <w:sz w:val="28"/>
            <w:szCs w:val="28"/>
          </w:rPr>
          <w:t>0,2055 га</w:t>
        </w:r>
      </w:smartTag>
      <w:r w:rsidRPr="00FA4E96">
        <w:rPr>
          <w:sz w:val="28"/>
          <w:szCs w:val="28"/>
        </w:rPr>
        <w:t xml:space="preserve">, в тому числі рілля площею </w:t>
      </w:r>
      <w:smartTag w:uri="urn:schemas-microsoft-com:office:smarttags" w:element="metricconverter">
        <w:smartTagPr>
          <w:attr w:name="ProductID" w:val="0,2055 га"/>
        </w:smartTagPr>
        <w:r w:rsidRPr="00FA4E96">
          <w:rPr>
            <w:sz w:val="28"/>
            <w:szCs w:val="28"/>
          </w:rPr>
          <w:t>0,2055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Миру, 63, смт Старий Мерчик, Богодухівський район, Харківська область.</w:t>
      </w:r>
    </w:p>
    <w:p w:rsidR="00B2455C" w:rsidRPr="00FA4E96" w:rsidRDefault="00B2455C" w:rsidP="00640EE2">
      <w:pPr>
        <w:spacing w:before="240"/>
        <w:ind w:firstLine="567"/>
        <w:jc w:val="both"/>
        <w:rPr>
          <w:sz w:val="28"/>
          <w:szCs w:val="28"/>
        </w:rPr>
      </w:pPr>
      <w:r w:rsidRPr="00FA4E96">
        <w:rPr>
          <w:sz w:val="28"/>
          <w:szCs w:val="28"/>
        </w:rPr>
        <w:t xml:space="preserve">9. Затвердити проект землеустрою щодо відведення земельної ділянки у власність гр. Карнаух Марії Павлівні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в с. Завгороднє, вул. Степова на території  Валківської міської ради Богодухівського району Харківської області.</w:t>
      </w:r>
    </w:p>
    <w:p w:rsidR="00B2455C" w:rsidRPr="00FA4E96" w:rsidRDefault="00B2455C" w:rsidP="00640EE2">
      <w:pPr>
        <w:ind w:firstLine="567"/>
        <w:jc w:val="both"/>
        <w:rPr>
          <w:sz w:val="28"/>
          <w:szCs w:val="28"/>
        </w:rPr>
      </w:pPr>
      <w:r w:rsidRPr="00FA4E96">
        <w:rPr>
          <w:sz w:val="28"/>
          <w:szCs w:val="28"/>
        </w:rPr>
        <w:t xml:space="preserve">9.1. Передати у приватну власність гр. КАРНАУХ Марії Павлівні земельну ділянку кадастровий номер 6321287002:00:001:0005 площею              </w:t>
      </w:r>
      <w:smartTag w:uri="urn:schemas-microsoft-com:office:smarttags" w:element="metricconverter">
        <w:smartTagPr>
          <w:attr w:name="ProductID" w:val="1,3260 га"/>
        </w:smartTagPr>
        <w:r w:rsidRPr="00FA4E96">
          <w:rPr>
            <w:sz w:val="28"/>
            <w:szCs w:val="28"/>
          </w:rPr>
          <w:t>1,3260 га</w:t>
        </w:r>
      </w:smartTag>
      <w:r w:rsidRPr="00FA4E96">
        <w:rPr>
          <w:sz w:val="28"/>
          <w:szCs w:val="28"/>
        </w:rPr>
        <w:t xml:space="preserve">, в тому числі рілля площею </w:t>
      </w:r>
      <w:smartTag w:uri="urn:schemas-microsoft-com:office:smarttags" w:element="metricconverter">
        <w:smartTagPr>
          <w:attr w:name="ProductID" w:val="1,3260 га"/>
        </w:smartTagPr>
        <w:r w:rsidRPr="00FA4E96">
          <w:rPr>
            <w:sz w:val="28"/>
            <w:szCs w:val="28"/>
          </w:rPr>
          <w:t>1,3260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Степова, </w:t>
      </w:r>
      <w:r w:rsidRPr="00FA4E96">
        <w:rPr>
          <w:sz w:val="28"/>
          <w:szCs w:val="28"/>
        </w:rPr>
        <w:t>с. Завгороднє, Богодухівський район, Харківська область.</w:t>
      </w:r>
    </w:p>
    <w:p w:rsidR="00B2455C" w:rsidRPr="00FA4E96" w:rsidRDefault="00B2455C" w:rsidP="00843827">
      <w:pPr>
        <w:spacing w:before="240"/>
        <w:ind w:firstLine="567"/>
        <w:jc w:val="both"/>
        <w:rPr>
          <w:sz w:val="28"/>
          <w:szCs w:val="28"/>
        </w:rPr>
      </w:pPr>
      <w:r w:rsidRPr="00FA4E96">
        <w:rPr>
          <w:sz w:val="28"/>
          <w:szCs w:val="28"/>
        </w:rPr>
        <w:t>10. Затвердити проект землеустрою щодо відведення земельної ділянки у власність гр. Бондаренку Анатолію Яковичу для ведення особистого селянського господарства, розташованої в с. Заміське, вул. Майби, 17, Валківського району Харківської області.</w:t>
      </w:r>
    </w:p>
    <w:p w:rsidR="00B2455C" w:rsidRPr="00FA4E96" w:rsidRDefault="00B2455C" w:rsidP="00843827">
      <w:pPr>
        <w:ind w:firstLine="567"/>
        <w:jc w:val="both"/>
        <w:rPr>
          <w:sz w:val="28"/>
          <w:szCs w:val="28"/>
        </w:rPr>
      </w:pPr>
      <w:r w:rsidRPr="00FA4E96">
        <w:rPr>
          <w:sz w:val="28"/>
          <w:szCs w:val="28"/>
        </w:rPr>
        <w:t xml:space="preserve">10.1. Передати у приватну власність гр. БОНДАРЕНКУ Анатолію Яковичу земельну ділянку кадастровий номер 6321282501:00:001:0171 площею 0,4500га, в тому рілля площею 0,4500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Майби, 17, с. Заміське, Богодухівський район, Харківська область.</w:t>
      </w:r>
    </w:p>
    <w:p w:rsidR="00B2455C" w:rsidRPr="00FA4E96" w:rsidRDefault="00B2455C" w:rsidP="009873DE">
      <w:pPr>
        <w:spacing w:before="240"/>
        <w:ind w:firstLine="567"/>
        <w:jc w:val="both"/>
        <w:rPr>
          <w:sz w:val="28"/>
          <w:szCs w:val="28"/>
        </w:rPr>
      </w:pPr>
      <w:r w:rsidRPr="00FA4E96">
        <w:rPr>
          <w:sz w:val="28"/>
          <w:szCs w:val="28"/>
        </w:rPr>
        <w:t>11. Затвердити проект землеустрою щодо відведення земельної ділянки у власність гр. Блищику Ігору Володимировичу для ведення особистого селянського господарства, розташованої в с. Сидоренкове, вул. Богачова, 29 Богодухівського району, Харківської області.</w:t>
      </w:r>
    </w:p>
    <w:p w:rsidR="00B2455C" w:rsidRPr="00FA4E96" w:rsidRDefault="00B2455C" w:rsidP="009873DE">
      <w:pPr>
        <w:ind w:firstLine="567"/>
        <w:jc w:val="both"/>
        <w:rPr>
          <w:sz w:val="28"/>
          <w:szCs w:val="28"/>
        </w:rPr>
      </w:pPr>
      <w:r w:rsidRPr="00FA4E96">
        <w:rPr>
          <w:sz w:val="28"/>
          <w:szCs w:val="28"/>
        </w:rPr>
        <w:t xml:space="preserve">11.1. Передати у приватну власність гр. БЛИЩИКУ Ігору Володимировичу земельну ділянку кадастровий номер 6321287001:00:001:0271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Богачова, 29, с. Сидоренкове, Богодухівський район, Харківська область.</w:t>
      </w:r>
    </w:p>
    <w:p w:rsidR="00B2455C" w:rsidRPr="00FF0C70" w:rsidRDefault="00B2455C" w:rsidP="00B7451D">
      <w:pPr>
        <w:spacing w:before="240"/>
        <w:ind w:firstLine="567"/>
        <w:jc w:val="both"/>
        <w:rPr>
          <w:sz w:val="28"/>
          <w:szCs w:val="28"/>
        </w:rPr>
      </w:pPr>
      <w:r w:rsidRPr="00FF0C70">
        <w:rPr>
          <w:sz w:val="28"/>
          <w:szCs w:val="28"/>
        </w:rPr>
        <w:t xml:space="preserve">12. Затвердити проект землеустрою щодо відведення земельної ділянки у власність гр. Кулик Тетяні Миколаївні, за рахунок земель запасу не наданих у власність або постійне користування,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Іванська, 65, м. Валки Валківського району Харківської області. </w:t>
      </w:r>
    </w:p>
    <w:p w:rsidR="00B2455C" w:rsidRPr="00FF0C70" w:rsidRDefault="00B2455C" w:rsidP="00B7451D">
      <w:pPr>
        <w:ind w:firstLine="567"/>
        <w:jc w:val="both"/>
        <w:rPr>
          <w:sz w:val="28"/>
          <w:szCs w:val="28"/>
        </w:rPr>
      </w:pPr>
      <w:r w:rsidRPr="00FF0C70">
        <w:rPr>
          <w:sz w:val="28"/>
          <w:szCs w:val="28"/>
        </w:rPr>
        <w:t xml:space="preserve">12.1. Передати у приватну власність гр. КУЛИК Тетяні Миколаївні земельну ділянку кадастровий номер 6321210100:00:013:0170 площею              0,0821 га, в тому числі рілля площею 0,0821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F0C70">
        <w:rPr>
          <w:sz w:val="28"/>
          <w:szCs w:val="28"/>
        </w:rPr>
        <w:t xml:space="preserve"> - 01.03), розташовану на території Валківської міської територіальної громади за адресою:                вул. Іванська, 65, м. Валки, Богодухівський район, Харківська область.</w:t>
      </w:r>
    </w:p>
    <w:p w:rsidR="00B2455C" w:rsidRPr="00FA4E96" w:rsidRDefault="00B2455C" w:rsidP="0068273C">
      <w:pPr>
        <w:spacing w:before="240"/>
        <w:ind w:firstLine="567"/>
        <w:jc w:val="both"/>
        <w:rPr>
          <w:color w:val="000000"/>
          <w:sz w:val="28"/>
          <w:szCs w:val="28"/>
        </w:rPr>
      </w:pPr>
      <w:r w:rsidRPr="00FA4E96">
        <w:rPr>
          <w:color w:val="000000"/>
          <w:sz w:val="28"/>
          <w:szCs w:val="28"/>
        </w:rPr>
        <w:t>13. Затвердити проект землеустрою щодо відведення земельної ділянки гр. Заєць Володимиру Васильовичу для ведення особистого селянського господарства, яка розташована в с. Зайцівка, вул. Широка, 20 на території Валківської міської ради Богодухівського району Харківської області.</w:t>
      </w:r>
    </w:p>
    <w:p w:rsidR="00B2455C" w:rsidRPr="00FA4E96" w:rsidRDefault="00B2455C" w:rsidP="0068273C">
      <w:pPr>
        <w:ind w:firstLine="567"/>
        <w:jc w:val="both"/>
        <w:rPr>
          <w:color w:val="000000"/>
          <w:sz w:val="28"/>
          <w:szCs w:val="28"/>
        </w:rPr>
      </w:pPr>
      <w:r w:rsidRPr="00FA4E96">
        <w:rPr>
          <w:color w:val="000000"/>
          <w:sz w:val="28"/>
          <w:szCs w:val="28"/>
        </w:rPr>
        <w:t xml:space="preserve">13.1. Передати у приватну власність гр. ЗАЙЦЮ Володимиру Васильовичу земельну ділянку кадастровий номер 6321283004:00:001:0011 площею 0,8100 га, в тому числі рілля площею 0,8100 га, із земель сільськогосподарського призначення комунальної власності для ведення особистого селянського господарства (код </w:t>
      </w:r>
      <w:r>
        <w:rPr>
          <w:color w:val="000000"/>
          <w:sz w:val="28"/>
          <w:szCs w:val="28"/>
        </w:rPr>
        <w:t>КВЦПЗД</w:t>
      </w:r>
      <w:r w:rsidRPr="00FA4E96">
        <w:rPr>
          <w:color w:val="000000"/>
          <w:sz w:val="28"/>
          <w:szCs w:val="28"/>
        </w:rPr>
        <w:t xml:space="preserve"> - 01.03), розташовану на території Валківської міської територіальної громади за адресою:                вул. Широка, 20, с. Зайцівка, Богодухівський район, Харківська область.</w:t>
      </w:r>
    </w:p>
    <w:p w:rsidR="00B2455C" w:rsidRPr="00FA4E96" w:rsidRDefault="00B2455C" w:rsidP="00FF320E">
      <w:pPr>
        <w:spacing w:before="240"/>
        <w:ind w:firstLine="567"/>
        <w:jc w:val="both"/>
        <w:rPr>
          <w:color w:val="000000"/>
          <w:sz w:val="28"/>
          <w:szCs w:val="28"/>
        </w:rPr>
      </w:pPr>
      <w:r w:rsidRPr="00FA4E96">
        <w:rPr>
          <w:color w:val="000000"/>
          <w:sz w:val="28"/>
          <w:szCs w:val="28"/>
        </w:rPr>
        <w:t>14. Затвердити проект землеустрою щодо відведення земельної ділянки у власність гр. Світличному Олександру Валерійовичу для ведення особистого селянського господарства розташованої в м. Валки,                            вул. Іванська, 79 Харківської області.</w:t>
      </w:r>
    </w:p>
    <w:p w:rsidR="00B2455C" w:rsidRPr="00FA4E96" w:rsidRDefault="00B2455C" w:rsidP="00FF320E">
      <w:pPr>
        <w:ind w:firstLine="567"/>
        <w:jc w:val="both"/>
        <w:rPr>
          <w:color w:val="000000"/>
          <w:sz w:val="28"/>
          <w:szCs w:val="28"/>
        </w:rPr>
      </w:pPr>
      <w:r w:rsidRPr="00FA4E96">
        <w:rPr>
          <w:color w:val="000000"/>
          <w:sz w:val="28"/>
          <w:szCs w:val="28"/>
        </w:rPr>
        <w:t xml:space="preserve">14.1. Передати у приватну власність гр. СВІТЛИЧНОМУ Олександру Валерійовичу земельну ділянку кадастровий номер 6321210100:00:013:0185 площею 0,2987 га, в тому числі рілля площею 0,2987 га, із земель сільськогосподарського призначення комунальної власності для ведення особистого селянського господарства (код </w:t>
      </w:r>
      <w:r>
        <w:rPr>
          <w:color w:val="000000"/>
          <w:sz w:val="28"/>
          <w:szCs w:val="28"/>
        </w:rPr>
        <w:t>КВЦПЗД</w:t>
      </w:r>
      <w:r w:rsidRPr="00FA4E96">
        <w:rPr>
          <w:color w:val="000000"/>
          <w:sz w:val="28"/>
          <w:szCs w:val="28"/>
        </w:rPr>
        <w:t xml:space="preserve"> - 01.03), розташовану на території Валківської міської територіальної громади за адресою:                 вул. Іванська, 79, м. Валки, Богодухівський район, Харківська область.</w:t>
      </w:r>
    </w:p>
    <w:p w:rsidR="00B2455C" w:rsidRPr="00FA4E96" w:rsidRDefault="00B2455C" w:rsidP="00D13923">
      <w:pPr>
        <w:spacing w:before="240"/>
        <w:ind w:firstLine="567"/>
        <w:jc w:val="both"/>
        <w:rPr>
          <w:sz w:val="28"/>
          <w:szCs w:val="28"/>
        </w:rPr>
      </w:pPr>
      <w:r w:rsidRPr="00FA4E96">
        <w:rPr>
          <w:sz w:val="28"/>
          <w:szCs w:val="28"/>
        </w:rPr>
        <w:t>15. Затвердити проект землеустрою щодо відведення земельної ділянки у власність гр. Даниленку Олександру Сергійовичу для ведення особистого селянського господарства по вул. Квітневій, 32, с. Мельникове, Богодухівського району Харківської області.</w:t>
      </w:r>
    </w:p>
    <w:p w:rsidR="00B2455C" w:rsidRPr="00FA4E96" w:rsidRDefault="00B2455C" w:rsidP="00D13923">
      <w:pPr>
        <w:ind w:firstLine="567"/>
        <w:jc w:val="both"/>
        <w:rPr>
          <w:sz w:val="28"/>
          <w:szCs w:val="28"/>
        </w:rPr>
      </w:pPr>
      <w:r w:rsidRPr="00FA4E96">
        <w:rPr>
          <w:sz w:val="28"/>
          <w:szCs w:val="28"/>
        </w:rPr>
        <w:t xml:space="preserve">15.1. Передати у приватну власність гр. ДАНИЛЕНКУ Олександру Сергійовичу земельну ділянку кадастровий номер 6321284001:00:001:0266 площею 0,4945 га, в тому числі рілля площею 0,4945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Квітнева, 32, с. Мельникове, Богодухівський район, Харківська область.</w:t>
      </w:r>
    </w:p>
    <w:p w:rsidR="00B2455C" w:rsidRPr="00FA4E96" w:rsidRDefault="00B2455C" w:rsidP="00DA2964">
      <w:pPr>
        <w:spacing w:before="240"/>
        <w:ind w:firstLine="567"/>
        <w:jc w:val="both"/>
        <w:rPr>
          <w:sz w:val="28"/>
          <w:szCs w:val="28"/>
        </w:rPr>
      </w:pPr>
      <w:r w:rsidRPr="00FA4E96">
        <w:rPr>
          <w:sz w:val="28"/>
          <w:szCs w:val="28"/>
        </w:rPr>
        <w:t>16. Затвердити проект землеустрою щодо відведення земельної ділянки у власність гр. Шаталовій Наталії Вікторівні для ведення особистого селянського господарства по вул. Степовій, 7Б, с. Золочівське, Валківського району Харківської області.</w:t>
      </w:r>
    </w:p>
    <w:p w:rsidR="00B2455C" w:rsidRPr="00FA4E96" w:rsidRDefault="00B2455C" w:rsidP="00DA2964">
      <w:pPr>
        <w:ind w:firstLine="567"/>
        <w:jc w:val="both"/>
        <w:rPr>
          <w:sz w:val="28"/>
          <w:szCs w:val="28"/>
        </w:rPr>
      </w:pPr>
      <w:r w:rsidRPr="00FA4E96">
        <w:rPr>
          <w:sz w:val="28"/>
          <w:szCs w:val="28"/>
        </w:rPr>
        <w:t xml:space="preserve">16.1. Передати у приватну власність гр. ШАТАЛОВІЙ Наталії Вікторівні земельну ділянку кадастровий номер 6321288504:00:001:0131 площею 0,1500 га, в тому числі рілля площею 0,1500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Степова, 7Б, с. Золочівське, Богодухівський район, Харківська область.</w:t>
      </w:r>
    </w:p>
    <w:p w:rsidR="00B2455C" w:rsidRPr="00FA4E96" w:rsidRDefault="00B2455C" w:rsidP="0012629C">
      <w:pPr>
        <w:spacing w:before="240"/>
        <w:ind w:firstLine="567"/>
        <w:jc w:val="both"/>
        <w:rPr>
          <w:sz w:val="28"/>
          <w:szCs w:val="28"/>
        </w:rPr>
      </w:pPr>
      <w:r w:rsidRPr="00FA4E96">
        <w:rPr>
          <w:sz w:val="28"/>
          <w:szCs w:val="28"/>
        </w:rPr>
        <w:t>17. Затвердити проект землеустрою щодо відведення земельної ділянки у власність гр. Величковій Аллі Іванівні для ведення особистого селянського господарства розташованої в с. Велика Губщина, вул. Трудова, 22, Богодухівського району Харківської області.</w:t>
      </w:r>
    </w:p>
    <w:p w:rsidR="00B2455C" w:rsidRPr="00FA4E96" w:rsidRDefault="00B2455C" w:rsidP="0012629C">
      <w:pPr>
        <w:ind w:firstLine="567"/>
        <w:jc w:val="both"/>
        <w:rPr>
          <w:sz w:val="28"/>
          <w:szCs w:val="28"/>
        </w:rPr>
      </w:pPr>
      <w:r w:rsidRPr="00FA4E96">
        <w:rPr>
          <w:sz w:val="28"/>
          <w:szCs w:val="28"/>
        </w:rPr>
        <w:t xml:space="preserve">17.1. Передати у приватну власність гр. ВЕЛИЧКОВІЙ Аллі Іванівні земельну ділянку кадастровий номер 6321284000:02:000:0756 площею 0,7500га, в тому числі рілля площею 0,7500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Трудова, 22, с. Велика Губщина, Богодухівський район, Харківська область.</w:t>
      </w:r>
    </w:p>
    <w:p w:rsidR="00B2455C" w:rsidRPr="00FA4E96" w:rsidRDefault="00B2455C" w:rsidP="0012629C">
      <w:pPr>
        <w:spacing w:before="240"/>
        <w:ind w:firstLine="567"/>
        <w:jc w:val="both"/>
        <w:rPr>
          <w:sz w:val="28"/>
          <w:szCs w:val="28"/>
        </w:rPr>
      </w:pPr>
      <w:r w:rsidRPr="00FA4E96">
        <w:rPr>
          <w:sz w:val="28"/>
          <w:szCs w:val="28"/>
        </w:rPr>
        <w:t xml:space="preserve">18. Затвердити проект землеустрою щодо відведення земельної ділянки у власність гр. Хмарі Олександру Вікторовичу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в                     с. Мельникове, вул. Миру, 36 на території Валківської міської ради Богодухівського району (колишній Валківський район) Харківської області.</w:t>
      </w:r>
    </w:p>
    <w:p w:rsidR="00B2455C" w:rsidRPr="00FA4E96" w:rsidRDefault="00B2455C" w:rsidP="0012629C">
      <w:pPr>
        <w:ind w:firstLine="567"/>
        <w:jc w:val="both"/>
        <w:rPr>
          <w:sz w:val="28"/>
          <w:szCs w:val="28"/>
        </w:rPr>
      </w:pPr>
      <w:r w:rsidRPr="00FA4E96">
        <w:rPr>
          <w:sz w:val="28"/>
          <w:szCs w:val="28"/>
        </w:rPr>
        <w:t xml:space="preserve">18.1. Передати у приватну власність гр. ХМАРІ Олександру Вікторовичу земельну ділянку кадастровий номер 6321284001:00:001:0262 площею 0,4900 га, в тому числі рілля площею 0,4900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Миру, 36, с. Мельникове, Богодухівський район, Харківська область.</w:t>
      </w:r>
    </w:p>
    <w:p w:rsidR="00B2455C" w:rsidRPr="00FA4E96" w:rsidRDefault="00B2455C" w:rsidP="006B43A1">
      <w:pPr>
        <w:spacing w:before="240"/>
        <w:ind w:firstLine="567"/>
        <w:jc w:val="both"/>
        <w:rPr>
          <w:sz w:val="28"/>
          <w:szCs w:val="28"/>
        </w:rPr>
      </w:pPr>
      <w:r w:rsidRPr="00FA4E96">
        <w:rPr>
          <w:sz w:val="28"/>
          <w:szCs w:val="28"/>
        </w:rPr>
        <w:t>19. Затвердити проект землеустрою щодо відведення земельної ділянки гр. Іванського Олександра Миколайовича зі зміною її цільового призначення із земель житлової та громадської забудови на землі сільськогосподарського призначення для ведення особистого селянського господарства в м. Валки, вул. Полтавська, 58 на території Валківської міської ради Богодухівський району Харківської області.</w:t>
      </w:r>
    </w:p>
    <w:p w:rsidR="00B2455C" w:rsidRPr="00FA4E96" w:rsidRDefault="00B2455C" w:rsidP="006B43A1">
      <w:pPr>
        <w:ind w:firstLine="567"/>
        <w:jc w:val="both"/>
        <w:rPr>
          <w:sz w:val="28"/>
          <w:szCs w:val="28"/>
        </w:rPr>
      </w:pPr>
      <w:r w:rsidRPr="00FA4E96">
        <w:rPr>
          <w:sz w:val="28"/>
          <w:szCs w:val="28"/>
        </w:rPr>
        <w:t xml:space="preserve">19.1. Передати у приватну власність гр. ІВАНСЬКОМУ Олександру Миколайовичу земельну ділянку кадастровий номер 6321210100:00:031:0141 площею 1,0078 га, в тому числі рілля площею 1,0078 га, із земель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Полтавська, 58, м. Валки, Богодухівський район, Харківська область.</w:t>
      </w:r>
    </w:p>
    <w:p w:rsidR="00B2455C" w:rsidRPr="00FA4E96" w:rsidRDefault="00B2455C" w:rsidP="00986DCA">
      <w:pPr>
        <w:spacing w:before="240"/>
        <w:ind w:firstLine="567"/>
        <w:jc w:val="both"/>
        <w:rPr>
          <w:sz w:val="28"/>
          <w:szCs w:val="28"/>
        </w:rPr>
      </w:pPr>
      <w:r w:rsidRPr="00FA4E96">
        <w:rPr>
          <w:sz w:val="28"/>
          <w:szCs w:val="28"/>
        </w:rPr>
        <w:t>20. Затвердити проект землеустрою щодо відведення земельної ділянки у власність гр. Бондарю Віталію Миколайовичу для ведення особистого селянського господарства в с. Новоселівка Богодухівського району Харківської області.</w:t>
      </w:r>
    </w:p>
    <w:p w:rsidR="00B2455C" w:rsidRPr="00FA4E96" w:rsidRDefault="00B2455C" w:rsidP="00986DCA">
      <w:pPr>
        <w:ind w:firstLine="567"/>
        <w:jc w:val="both"/>
        <w:rPr>
          <w:sz w:val="28"/>
          <w:szCs w:val="28"/>
        </w:rPr>
      </w:pPr>
      <w:r w:rsidRPr="00FA4E96">
        <w:rPr>
          <w:sz w:val="28"/>
          <w:szCs w:val="28"/>
        </w:rPr>
        <w:t xml:space="preserve">20.1. Передати у приватну власність гр. БОНДАРЮ Віталію Миколайовичу земельну ділянку кадастровий номер 6321281005:00:001:0108 площею 1,8150 га, в тому числі рілля площею 1,8150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Новоселівка, Богодухівський район, Харківська область.</w:t>
      </w:r>
    </w:p>
    <w:p w:rsidR="00B2455C" w:rsidRPr="00FA4E96" w:rsidRDefault="00B2455C" w:rsidP="002609C1">
      <w:pPr>
        <w:spacing w:before="240"/>
        <w:ind w:firstLine="567"/>
        <w:jc w:val="both"/>
        <w:rPr>
          <w:sz w:val="28"/>
          <w:szCs w:val="28"/>
        </w:rPr>
      </w:pPr>
      <w:r w:rsidRPr="00FA4E96">
        <w:rPr>
          <w:sz w:val="28"/>
          <w:szCs w:val="28"/>
        </w:rPr>
        <w:t>21. Затвердити проект землеустрою щодо відведення земельної ділянки у власність гр. Костирко Олександра Харитонівна для ведення особистого селянського господарства, яка розташована за адресою: вул. Поштова, 14,              с. Хворостове, Богодухівський район, Харківська область.</w:t>
      </w:r>
    </w:p>
    <w:p w:rsidR="00B2455C" w:rsidRPr="00FA4E96" w:rsidRDefault="00B2455C" w:rsidP="002609C1">
      <w:pPr>
        <w:ind w:firstLine="567"/>
        <w:jc w:val="both"/>
        <w:rPr>
          <w:sz w:val="28"/>
          <w:szCs w:val="28"/>
        </w:rPr>
      </w:pPr>
      <w:r w:rsidRPr="00FA4E96">
        <w:rPr>
          <w:sz w:val="28"/>
          <w:szCs w:val="28"/>
        </w:rPr>
        <w:t xml:space="preserve">21.1. Передати у приватну власність гр. КОСТИРКО Олександрі Харитонівні земельну ділянку кадастровий номер 6321288508:00:001:0116 площею 0,1800 га, в тому числі рілля площею 0,1800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Поштова, 14, с. Хворостове, Богодухівський район, Харківська область.</w:t>
      </w:r>
    </w:p>
    <w:p w:rsidR="00B2455C" w:rsidRPr="00FA4E96" w:rsidRDefault="00B2455C" w:rsidP="00840271">
      <w:pPr>
        <w:spacing w:before="240"/>
        <w:ind w:firstLine="567"/>
        <w:jc w:val="both"/>
        <w:rPr>
          <w:sz w:val="28"/>
          <w:szCs w:val="28"/>
        </w:rPr>
      </w:pPr>
      <w:r w:rsidRPr="00FA4E96">
        <w:rPr>
          <w:sz w:val="28"/>
          <w:szCs w:val="28"/>
        </w:rPr>
        <w:t>22. Затвердити проект землеустрою щодо відведення земельної ділянки у власність гр. Дяченку Володимиру Миколайовичу для ведення особистого селянського господарства, яка розташована за адресою: с. Сніжків Богодухівського району Харківської області.</w:t>
      </w:r>
    </w:p>
    <w:p w:rsidR="00B2455C" w:rsidRPr="00FA4E96" w:rsidRDefault="00B2455C" w:rsidP="00840271">
      <w:pPr>
        <w:ind w:firstLine="567"/>
        <w:jc w:val="both"/>
        <w:rPr>
          <w:sz w:val="28"/>
          <w:szCs w:val="28"/>
        </w:rPr>
      </w:pPr>
      <w:r w:rsidRPr="00FA4E96">
        <w:rPr>
          <w:sz w:val="28"/>
          <w:szCs w:val="28"/>
        </w:rPr>
        <w:t xml:space="preserve">22.1. Передати у приватну власність гр ДЯЧЕНКУ Володимиру Миколайовичу земельну ділянку кадастровий номер 6321287500:01:000:1226 площею 0,4458 га, в тому числі рілля площею 0,4458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Сніжків, Богодухівський район, Харківська область.</w:t>
      </w:r>
    </w:p>
    <w:p w:rsidR="00B2455C" w:rsidRPr="00FA4E96" w:rsidRDefault="00B2455C" w:rsidP="00192E96">
      <w:pPr>
        <w:spacing w:before="240"/>
        <w:ind w:firstLine="567"/>
        <w:jc w:val="both"/>
        <w:rPr>
          <w:sz w:val="28"/>
          <w:szCs w:val="28"/>
        </w:rPr>
      </w:pPr>
      <w:r w:rsidRPr="00FA4E96">
        <w:rPr>
          <w:sz w:val="28"/>
          <w:szCs w:val="28"/>
        </w:rPr>
        <w:t>23. Затвердити проект землеустрою щодо відведення земельної ділянки у власність гр. Білецький Андрій Вадимович для ведення особистого селянського господарства,яка розташована за адресою: вул. Гоголя, 9,                   м. Валки, Богодухівський р-н, Харківська обл.</w:t>
      </w:r>
    </w:p>
    <w:p w:rsidR="00B2455C" w:rsidRPr="00FA4E96" w:rsidRDefault="00B2455C" w:rsidP="00192E96">
      <w:pPr>
        <w:ind w:firstLine="567"/>
        <w:jc w:val="both"/>
        <w:rPr>
          <w:sz w:val="28"/>
          <w:szCs w:val="28"/>
        </w:rPr>
      </w:pPr>
      <w:r w:rsidRPr="00FA4E96">
        <w:rPr>
          <w:sz w:val="28"/>
          <w:szCs w:val="28"/>
        </w:rPr>
        <w:t xml:space="preserve">23.1. Передати у приватну власність гр. БІЛЕЦЬКОМУ Андрію Вадимовичу земельну ділянку кадастровий номер 6321210100:00:031:0140 площею 0,0731 га, в тому числі рілля площею 0,0731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Гоголя, 9, м. Валки, Богодухівський район, Харківська область. </w:t>
      </w:r>
    </w:p>
    <w:p w:rsidR="00B2455C" w:rsidRPr="00FA4E96" w:rsidRDefault="00B2455C" w:rsidP="0021160A">
      <w:pPr>
        <w:spacing w:before="240"/>
        <w:ind w:firstLine="567"/>
        <w:jc w:val="both"/>
        <w:rPr>
          <w:sz w:val="28"/>
          <w:szCs w:val="28"/>
        </w:rPr>
      </w:pPr>
      <w:r w:rsidRPr="00FA4E96">
        <w:rPr>
          <w:sz w:val="28"/>
          <w:szCs w:val="28"/>
        </w:rPr>
        <w:t xml:space="preserve">24. Затвердити проект землеустрою щодо відведення земельної ділянки у власність гр. Ковалю Василю Миколайовичу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смт</w:t>
      </w:r>
      <w:r>
        <w:rPr>
          <w:sz w:val="28"/>
          <w:szCs w:val="28"/>
        </w:rPr>
        <w:t xml:space="preserve"> </w:t>
      </w:r>
      <w:r w:rsidRPr="00FA4E96">
        <w:rPr>
          <w:sz w:val="28"/>
          <w:szCs w:val="28"/>
        </w:rPr>
        <w:t>Ков’яги на території Валківської міської ради Богодухівського району Харківської області.</w:t>
      </w:r>
    </w:p>
    <w:p w:rsidR="00B2455C" w:rsidRPr="00FA4E96" w:rsidRDefault="00B2455C" w:rsidP="0021160A">
      <w:pPr>
        <w:ind w:firstLine="567"/>
        <w:jc w:val="both"/>
        <w:rPr>
          <w:sz w:val="28"/>
          <w:szCs w:val="28"/>
        </w:rPr>
      </w:pPr>
      <w:r w:rsidRPr="00FA4E96">
        <w:rPr>
          <w:sz w:val="28"/>
          <w:szCs w:val="28"/>
        </w:rPr>
        <w:t xml:space="preserve">24.1. Передати у приватну власність гр. КОВАЛЮ Василю Миколайовичу земельну ділянку кадастровий номер 6321255400:03:000:1038 площею 1,3000 га, в тому числі рілля площею 1,3000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смт</w:t>
      </w:r>
      <w:r>
        <w:rPr>
          <w:sz w:val="28"/>
          <w:szCs w:val="28"/>
        </w:rPr>
        <w:t xml:space="preserve"> </w:t>
      </w:r>
      <w:r w:rsidRPr="00FA4E96">
        <w:rPr>
          <w:sz w:val="28"/>
          <w:szCs w:val="28"/>
        </w:rPr>
        <w:t>Ков’яги, Богодухівський район, Харківська область.</w:t>
      </w:r>
    </w:p>
    <w:p w:rsidR="00B2455C" w:rsidRPr="00FA4E96" w:rsidRDefault="00B2455C" w:rsidP="004B6045">
      <w:pPr>
        <w:spacing w:before="240"/>
        <w:ind w:firstLine="567"/>
        <w:jc w:val="both"/>
        <w:rPr>
          <w:sz w:val="28"/>
          <w:szCs w:val="28"/>
        </w:rPr>
      </w:pPr>
      <w:r w:rsidRPr="00FA4E96">
        <w:rPr>
          <w:sz w:val="28"/>
          <w:szCs w:val="28"/>
        </w:rPr>
        <w:t>25. Затвердити проект землеустрою щодо відведення земельної ділянки у власність гр. Клименко Ользі Петрівні для ведення особистого селянського господарства по вул. Польовій, с. Корсунове, Богодухівського району Харківської області.</w:t>
      </w:r>
    </w:p>
    <w:p w:rsidR="00B2455C" w:rsidRPr="00FA4E96" w:rsidRDefault="00B2455C" w:rsidP="004B6045">
      <w:pPr>
        <w:ind w:firstLine="567"/>
        <w:jc w:val="both"/>
        <w:rPr>
          <w:sz w:val="28"/>
          <w:szCs w:val="28"/>
        </w:rPr>
      </w:pPr>
      <w:r w:rsidRPr="00FA4E96">
        <w:rPr>
          <w:sz w:val="28"/>
          <w:szCs w:val="28"/>
        </w:rPr>
        <w:t xml:space="preserve">25.1. Передати у приватну власність гр. КЛИМЕНКО Ользі Петрівні земельну ділянку кадастровий номер 6321280303:00:001:0061 площею  0,4135 га, в тому числі рілля площею 0,4135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Польова, с. Корсунове, Богодухівський район, Харківська область.</w:t>
      </w:r>
    </w:p>
    <w:p w:rsidR="00B2455C" w:rsidRPr="00FA4E96" w:rsidRDefault="00B2455C" w:rsidP="005206D8">
      <w:pPr>
        <w:spacing w:before="240"/>
        <w:ind w:firstLine="567"/>
        <w:jc w:val="both"/>
        <w:rPr>
          <w:sz w:val="28"/>
          <w:szCs w:val="28"/>
        </w:rPr>
      </w:pPr>
      <w:r w:rsidRPr="00FA4E96">
        <w:rPr>
          <w:sz w:val="28"/>
          <w:szCs w:val="28"/>
        </w:rPr>
        <w:t>26. Затвердити проект землеустрою щодо відведення земельної ділянки у власність гр. Гімазовій Тетяні Миколаївні для ведення особистого селянського господарства, розташованої в с. Благодатне, на території Валківської міської територіальної громади Богодухівського району Харківської області.</w:t>
      </w:r>
    </w:p>
    <w:p w:rsidR="00B2455C" w:rsidRPr="00FA4E96" w:rsidRDefault="00B2455C" w:rsidP="005206D8">
      <w:pPr>
        <w:ind w:firstLine="567"/>
        <w:jc w:val="both"/>
        <w:rPr>
          <w:sz w:val="28"/>
          <w:szCs w:val="28"/>
        </w:rPr>
      </w:pPr>
      <w:r w:rsidRPr="00FA4E96">
        <w:rPr>
          <w:sz w:val="28"/>
          <w:szCs w:val="28"/>
        </w:rPr>
        <w:t xml:space="preserve">26.1. Передати у приватну власність гр. ГІМАЗОВІЙ Тетяні Миколаївні земельну ділянку кадастровий номер 6321281000:03:000:0761 площею  0,6000 га, в тому числі рілля площею 0,6000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Благодатне, Богодухівський район, Харківська область.</w:t>
      </w:r>
    </w:p>
    <w:p w:rsidR="00B2455C" w:rsidRPr="00FA4E96" w:rsidRDefault="00B2455C" w:rsidP="005206D8">
      <w:pPr>
        <w:spacing w:before="240"/>
        <w:ind w:firstLine="567"/>
        <w:jc w:val="both"/>
        <w:rPr>
          <w:sz w:val="28"/>
          <w:szCs w:val="28"/>
        </w:rPr>
      </w:pPr>
      <w:r w:rsidRPr="00FA4E96">
        <w:rPr>
          <w:sz w:val="28"/>
          <w:szCs w:val="28"/>
        </w:rPr>
        <w:t xml:space="preserve">27. Затвердити проект землеустрою щодо відведення земельної ділянки у власність гр. Козаренко Людмилі Володимирівні для ведення особистого селянського господарства, (код згідно </w:t>
      </w:r>
      <w:r>
        <w:rPr>
          <w:sz w:val="28"/>
          <w:szCs w:val="28"/>
        </w:rPr>
        <w:t>КВЦПЗД</w:t>
      </w:r>
      <w:r w:rsidRPr="00FA4E96">
        <w:rPr>
          <w:sz w:val="28"/>
          <w:szCs w:val="28"/>
        </w:rPr>
        <w:t xml:space="preserve"> – секція А - 01.03)яка розташована в с. Водопій, на території Валківської міської ради Богодухівського району Харківської області.</w:t>
      </w:r>
    </w:p>
    <w:p w:rsidR="00B2455C" w:rsidRPr="00FA4E96" w:rsidRDefault="00B2455C" w:rsidP="005206D8">
      <w:pPr>
        <w:ind w:firstLine="567"/>
        <w:jc w:val="both"/>
        <w:rPr>
          <w:sz w:val="28"/>
          <w:szCs w:val="28"/>
        </w:rPr>
      </w:pPr>
      <w:r w:rsidRPr="00FA4E96">
        <w:rPr>
          <w:sz w:val="28"/>
          <w:szCs w:val="28"/>
        </w:rPr>
        <w:t xml:space="preserve">27.1. Передати у приватну власність гр. КОЗАРЕНКО Людмилі Володимирівні земельну ділянку кадастровий номер 6321282000:03:000:0924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Водопій, Богодухівський район, Харківська область.</w:t>
      </w:r>
    </w:p>
    <w:p w:rsidR="00B2455C" w:rsidRPr="00FA4E96" w:rsidRDefault="00B2455C" w:rsidP="0044613E">
      <w:pPr>
        <w:spacing w:before="240"/>
        <w:ind w:firstLine="567"/>
        <w:jc w:val="both"/>
        <w:rPr>
          <w:sz w:val="28"/>
          <w:szCs w:val="28"/>
        </w:rPr>
      </w:pPr>
      <w:r w:rsidRPr="00FA4E96">
        <w:rPr>
          <w:sz w:val="28"/>
          <w:szCs w:val="28"/>
        </w:rPr>
        <w:t>28. Затвердити проект землеустрою щодо відведення земельної ділянки у власність гр. Глушковій Тетяні Василівні для ведення особистого селянського господарства, яка розташована в с. Гонтів Яр, на території Валківської міської ради Богодухівського району Харківської області.</w:t>
      </w:r>
    </w:p>
    <w:p w:rsidR="00B2455C" w:rsidRPr="00FA4E96" w:rsidRDefault="00B2455C" w:rsidP="0044613E">
      <w:pPr>
        <w:ind w:firstLine="567"/>
        <w:jc w:val="both"/>
        <w:rPr>
          <w:sz w:val="28"/>
          <w:szCs w:val="28"/>
        </w:rPr>
      </w:pPr>
      <w:r w:rsidRPr="00FA4E96">
        <w:rPr>
          <w:sz w:val="28"/>
          <w:szCs w:val="28"/>
        </w:rPr>
        <w:t xml:space="preserve">28.1. Передати у приватну власність гр. ГЛУШКОВІЙ Тетяні Василівні земельну ділянку кадастровий номер 6321282000:03:000:0934 площею  1,1000 га, в тому числі рілля площею 1,1000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Гонтів Яр, Богодухівський район, Харківська область.</w:t>
      </w:r>
    </w:p>
    <w:p w:rsidR="00B2455C" w:rsidRPr="00FA4E96" w:rsidRDefault="00B2455C" w:rsidP="0044613E">
      <w:pPr>
        <w:spacing w:before="240"/>
        <w:ind w:firstLine="567"/>
        <w:jc w:val="both"/>
        <w:rPr>
          <w:sz w:val="28"/>
          <w:szCs w:val="28"/>
        </w:rPr>
      </w:pPr>
      <w:r w:rsidRPr="00FA4E96">
        <w:rPr>
          <w:sz w:val="28"/>
          <w:szCs w:val="28"/>
        </w:rPr>
        <w:t>29. Затвердити проект землеустрою щодо відведення земельної ділянки із земель запасу сільськогосподарського призначення гр. Холодному Олександру Валерійовичу для ведення особистого селянського господарства, розташованої в межах с. Водопій, на території Гонтово-Ярської сільської ради Валківського району Харківської області.</w:t>
      </w:r>
    </w:p>
    <w:p w:rsidR="00B2455C" w:rsidRPr="00FA4E96" w:rsidRDefault="00B2455C" w:rsidP="0044613E">
      <w:pPr>
        <w:ind w:firstLine="567"/>
        <w:jc w:val="both"/>
        <w:rPr>
          <w:sz w:val="28"/>
          <w:szCs w:val="28"/>
        </w:rPr>
      </w:pPr>
      <w:r w:rsidRPr="00FA4E96">
        <w:rPr>
          <w:sz w:val="28"/>
          <w:szCs w:val="28"/>
        </w:rPr>
        <w:t xml:space="preserve">29.1. Передати у приватну власність гр. ХОЛОДНОМУ Олександру Валерійовичу земельну ділянку кадастровий номер 6321282000:03:000:0935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Водопій, Богодухівський район, Харківська область.</w:t>
      </w:r>
    </w:p>
    <w:p w:rsidR="00B2455C" w:rsidRPr="00FA4E96" w:rsidRDefault="00B2455C" w:rsidP="001A70F3">
      <w:pPr>
        <w:spacing w:before="240"/>
        <w:ind w:firstLine="567"/>
        <w:jc w:val="both"/>
        <w:rPr>
          <w:sz w:val="28"/>
          <w:szCs w:val="28"/>
        </w:rPr>
      </w:pPr>
      <w:r w:rsidRPr="00FA4E96">
        <w:rPr>
          <w:sz w:val="28"/>
          <w:szCs w:val="28"/>
        </w:rPr>
        <w:t>30. Затвердити проект землеустрою щодо відведення земельної ділянки за рахунок земель сільськогосподарського призначення гр. Безулику Олегу Васильовичу для ведення особистого селянського господарства, розташованої у с. Гонтів Яр Валківського району Харківської області.</w:t>
      </w:r>
    </w:p>
    <w:p w:rsidR="00B2455C" w:rsidRPr="00FA4E96" w:rsidRDefault="00B2455C" w:rsidP="001A70F3">
      <w:pPr>
        <w:ind w:firstLine="567"/>
        <w:jc w:val="both"/>
        <w:rPr>
          <w:sz w:val="28"/>
          <w:szCs w:val="28"/>
        </w:rPr>
      </w:pPr>
      <w:r w:rsidRPr="00FA4E96">
        <w:rPr>
          <w:sz w:val="28"/>
          <w:szCs w:val="28"/>
        </w:rPr>
        <w:t xml:space="preserve">30.1. Передати у приватну власність гр. БЕЗУЛИКУ Олегу Васильовичу земельну ділянку кадастровий номер 6321282000:03:000:0923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Гонтів Яр, Богодухівський район, Харківська область.</w:t>
      </w:r>
    </w:p>
    <w:p w:rsidR="00B2455C" w:rsidRPr="00FA4E96" w:rsidRDefault="00B2455C" w:rsidP="001A70F3">
      <w:pPr>
        <w:spacing w:before="240"/>
        <w:ind w:firstLine="567"/>
        <w:jc w:val="both"/>
        <w:rPr>
          <w:sz w:val="28"/>
          <w:szCs w:val="28"/>
        </w:rPr>
      </w:pPr>
      <w:r w:rsidRPr="00FA4E96">
        <w:rPr>
          <w:sz w:val="28"/>
          <w:szCs w:val="28"/>
        </w:rPr>
        <w:t>31. Затвердити проект землеустрою щодо відведення земельної ділянки у власність гр. Черкаська Антоніна Олексіївна для ведення особистого селянського господарства, яка розташована за адресою: с. Старі Валки, Богодухівський р-н, Харківська обл.</w:t>
      </w:r>
    </w:p>
    <w:p w:rsidR="00B2455C" w:rsidRPr="00FA4E96" w:rsidRDefault="00B2455C" w:rsidP="001A70F3">
      <w:pPr>
        <w:ind w:firstLine="567"/>
        <w:jc w:val="both"/>
        <w:rPr>
          <w:sz w:val="28"/>
          <w:szCs w:val="28"/>
        </w:rPr>
      </w:pPr>
      <w:r w:rsidRPr="00FA4E96">
        <w:rPr>
          <w:sz w:val="28"/>
          <w:szCs w:val="28"/>
        </w:rPr>
        <w:t xml:space="preserve">31.1. Передати у приватну власність гр. ЧЕРКАСЬКІЙ Антоніні Олексіївні земельну ділянку кадастровий номер 6321282008:00:001:0061 площею 0,3400 га, в тому числі рілля площею 0,3400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Старі Валки, Богодухівський район, Харківська область.</w:t>
      </w:r>
    </w:p>
    <w:p w:rsidR="00B2455C" w:rsidRPr="00FA4E96" w:rsidRDefault="00B2455C" w:rsidP="00E460E3">
      <w:pPr>
        <w:spacing w:before="240"/>
        <w:ind w:firstLine="567"/>
        <w:jc w:val="both"/>
        <w:rPr>
          <w:sz w:val="28"/>
          <w:szCs w:val="28"/>
        </w:rPr>
      </w:pPr>
      <w:r w:rsidRPr="00FA4E96">
        <w:rPr>
          <w:sz w:val="28"/>
          <w:szCs w:val="28"/>
        </w:rPr>
        <w:t>32. Затвердити проект землеустрою щодо відведення земельної ділянки гр. Ларчіковій Тетяні Миколаївні для ведення особистого селянського господарства, розташованої в с. Старі Валки, на території Гонтово-Ярської сільської ради Валківського району Харківської області.</w:t>
      </w:r>
    </w:p>
    <w:p w:rsidR="00B2455C" w:rsidRPr="00FA4E96" w:rsidRDefault="00B2455C" w:rsidP="00E460E3">
      <w:pPr>
        <w:ind w:firstLine="567"/>
        <w:jc w:val="both"/>
        <w:rPr>
          <w:sz w:val="28"/>
          <w:szCs w:val="28"/>
        </w:rPr>
      </w:pPr>
      <w:r w:rsidRPr="00FA4E96">
        <w:rPr>
          <w:sz w:val="28"/>
          <w:szCs w:val="28"/>
        </w:rPr>
        <w:t xml:space="preserve">32.1. Передати у приватну власність гр. ЛАРЧІКОВІЙ Тетяні Миколаївні земельну ділянку кадастровий номер 6321282008:00:001:0060 площею 0,3800 га, в тому числі рілля площею 0,3800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Старі Валки, Богодухівський район, Харківська область.</w:t>
      </w:r>
    </w:p>
    <w:p w:rsidR="00B2455C" w:rsidRPr="00FA4E96" w:rsidRDefault="00B2455C" w:rsidP="00055824">
      <w:pPr>
        <w:spacing w:before="240"/>
        <w:ind w:firstLine="567"/>
        <w:jc w:val="both"/>
        <w:rPr>
          <w:sz w:val="28"/>
          <w:szCs w:val="28"/>
        </w:rPr>
      </w:pPr>
      <w:r w:rsidRPr="00FA4E96">
        <w:rPr>
          <w:sz w:val="28"/>
          <w:szCs w:val="28"/>
        </w:rPr>
        <w:t xml:space="preserve">33. Затвердити проект землеустрою щодо відведення земельної ділянки у власність гр. Минка Олександра Івановича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в                       с. Катричівка, вул. Шляхова, 23, на території Валківської міської ради Богодухівського району Харківської області.</w:t>
      </w:r>
    </w:p>
    <w:p w:rsidR="00B2455C" w:rsidRPr="00FA4E96" w:rsidRDefault="00B2455C" w:rsidP="00055824">
      <w:pPr>
        <w:ind w:firstLine="567"/>
        <w:jc w:val="both"/>
        <w:rPr>
          <w:sz w:val="28"/>
          <w:szCs w:val="28"/>
        </w:rPr>
      </w:pPr>
      <w:r w:rsidRPr="00FA4E96">
        <w:rPr>
          <w:sz w:val="28"/>
          <w:szCs w:val="28"/>
        </w:rPr>
        <w:t xml:space="preserve">33.1. Передати у приватну власність гр. МИНКУ Олександру Івановичу земельну ділянку кадастровий номер 6321283005:00:001:0062 площею      0,4400 га, в тому числі рілля площею 0,4400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Шляхова, 23, с. Катричівка, Богодухівський район, Харківська область.</w:t>
      </w:r>
    </w:p>
    <w:p w:rsidR="00B2455C" w:rsidRPr="00FA4E96" w:rsidRDefault="00B2455C" w:rsidP="00A420E0">
      <w:pPr>
        <w:spacing w:before="240"/>
        <w:ind w:firstLine="567"/>
        <w:jc w:val="both"/>
        <w:rPr>
          <w:sz w:val="28"/>
          <w:szCs w:val="28"/>
        </w:rPr>
      </w:pPr>
      <w:r w:rsidRPr="00FA4E96">
        <w:rPr>
          <w:sz w:val="28"/>
          <w:szCs w:val="28"/>
        </w:rPr>
        <w:t xml:space="preserve">34. Затвердити проект землеустрою щодо відведення земельної ділянки гр. Бабкову Михайлу Вікторовичу зі зміною цільового призначення із земель житлової та громадської забудови на землі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по вул. Молодіжна, 1а, в с. Минківка на території Валківської міської ради Богодухівського району Харківської області.</w:t>
      </w:r>
    </w:p>
    <w:p w:rsidR="00B2455C" w:rsidRPr="00FA4E96" w:rsidRDefault="00B2455C" w:rsidP="00A420E0">
      <w:pPr>
        <w:ind w:firstLine="567"/>
        <w:jc w:val="both"/>
        <w:rPr>
          <w:sz w:val="28"/>
          <w:szCs w:val="28"/>
        </w:rPr>
      </w:pPr>
      <w:r w:rsidRPr="00FA4E96">
        <w:rPr>
          <w:sz w:val="28"/>
          <w:szCs w:val="28"/>
        </w:rPr>
        <w:t xml:space="preserve">34.1. Передати у приватну власність гр. БАБКОВУ Михайлу Вікторовичу земельну ділянку кадастровий номер 6321284501:00:002:0154 площею 0,9555 га, в тому числі рілля площею 0,9555 га, із земель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Молодіжна, 1а, с. Минківка, Богодухівський район, Харківська область.</w:t>
      </w:r>
    </w:p>
    <w:p w:rsidR="00B2455C" w:rsidRPr="00FA4E96" w:rsidRDefault="00B2455C" w:rsidP="0071040F">
      <w:pPr>
        <w:spacing w:before="240"/>
        <w:ind w:firstLine="567"/>
        <w:jc w:val="both"/>
        <w:rPr>
          <w:sz w:val="28"/>
          <w:szCs w:val="28"/>
        </w:rPr>
      </w:pPr>
      <w:r w:rsidRPr="00FA4E96">
        <w:rPr>
          <w:sz w:val="28"/>
          <w:szCs w:val="28"/>
        </w:rPr>
        <w:t xml:space="preserve">35. Затвердити проект землеустрою щодо відведення земельної ділянки у власність для ведення особистого селянського господарства гр. ДзябченкоАльоні Олександрівні (код згідно </w:t>
      </w:r>
      <w:r>
        <w:rPr>
          <w:sz w:val="28"/>
          <w:szCs w:val="28"/>
        </w:rPr>
        <w:t>КВЦПЗД</w:t>
      </w:r>
      <w:r w:rsidRPr="00FA4E96">
        <w:rPr>
          <w:sz w:val="28"/>
          <w:szCs w:val="28"/>
        </w:rPr>
        <w:t xml:space="preserve"> – секція А- 01.03) в межах с. Мельникове, вул. Шкільна, 39 Валківської міської ради Богодухівського району Харківської області.</w:t>
      </w:r>
    </w:p>
    <w:p w:rsidR="00B2455C" w:rsidRPr="00FA4E96" w:rsidRDefault="00B2455C" w:rsidP="0071040F">
      <w:pPr>
        <w:ind w:firstLine="567"/>
        <w:jc w:val="both"/>
        <w:rPr>
          <w:sz w:val="28"/>
          <w:szCs w:val="28"/>
        </w:rPr>
      </w:pPr>
      <w:r w:rsidRPr="00FA4E96">
        <w:rPr>
          <w:sz w:val="28"/>
          <w:szCs w:val="28"/>
        </w:rPr>
        <w:t xml:space="preserve">35.1. Передати у приватну власність гр. ДЗЯБЧЕНКО Альоні Олександрівні земельну ділянку кадастровий номер 6321284001:00:001:0263 площею 0,4400 га, в тому числі рілля площею 0,4400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Шкільна, 39, с. Мельникове, Богодухівський район, Харківська область.</w:t>
      </w:r>
    </w:p>
    <w:p w:rsidR="00B2455C" w:rsidRPr="00FA4E96" w:rsidRDefault="00B2455C" w:rsidP="00B9745D">
      <w:pPr>
        <w:spacing w:before="240"/>
        <w:ind w:firstLine="567"/>
        <w:jc w:val="both"/>
        <w:rPr>
          <w:sz w:val="28"/>
          <w:szCs w:val="28"/>
        </w:rPr>
      </w:pPr>
      <w:r w:rsidRPr="00FA4E96">
        <w:rPr>
          <w:sz w:val="28"/>
          <w:szCs w:val="28"/>
        </w:rPr>
        <w:t>36. Затвердити проект землеустрою щодо відведення земельної ділянки гр. Розумному Олександру Івановичу у власність для ведення особистого селянського господарства, яка розташована в с. Вишневе,                                     вул. Центральна, 6, на території Валківської міської ради Богодухівського району Харківської області.</w:t>
      </w:r>
    </w:p>
    <w:p w:rsidR="00B2455C" w:rsidRPr="00FA4E96" w:rsidRDefault="00B2455C" w:rsidP="00B9745D">
      <w:pPr>
        <w:ind w:firstLine="567"/>
        <w:jc w:val="both"/>
        <w:rPr>
          <w:sz w:val="28"/>
          <w:szCs w:val="28"/>
        </w:rPr>
      </w:pPr>
      <w:r w:rsidRPr="00FA4E96">
        <w:rPr>
          <w:sz w:val="28"/>
          <w:szCs w:val="28"/>
        </w:rPr>
        <w:t xml:space="preserve">36.1. Передати у приватну власність гр. РОЗУМНОМУ Олександру Івановичу земельну ділянку кадастровий номер 6321284005:00:001:0130 площею 1,2238 га, в тому числі рілля площею 1,2238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Центральна, 6, с. Вишневе, Богодухівський район, Харківська область.</w:t>
      </w:r>
    </w:p>
    <w:p w:rsidR="00B2455C" w:rsidRPr="00FA4E96" w:rsidRDefault="00B2455C" w:rsidP="00C31DEF">
      <w:pPr>
        <w:spacing w:before="240"/>
        <w:ind w:firstLine="567"/>
        <w:jc w:val="both"/>
        <w:rPr>
          <w:sz w:val="28"/>
          <w:szCs w:val="28"/>
        </w:rPr>
      </w:pPr>
      <w:r w:rsidRPr="00FA4E96">
        <w:rPr>
          <w:sz w:val="28"/>
          <w:szCs w:val="28"/>
        </w:rPr>
        <w:t>37. Затвердити проект землеустрою щодо відведення земельної ділянки гр. Шевченку Євгену Миколайовичу для ведення особистого селянського господарства, розташованої по вул. вул. Зелена, 2 в с. Нестеренки на території Валківської міської ради Богодухівського району Харківської області.</w:t>
      </w:r>
    </w:p>
    <w:p w:rsidR="00B2455C" w:rsidRPr="00FA4E96" w:rsidRDefault="00B2455C" w:rsidP="00C31DEF">
      <w:pPr>
        <w:ind w:firstLine="567"/>
        <w:jc w:val="both"/>
        <w:rPr>
          <w:sz w:val="28"/>
          <w:szCs w:val="28"/>
        </w:rPr>
      </w:pPr>
      <w:r w:rsidRPr="00FA4E96">
        <w:rPr>
          <w:sz w:val="28"/>
          <w:szCs w:val="28"/>
        </w:rPr>
        <w:t xml:space="preserve">37.1. Передати у приватну власність гр. ШЕВЧЕНКУ Євгену Миколайовичу земельну ділянку кадастровий номер 6321284013:00:001:0057 площею 0,5645 га, в тому числі рілля площею 0,5645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Зелена, 2, с. Нестеренки, Богодухівський район, Харківська область.</w:t>
      </w:r>
    </w:p>
    <w:p w:rsidR="00B2455C" w:rsidRPr="00FA4E96" w:rsidRDefault="00B2455C" w:rsidP="00C31DEF">
      <w:pPr>
        <w:spacing w:before="240"/>
        <w:ind w:firstLine="567"/>
        <w:jc w:val="both"/>
        <w:rPr>
          <w:sz w:val="28"/>
          <w:szCs w:val="28"/>
        </w:rPr>
      </w:pPr>
      <w:r w:rsidRPr="00FA4E96">
        <w:rPr>
          <w:sz w:val="28"/>
          <w:szCs w:val="28"/>
        </w:rPr>
        <w:t>38. Затвердити проект землеустрою щодо відведення земельної ділянки гр. Пересунько Надії Олександрівни для ведення особистого селянського господарства/</w:t>
      </w:r>
      <w:r>
        <w:rPr>
          <w:sz w:val="28"/>
          <w:szCs w:val="28"/>
        </w:rPr>
        <w:t>КВЦПЗД</w:t>
      </w:r>
      <w:r w:rsidRPr="00FA4E96">
        <w:rPr>
          <w:sz w:val="28"/>
          <w:szCs w:val="28"/>
        </w:rPr>
        <w:t xml:space="preserve"> 01.03/ за адресою: с. Новий Мерчик, вул. Миру, 4 Валківської міської ради, Богодухівського району Харківської області.</w:t>
      </w:r>
    </w:p>
    <w:p w:rsidR="00B2455C" w:rsidRPr="00FA4E96" w:rsidRDefault="00B2455C" w:rsidP="00C31DEF">
      <w:pPr>
        <w:ind w:firstLine="567"/>
        <w:jc w:val="both"/>
        <w:rPr>
          <w:sz w:val="28"/>
          <w:szCs w:val="28"/>
        </w:rPr>
      </w:pPr>
      <w:r w:rsidRPr="00FA4E96">
        <w:rPr>
          <w:sz w:val="28"/>
          <w:szCs w:val="28"/>
        </w:rPr>
        <w:t xml:space="preserve">38.1. Передати у приватну власність гр. ПЕРЕСУНЬКО Надії Олександрівні земельну ділянку кадастровий номер 6321285001:00:001:0074 площею 0,3510 га, в тому числі рілля площею 0,3510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Миру, 4, с. Новий Мерчик, Богодухівський район, Харківська область.</w:t>
      </w:r>
    </w:p>
    <w:p w:rsidR="00B2455C" w:rsidRPr="00FA4E96" w:rsidRDefault="00B2455C" w:rsidP="0098602E">
      <w:pPr>
        <w:spacing w:before="240"/>
        <w:ind w:firstLine="567"/>
        <w:jc w:val="both"/>
        <w:rPr>
          <w:sz w:val="28"/>
          <w:szCs w:val="28"/>
        </w:rPr>
      </w:pPr>
      <w:r w:rsidRPr="00FA4E96">
        <w:rPr>
          <w:sz w:val="28"/>
          <w:szCs w:val="28"/>
        </w:rPr>
        <w:t>39. Затвердити проект землеустрою щодо відведення земельної ділянки у власність гр. Ведмідь Ганні Іванівні для ведення особистого селянського господарства розташованої в с. Сидоренкове, вул. Богачова, 93, Богодухівського району Харківської області.</w:t>
      </w:r>
    </w:p>
    <w:p w:rsidR="00B2455C" w:rsidRPr="00FA4E96" w:rsidRDefault="00B2455C" w:rsidP="0098602E">
      <w:pPr>
        <w:ind w:firstLine="567"/>
        <w:jc w:val="both"/>
        <w:rPr>
          <w:sz w:val="28"/>
          <w:szCs w:val="28"/>
        </w:rPr>
      </w:pPr>
      <w:r w:rsidRPr="00FA4E96">
        <w:rPr>
          <w:sz w:val="28"/>
          <w:szCs w:val="28"/>
        </w:rPr>
        <w:t xml:space="preserve">39.1. Передати у приватну власність гр. ВЕДМІДЬ Ганні Іванівні земельну ділянку кадастровий номер 6321287001:00:001:0290 площею   0,4500 га, в тому числі рілля площею 0,4500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Богачова, 93, с. Сидоренкове, Богодухівський район, Харківська область.</w:t>
      </w:r>
    </w:p>
    <w:p w:rsidR="00B2455C" w:rsidRPr="00FA4E96" w:rsidRDefault="00B2455C" w:rsidP="0098602E">
      <w:pPr>
        <w:spacing w:before="240"/>
        <w:ind w:firstLine="567"/>
        <w:jc w:val="both"/>
        <w:rPr>
          <w:sz w:val="28"/>
          <w:szCs w:val="28"/>
        </w:rPr>
      </w:pPr>
      <w:r w:rsidRPr="00FA4E96">
        <w:rPr>
          <w:sz w:val="28"/>
          <w:szCs w:val="28"/>
        </w:rPr>
        <w:t>40. Затвердити проект землеустрою щодо відведення земельної ділянки гр. Синільника Миколи Васильовича для ведення особистого селянського господарства в с. Сидоренкове, вул. Рябухи М.Л., 11 на території Валківської міської ради Богодухівського району Харківської області.</w:t>
      </w:r>
    </w:p>
    <w:p w:rsidR="00B2455C" w:rsidRPr="00FA4E96" w:rsidRDefault="00B2455C" w:rsidP="0098602E">
      <w:pPr>
        <w:ind w:firstLine="567"/>
        <w:jc w:val="both"/>
        <w:rPr>
          <w:sz w:val="28"/>
          <w:szCs w:val="28"/>
        </w:rPr>
      </w:pPr>
      <w:r w:rsidRPr="00FA4E96">
        <w:rPr>
          <w:sz w:val="28"/>
          <w:szCs w:val="28"/>
        </w:rPr>
        <w:t xml:space="preserve">40.1. Передати у приватну власність гр. СИНІЛЬНИКУ Миколі Васильовичу земельну ділянку кадастровий номер 6321287001:00:001:0289 площею 0,5896 га, в тому числі рілля площею 0,5896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Рябухи М.Л., 11, с. Сидоренкове, Богодухівський район, Харківська область.</w:t>
      </w:r>
    </w:p>
    <w:p w:rsidR="00B2455C" w:rsidRPr="00FA4E96" w:rsidRDefault="00B2455C" w:rsidP="00B53102">
      <w:pPr>
        <w:spacing w:before="240"/>
        <w:ind w:firstLine="567"/>
        <w:jc w:val="both"/>
        <w:rPr>
          <w:sz w:val="28"/>
          <w:szCs w:val="28"/>
        </w:rPr>
      </w:pPr>
      <w:r w:rsidRPr="00FA4E96">
        <w:rPr>
          <w:sz w:val="28"/>
          <w:szCs w:val="28"/>
        </w:rPr>
        <w:t>41. Затвердити проект землеустрою щодо відведення земельної ділянки у власність гр. Усаню Сергію Євгеновичу для ведення особистого селянського господарства, яка розташована за адресою: с. Сніжків Богодухівського району Харківської області.</w:t>
      </w:r>
    </w:p>
    <w:p w:rsidR="00B2455C" w:rsidRPr="00FA4E96" w:rsidRDefault="00B2455C" w:rsidP="00B53102">
      <w:pPr>
        <w:ind w:firstLine="567"/>
        <w:jc w:val="both"/>
        <w:rPr>
          <w:sz w:val="28"/>
          <w:szCs w:val="28"/>
        </w:rPr>
      </w:pPr>
      <w:r w:rsidRPr="00FA4E96">
        <w:rPr>
          <w:sz w:val="28"/>
          <w:szCs w:val="28"/>
        </w:rPr>
        <w:t xml:space="preserve">41.1. Передати у приватну власність гр. УСАНЮ Сергію Євгеновичу земельну ділянку кадастровий номер 6321287500:01:000:1228 площею  0,2000 га, в тому числі рілля площею 0,2000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Сніжків, Богодухівський район, Харківська область.</w:t>
      </w:r>
    </w:p>
    <w:p w:rsidR="00B2455C" w:rsidRPr="00FA4E96" w:rsidRDefault="00B2455C" w:rsidP="004821C8">
      <w:pPr>
        <w:spacing w:before="240"/>
        <w:ind w:firstLine="567"/>
        <w:jc w:val="both"/>
        <w:rPr>
          <w:sz w:val="28"/>
          <w:szCs w:val="28"/>
        </w:rPr>
      </w:pPr>
      <w:r w:rsidRPr="00FA4E96">
        <w:rPr>
          <w:sz w:val="28"/>
          <w:szCs w:val="28"/>
        </w:rPr>
        <w:t>42. Затвердити проект землеустрою щодо відведення земельної ділянки у власність гр. Холоду Олексію Юхимовичу для ведення особистого селянського господарства, яка розташована за адресою: с. Сніжків Богодухівського району Харківської області.</w:t>
      </w:r>
    </w:p>
    <w:p w:rsidR="00B2455C" w:rsidRPr="00FA4E96" w:rsidRDefault="00B2455C" w:rsidP="004821C8">
      <w:pPr>
        <w:ind w:firstLine="567"/>
        <w:jc w:val="both"/>
        <w:rPr>
          <w:sz w:val="28"/>
          <w:szCs w:val="28"/>
        </w:rPr>
      </w:pPr>
      <w:r w:rsidRPr="00FA4E96">
        <w:rPr>
          <w:sz w:val="28"/>
          <w:szCs w:val="28"/>
        </w:rPr>
        <w:t xml:space="preserve">42.1. Передати у приватну власність гр. ХОЛОДУ Олексію Юхимовичу земельну ділянку кадастровий номер 6321287500:01:000:1227 площею  0,5913 га, в тому числі рілля площею 0,5913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Сніжків, Богодухівський район, Харківська область.</w:t>
      </w:r>
    </w:p>
    <w:p w:rsidR="00B2455C" w:rsidRPr="00FA4E96" w:rsidRDefault="00B2455C" w:rsidP="00A8358A">
      <w:pPr>
        <w:spacing w:before="240"/>
        <w:ind w:firstLine="567"/>
        <w:jc w:val="both"/>
        <w:rPr>
          <w:sz w:val="28"/>
          <w:szCs w:val="28"/>
        </w:rPr>
      </w:pPr>
      <w:r w:rsidRPr="00FA4E96">
        <w:rPr>
          <w:sz w:val="28"/>
          <w:szCs w:val="28"/>
        </w:rPr>
        <w:t xml:space="preserve">43. Затвердити проект землеустрою щодо відведення земельної ділянки гр. Микитченко Ользі Василівні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по пров. Чабана в с. Дорофіївка на території Валківської міської ради Богодухівського району Харківської області.</w:t>
      </w:r>
    </w:p>
    <w:p w:rsidR="00B2455C" w:rsidRPr="00FA4E96" w:rsidRDefault="00B2455C" w:rsidP="00A8358A">
      <w:pPr>
        <w:ind w:firstLine="567"/>
        <w:jc w:val="both"/>
        <w:rPr>
          <w:sz w:val="28"/>
          <w:szCs w:val="28"/>
        </w:rPr>
      </w:pPr>
      <w:r w:rsidRPr="00FA4E96">
        <w:rPr>
          <w:sz w:val="28"/>
          <w:szCs w:val="28"/>
        </w:rPr>
        <w:t xml:space="preserve">43.1. Передати у приватну власність гр. МИКИТЧЕНКО Ользі Василівні земельну ділянку кадастровий номер 6321287503:00:001:0026 площею  0,4500 га, в тому числі рілля площею 0,4500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пров. Чабана, с. Дорофіївка, Богодухівський район, Харківська область.</w:t>
      </w:r>
    </w:p>
    <w:p w:rsidR="00B2455C" w:rsidRPr="00FA4E96" w:rsidRDefault="00B2455C" w:rsidP="003A6C5A">
      <w:pPr>
        <w:spacing w:before="240"/>
        <w:ind w:firstLine="567"/>
        <w:jc w:val="both"/>
        <w:rPr>
          <w:sz w:val="28"/>
          <w:szCs w:val="28"/>
        </w:rPr>
      </w:pPr>
      <w:r w:rsidRPr="00FA4E96">
        <w:rPr>
          <w:sz w:val="28"/>
          <w:szCs w:val="28"/>
        </w:rPr>
        <w:t xml:space="preserve">44. Затвердити проект землеустрою щодо відведення земельної ділянки гр. Чанцову Володимиру Миколайовичу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на території Валківської міської ради Богодухівського району Харківської області.</w:t>
      </w:r>
    </w:p>
    <w:p w:rsidR="00B2455C" w:rsidRPr="00FA4E96" w:rsidRDefault="00B2455C" w:rsidP="003A6C5A">
      <w:pPr>
        <w:pStyle w:val="NormalWeb"/>
        <w:spacing w:before="0" w:beforeAutospacing="0" w:after="0" w:afterAutospacing="0"/>
        <w:ind w:firstLine="567"/>
        <w:jc w:val="both"/>
      </w:pPr>
      <w:r w:rsidRPr="00FA4E96">
        <w:rPr>
          <w:sz w:val="28"/>
          <w:szCs w:val="28"/>
        </w:rPr>
        <w:t xml:space="preserve">44.1. Передати у приватну власність гр. ЧАНЦОВУ Володимиру Миколайовичу земельну ділянку кадастровий номер 6321255400:00:001:0815 площею 0,5300 га, в тому числі під сільськогосподарськими та іншими господарськими будівлями і дворами площею 0,5300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A6C5A">
      <w:pPr>
        <w:spacing w:before="240"/>
        <w:ind w:firstLine="567"/>
        <w:jc w:val="both"/>
        <w:rPr>
          <w:sz w:val="28"/>
          <w:szCs w:val="28"/>
        </w:rPr>
      </w:pPr>
      <w:r w:rsidRPr="00FA4E96">
        <w:rPr>
          <w:sz w:val="28"/>
          <w:szCs w:val="28"/>
        </w:rPr>
        <w:t>45. Затвердити проект землеустрою щодо відведення земельної ділянки у власність гр. Ніколенко Олені Михайлівні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Ков’язької селищної ради Валківського району Харківської області.</w:t>
      </w:r>
    </w:p>
    <w:p w:rsidR="00B2455C" w:rsidRPr="00FA4E96" w:rsidRDefault="00B2455C" w:rsidP="003A6C5A">
      <w:pPr>
        <w:pStyle w:val="NormalWeb"/>
        <w:spacing w:before="0" w:beforeAutospacing="0" w:after="0" w:afterAutospacing="0"/>
        <w:ind w:firstLine="567"/>
        <w:jc w:val="both"/>
      </w:pPr>
      <w:r w:rsidRPr="00FA4E96">
        <w:rPr>
          <w:sz w:val="28"/>
          <w:szCs w:val="28"/>
        </w:rPr>
        <w:t xml:space="preserve">45.1. Передати у приватну власність гр. НІКОЛЕНКО Олені Михайлівні земельну ділянку кадастровий номер 6321255400:03:000:9999 площею     1,2910 га, в тому числі рілля площею 1,2910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4342C">
      <w:pPr>
        <w:spacing w:before="240"/>
        <w:ind w:firstLine="567"/>
        <w:jc w:val="both"/>
        <w:rPr>
          <w:sz w:val="28"/>
          <w:szCs w:val="28"/>
        </w:rPr>
      </w:pPr>
      <w:r w:rsidRPr="00FA4E96">
        <w:rPr>
          <w:sz w:val="28"/>
          <w:szCs w:val="28"/>
        </w:rPr>
        <w:t>46. Затвердити проект землеустрою щодо відведення земельної ділянки у власність гр. Орловій Людмилі Григорівні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Ков’язької селищної ради Валківського району Харківської області.</w:t>
      </w:r>
    </w:p>
    <w:p w:rsidR="00B2455C" w:rsidRPr="00FA4E96" w:rsidRDefault="00B2455C" w:rsidP="00E4342C">
      <w:pPr>
        <w:pStyle w:val="NormalWeb"/>
        <w:spacing w:before="0" w:beforeAutospacing="0" w:after="0" w:afterAutospacing="0"/>
        <w:ind w:firstLine="567"/>
        <w:jc w:val="both"/>
      </w:pPr>
      <w:r w:rsidRPr="00FA4E96">
        <w:rPr>
          <w:sz w:val="28"/>
          <w:szCs w:val="28"/>
        </w:rPr>
        <w:t xml:space="preserve">46.1. Передати у приватну власність гр. ОРЛОВІЙ Людмилі Григорівні земельну ділянку кадастровий номер 6321255400:03:000:1028 площею     1,2910 га, в тому числі рілля площею 1,2910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4342C">
      <w:pPr>
        <w:spacing w:before="240"/>
        <w:ind w:firstLine="567"/>
        <w:jc w:val="both"/>
        <w:rPr>
          <w:sz w:val="28"/>
          <w:szCs w:val="28"/>
        </w:rPr>
      </w:pPr>
      <w:r w:rsidRPr="00FA4E96">
        <w:rPr>
          <w:sz w:val="28"/>
          <w:szCs w:val="28"/>
        </w:rPr>
        <w:t>47. Затвердити проект землеустрою щодо відведення земельної ділянки у власність гр. Путінцевій Аллі Іванівні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Ков’язької селищної ради Валківського району Харківської області.</w:t>
      </w:r>
    </w:p>
    <w:p w:rsidR="00B2455C" w:rsidRPr="00FA4E96" w:rsidRDefault="00B2455C" w:rsidP="00E4342C">
      <w:pPr>
        <w:pStyle w:val="NormalWeb"/>
        <w:spacing w:before="0" w:beforeAutospacing="0" w:after="0" w:afterAutospacing="0"/>
        <w:ind w:firstLine="567"/>
        <w:jc w:val="both"/>
      </w:pPr>
      <w:r w:rsidRPr="00FA4E96">
        <w:rPr>
          <w:sz w:val="28"/>
          <w:szCs w:val="28"/>
        </w:rPr>
        <w:t xml:space="preserve">47.1. Передати у приватну власність гр. ПУТІНЦЕВІЙ Аллі Іванівні земельну ділянку кадастровий номер 6321255400:03:000:1032 площею     1,2910 га, в тому числі рілля площею 1,2910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4342C">
      <w:pPr>
        <w:spacing w:before="240"/>
        <w:ind w:firstLine="567"/>
        <w:jc w:val="both"/>
        <w:rPr>
          <w:sz w:val="28"/>
          <w:szCs w:val="28"/>
        </w:rPr>
      </w:pPr>
      <w:r w:rsidRPr="00FA4E96">
        <w:rPr>
          <w:sz w:val="28"/>
          <w:szCs w:val="28"/>
        </w:rPr>
        <w:t>48. Затвердити проект землеустрою щодо відведення земельної ділянки у власність гр. Сергієнко Тетяні Борисівні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Ков’язької селищної ради Валківського району Харківської області.</w:t>
      </w:r>
    </w:p>
    <w:p w:rsidR="00B2455C" w:rsidRPr="00FA4E96" w:rsidRDefault="00B2455C" w:rsidP="00E4342C">
      <w:pPr>
        <w:pStyle w:val="NormalWeb"/>
        <w:spacing w:before="0" w:beforeAutospacing="0" w:after="0" w:afterAutospacing="0"/>
        <w:ind w:firstLine="567"/>
        <w:jc w:val="both"/>
      </w:pPr>
      <w:r w:rsidRPr="00FA4E96">
        <w:rPr>
          <w:sz w:val="28"/>
          <w:szCs w:val="28"/>
        </w:rPr>
        <w:t xml:space="preserve">48.1. Передати у приватну власність гр. СЕРГІЄНКО Тетяні Борисівні земельну ділянку кадастровий номер 6321255400:03:000:1037 площею     1,2910 га, в тому числі рілля площею 1,2910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E3970">
      <w:pPr>
        <w:spacing w:before="240"/>
        <w:ind w:firstLine="567"/>
        <w:jc w:val="both"/>
        <w:rPr>
          <w:sz w:val="28"/>
          <w:szCs w:val="28"/>
        </w:rPr>
      </w:pPr>
      <w:r w:rsidRPr="00FA4E96">
        <w:rPr>
          <w:sz w:val="28"/>
          <w:szCs w:val="28"/>
        </w:rPr>
        <w:t>49. Затвердити проект землеустрою щодо відведення земельної ділянки у власність гр. Рєзніку Дмитру Олександровичу, за рахунок земель комунальної власності, сільськогосподарського призначення,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1E3970">
      <w:pPr>
        <w:pStyle w:val="NormalWeb"/>
        <w:spacing w:before="0" w:beforeAutospacing="0" w:after="0" w:afterAutospacing="0"/>
        <w:ind w:firstLine="567"/>
        <w:jc w:val="both"/>
      </w:pPr>
      <w:r w:rsidRPr="00FA4E96">
        <w:rPr>
          <w:sz w:val="28"/>
          <w:szCs w:val="28"/>
        </w:rPr>
        <w:t xml:space="preserve">49.1. Передати у приватну власність гр. РЄЗНІКУ Дмитру Олександровичу земельну ділянку кадастровий номер 6321256000:03:000:0242 площею 1,8040 га, в тому числі рілля площею   1,8040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E7AD4">
      <w:pPr>
        <w:spacing w:before="240"/>
        <w:ind w:firstLine="567"/>
        <w:jc w:val="both"/>
        <w:rPr>
          <w:sz w:val="28"/>
          <w:szCs w:val="28"/>
        </w:rPr>
      </w:pPr>
      <w:r w:rsidRPr="00FA4E96">
        <w:rPr>
          <w:sz w:val="28"/>
          <w:szCs w:val="28"/>
        </w:rPr>
        <w:t>50. Затвердити проект землеустрою щодо відведення земельної ділянки у власність гр. Павлій Євгену Анатолійовичу, за рахунок земель запасу державної власності сільськогосподарського призначення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CE7AD4">
      <w:pPr>
        <w:pStyle w:val="NormalWeb"/>
        <w:spacing w:before="0" w:beforeAutospacing="0" w:after="0" w:afterAutospacing="0"/>
        <w:ind w:firstLine="567"/>
        <w:jc w:val="both"/>
      </w:pPr>
      <w:r w:rsidRPr="00FA4E96">
        <w:rPr>
          <w:sz w:val="28"/>
          <w:szCs w:val="28"/>
        </w:rPr>
        <w:t xml:space="preserve">50.1. Передати у приватну власність гр. ПАВЛІЙ Євгену Анатолійовичу земельну ділянку кадастровий номер 6321280300:03:000:0364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D0A70">
      <w:pPr>
        <w:spacing w:before="240"/>
        <w:ind w:firstLine="567"/>
        <w:jc w:val="both"/>
        <w:rPr>
          <w:sz w:val="28"/>
          <w:szCs w:val="28"/>
        </w:rPr>
      </w:pPr>
      <w:r w:rsidRPr="00FA4E96">
        <w:rPr>
          <w:sz w:val="28"/>
          <w:szCs w:val="28"/>
        </w:rPr>
        <w:t>51. Затвердити проект землеустрою щодо відведення земельної ділянки у власність гр. Пасічнику Віталію Володимировичу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4D0A70">
      <w:pPr>
        <w:pStyle w:val="NormalWeb"/>
        <w:spacing w:before="0" w:beforeAutospacing="0" w:after="0" w:afterAutospacing="0"/>
        <w:ind w:firstLine="567"/>
        <w:jc w:val="both"/>
      </w:pPr>
      <w:r w:rsidRPr="00FA4E96">
        <w:rPr>
          <w:sz w:val="28"/>
          <w:szCs w:val="28"/>
        </w:rPr>
        <w:t xml:space="preserve">51.1. Передати у приватну власність гр. ПАСІЧНИКУ Віталію Володимировичу земельну ділянку кадастровий номер 6321281000:01:000:1221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44F85">
      <w:pPr>
        <w:spacing w:before="240"/>
        <w:ind w:firstLine="567"/>
        <w:jc w:val="both"/>
        <w:rPr>
          <w:sz w:val="28"/>
          <w:szCs w:val="28"/>
        </w:rPr>
      </w:pPr>
      <w:r w:rsidRPr="00FA4E96">
        <w:rPr>
          <w:sz w:val="28"/>
          <w:szCs w:val="28"/>
        </w:rPr>
        <w:t xml:space="preserve">52. Затвердити проект землеустрою щодо відведення земельної ділянки у власність гр. Худій Марії Володимирівні для ведення особистого селянського господарства (код </w:t>
      </w:r>
      <w:r>
        <w:rPr>
          <w:sz w:val="28"/>
          <w:szCs w:val="28"/>
        </w:rPr>
        <w:t>КВЦПЗД</w:t>
      </w:r>
      <w:r w:rsidRPr="00FA4E96">
        <w:rPr>
          <w:sz w:val="28"/>
          <w:szCs w:val="28"/>
        </w:rPr>
        <w:t xml:space="preserve"> - 01.03), яка розташована за межами населених пунктів на території Благодатненської сільської ради Валківського району Харківської області.</w:t>
      </w:r>
    </w:p>
    <w:p w:rsidR="00B2455C" w:rsidRPr="00FA4E96" w:rsidRDefault="00B2455C" w:rsidP="00944F85">
      <w:pPr>
        <w:pStyle w:val="NormalWeb"/>
        <w:spacing w:before="0" w:beforeAutospacing="0" w:after="0" w:afterAutospacing="0"/>
        <w:ind w:firstLine="567"/>
        <w:jc w:val="both"/>
      </w:pPr>
      <w:r w:rsidRPr="00FA4E96">
        <w:rPr>
          <w:sz w:val="28"/>
          <w:szCs w:val="28"/>
        </w:rPr>
        <w:t xml:space="preserve">52.1. Передати у приватну власність гр. ХУДІЙ Марії Володимирівні земельну ділянку кадастровий номер 6321281000:01:000:1220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E053B">
      <w:pPr>
        <w:spacing w:before="240"/>
        <w:ind w:firstLine="567"/>
        <w:jc w:val="both"/>
        <w:rPr>
          <w:sz w:val="28"/>
          <w:szCs w:val="28"/>
        </w:rPr>
      </w:pPr>
      <w:r w:rsidRPr="00FA4E96">
        <w:rPr>
          <w:sz w:val="28"/>
          <w:szCs w:val="28"/>
        </w:rPr>
        <w:t>53. Затвердити проект землеустрою щодо відведення земельної ділянки у власність гр. Катричу Юрію Аркадійовичу для ведення особистого селянського господарства, яка розташована за межами населеного пункту на території Високопільської сільської ради Валківського району Харківської області.</w:t>
      </w:r>
    </w:p>
    <w:p w:rsidR="00B2455C" w:rsidRPr="00FA4E96" w:rsidRDefault="00B2455C" w:rsidP="00EE053B">
      <w:pPr>
        <w:pStyle w:val="NormalWeb"/>
        <w:spacing w:before="0" w:beforeAutospacing="0" w:after="0" w:afterAutospacing="0"/>
        <w:ind w:firstLine="567"/>
        <w:jc w:val="both"/>
      </w:pPr>
      <w:r w:rsidRPr="00FA4E96">
        <w:rPr>
          <w:sz w:val="28"/>
          <w:szCs w:val="28"/>
        </w:rPr>
        <w:t xml:space="preserve">53.1. Передати у приватну власність гр. КАТРИЧУ Юрію Аркадійовичу земельну ділянку кадастровий номер 6321281500:04:000:1518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72A1D">
      <w:pPr>
        <w:spacing w:before="240"/>
        <w:ind w:firstLine="567"/>
        <w:jc w:val="both"/>
        <w:rPr>
          <w:sz w:val="28"/>
          <w:szCs w:val="28"/>
        </w:rPr>
      </w:pPr>
      <w:r w:rsidRPr="00FA4E96">
        <w:rPr>
          <w:sz w:val="28"/>
          <w:szCs w:val="28"/>
        </w:rPr>
        <w:t>54. Затвердити проект землеустрою щодо відведення земельної ділянки у власність гр. Зягун Ірині Володимирівні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D72A1D">
      <w:pPr>
        <w:pStyle w:val="NormalWeb"/>
        <w:spacing w:before="0" w:beforeAutospacing="0" w:after="0" w:afterAutospacing="0"/>
        <w:ind w:firstLine="567"/>
        <w:jc w:val="both"/>
      </w:pPr>
      <w:r w:rsidRPr="00FA4E96">
        <w:rPr>
          <w:sz w:val="28"/>
          <w:szCs w:val="28"/>
        </w:rPr>
        <w:t xml:space="preserve">54.1. Передати у приватну власність гр. ЗЯГУН Ірині Володимирівні земельну ділянку кадастровий номер 6321282000:03:000:0932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577302">
      <w:pPr>
        <w:spacing w:before="240"/>
        <w:ind w:firstLine="567"/>
        <w:jc w:val="both"/>
        <w:rPr>
          <w:sz w:val="28"/>
          <w:szCs w:val="28"/>
        </w:rPr>
      </w:pPr>
      <w:r w:rsidRPr="00FA4E96">
        <w:rPr>
          <w:sz w:val="28"/>
          <w:szCs w:val="28"/>
        </w:rPr>
        <w:t xml:space="preserve">55. Затвердити проект землеустрою щодо відведення земельної ділянки у власність гр. Коліснику Володимиру Миколайовичу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на території Валківської міської ради Богодухівського району Харківської області.</w:t>
      </w:r>
    </w:p>
    <w:p w:rsidR="00B2455C" w:rsidRPr="00FA4E96" w:rsidRDefault="00B2455C" w:rsidP="00577302">
      <w:pPr>
        <w:pStyle w:val="NormalWeb"/>
        <w:spacing w:before="0" w:beforeAutospacing="0" w:after="0" w:afterAutospacing="0"/>
        <w:ind w:firstLine="567"/>
        <w:jc w:val="both"/>
      </w:pPr>
      <w:r w:rsidRPr="00FA4E96">
        <w:rPr>
          <w:sz w:val="28"/>
          <w:szCs w:val="28"/>
        </w:rPr>
        <w:t xml:space="preserve">55.1. Передати у приватну власність гр. КОЛІСНИКУ Володимиру Миколайовичу земельну ділянку кадастровий номер 6321282000:03:000:0929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A3367">
      <w:pPr>
        <w:spacing w:before="240"/>
        <w:ind w:firstLine="567"/>
        <w:jc w:val="both"/>
        <w:rPr>
          <w:sz w:val="28"/>
          <w:szCs w:val="28"/>
        </w:rPr>
      </w:pPr>
      <w:r w:rsidRPr="00FA4E96">
        <w:rPr>
          <w:sz w:val="28"/>
          <w:szCs w:val="28"/>
        </w:rPr>
        <w:t>56. Затвердити проект землеустрою щодо відведення земельної ділянки у власність гр. Гнатенко Анні Андріївні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DA3367">
      <w:pPr>
        <w:pStyle w:val="NormalWeb"/>
        <w:spacing w:before="0" w:beforeAutospacing="0" w:after="0" w:afterAutospacing="0"/>
        <w:ind w:firstLine="567"/>
        <w:jc w:val="both"/>
      </w:pPr>
      <w:r w:rsidRPr="00FA4E96">
        <w:rPr>
          <w:sz w:val="28"/>
          <w:szCs w:val="28"/>
        </w:rPr>
        <w:t xml:space="preserve">56.1. Передати у приватну власність гр. ГНАТЕНКО Анні Андріївні земельну ділянку кадастровий номер 6321282500:04:000:1031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A3367">
      <w:pPr>
        <w:spacing w:before="240"/>
        <w:ind w:firstLine="567"/>
        <w:jc w:val="both"/>
        <w:rPr>
          <w:sz w:val="28"/>
          <w:szCs w:val="28"/>
        </w:rPr>
      </w:pPr>
      <w:r w:rsidRPr="00FA4E96">
        <w:rPr>
          <w:sz w:val="28"/>
          <w:szCs w:val="28"/>
        </w:rPr>
        <w:t xml:space="preserve">57. Затвердити проект землеустрою щодо відведення земельної ділянки у власність гр. Мартем’яновій Ірині Володимирівні за рахунок земель (кад. № 6321282500:02:000:1248) із земель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DA3367">
      <w:pPr>
        <w:pStyle w:val="NormalWeb"/>
        <w:spacing w:before="0" w:beforeAutospacing="0" w:after="0" w:afterAutospacing="0"/>
        <w:ind w:firstLine="567"/>
        <w:jc w:val="both"/>
      </w:pPr>
      <w:r w:rsidRPr="00FA4E96">
        <w:rPr>
          <w:sz w:val="28"/>
          <w:szCs w:val="28"/>
        </w:rPr>
        <w:t xml:space="preserve">57.1. Передати у приватну власність гр. МАРТЕМ’ЯНОВІЙ Ірині Володимирівні земельну ділянку кадастровий номер 6321282500:02:000:1268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07197">
      <w:pPr>
        <w:spacing w:before="240"/>
        <w:ind w:firstLine="567"/>
        <w:jc w:val="both"/>
        <w:rPr>
          <w:sz w:val="28"/>
          <w:szCs w:val="28"/>
        </w:rPr>
      </w:pPr>
      <w:r w:rsidRPr="00FA4E96">
        <w:rPr>
          <w:sz w:val="28"/>
          <w:szCs w:val="28"/>
        </w:rPr>
        <w:t>58. Затвердити проект землеустрою щодо відведення земельної ділянки у власність гр. Грекову Анатолію Юрійовичу, гр. Лубченко Надії Павлівні, гр. Губській Олександрі Семенівні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307197">
      <w:pPr>
        <w:pStyle w:val="NormalWeb"/>
        <w:spacing w:before="0" w:beforeAutospacing="0" w:after="0" w:afterAutospacing="0"/>
        <w:ind w:firstLine="567"/>
        <w:jc w:val="both"/>
      </w:pPr>
      <w:r w:rsidRPr="00FA4E96">
        <w:rPr>
          <w:sz w:val="28"/>
          <w:szCs w:val="28"/>
        </w:rPr>
        <w:t xml:space="preserve">58.1. Передати у приватну власність гр. ГРЕКОВУ Анатолію Юрійовичу земельну ділянку кадастровий номер 6321282500:03:000:0564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07197">
      <w:pPr>
        <w:pStyle w:val="NormalWeb"/>
        <w:spacing w:before="0" w:beforeAutospacing="0" w:after="0" w:afterAutospacing="0"/>
        <w:ind w:firstLine="567"/>
        <w:jc w:val="both"/>
      </w:pPr>
      <w:r w:rsidRPr="00FA4E96">
        <w:rPr>
          <w:sz w:val="28"/>
          <w:szCs w:val="28"/>
        </w:rPr>
        <w:t xml:space="preserve">58.2. Передати у приватну власність гр. ЛУБЧЕНКО Надії Павлівні земельну ділянку кадастровий номер 6321282500:03:000:0563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C4A65">
      <w:pPr>
        <w:pStyle w:val="NormalWeb"/>
        <w:spacing w:before="0" w:beforeAutospacing="0" w:after="0" w:afterAutospacing="0"/>
        <w:ind w:firstLine="567"/>
        <w:jc w:val="both"/>
      </w:pPr>
      <w:r w:rsidRPr="00FA4E96">
        <w:rPr>
          <w:sz w:val="28"/>
          <w:szCs w:val="28"/>
        </w:rPr>
        <w:t xml:space="preserve">58.3. Передати у приватну власність гр. ГУБСЬКІЙ Олександрі Семенівні земельну ділянку кадастровий номер 6321282500:03:000:0562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57241">
      <w:pPr>
        <w:spacing w:before="240"/>
        <w:ind w:firstLine="567"/>
        <w:jc w:val="both"/>
        <w:rPr>
          <w:sz w:val="28"/>
          <w:szCs w:val="28"/>
        </w:rPr>
      </w:pPr>
      <w:r w:rsidRPr="00FA4E96">
        <w:rPr>
          <w:sz w:val="28"/>
          <w:szCs w:val="28"/>
        </w:rPr>
        <w:t>59. Затвердити проект землеустрою щодо відведення земельної ділянки у власність гр. Поляцьковій Раїсі Іванівні, гр. Майбі Сергію Григоровичу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B57241">
      <w:pPr>
        <w:pStyle w:val="NormalWeb"/>
        <w:spacing w:before="0" w:beforeAutospacing="0" w:after="0" w:afterAutospacing="0"/>
        <w:ind w:firstLine="567"/>
        <w:jc w:val="both"/>
      </w:pPr>
      <w:r w:rsidRPr="00FA4E96">
        <w:rPr>
          <w:sz w:val="28"/>
          <w:szCs w:val="28"/>
        </w:rPr>
        <w:t xml:space="preserve">59.1. Передати у приватну власність гр. ПОЛЯЦЬКОВІЙ Раїсі Іванівні земельну ділянку кадастровий номер 6321282500:02:000:1274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57241">
      <w:pPr>
        <w:pStyle w:val="NormalWeb"/>
        <w:spacing w:before="0" w:beforeAutospacing="0" w:after="0" w:afterAutospacing="0"/>
        <w:ind w:firstLine="567"/>
        <w:jc w:val="both"/>
      </w:pPr>
      <w:r w:rsidRPr="00FA4E96">
        <w:rPr>
          <w:sz w:val="28"/>
          <w:szCs w:val="28"/>
        </w:rPr>
        <w:t xml:space="preserve">59.2. Передати у приватну власність гр. МАЙБІ Сергію Григоровичу земельну ділянку кадастровий номер 6321282500:02:000:1273 площею  1,1933 га, в тому числі рілля площею 1,1933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825BED">
      <w:pPr>
        <w:spacing w:before="240"/>
        <w:ind w:firstLine="567"/>
        <w:jc w:val="both"/>
        <w:rPr>
          <w:sz w:val="28"/>
          <w:szCs w:val="28"/>
        </w:rPr>
      </w:pPr>
      <w:r w:rsidRPr="00FA4E96">
        <w:rPr>
          <w:sz w:val="28"/>
          <w:szCs w:val="28"/>
        </w:rPr>
        <w:t xml:space="preserve">60. Затвердити проект землеустрою щодо відведення земельної ділянки у власність гр. Сметані Олександрі Миколаївні для ведення особистого селянського господарства код згідно </w:t>
      </w:r>
      <w:r>
        <w:rPr>
          <w:sz w:val="28"/>
          <w:szCs w:val="28"/>
        </w:rPr>
        <w:t>КВЦПЗД</w:t>
      </w:r>
      <w:r w:rsidRPr="00FA4E96">
        <w:rPr>
          <w:sz w:val="28"/>
          <w:szCs w:val="28"/>
        </w:rPr>
        <w:t xml:space="preserve"> - 01.03 за межами населених пунктів на території Валківської міської ради Богодухівського району Харківської області.</w:t>
      </w:r>
    </w:p>
    <w:p w:rsidR="00B2455C" w:rsidRPr="00FA4E96" w:rsidRDefault="00B2455C" w:rsidP="00825BED">
      <w:pPr>
        <w:pStyle w:val="NormalWeb"/>
        <w:spacing w:before="0" w:beforeAutospacing="0" w:after="0" w:afterAutospacing="0"/>
        <w:ind w:firstLine="567"/>
        <w:jc w:val="both"/>
      </w:pPr>
      <w:r w:rsidRPr="00FA4E96">
        <w:rPr>
          <w:sz w:val="28"/>
          <w:szCs w:val="28"/>
        </w:rPr>
        <w:t xml:space="preserve">60.1. Передати у приватну власність гр. СМЕТАНІ Олександрі Миколаївні земельну ділянку кадастровий номер 6321282500:03:000:0559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C5380">
      <w:pPr>
        <w:spacing w:before="240"/>
        <w:ind w:firstLine="567"/>
        <w:jc w:val="both"/>
        <w:rPr>
          <w:sz w:val="28"/>
          <w:szCs w:val="28"/>
        </w:rPr>
      </w:pPr>
      <w:r w:rsidRPr="00FA4E96">
        <w:rPr>
          <w:sz w:val="28"/>
          <w:szCs w:val="28"/>
        </w:rPr>
        <w:t>61. Затвердити проект землеустрою щодо відведення земельної ділянки у власність гр. Кириченко Олександрі Анатоліївні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EC5380">
      <w:pPr>
        <w:pStyle w:val="NormalWeb"/>
        <w:spacing w:before="0" w:beforeAutospacing="0" w:after="0" w:afterAutospacing="0"/>
        <w:ind w:firstLine="567"/>
        <w:jc w:val="both"/>
      </w:pPr>
      <w:r w:rsidRPr="00FA4E96">
        <w:rPr>
          <w:sz w:val="28"/>
          <w:szCs w:val="28"/>
        </w:rPr>
        <w:t xml:space="preserve">61.1. Передати у приватну власність гр. КИРИЧЕНКО Олександрі Анатоліївні земельну ділянку кадастровий номер 6321282502:00:001:0047 площею 0,8961 га, в тому числі пасовища площею 0,8961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C5380">
      <w:pPr>
        <w:spacing w:before="240"/>
        <w:ind w:firstLine="567"/>
        <w:jc w:val="both"/>
        <w:rPr>
          <w:sz w:val="28"/>
          <w:szCs w:val="28"/>
        </w:rPr>
      </w:pPr>
      <w:r w:rsidRPr="00FA4E96">
        <w:rPr>
          <w:sz w:val="28"/>
          <w:szCs w:val="28"/>
        </w:rPr>
        <w:t xml:space="preserve">62. Затвердити проект землеустрою щодо відведення земельної ділянки у власність гр. Шафару Валерію Федоровичу за рахунок земель (кад. № 6321283500:02:000:0810) із земель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EC5380">
      <w:pPr>
        <w:ind w:firstLine="567"/>
        <w:jc w:val="both"/>
        <w:rPr>
          <w:sz w:val="28"/>
          <w:szCs w:val="28"/>
        </w:rPr>
      </w:pPr>
      <w:r w:rsidRPr="00FA4E96">
        <w:rPr>
          <w:sz w:val="28"/>
          <w:szCs w:val="28"/>
        </w:rPr>
        <w:t xml:space="preserve">62.1. Передати у приватну власність гр. ШАФАРУ Валерію Федоровичу земельну ділянку кадастровий номер 6321283500:02:000:0857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541800">
      <w:pPr>
        <w:spacing w:before="240"/>
        <w:ind w:firstLine="567"/>
        <w:jc w:val="both"/>
        <w:rPr>
          <w:sz w:val="28"/>
          <w:szCs w:val="28"/>
        </w:rPr>
      </w:pPr>
      <w:r w:rsidRPr="00FA4E96">
        <w:rPr>
          <w:sz w:val="28"/>
          <w:szCs w:val="28"/>
        </w:rPr>
        <w:t xml:space="preserve">63. Затвердити проект землеустрою щодо відведення земельної ділянки у власність гр. Шафар Тетяні Іванівні за рахунок земель (кад. № 6321283500:02:000:0810) із земель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541800">
      <w:pPr>
        <w:ind w:firstLine="567"/>
        <w:jc w:val="both"/>
        <w:rPr>
          <w:sz w:val="28"/>
          <w:szCs w:val="28"/>
        </w:rPr>
      </w:pPr>
      <w:r w:rsidRPr="00FA4E96">
        <w:rPr>
          <w:sz w:val="28"/>
          <w:szCs w:val="28"/>
        </w:rPr>
        <w:t xml:space="preserve">63.1. Передати у приватну власність гр. ШАФАР Тетяні Іванівні земельну ділянку кадастровий номер 6321283500:02:000:0859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541800">
      <w:pPr>
        <w:spacing w:before="240"/>
        <w:ind w:firstLine="567"/>
        <w:jc w:val="both"/>
        <w:rPr>
          <w:sz w:val="28"/>
          <w:szCs w:val="28"/>
        </w:rPr>
      </w:pPr>
      <w:r w:rsidRPr="00FA4E96">
        <w:rPr>
          <w:sz w:val="28"/>
          <w:szCs w:val="28"/>
        </w:rPr>
        <w:t>64. Затвердити проект землеустрою щодо відведення земельної ділянки у власність гр. Горбатов Олександр Анатолійович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541800">
      <w:pPr>
        <w:ind w:firstLine="567"/>
        <w:jc w:val="both"/>
        <w:rPr>
          <w:sz w:val="28"/>
          <w:szCs w:val="28"/>
        </w:rPr>
      </w:pPr>
      <w:r w:rsidRPr="00FA4E96">
        <w:rPr>
          <w:sz w:val="28"/>
          <w:szCs w:val="28"/>
        </w:rPr>
        <w:t xml:space="preserve">64.1. Передати у приватну власність гр. ГОРБАТОВУ Олександру Анатолійовичу земельну ділянку кадастровий номер 6321283000:02:000:0700 площею 0,7520 га, в тому числі рілля площею 0,7520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B6070">
      <w:pPr>
        <w:spacing w:before="240"/>
        <w:ind w:firstLine="567"/>
        <w:jc w:val="both"/>
        <w:rPr>
          <w:sz w:val="28"/>
          <w:szCs w:val="28"/>
        </w:rPr>
      </w:pPr>
      <w:r w:rsidRPr="00FA4E96">
        <w:rPr>
          <w:sz w:val="28"/>
          <w:szCs w:val="28"/>
        </w:rPr>
        <w:t>65. Затвердити проект землеустрою щодо відведення земельної ділянки у власність гр. Майбуров Іван Миколайович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4B6070">
      <w:pPr>
        <w:ind w:firstLine="567"/>
        <w:jc w:val="both"/>
        <w:rPr>
          <w:sz w:val="28"/>
          <w:szCs w:val="28"/>
        </w:rPr>
      </w:pPr>
      <w:r w:rsidRPr="00FA4E96">
        <w:rPr>
          <w:sz w:val="28"/>
          <w:szCs w:val="28"/>
        </w:rPr>
        <w:t xml:space="preserve">65.1. Передати у приватну власність гр. МАЙБУРОВУ Івану Миколайовичу земельну ділянку кадастровий номер 6321283500:01:000:0385 площею 1,2190 га, в тому числі рілля площею 1,2190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B6070">
      <w:pPr>
        <w:spacing w:before="240"/>
        <w:ind w:firstLine="567"/>
        <w:jc w:val="both"/>
        <w:rPr>
          <w:sz w:val="28"/>
          <w:szCs w:val="28"/>
        </w:rPr>
      </w:pPr>
      <w:r w:rsidRPr="00FA4E96">
        <w:rPr>
          <w:sz w:val="28"/>
          <w:szCs w:val="28"/>
        </w:rPr>
        <w:t>66. Затвердити проект землеустрою щодо відведення земельної ділянки у власність гр. Губській Наталії Миколаївні для ведення особистого селянського господарства розташованої на території Валківської міської територіальної громади, Богодухівського району Харківської області.</w:t>
      </w:r>
    </w:p>
    <w:p w:rsidR="00B2455C" w:rsidRPr="00FA4E96" w:rsidRDefault="00B2455C" w:rsidP="004B6070">
      <w:pPr>
        <w:ind w:firstLine="567"/>
        <w:jc w:val="both"/>
        <w:rPr>
          <w:sz w:val="28"/>
          <w:szCs w:val="28"/>
        </w:rPr>
      </w:pPr>
      <w:r w:rsidRPr="00FA4E96">
        <w:rPr>
          <w:sz w:val="28"/>
          <w:szCs w:val="28"/>
        </w:rPr>
        <w:t xml:space="preserve">66.1. Передати у приватну власність гр. ГУБСЬКІЙ Наталії Миколаївні земельну ділянку кадастровий номер 6321284000:02:000:0758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2711D">
      <w:pPr>
        <w:spacing w:before="240"/>
        <w:ind w:firstLine="567"/>
        <w:jc w:val="both"/>
        <w:rPr>
          <w:sz w:val="28"/>
          <w:szCs w:val="28"/>
        </w:rPr>
      </w:pPr>
      <w:r w:rsidRPr="00FA4E96">
        <w:rPr>
          <w:sz w:val="28"/>
          <w:szCs w:val="28"/>
        </w:rPr>
        <w:t>67. Затвердити проект землеустрою щодо відведення у власність громадянам земельних ділянок для ведення особистого селянського господарства за рахунок сформованої земельної ділянки з кадастровим номером 6321285000:01:000:0646 комунальної власності сільськогосподарського призначення, розташованих на території Валківської міської територіальної громади, Богодухівського району Харківської області.</w:t>
      </w:r>
    </w:p>
    <w:p w:rsidR="00B2455C" w:rsidRPr="00FA4E96" w:rsidRDefault="00B2455C" w:rsidP="00AB4FE7">
      <w:pPr>
        <w:ind w:firstLine="567"/>
        <w:jc w:val="both"/>
        <w:rPr>
          <w:sz w:val="28"/>
          <w:szCs w:val="28"/>
        </w:rPr>
      </w:pPr>
      <w:r w:rsidRPr="00FA4E96">
        <w:rPr>
          <w:sz w:val="28"/>
          <w:szCs w:val="28"/>
        </w:rPr>
        <w:t xml:space="preserve">67.1. Передати у приватну власність гр. БЕРДНИКУ Андрію Миколайовичу земельну ділянку кадастровий номер 6321285000:01:000:0782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AB4FE7">
      <w:pPr>
        <w:ind w:firstLine="567"/>
        <w:jc w:val="both"/>
        <w:rPr>
          <w:sz w:val="28"/>
          <w:szCs w:val="28"/>
        </w:rPr>
      </w:pPr>
      <w:r w:rsidRPr="00FA4E96">
        <w:rPr>
          <w:sz w:val="28"/>
          <w:szCs w:val="28"/>
        </w:rPr>
        <w:t xml:space="preserve">67.2. Передати у приватну власність гр. ГУЩИНУ Євгенію Сергійовичу земельну ділянку кадастровий номер 6321285000:01:000:0781 площею 1,5420 га, в тому числі пасовища площею 1,5420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AB4FE7">
      <w:pPr>
        <w:ind w:firstLine="567"/>
        <w:jc w:val="both"/>
        <w:rPr>
          <w:sz w:val="28"/>
          <w:szCs w:val="28"/>
        </w:rPr>
      </w:pPr>
      <w:r w:rsidRPr="00FA4E96">
        <w:rPr>
          <w:sz w:val="28"/>
          <w:szCs w:val="28"/>
        </w:rPr>
        <w:t xml:space="preserve">67.3. Передати у приватну власність гр. КОЛІСНИКУ Денису Васильовичу земельну ділянку кадастровий номер 6321285000:01:000:0780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A64758">
      <w:pPr>
        <w:spacing w:before="240"/>
        <w:ind w:firstLine="567"/>
        <w:jc w:val="both"/>
        <w:rPr>
          <w:sz w:val="28"/>
          <w:szCs w:val="28"/>
        </w:rPr>
      </w:pPr>
      <w:r w:rsidRPr="00FA4E96">
        <w:rPr>
          <w:sz w:val="28"/>
          <w:szCs w:val="28"/>
        </w:rPr>
        <w:t>68. Затвердити проект землеустрою щодо відведення земельної ділянки у власність гр. Моісєєву Роману Віталійовичу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A64758">
      <w:pPr>
        <w:ind w:firstLine="567"/>
        <w:jc w:val="both"/>
        <w:rPr>
          <w:sz w:val="28"/>
          <w:szCs w:val="28"/>
        </w:rPr>
      </w:pPr>
      <w:r w:rsidRPr="00FA4E96">
        <w:rPr>
          <w:sz w:val="28"/>
          <w:szCs w:val="28"/>
        </w:rPr>
        <w:t xml:space="preserve">68.1. Передати у приватну власність гр. МОІСЄЄВУ Роману Віталійовичу земельну ділянку кадастровий номер 6321285500:01:000:1064 площею 1,9999 га, в тому числі під сільськогосподарськими та іншими господарськими будівлями і дворами площею 1,9999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8A447B">
      <w:pPr>
        <w:spacing w:before="240"/>
        <w:ind w:firstLine="567"/>
        <w:jc w:val="both"/>
        <w:rPr>
          <w:sz w:val="28"/>
          <w:szCs w:val="28"/>
        </w:rPr>
      </w:pPr>
      <w:r w:rsidRPr="00FA4E96">
        <w:rPr>
          <w:sz w:val="28"/>
          <w:szCs w:val="28"/>
        </w:rPr>
        <w:t>69. Затвердити проект землеустрою щодо відведення земельної ділянки у власність гр. Веретельник Ользі Сергіївні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8A447B">
      <w:pPr>
        <w:ind w:firstLine="567"/>
        <w:jc w:val="both"/>
        <w:rPr>
          <w:sz w:val="28"/>
          <w:szCs w:val="28"/>
        </w:rPr>
      </w:pPr>
      <w:r w:rsidRPr="00FA4E96">
        <w:rPr>
          <w:sz w:val="28"/>
          <w:szCs w:val="28"/>
        </w:rPr>
        <w:t xml:space="preserve">69.1. Передати у приватну власність гр. ВЕРЕТЕЛЬНИК Ользі Сергіївні земельну ділянку кадастровий номер 6321285500:01:000:1065 площею 1,9999 га, в тому числі під сільськогосподарськими та іншими господарськими будівлями і дворами площею 1,9999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626513">
      <w:pPr>
        <w:spacing w:before="240"/>
        <w:ind w:firstLine="567"/>
        <w:jc w:val="both"/>
        <w:rPr>
          <w:sz w:val="28"/>
          <w:szCs w:val="28"/>
        </w:rPr>
      </w:pPr>
      <w:r w:rsidRPr="00FA4E96">
        <w:rPr>
          <w:sz w:val="28"/>
          <w:szCs w:val="28"/>
        </w:rPr>
        <w:t>70. Затвердити проект землеустрою щодо відведення земельної ділянки зі зміною цільового призначення з метою передачі у власність гр. Пересаді Віталію Петровичу за рахунок земель запасу сільськогосподарського призначення комунальної власності кад. № 6321286000:01:000:0816 для ведення особистого селянського господарства яка розташована за межами населених пунктів на території Валківської міської територіальної громади Богодухівського району Харківської області.</w:t>
      </w:r>
    </w:p>
    <w:p w:rsidR="00B2455C" w:rsidRPr="00FA4E96" w:rsidRDefault="00B2455C" w:rsidP="00626513">
      <w:pPr>
        <w:ind w:firstLine="567"/>
        <w:jc w:val="both"/>
        <w:rPr>
          <w:sz w:val="28"/>
          <w:szCs w:val="28"/>
        </w:rPr>
      </w:pPr>
      <w:r w:rsidRPr="00FA4E96">
        <w:rPr>
          <w:sz w:val="28"/>
          <w:szCs w:val="28"/>
        </w:rPr>
        <w:t xml:space="preserve">70.1. Передати у приватну власність гр. ПЕРЕСАДІ Віталію Петровичу земельну ділянку кадастровий номер 6321286000:01:000:0616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915D3">
      <w:pPr>
        <w:spacing w:before="240"/>
        <w:ind w:firstLine="567"/>
        <w:jc w:val="both"/>
        <w:rPr>
          <w:sz w:val="28"/>
          <w:szCs w:val="28"/>
        </w:rPr>
      </w:pPr>
      <w:r w:rsidRPr="00FA4E96">
        <w:rPr>
          <w:sz w:val="28"/>
          <w:szCs w:val="28"/>
        </w:rPr>
        <w:t>71. Затвердити проект землеустрою щодо відведення земельної ділянки у власність гр. Зінченку Віталію Вікторовичу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Перекіпської сільської ради Валківського району Харківської області.</w:t>
      </w:r>
    </w:p>
    <w:p w:rsidR="00B2455C" w:rsidRPr="00FA4E96" w:rsidRDefault="00B2455C" w:rsidP="00E915D3">
      <w:pPr>
        <w:ind w:firstLine="567"/>
        <w:jc w:val="both"/>
        <w:rPr>
          <w:sz w:val="28"/>
          <w:szCs w:val="28"/>
        </w:rPr>
      </w:pPr>
      <w:r w:rsidRPr="00FA4E96">
        <w:rPr>
          <w:sz w:val="28"/>
          <w:szCs w:val="28"/>
        </w:rPr>
        <w:t xml:space="preserve">71.1. Передати у приватну власність гр. ЗІНЧЕНКУ Віталію Вікторовичу земельну ділянку кадастровий номер 6321286000:01:000:0600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915D3">
      <w:pPr>
        <w:spacing w:before="240"/>
        <w:ind w:firstLine="567"/>
        <w:jc w:val="both"/>
        <w:rPr>
          <w:sz w:val="28"/>
          <w:szCs w:val="28"/>
        </w:rPr>
      </w:pPr>
      <w:r w:rsidRPr="00FA4E96">
        <w:rPr>
          <w:sz w:val="28"/>
          <w:szCs w:val="28"/>
        </w:rPr>
        <w:t>72. Затвердити проект землеустрою щодо відведення земельної ділянки у власність для ведення особистого селянського господарства (01.03)                    гр. Бравкову Андрію Дмитровичу, яка розташовується: Харківська область, Богодухівський район, за межами населених пунктів на території Валківської міської ради.</w:t>
      </w:r>
    </w:p>
    <w:p w:rsidR="00B2455C" w:rsidRPr="00FA4E96" w:rsidRDefault="00B2455C" w:rsidP="00E915D3">
      <w:pPr>
        <w:ind w:firstLine="567"/>
        <w:jc w:val="both"/>
        <w:rPr>
          <w:sz w:val="28"/>
          <w:szCs w:val="28"/>
        </w:rPr>
      </w:pPr>
      <w:r w:rsidRPr="00FA4E96">
        <w:rPr>
          <w:sz w:val="28"/>
          <w:szCs w:val="28"/>
        </w:rPr>
        <w:t xml:space="preserve">72.1. Передати у приватну власність гр. БРАВКОВУ Андрію Дмитровичу земельну ділянку кадастровий номер 6321287000:01:000:0538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FB4D3C">
      <w:pPr>
        <w:spacing w:before="240"/>
        <w:ind w:firstLine="567"/>
        <w:jc w:val="both"/>
        <w:rPr>
          <w:sz w:val="28"/>
          <w:szCs w:val="28"/>
        </w:rPr>
      </w:pPr>
      <w:r w:rsidRPr="00FA4E96">
        <w:rPr>
          <w:sz w:val="28"/>
          <w:szCs w:val="28"/>
        </w:rPr>
        <w:t>73. Затвердити проект землеустрою щодо відведення земельних ділянок у власність громадянам для ведення особистого селянського господарства розташованих за межами населених пунктів на території Валківської міської ради, Богодухівського району Харківської області.</w:t>
      </w:r>
    </w:p>
    <w:p w:rsidR="00B2455C" w:rsidRPr="00FA4E96" w:rsidRDefault="00B2455C" w:rsidP="000D4A5D">
      <w:pPr>
        <w:ind w:firstLine="567"/>
        <w:jc w:val="both"/>
        <w:rPr>
          <w:sz w:val="28"/>
          <w:szCs w:val="28"/>
        </w:rPr>
      </w:pPr>
      <w:r w:rsidRPr="00FA4E96">
        <w:rPr>
          <w:sz w:val="28"/>
          <w:szCs w:val="28"/>
        </w:rPr>
        <w:t xml:space="preserve">73.1. Передати у приватну власність гр. КАДИГРІБ Раїси Павлівни земельну ділянку кадастровий номер 6321287500:02:000:1846 площею   0,6000 га, в тому числі рілля площею 0,6000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B2455C" w:rsidRPr="00FA4E96" w:rsidRDefault="00B2455C" w:rsidP="000D4A5D">
      <w:pPr>
        <w:ind w:firstLine="567"/>
        <w:jc w:val="both"/>
        <w:rPr>
          <w:sz w:val="28"/>
          <w:szCs w:val="28"/>
        </w:rPr>
      </w:pPr>
      <w:r w:rsidRPr="00FA4E96">
        <w:rPr>
          <w:sz w:val="28"/>
          <w:szCs w:val="28"/>
        </w:rPr>
        <w:t xml:space="preserve">73.2. Передати у приватну власність гр. ГОРДІЄНКО Ользі Миколаївні земельну ділянку кадастровий номер 6321287500:02:000:1849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B2455C" w:rsidRPr="00FA4E96" w:rsidRDefault="00B2455C" w:rsidP="000D4A5D">
      <w:pPr>
        <w:ind w:firstLine="567"/>
        <w:jc w:val="both"/>
        <w:rPr>
          <w:sz w:val="28"/>
          <w:szCs w:val="28"/>
        </w:rPr>
      </w:pPr>
      <w:r w:rsidRPr="00FA4E96">
        <w:rPr>
          <w:sz w:val="28"/>
          <w:szCs w:val="28"/>
        </w:rPr>
        <w:t xml:space="preserve">73.3. Передати у приватну власність гр. ЗОЛОТАРЕНКО Олексію Андрійовичу земельну ділянку кадастровий номер 6321287500:02:000:1847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B2455C" w:rsidRPr="00FA4E96" w:rsidRDefault="00B2455C" w:rsidP="000D4A5D">
      <w:pPr>
        <w:ind w:firstLine="567"/>
        <w:jc w:val="both"/>
        <w:rPr>
          <w:sz w:val="28"/>
          <w:szCs w:val="28"/>
        </w:rPr>
      </w:pPr>
      <w:r w:rsidRPr="00FA4E96">
        <w:rPr>
          <w:sz w:val="28"/>
          <w:szCs w:val="28"/>
        </w:rPr>
        <w:t xml:space="preserve">73.4. Передати у приватну власність гр. СОТНІКОВІЙ Віті Олександрівні земельну ділянку кадастровий номер 6321287500:02:000:1845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B2455C" w:rsidRPr="00FA4E96" w:rsidRDefault="00B2455C" w:rsidP="00624431">
      <w:pPr>
        <w:spacing w:before="240"/>
        <w:ind w:firstLine="567"/>
        <w:jc w:val="both"/>
        <w:rPr>
          <w:sz w:val="28"/>
          <w:szCs w:val="28"/>
        </w:rPr>
      </w:pPr>
      <w:r w:rsidRPr="00FA4E96">
        <w:rPr>
          <w:sz w:val="28"/>
          <w:szCs w:val="28"/>
        </w:rPr>
        <w:t>74. Затвердити проект землеустрою щодо відведення земельної ділянки у власність гр. Рожкова Людмила Володимирівна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624431">
      <w:pPr>
        <w:ind w:firstLine="567"/>
        <w:jc w:val="both"/>
        <w:rPr>
          <w:sz w:val="28"/>
          <w:szCs w:val="28"/>
        </w:rPr>
      </w:pPr>
      <w:r w:rsidRPr="00FA4E96">
        <w:rPr>
          <w:sz w:val="28"/>
          <w:szCs w:val="28"/>
        </w:rPr>
        <w:t xml:space="preserve">74.1. Передати у приватну власність гр. РОЖКОВІЙ Людмилі Володимирівні земельну ділянку кадастровий номер 6321287000:02:000:0535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5D02CD">
      <w:pPr>
        <w:spacing w:before="240"/>
        <w:ind w:firstLine="567"/>
        <w:jc w:val="both"/>
        <w:rPr>
          <w:sz w:val="28"/>
          <w:szCs w:val="28"/>
        </w:rPr>
      </w:pPr>
      <w:r w:rsidRPr="00FA4E96">
        <w:rPr>
          <w:sz w:val="28"/>
          <w:szCs w:val="28"/>
        </w:rPr>
        <w:t>75. Затвердити проект землеустрою щодо відведення земельних ділянок у власність гр. Гресь Павло Андрійович, гр. Коляда Анатолій Олексійович, гр. Романенко Сергій Володимирович для ведення особистого селянського господарства, які розташовані за межами населених пунктів на території Валківської міської ради Богодухівського району Харківської області.</w:t>
      </w:r>
    </w:p>
    <w:p w:rsidR="00B2455C" w:rsidRPr="00FA4E96" w:rsidRDefault="00B2455C" w:rsidP="005D02CD">
      <w:pPr>
        <w:ind w:firstLine="567"/>
        <w:jc w:val="both"/>
        <w:rPr>
          <w:sz w:val="28"/>
          <w:szCs w:val="28"/>
        </w:rPr>
      </w:pPr>
      <w:r w:rsidRPr="00FA4E96">
        <w:rPr>
          <w:sz w:val="28"/>
          <w:szCs w:val="28"/>
        </w:rPr>
        <w:t xml:space="preserve">75.1. Передати у приватну власність гр. РОМАНЕНКУ Сергію Володимировичу земельну ділянку кадастровий номер 6321287000:02:000:0532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11A0B">
      <w:pPr>
        <w:ind w:firstLine="567"/>
        <w:jc w:val="both"/>
        <w:rPr>
          <w:sz w:val="28"/>
          <w:szCs w:val="28"/>
        </w:rPr>
      </w:pPr>
      <w:r w:rsidRPr="00FA4E96">
        <w:rPr>
          <w:sz w:val="28"/>
          <w:szCs w:val="28"/>
        </w:rPr>
        <w:t xml:space="preserve">75.2. Передати у приватну власність гр. КОЛЯДІ Анатолію Олексійовичу земельну ділянку кадастровий номер 6321287000:02:000:0530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11A0B">
      <w:pPr>
        <w:ind w:firstLine="567"/>
        <w:jc w:val="both"/>
        <w:rPr>
          <w:sz w:val="28"/>
          <w:szCs w:val="28"/>
        </w:rPr>
      </w:pPr>
      <w:r w:rsidRPr="00FA4E96">
        <w:rPr>
          <w:sz w:val="28"/>
          <w:szCs w:val="28"/>
        </w:rPr>
        <w:t xml:space="preserve">75.3. Передати у приватну власність гр. ГРЕСЮ Павлу Андрійовичу земельну ділянку кадастровий номер 6321287000:02:000:0529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11A0B">
      <w:pPr>
        <w:spacing w:before="240"/>
        <w:ind w:firstLine="567"/>
        <w:jc w:val="both"/>
        <w:rPr>
          <w:sz w:val="28"/>
          <w:szCs w:val="28"/>
        </w:rPr>
      </w:pPr>
      <w:r w:rsidRPr="00FA4E96">
        <w:rPr>
          <w:sz w:val="28"/>
          <w:szCs w:val="28"/>
        </w:rPr>
        <w:t xml:space="preserve">76. Затвердити проект землеустрою щодо відведення земельної ділянки гр. Микитченку Роману Васильовичу для ведення особистого селянського господарства, код згідно </w:t>
      </w:r>
      <w:r>
        <w:rPr>
          <w:sz w:val="28"/>
          <w:szCs w:val="28"/>
        </w:rPr>
        <w:t>КВЦПЗД</w:t>
      </w:r>
      <w:r w:rsidRPr="00FA4E96">
        <w:rPr>
          <w:sz w:val="28"/>
          <w:szCs w:val="28"/>
        </w:rPr>
        <w:t xml:space="preserve"> - 01.03 за рахунок земельної ділянки із земель запасу сільськогосподарського призначення з кадастровим номером 6321287500:01:000:1156,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E11A0B">
      <w:pPr>
        <w:ind w:firstLine="567"/>
        <w:jc w:val="both"/>
        <w:rPr>
          <w:sz w:val="28"/>
          <w:szCs w:val="28"/>
        </w:rPr>
      </w:pPr>
      <w:r w:rsidRPr="00FA4E96">
        <w:rPr>
          <w:sz w:val="28"/>
          <w:szCs w:val="28"/>
        </w:rPr>
        <w:t xml:space="preserve">76.1. Передати у приватну власність гр. МИКИТЧЕНКУ Роману Васильовичу земельну ділянку кадастровий номер 6321287500:01:000:1207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10701">
      <w:pPr>
        <w:spacing w:before="240"/>
        <w:ind w:firstLine="567"/>
        <w:jc w:val="both"/>
        <w:rPr>
          <w:sz w:val="28"/>
          <w:szCs w:val="28"/>
        </w:rPr>
      </w:pPr>
      <w:r w:rsidRPr="00FA4E96">
        <w:rPr>
          <w:sz w:val="28"/>
          <w:szCs w:val="28"/>
        </w:rPr>
        <w:t xml:space="preserve">77. Затвердити проект землеустрою щодо відведення земельної ділянки гр. Філон Олексію Миколайовичу для ведення особистого селянського господарства, код згідно </w:t>
      </w:r>
      <w:r>
        <w:rPr>
          <w:sz w:val="28"/>
          <w:szCs w:val="28"/>
        </w:rPr>
        <w:t>КВЦПЗД</w:t>
      </w:r>
      <w:r w:rsidRPr="00FA4E96">
        <w:rPr>
          <w:sz w:val="28"/>
          <w:szCs w:val="28"/>
        </w:rPr>
        <w:t xml:space="preserve"> - 01.03 за рахунок земельної ділянки із земель запасу сільськогосподарського призначення комунальної власності з кадастровим номером 6321287500:02:000:1773,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310701">
      <w:pPr>
        <w:ind w:firstLine="567"/>
        <w:jc w:val="both"/>
        <w:rPr>
          <w:sz w:val="28"/>
          <w:szCs w:val="28"/>
        </w:rPr>
      </w:pPr>
      <w:r w:rsidRPr="00FA4E96">
        <w:rPr>
          <w:sz w:val="28"/>
          <w:szCs w:val="28"/>
        </w:rPr>
        <w:t xml:space="preserve">77.1. Передати у приватну власність гр. ФІЛОН Олексію Миколайовичу земельну ділянку кадастровий номер 6321287500:02:000:1852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00283">
      <w:pPr>
        <w:spacing w:before="240"/>
        <w:ind w:firstLine="567"/>
        <w:jc w:val="both"/>
        <w:rPr>
          <w:sz w:val="28"/>
          <w:szCs w:val="28"/>
        </w:rPr>
      </w:pPr>
      <w:r w:rsidRPr="00FA4E96">
        <w:rPr>
          <w:sz w:val="28"/>
          <w:szCs w:val="28"/>
        </w:rPr>
        <w:t>78. Затвердити проект землеустрою щодо відведення земельної ділянки у власність гр. Холоду Олександру Миколайовичу для ведення особистого селянського господарства, розташованої на території Валківської міської територіальної громади Богодухівського району Харківської області.</w:t>
      </w:r>
    </w:p>
    <w:p w:rsidR="00B2455C" w:rsidRPr="00FA4E96" w:rsidRDefault="00B2455C" w:rsidP="00700283">
      <w:pPr>
        <w:ind w:firstLine="567"/>
        <w:jc w:val="both"/>
        <w:rPr>
          <w:sz w:val="28"/>
          <w:szCs w:val="28"/>
        </w:rPr>
      </w:pPr>
      <w:r w:rsidRPr="00FA4E96">
        <w:rPr>
          <w:sz w:val="28"/>
          <w:szCs w:val="28"/>
        </w:rPr>
        <w:t xml:space="preserve">78.1. Передати у приватну власність гр. ХОЛОДУ Олександру Миколайовичу земельну ділянку кадастровий номер 6321287500:02:000:1869 площею 1,9000 га, в тому числі рілля площею 1,9000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00283">
      <w:pPr>
        <w:spacing w:before="240"/>
        <w:ind w:firstLine="567"/>
        <w:jc w:val="both"/>
        <w:rPr>
          <w:sz w:val="28"/>
          <w:szCs w:val="28"/>
        </w:rPr>
      </w:pPr>
      <w:r w:rsidRPr="00FA4E96">
        <w:rPr>
          <w:sz w:val="28"/>
          <w:szCs w:val="28"/>
        </w:rPr>
        <w:t>79. Затвердити проект землеустрою щодо відведення земельної ділянки гр. Свянтко Станіславу Володимировичу для ведення особистого селянського господарства за межами населеного пункту на території Сніжківської сільської ради Валківсько району Харківської області.</w:t>
      </w:r>
    </w:p>
    <w:p w:rsidR="00B2455C" w:rsidRPr="00FA4E96" w:rsidRDefault="00B2455C" w:rsidP="00700283">
      <w:pPr>
        <w:ind w:firstLine="567"/>
        <w:jc w:val="both"/>
        <w:rPr>
          <w:sz w:val="28"/>
          <w:szCs w:val="28"/>
        </w:rPr>
      </w:pPr>
      <w:r w:rsidRPr="00FA4E96">
        <w:rPr>
          <w:sz w:val="28"/>
          <w:szCs w:val="28"/>
        </w:rPr>
        <w:t xml:space="preserve">79.1. Передати у приватну власність гр. СВЯНТКО Станіславу Володимировичу земельну ділянку кадастровий номер 6321287500:02:000:0830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30C09">
      <w:pPr>
        <w:spacing w:before="240"/>
        <w:ind w:firstLine="567"/>
        <w:jc w:val="both"/>
        <w:rPr>
          <w:sz w:val="28"/>
          <w:szCs w:val="28"/>
        </w:rPr>
      </w:pPr>
      <w:r w:rsidRPr="00FA4E96">
        <w:rPr>
          <w:sz w:val="28"/>
          <w:szCs w:val="28"/>
        </w:rPr>
        <w:t>80. Затвердити проект землеустрою щодо відведення земельної ділянки у власність гр. Білоусу Леоніду Євгеновичу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B30C09">
      <w:pPr>
        <w:ind w:firstLine="567"/>
        <w:jc w:val="both"/>
        <w:rPr>
          <w:sz w:val="28"/>
          <w:szCs w:val="28"/>
        </w:rPr>
      </w:pPr>
      <w:r w:rsidRPr="00FA4E96">
        <w:rPr>
          <w:sz w:val="28"/>
          <w:szCs w:val="28"/>
        </w:rPr>
        <w:t xml:space="preserve">80.1. Передати у приватну власність гр. БІЛОУСУ Леоніду Євгеновичу земельну ділянку кадастровий номер 6321287500:02:000:1861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FE4DA9">
      <w:pPr>
        <w:spacing w:before="240"/>
        <w:ind w:firstLine="567"/>
        <w:jc w:val="both"/>
        <w:rPr>
          <w:sz w:val="28"/>
          <w:szCs w:val="28"/>
        </w:rPr>
      </w:pPr>
      <w:r w:rsidRPr="00FA4E96">
        <w:rPr>
          <w:sz w:val="28"/>
          <w:szCs w:val="28"/>
        </w:rPr>
        <w:t>81. Затвердити проект землеустрою щодо відведення земельної ділянки у власність гр. Свищ Олені Олександрівні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FE4DA9">
      <w:pPr>
        <w:ind w:firstLine="567"/>
        <w:jc w:val="both"/>
        <w:rPr>
          <w:sz w:val="28"/>
          <w:szCs w:val="28"/>
        </w:rPr>
      </w:pPr>
      <w:r w:rsidRPr="00FA4E96">
        <w:rPr>
          <w:sz w:val="28"/>
          <w:szCs w:val="28"/>
        </w:rPr>
        <w:t xml:space="preserve">81.1. Передати у приватну власність гр. СВИЩ Олені Олександрівні земельну ділянку кадастровий номер 6321287500:02:000:1855 площею                  0,7700 га, в тому числі пасовища площею 0,7700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F59BB">
      <w:pPr>
        <w:spacing w:before="240"/>
        <w:ind w:firstLine="567"/>
        <w:jc w:val="both"/>
        <w:rPr>
          <w:sz w:val="28"/>
          <w:szCs w:val="28"/>
        </w:rPr>
      </w:pPr>
      <w:r w:rsidRPr="00FA4E96">
        <w:rPr>
          <w:sz w:val="28"/>
          <w:szCs w:val="28"/>
        </w:rPr>
        <w:t>82. Затвердити проект землеустрою щодо відведення земельної ділянки у власність гр. Грековій Надії Миколаївні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4F59BB">
      <w:pPr>
        <w:ind w:firstLine="567"/>
        <w:jc w:val="both"/>
        <w:rPr>
          <w:sz w:val="28"/>
          <w:szCs w:val="28"/>
        </w:rPr>
      </w:pPr>
      <w:r w:rsidRPr="00FA4E96">
        <w:rPr>
          <w:sz w:val="28"/>
          <w:szCs w:val="28"/>
        </w:rPr>
        <w:t xml:space="preserve">82.1. Передати у приватну власність гр. ГРЕКОВІЙ Надії Миколаївні земельну ділянку кадастровий номер 6321287500:01:000:1225 площею                  0,6698 га, в тому числі рілля площею 0,6698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F59BB">
      <w:pPr>
        <w:spacing w:before="240"/>
        <w:ind w:firstLine="567"/>
        <w:jc w:val="both"/>
        <w:rPr>
          <w:sz w:val="28"/>
          <w:szCs w:val="28"/>
        </w:rPr>
      </w:pPr>
      <w:r w:rsidRPr="00FA4E96">
        <w:rPr>
          <w:sz w:val="28"/>
          <w:szCs w:val="28"/>
        </w:rPr>
        <w:t>83. Затвердити проект землеустрою щодо відведення земельної ділянки у власність гр. Михайловському Сергію Івановичу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4F59BB">
      <w:pPr>
        <w:ind w:firstLine="567"/>
        <w:jc w:val="both"/>
        <w:rPr>
          <w:sz w:val="28"/>
          <w:szCs w:val="28"/>
        </w:rPr>
      </w:pPr>
      <w:r w:rsidRPr="00FA4E96">
        <w:rPr>
          <w:sz w:val="28"/>
          <w:szCs w:val="28"/>
        </w:rPr>
        <w:t xml:space="preserve">83.1. Передати у приватну власність гр. МИХАЙЛОВСЬКОМУ Сергію Івановичу земельну ділянку кадастровий номер 6321287500:02:000:1857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A0810">
      <w:pPr>
        <w:spacing w:before="240"/>
        <w:ind w:firstLine="567"/>
        <w:jc w:val="both"/>
        <w:rPr>
          <w:sz w:val="28"/>
          <w:szCs w:val="28"/>
        </w:rPr>
      </w:pPr>
      <w:r w:rsidRPr="00FA4E96">
        <w:rPr>
          <w:sz w:val="28"/>
          <w:szCs w:val="28"/>
        </w:rPr>
        <w:t>84. Затвердити проект землеустрою щодо відведення земельної ділянки у власність гр. Ковальку Максиму Сергійовичу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4A0810">
      <w:pPr>
        <w:ind w:firstLine="567"/>
        <w:jc w:val="both"/>
        <w:rPr>
          <w:sz w:val="28"/>
          <w:szCs w:val="28"/>
        </w:rPr>
      </w:pPr>
      <w:r w:rsidRPr="00FA4E96">
        <w:rPr>
          <w:sz w:val="28"/>
          <w:szCs w:val="28"/>
        </w:rPr>
        <w:t xml:space="preserve">84.1. Передати у приватну власність гр. КОВАЛЬКУ Максиму Сергійовичу земельну ділянку кадастровий номер 6321287500:02:000:1866 площею 0,6500 га, в тому числі рілля площею 0,6500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A0810">
      <w:pPr>
        <w:spacing w:before="240"/>
        <w:ind w:firstLine="567"/>
        <w:jc w:val="both"/>
        <w:rPr>
          <w:sz w:val="28"/>
          <w:szCs w:val="28"/>
        </w:rPr>
      </w:pPr>
      <w:r w:rsidRPr="00FA4E96">
        <w:rPr>
          <w:sz w:val="28"/>
          <w:szCs w:val="28"/>
        </w:rPr>
        <w:t>85. Затвердити проект землеустрою щодо відведення земельної ділянки у власність гр. Гурі Тетяні Миколаївні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4A0810">
      <w:pPr>
        <w:ind w:firstLine="567"/>
        <w:jc w:val="both"/>
        <w:rPr>
          <w:sz w:val="28"/>
          <w:szCs w:val="28"/>
        </w:rPr>
      </w:pPr>
      <w:r w:rsidRPr="00FA4E96">
        <w:rPr>
          <w:sz w:val="28"/>
          <w:szCs w:val="28"/>
        </w:rPr>
        <w:t xml:space="preserve">85.1. Передати у приватну власність гр. ГУРІ Тетяні Миколаївні земельну ділянку кадастровий номер 6321287500:02:000:1862 площею  1,3216 га, в тому числі рілля площею 1,3216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A0810">
      <w:pPr>
        <w:spacing w:before="240"/>
        <w:ind w:firstLine="567"/>
        <w:jc w:val="both"/>
        <w:rPr>
          <w:sz w:val="28"/>
          <w:szCs w:val="28"/>
        </w:rPr>
      </w:pPr>
      <w:r w:rsidRPr="00FA4E96">
        <w:rPr>
          <w:sz w:val="28"/>
          <w:szCs w:val="28"/>
        </w:rPr>
        <w:t>86. Затвердити проект землеустрою щодо відведення земельної ділянки у власність гр. Соболь Аллі Павлівні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4A0810">
      <w:pPr>
        <w:ind w:firstLine="567"/>
        <w:jc w:val="both"/>
        <w:rPr>
          <w:sz w:val="28"/>
          <w:szCs w:val="28"/>
        </w:rPr>
      </w:pPr>
      <w:r w:rsidRPr="00FA4E96">
        <w:rPr>
          <w:sz w:val="28"/>
          <w:szCs w:val="28"/>
        </w:rPr>
        <w:t xml:space="preserve">86.1. Передати у приватну власність гр. СОБОЛЬ Аллі Павлівні земельну ділянку кадастровий номер 6321287500:01:000:1222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8A4BA8">
      <w:pPr>
        <w:spacing w:before="240"/>
        <w:ind w:firstLine="567"/>
        <w:jc w:val="both"/>
        <w:rPr>
          <w:sz w:val="28"/>
          <w:szCs w:val="28"/>
        </w:rPr>
      </w:pPr>
      <w:r w:rsidRPr="00FA4E96">
        <w:rPr>
          <w:sz w:val="28"/>
          <w:szCs w:val="28"/>
        </w:rPr>
        <w:t>87. Затвердити проект землеустрою щодо відведення земельної ділянки у власність гр. Чалик Тетяні Петрівні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8A4BA8">
      <w:pPr>
        <w:ind w:firstLine="567"/>
        <w:jc w:val="both"/>
        <w:rPr>
          <w:sz w:val="28"/>
          <w:szCs w:val="28"/>
        </w:rPr>
      </w:pPr>
      <w:r w:rsidRPr="00FA4E96">
        <w:rPr>
          <w:sz w:val="28"/>
          <w:szCs w:val="28"/>
        </w:rPr>
        <w:t xml:space="preserve">87.1. Передати у приватну власність гр. ЧАЛИК Тетяні Петрівні земельну ділянку кадастровий номер 6321287500:02:000:1860 площею  1,8292 га, в тому числі рілля площею 1,8292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8A4BA8">
      <w:pPr>
        <w:spacing w:before="240"/>
        <w:ind w:firstLine="567"/>
        <w:jc w:val="both"/>
        <w:rPr>
          <w:sz w:val="28"/>
          <w:szCs w:val="28"/>
        </w:rPr>
      </w:pPr>
      <w:r w:rsidRPr="00FA4E96">
        <w:rPr>
          <w:sz w:val="28"/>
          <w:szCs w:val="28"/>
        </w:rPr>
        <w:t>88. Затвердити проект землеустрою щодо відведення земельної ділянки у власність гр. Ревякіну Тарасу Андрійовичу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8A4BA8">
      <w:pPr>
        <w:ind w:firstLine="567"/>
        <w:jc w:val="both"/>
        <w:rPr>
          <w:sz w:val="28"/>
          <w:szCs w:val="28"/>
        </w:rPr>
      </w:pPr>
      <w:r w:rsidRPr="00FA4E96">
        <w:rPr>
          <w:sz w:val="28"/>
          <w:szCs w:val="28"/>
        </w:rPr>
        <w:t xml:space="preserve">88.1. Передати у приватну власність гр. РЕВЯКІНУ Тарасу Андрійовичу земельну ділянку кадастровий номер 6321287500:01:000:1217 площею  0,9926 га, в тому числі рілля площею 0,9926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8A4BA8">
      <w:pPr>
        <w:spacing w:before="240"/>
        <w:ind w:firstLine="567"/>
        <w:jc w:val="both"/>
        <w:rPr>
          <w:sz w:val="28"/>
          <w:szCs w:val="28"/>
        </w:rPr>
      </w:pPr>
      <w:r w:rsidRPr="00FA4E96">
        <w:rPr>
          <w:sz w:val="28"/>
          <w:szCs w:val="28"/>
        </w:rPr>
        <w:t>89. Затвердити проект землеустрою щодо відведення земельної ділянки у власність гр. Колєсніку Миколі Дмитровичу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8A4BA8">
      <w:pPr>
        <w:ind w:firstLine="567"/>
        <w:jc w:val="both"/>
        <w:rPr>
          <w:sz w:val="28"/>
          <w:szCs w:val="28"/>
        </w:rPr>
      </w:pPr>
      <w:r w:rsidRPr="00FA4E96">
        <w:rPr>
          <w:sz w:val="28"/>
          <w:szCs w:val="28"/>
        </w:rPr>
        <w:t xml:space="preserve">89.1. Передати у приватну власність гр. КОЛЄСНІКУ Миколі Дмитровичу земельну ділянку кадастровий номер 6321287500:02:000:1863 площею 0,7000 га, в тому числі рілля площею 0,7000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E25B9">
      <w:pPr>
        <w:spacing w:before="240"/>
        <w:ind w:firstLine="567"/>
        <w:jc w:val="both"/>
        <w:rPr>
          <w:sz w:val="28"/>
          <w:szCs w:val="28"/>
        </w:rPr>
      </w:pPr>
      <w:r w:rsidRPr="00FA4E96">
        <w:rPr>
          <w:sz w:val="28"/>
          <w:szCs w:val="28"/>
        </w:rPr>
        <w:t>90. Затвердити проект землеустрою щодо відведення земельної ділянки у власність гр. Грековій Вікторії Олександрівні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1E25B9">
      <w:pPr>
        <w:ind w:firstLine="567"/>
        <w:jc w:val="both"/>
        <w:rPr>
          <w:sz w:val="28"/>
          <w:szCs w:val="28"/>
        </w:rPr>
      </w:pPr>
      <w:r w:rsidRPr="00FA4E96">
        <w:rPr>
          <w:sz w:val="28"/>
          <w:szCs w:val="28"/>
        </w:rPr>
        <w:t xml:space="preserve">90.1. Передати у приватну власність гр. ГРЕКОВІЙ Вікторії Олександрівні земельну ділянку кадастровий номер 6321287500:01:000:1220 площею 0,4000 га, в тому числі рілля площею 0,4000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E25B9">
      <w:pPr>
        <w:spacing w:before="240"/>
        <w:ind w:firstLine="567"/>
        <w:jc w:val="both"/>
        <w:rPr>
          <w:sz w:val="28"/>
          <w:szCs w:val="28"/>
        </w:rPr>
      </w:pPr>
      <w:r w:rsidRPr="00FA4E96">
        <w:rPr>
          <w:sz w:val="28"/>
          <w:szCs w:val="28"/>
        </w:rPr>
        <w:t>91. Затвердити проект землеустрою щодо відведення земельної ділянки у власність гр. Матяш Віті Василівні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1E25B9">
      <w:pPr>
        <w:ind w:firstLine="567"/>
        <w:jc w:val="both"/>
        <w:rPr>
          <w:sz w:val="28"/>
          <w:szCs w:val="28"/>
        </w:rPr>
      </w:pPr>
      <w:r w:rsidRPr="00FA4E96">
        <w:rPr>
          <w:sz w:val="28"/>
          <w:szCs w:val="28"/>
        </w:rPr>
        <w:t xml:space="preserve">91.1. Передати у приватну власність гр. МАТЯШ Віті Василівні земельну ділянку кадастровий номер 6321287500:02:000:1856 площею  0,7500 га, в тому числі рілля площею 0,7500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E25B9">
      <w:pPr>
        <w:spacing w:before="240"/>
        <w:ind w:firstLine="567"/>
        <w:jc w:val="both"/>
        <w:rPr>
          <w:sz w:val="28"/>
          <w:szCs w:val="28"/>
        </w:rPr>
      </w:pPr>
      <w:r w:rsidRPr="00FA4E96">
        <w:rPr>
          <w:sz w:val="28"/>
          <w:szCs w:val="28"/>
        </w:rPr>
        <w:t>92. Затвердити проект землеустрою щодо відведення земельної ділянки у власність гр. Майстренко Сергій Юрійович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1E25B9">
      <w:pPr>
        <w:ind w:firstLine="567"/>
        <w:jc w:val="both"/>
        <w:rPr>
          <w:sz w:val="28"/>
          <w:szCs w:val="28"/>
        </w:rPr>
      </w:pPr>
      <w:r w:rsidRPr="00FA4E96">
        <w:rPr>
          <w:sz w:val="28"/>
          <w:szCs w:val="28"/>
        </w:rPr>
        <w:t xml:space="preserve">92.1. Передати у приватну власність гр. МАЙСТРЕНКО Сергій Юрійович земельну ділянку кадастровий номер 6321288500:03:000:1205 площею 1,5972 га, в тому числі рілля площею 1,5972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C35F6">
      <w:pPr>
        <w:spacing w:before="240"/>
        <w:ind w:firstLine="567"/>
        <w:jc w:val="both"/>
        <w:rPr>
          <w:sz w:val="28"/>
          <w:szCs w:val="28"/>
        </w:rPr>
      </w:pPr>
      <w:r w:rsidRPr="00FA4E96">
        <w:rPr>
          <w:sz w:val="28"/>
          <w:szCs w:val="28"/>
        </w:rPr>
        <w:t>93. Затвердити проект землеустрою щодо відведення земельної ділянки у власність гр. Шевченко Ольга Володимирівна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9C35F6">
      <w:pPr>
        <w:ind w:firstLine="567"/>
        <w:jc w:val="both"/>
        <w:rPr>
          <w:sz w:val="28"/>
          <w:szCs w:val="28"/>
        </w:rPr>
      </w:pPr>
      <w:r w:rsidRPr="00FA4E96">
        <w:rPr>
          <w:sz w:val="28"/>
          <w:szCs w:val="28"/>
        </w:rPr>
        <w:t xml:space="preserve">93.1. Передати у приватну власність гр. ШЕВЧЕНКО Ользі Володимирівні земельну ділянку кадастровий номер 6321288500:03:000:1216 площею 0,7028 га, в тому числі рілля площею 0,7028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02260">
      <w:pPr>
        <w:spacing w:before="240"/>
        <w:ind w:firstLine="567"/>
        <w:jc w:val="both"/>
        <w:rPr>
          <w:sz w:val="28"/>
          <w:szCs w:val="28"/>
        </w:rPr>
      </w:pPr>
      <w:r w:rsidRPr="00FA4E96">
        <w:rPr>
          <w:sz w:val="28"/>
          <w:szCs w:val="28"/>
        </w:rPr>
        <w:t>94. Затвердити проект землеустрою щодо відведення земельної ділянки у власність гр. Костюк Юрій Миколайович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D02260">
      <w:pPr>
        <w:ind w:firstLine="567"/>
        <w:jc w:val="both"/>
        <w:rPr>
          <w:sz w:val="28"/>
          <w:szCs w:val="28"/>
        </w:rPr>
      </w:pPr>
      <w:r w:rsidRPr="00FA4E96">
        <w:rPr>
          <w:sz w:val="28"/>
          <w:szCs w:val="28"/>
        </w:rPr>
        <w:t xml:space="preserve">94.1. Передати у приватну власність гр. КОСТЮК Юрій Миколайович земельну ділянку кадастровий номер 6321288500:04:000:1021 площею         1,9620 га, в тому числі рілля площею 1,9620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8B46BE">
      <w:pPr>
        <w:spacing w:before="240"/>
        <w:ind w:firstLine="567"/>
        <w:jc w:val="both"/>
        <w:rPr>
          <w:sz w:val="28"/>
          <w:szCs w:val="28"/>
        </w:rPr>
      </w:pPr>
      <w:r w:rsidRPr="00FA4E96">
        <w:rPr>
          <w:sz w:val="28"/>
          <w:szCs w:val="28"/>
        </w:rPr>
        <w:t>95. Затвердити проект землеустрою щодо відведення земельної ділянки у власність гр. Голубцову Віктору Стефановичу, гр. Бондаренко Оксані Сергіївні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8B46BE">
      <w:pPr>
        <w:ind w:firstLine="567"/>
        <w:jc w:val="both"/>
        <w:rPr>
          <w:sz w:val="28"/>
          <w:szCs w:val="28"/>
        </w:rPr>
      </w:pPr>
      <w:r w:rsidRPr="00FA4E96">
        <w:rPr>
          <w:sz w:val="28"/>
          <w:szCs w:val="28"/>
        </w:rPr>
        <w:t xml:space="preserve">95.1. Передати у приватну власність гр. ГОЛУБЦОВУ Віктору Стефановичу земельну ділянку кадастровий номер 6321288500:04:000:1049 площею 1,9000 га, в тому числі рілля площею 1,9000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B2455C" w:rsidRPr="00FA4E96" w:rsidRDefault="00B2455C" w:rsidP="008B46BE">
      <w:pPr>
        <w:ind w:firstLine="567"/>
        <w:jc w:val="both"/>
        <w:rPr>
          <w:sz w:val="28"/>
          <w:szCs w:val="28"/>
        </w:rPr>
      </w:pPr>
      <w:r w:rsidRPr="00FA4E96">
        <w:rPr>
          <w:sz w:val="28"/>
          <w:szCs w:val="28"/>
        </w:rPr>
        <w:t xml:space="preserve">95.2. Передати у приватну власність гр. БОНДАРЕНКО Оксані Сергіївні земельну ділянку кадастровий номер 6321288500:04:000:1048 площею  1,9000 га, в тому числі рілля площею 1,9000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D4946">
      <w:pPr>
        <w:spacing w:before="240"/>
        <w:ind w:firstLine="567"/>
        <w:jc w:val="both"/>
        <w:rPr>
          <w:sz w:val="28"/>
          <w:szCs w:val="28"/>
        </w:rPr>
      </w:pPr>
      <w:r w:rsidRPr="00FA4E96">
        <w:rPr>
          <w:sz w:val="28"/>
          <w:szCs w:val="28"/>
        </w:rPr>
        <w:t xml:space="preserve">96. Затвердити проект землеустрою щодо відведення земельної ділянки у власність гр. Власенку Борису Івановичу для ведення особистого селянського господарства, код згідно </w:t>
      </w:r>
      <w:r>
        <w:rPr>
          <w:sz w:val="28"/>
          <w:szCs w:val="28"/>
        </w:rPr>
        <w:t>КВЦПЗД</w:t>
      </w:r>
      <w:r w:rsidRPr="00FA4E96">
        <w:rPr>
          <w:sz w:val="28"/>
          <w:szCs w:val="28"/>
        </w:rPr>
        <w:t xml:space="preserve"> - 01.03 за межами населених пунктів на території Валківської міської ради Богодухівського району Харківської області.</w:t>
      </w:r>
    </w:p>
    <w:p w:rsidR="00B2455C" w:rsidRPr="00FA4E96" w:rsidRDefault="00B2455C" w:rsidP="000D4946">
      <w:pPr>
        <w:ind w:firstLine="567"/>
        <w:jc w:val="both"/>
        <w:rPr>
          <w:sz w:val="28"/>
          <w:szCs w:val="28"/>
        </w:rPr>
      </w:pPr>
      <w:r w:rsidRPr="00FA4E96">
        <w:rPr>
          <w:sz w:val="28"/>
          <w:szCs w:val="28"/>
        </w:rPr>
        <w:t xml:space="preserve">96.1. Передати у приватну власність гр. ВЛАСЕНКУ Борису Івановичу земельну ділянку кадастровий номер 6321282500:03:000:0557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D4946">
      <w:pPr>
        <w:spacing w:before="240"/>
        <w:ind w:firstLine="567"/>
        <w:jc w:val="both"/>
        <w:rPr>
          <w:sz w:val="28"/>
          <w:szCs w:val="28"/>
        </w:rPr>
      </w:pPr>
      <w:r w:rsidRPr="00FA4E96">
        <w:rPr>
          <w:sz w:val="28"/>
          <w:szCs w:val="28"/>
        </w:rPr>
        <w:t xml:space="preserve">97. Затвердити проект землеустрою щодо відведення земельної ділянки у власність гр. Власенко Катерині Андріївні для ведення особистого селянського господарства, код згідно </w:t>
      </w:r>
      <w:r>
        <w:rPr>
          <w:sz w:val="28"/>
          <w:szCs w:val="28"/>
        </w:rPr>
        <w:t>КВЦПЗД</w:t>
      </w:r>
      <w:r w:rsidRPr="00FA4E96">
        <w:rPr>
          <w:sz w:val="28"/>
          <w:szCs w:val="28"/>
        </w:rPr>
        <w:t xml:space="preserve"> - 01.03 за межами населених пунктів на території Валківської міської ради Богодухівського району Харківської області.</w:t>
      </w:r>
    </w:p>
    <w:p w:rsidR="00B2455C" w:rsidRPr="00FA4E96" w:rsidRDefault="00B2455C" w:rsidP="000D4946">
      <w:pPr>
        <w:ind w:firstLine="567"/>
        <w:jc w:val="both"/>
        <w:rPr>
          <w:sz w:val="28"/>
          <w:szCs w:val="28"/>
        </w:rPr>
      </w:pPr>
      <w:r w:rsidRPr="00FA4E96">
        <w:rPr>
          <w:sz w:val="28"/>
          <w:szCs w:val="28"/>
        </w:rPr>
        <w:t xml:space="preserve">97.1. Передати у приватну власність гр. ВЛАСЕНКО Катерині Андріївні земельну ділянку кадастровий номер 6321282500:03:000:0558 площею         1,1000 га, в тому числі рілля площею 1,1000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D4946">
      <w:pPr>
        <w:spacing w:before="240"/>
        <w:ind w:firstLine="567"/>
        <w:jc w:val="both"/>
        <w:rPr>
          <w:sz w:val="28"/>
          <w:szCs w:val="28"/>
        </w:rPr>
      </w:pPr>
      <w:r w:rsidRPr="00FA4E96">
        <w:rPr>
          <w:sz w:val="28"/>
          <w:szCs w:val="28"/>
        </w:rPr>
        <w:t>98. Затвердити проект землеустрою щодо відведення земельної ділянки гр. Кобець Валентині Василівні для ведення особистого селянського господарства за рахунок земельної ділянки з кадастровим номером 6321284000:03:000:0650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0D4946">
      <w:pPr>
        <w:ind w:firstLine="567"/>
        <w:jc w:val="both"/>
        <w:rPr>
          <w:sz w:val="28"/>
          <w:szCs w:val="28"/>
        </w:rPr>
      </w:pPr>
      <w:r w:rsidRPr="00FA4E96">
        <w:rPr>
          <w:sz w:val="28"/>
          <w:szCs w:val="28"/>
        </w:rPr>
        <w:t xml:space="preserve">98.1. Передати у приватну власність гр. КОБЕЦЬ Валентині Василівні земельну ділянку кадастровий номер 6321284000:03:000:0650 площею         0,9166 га, в тому числі рілля площею 0,9166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850B0">
      <w:pPr>
        <w:spacing w:before="240"/>
        <w:ind w:firstLine="567"/>
        <w:jc w:val="both"/>
        <w:rPr>
          <w:sz w:val="28"/>
          <w:szCs w:val="28"/>
        </w:rPr>
      </w:pPr>
      <w:r w:rsidRPr="00FA4E96">
        <w:rPr>
          <w:sz w:val="28"/>
          <w:szCs w:val="28"/>
        </w:rPr>
        <w:t>99. Затвердити проект землеустрою щодо відведення земельної ділянки у власність гр. Павленку Віталію Юрійовичу за рахунок земель запасу державної власності сільськогосподарського призначення сільськогосподарських угідь (пасовища), несільськогосподарських угідь (під господарськими будівлями і дворами), для ведення особистого селянського господарства розташованої за межами населених пунктів на території Мельниківської сільської ради Валківського району Харківської області.</w:t>
      </w:r>
    </w:p>
    <w:p w:rsidR="00B2455C" w:rsidRPr="00FA4E96" w:rsidRDefault="00B2455C" w:rsidP="00C850B0">
      <w:pPr>
        <w:ind w:firstLine="567"/>
        <w:jc w:val="both"/>
        <w:rPr>
          <w:sz w:val="28"/>
          <w:szCs w:val="28"/>
        </w:rPr>
      </w:pPr>
      <w:r w:rsidRPr="00FA4E96">
        <w:rPr>
          <w:sz w:val="28"/>
          <w:szCs w:val="28"/>
        </w:rPr>
        <w:t xml:space="preserve">99.1. Передати у приватну власність гр. ПАВЛЕНКУ Віталію Юрійовичу земельну ділянку кадастровий номер 6321284000:03:000:0640 площею 2,0000 га, в тому числі пасовища площею 0,9073 га та під сільськогосподарськими та іншими господарськими будівлями і дворами площею 1,0927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850B0">
      <w:pPr>
        <w:spacing w:before="240"/>
        <w:ind w:firstLine="567"/>
        <w:jc w:val="both"/>
        <w:rPr>
          <w:sz w:val="28"/>
          <w:szCs w:val="28"/>
        </w:rPr>
      </w:pPr>
      <w:r w:rsidRPr="00FA4E96">
        <w:rPr>
          <w:sz w:val="28"/>
          <w:szCs w:val="28"/>
        </w:rPr>
        <w:t xml:space="preserve">100. Затвердити проект землеустрою щодо відведення земельної ділянки у власність гр. Ткаченко Меланії Василівні за рахунок земель (кад. № 6321283500:02:000:0810) із земель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C850B0">
      <w:pPr>
        <w:ind w:firstLine="567"/>
        <w:jc w:val="both"/>
        <w:rPr>
          <w:sz w:val="28"/>
          <w:szCs w:val="28"/>
        </w:rPr>
      </w:pPr>
      <w:r w:rsidRPr="00FA4E96">
        <w:rPr>
          <w:sz w:val="28"/>
          <w:szCs w:val="28"/>
        </w:rPr>
        <w:t xml:space="preserve">100.1. Передати у приватну власність гр. ТКАЧЕНКО Меланії Василівні земельну ділянку кадастровий номер 6321283500:02:000:0858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60A68">
      <w:pPr>
        <w:spacing w:before="240"/>
        <w:ind w:firstLine="567"/>
        <w:jc w:val="both"/>
        <w:rPr>
          <w:sz w:val="28"/>
          <w:szCs w:val="28"/>
        </w:rPr>
      </w:pPr>
      <w:r w:rsidRPr="00FA4E96">
        <w:rPr>
          <w:sz w:val="28"/>
          <w:szCs w:val="28"/>
        </w:rPr>
        <w:t>101. Затвердити проект землеустрою щодо відведення земельної ділянки у власність гр. Майбі Андрію Сергійовичу, гр. Кулику Дмитру Дмитровичу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E60A68">
      <w:pPr>
        <w:ind w:firstLine="567"/>
        <w:jc w:val="both"/>
        <w:rPr>
          <w:sz w:val="28"/>
          <w:szCs w:val="28"/>
        </w:rPr>
      </w:pPr>
      <w:r w:rsidRPr="00FA4E96">
        <w:rPr>
          <w:sz w:val="28"/>
          <w:szCs w:val="28"/>
        </w:rPr>
        <w:t xml:space="preserve">101.1. Передати у приватну власність гр. МАЙБІ Андрію Сергійовичу земельну ділянку кадастровий номер 6321282500:02:000:1269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B2455C" w:rsidRPr="00FA4E96" w:rsidRDefault="00B2455C" w:rsidP="00E60A68">
      <w:pPr>
        <w:ind w:firstLine="567"/>
        <w:jc w:val="both"/>
        <w:rPr>
          <w:sz w:val="28"/>
          <w:szCs w:val="28"/>
        </w:rPr>
      </w:pPr>
      <w:r w:rsidRPr="00FA4E96">
        <w:rPr>
          <w:sz w:val="28"/>
          <w:szCs w:val="28"/>
        </w:rPr>
        <w:t xml:space="preserve">101.2. Передати у приватну власність гр. КУЛИКУ Дмитру Дмитровичу земельну ділянку кадастровий номер 6321282500:02:000:1270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E1AC0">
      <w:pPr>
        <w:spacing w:before="240"/>
        <w:ind w:firstLine="567"/>
        <w:jc w:val="both"/>
        <w:rPr>
          <w:sz w:val="28"/>
          <w:szCs w:val="28"/>
        </w:rPr>
      </w:pPr>
      <w:r w:rsidRPr="00FA4E96">
        <w:rPr>
          <w:sz w:val="28"/>
          <w:szCs w:val="28"/>
        </w:rPr>
        <w:t>102. Затвердити проект землеустрою щодо відведення земельної ділянки у власність гр. Шаповалов Олександр Олександрович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1E1AC0">
      <w:pPr>
        <w:ind w:firstLine="567"/>
        <w:jc w:val="both"/>
        <w:rPr>
          <w:sz w:val="28"/>
          <w:szCs w:val="28"/>
        </w:rPr>
      </w:pPr>
      <w:r w:rsidRPr="00FA4E96">
        <w:rPr>
          <w:sz w:val="28"/>
          <w:szCs w:val="28"/>
        </w:rPr>
        <w:t xml:space="preserve">102.1. Передати у приватну власність гр. ШАПОВАЛОВУ Олександру Олександровичу земельну ділянку кадастровий номер 6321210100:00:016:0052 площею 1,1404 га, в тому числі сіножаті площею 1,1404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B2455C" w:rsidRPr="00FA4E96" w:rsidRDefault="00B2455C" w:rsidP="00DD7FBC">
      <w:pPr>
        <w:spacing w:before="240"/>
        <w:ind w:firstLine="567"/>
        <w:jc w:val="both"/>
        <w:rPr>
          <w:sz w:val="28"/>
          <w:szCs w:val="28"/>
        </w:rPr>
      </w:pPr>
      <w:r w:rsidRPr="00FA4E96">
        <w:rPr>
          <w:sz w:val="28"/>
          <w:szCs w:val="28"/>
        </w:rPr>
        <w:t xml:space="preserve">103. Затвердити проект землеустрою щодо відведення земельної ділянки гр. Рак Сергію Володимировичу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по вул. Шкільна в с. Кобзарівка на території Валківської міської ради Богодухівського району Харківської області.</w:t>
      </w:r>
    </w:p>
    <w:p w:rsidR="00B2455C" w:rsidRPr="00FA4E96" w:rsidRDefault="00B2455C" w:rsidP="00DD7FBC">
      <w:pPr>
        <w:ind w:firstLine="567"/>
        <w:jc w:val="both"/>
        <w:rPr>
          <w:sz w:val="28"/>
          <w:szCs w:val="28"/>
        </w:rPr>
      </w:pPr>
      <w:r w:rsidRPr="00FA4E96">
        <w:rPr>
          <w:sz w:val="28"/>
          <w:szCs w:val="28"/>
        </w:rPr>
        <w:t xml:space="preserve">103.1. Передати у приватну власність гр. РАК Сергію Володимировичу земельну ділянку кадастровий номер 6321283001:00:001:0106 площею  0,2600 га, в тому числі рілля площею 0,2600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Шкільна, с. Кобзарівка, Богодухівський район, Харківська область.</w:t>
      </w:r>
    </w:p>
    <w:p w:rsidR="00B2455C" w:rsidRPr="00FA4E96" w:rsidRDefault="00B2455C" w:rsidP="00DD7FBC">
      <w:pPr>
        <w:spacing w:before="240"/>
        <w:ind w:firstLine="567"/>
        <w:jc w:val="both"/>
        <w:rPr>
          <w:sz w:val="28"/>
          <w:szCs w:val="28"/>
        </w:rPr>
      </w:pPr>
      <w:r w:rsidRPr="00FA4E96">
        <w:rPr>
          <w:sz w:val="28"/>
          <w:szCs w:val="28"/>
        </w:rPr>
        <w:t>104. Затвердити проект землеустрою щодо відведення земельної ділянки гр. Славгородській Олені Василівні для ведення особистого селянського господарства розташованої по вул. Фермерська в с. Минківка на території Минківської сільської ради Валківського району Харківської області.</w:t>
      </w:r>
    </w:p>
    <w:p w:rsidR="00B2455C" w:rsidRPr="00FA4E96" w:rsidRDefault="00B2455C" w:rsidP="00DD7FBC">
      <w:pPr>
        <w:ind w:firstLine="567"/>
        <w:jc w:val="both"/>
        <w:rPr>
          <w:sz w:val="28"/>
          <w:szCs w:val="28"/>
        </w:rPr>
      </w:pPr>
      <w:r w:rsidRPr="00FA4E96">
        <w:rPr>
          <w:sz w:val="28"/>
          <w:szCs w:val="28"/>
        </w:rPr>
        <w:t xml:space="preserve">104.1. Передати у приватну власність гр. СЛАВГОРОДСЬКІЙ Олені Василівні земельну ділянку кадастровий номер 6321284501:00:001:0148 площею 0,1681 га, в тому числі рілля площею 0,1681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Фермерська, с. Минківка, Богодухівський район, Харківська область.</w:t>
      </w:r>
    </w:p>
    <w:p w:rsidR="00B2455C" w:rsidRPr="00FA4E96" w:rsidRDefault="00B2455C" w:rsidP="00DD7FBC">
      <w:pPr>
        <w:spacing w:before="240"/>
        <w:ind w:firstLine="567"/>
        <w:jc w:val="both"/>
        <w:rPr>
          <w:sz w:val="28"/>
          <w:szCs w:val="28"/>
        </w:rPr>
      </w:pPr>
      <w:r w:rsidRPr="00FA4E96">
        <w:rPr>
          <w:sz w:val="28"/>
          <w:szCs w:val="28"/>
        </w:rPr>
        <w:t>105. Затвердити проект землеустрою щодо відведення земельної ділянки зі зміною цільового призначення із земель запасу житлової та громадської забудови в землі сільськогосподарського призначення гр. Серпуховітіну Ігорю Анатолійовичу для ведення особистого селянського господарства розташованої по вул. Широка, 36у сел. Газове на території Старомерчицької селищної ради Валківського району Харківської області.</w:t>
      </w:r>
    </w:p>
    <w:p w:rsidR="00B2455C" w:rsidRPr="00FA4E96" w:rsidRDefault="00B2455C" w:rsidP="00DD7FBC">
      <w:pPr>
        <w:ind w:firstLine="567"/>
        <w:jc w:val="both"/>
        <w:rPr>
          <w:sz w:val="28"/>
          <w:szCs w:val="28"/>
        </w:rPr>
      </w:pPr>
      <w:r w:rsidRPr="00FA4E96">
        <w:rPr>
          <w:sz w:val="28"/>
          <w:szCs w:val="28"/>
        </w:rPr>
        <w:t xml:space="preserve">105.1. Передати у приватну власність гр. СЕРПУХОВІТІНУ Ігорю Анатолійовичу земельну ділянку кадастровий номер 6321256001:00:001:0086 площею 0,0347 га, в тому числі рілля площею 0,0347 га, із земель житлової та громадської забудови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Широка, 36,             сел. Газове, Богодухівський район, Харківська область.</w:t>
      </w:r>
    </w:p>
    <w:p w:rsidR="00B2455C" w:rsidRPr="00FA4E96" w:rsidRDefault="00B2455C" w:rsidP="006503D5">
      <w:pPr>
        <w:spacing w:before="240"/>
        <w:ind w:firstLine="567"/>
        <w:jc w:val="both"/>
        <w:rPr>
          <w:sz w:val="28"/>
          <w:szCs w:val="28"/>
        </w:rPr>
      </w:pPr>
      <w:r w:rsidRPr="00FA4E96">
        <w:rPr>
          <w:sz w:val="28"/>
          <w:szCs w:val="28"/>
        </w:rPr>
        <w:t xml:space="preserve">106. Затвердити проект землеустрою щодо відведення земельної ділянки у власність гр. Біленко Олексію Петровичу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в с. Заміське, вул. Кільцева, 16 на території Валківської міської ради Богодухівського району Харківської області.</w:t>
      </w:r>
    </w:p>
    <w:p w:rsidR="00B2455C" w:rsidRPr="00FA4E96" w:rsidRDefault="00B2455C" w:rsidP="006503D5">
      <w:pPr>
        <w:ind w:firstLine="567"/>
        <w:jc w:val="both"/>
        <w:rPr>
          <w:sz w:val="28"/>
          <w:szCs w:val="28"/>
        </w:rPr>
      </w:pPr>
      <w:r w:rsidRPr="00FA4E96">
        <w:rPr>
          <w:sz w:val="28"/>
          <w:szCs w:val="28"/>
        </w:rPr>
        <w:t xml:space="preserve">106.1. Передати у приватну власність гр. БІЛЕНКО Олексію Петровичу земельну ділянку кадастровий номер 6321282501:00:002:0119 площею 0,0972 га, в тому числі рілля площею 0,0972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адресою:вул. Кільцева, 16, с. Заміське, Богодухівський район, Харківська область.</w:t>
      </w:r>
    </w:p>
    <w:p w:rsidR="00B2455C" w:rsidRPr="00FA4E96" w:rsidRDefault="00B2455C" w:rsidP="00B05909">
      <w:pPr>
        <w:spacing w:before="240"/>
        <w:ind w:firstLine="567"/>
        <w:jc w:val="both"/>
        <w:rPr>
          <w:sz w:val="28"/>
          <w:szCs w:val="28"/>
        </w:rPr>
      </w:pPr>
      <w:r w:rsidRPr="00FA4E96">
        <w:rPr>
          <w:sz w:val="28"/>
          <w:szCs w:val="28"/>
        </w:rPr>
        <w:t>107. Затвердити проект землеустрою щодо відведення земельної ділянки у власність гр. Костенко Андрію Миколайовичу для ведення особистого селянського господарства розташованої в с. Сидоренкове, пров. Горовівка, Богодухівського району Харківської області.</w:t>
      </w:r>
    </w:p>
    <w:p w:rsidR="00B2455C" w:rsidRPr="00FA4E96" w:rsidRDefault="00B2455C" w:rsidP="00B05909">
      <w:pPr>
        <w:ind w:firstLine="567"/>
        <w:jc w:val="both"/>
        <w:rPr>
          <w:sz w:val="28"/>
          <w:szCs w:val="28"/>
        </w:rPr>
      </w:pPr>
      <w:r w:rsidRPr="00FA4E96">
        <w:rPr>
          <w:sz w:val="28"/>
          <w:szCs w:val="28"/>
        </w:rPr>
        <w:t xml:space="preserve">107.1. Передати у приватну власність гр. КОСТЕНКО Андрію Миколайовичу земельну ділянку кадастровий номер 6321287001:00:001:0275 площею 1,2889 га, в тому числі рілля площею 1,2889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пров. Горовівка, с. Сидоренкове, Богодухівський район, Харківська область.</w:t>
      </w:r>
    </w:p>
    <w:p w:rsidR="00B2455C" w:rsidRPr="00FA4E96" w:rsidRDefault="00B2455C" w:rsidP="00B05909">
      <w:pPr>
        <w:spacing w:before="240"/>
        <w:ind w:firstLine="567"/>
        <w:jc w:val="both"/>
        <w:rPr>
          <w:sz w:val="28"/>
          <w:szCs w:val="28"/>
        </w:rPr>
      </w:pPr>
      <w:r w:rsidRPr="00FA4E96">
        <w:rPr>
          <w:sz w:val="28"/>
          <w:szCs w:val="28"/>
        </w:rPr>
        <w:t>108. Затвердити проект землеустрою щодо відведення земельної ділянки із земель запасу сільськогосподарського призначення гр. Душці Сергію Олександровичу для ведення особистого селянського господарства розташованої по вул. Шевченка у с. Добропілля Валківського району Харківської області.</w:t>
      </w:r>
    </w:p>
    <w:p w:rsidR="00B2455C" w:rsidRPr="00FA4E96" w:rsidRDefault="00B2455C" w:rsidP="00B05909">
      <w:pPr>
        <w:ind w:firstLine="567"/>
        <w:jc w:val="both"/>
        <w:rPr>
          <w:sz w:val="28"/>
          <w:szCs w:val="28"/>
        </w:rPr>
      </w:pPr>
      <w:r w:rsidRPr="00FA4E96">
        <w:rPr>
          <w:sz w:val="28"/>
          <w:szCs w:val="28"/>
        </w:rPr>
        <w:t xml:space="preserve">108.1. Передати у приватну власність гр. ДУЩЦІ Сергію Олександровичу земельну ділянку кадастровий номер 6321256000:02:000:0518 площею 1,2236 га, в тому числі сіножаті площею 1,2236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Шевченка, с. Добропілля, Богодухівський район, Харківська область.</w:t>
      </w:r>
    </w:p>
    <w:p w:rsidR="00B2455C" w:rsidRPr="00FA4E96" w:rsidRDefault="00B2455C" w:rsidP="00166B75">
      <w:pPr>
        <w:spacing w:before="240"/>
        <w:ind w:firstLine="567"/>
        <w:jc w:val="both"/>
        <w:rPr>
          <w:sz w:val="28"/>
          <w:szCs w:val="28"/>
        </w:rPr>
      </w:pPr>
      <w:r w:rsidRPr="00FA4E96">
        <w:rPr>
          <w:sz w:val="28"/>
          <w:szCs w:val="28"/>
        </w:rPr>
        <w:t>109. Затвердити проект землеустрою щодо відведення земельної ділянки із земель запасу сільськогосподарського призначення гр. Завізіону Віталію Миколайовичу для ведення особистого селянського господарства розташованої по вул. Геологічній, 4 у сел. Привокзальне на території Старомерчицької селищної ради Валківського району Харківської області.</w:t>
      </w:r>
    </w:p>
    <w:p w:rsidR="00B2455C" w:rsidRPr="00FA4E96" w:rsidRDefault="00B2455C" w:rsidP="00166B75">
      <w:pPr>
        <w:ind w:firstLine="567"/>
        <w:jc w:val="both"/>
        <w:rPr>
          <w:sz w:val="28"/>
          <w:szCs w:val="28"/>
        </w:rPr>
      </w:pPr>
      <w:r w:rsidRPr="00FA4E96">
        <w:rPr>
          <w:sz w:val="28"/>
          <w:szCs w:val="28"/>
        </w:rPr>
        <w:t xml:space="preserve">109.1. Передати у приватну власність гр. ЗАВІЗІОНУ Віталію Миколайовичу земельну ділянку кадастровий номер 6321256000:01:000:0580 площею 0,2564 га, в тому числі сіножаті площею 0,2564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Геологічна, 4, сел. Привокзальне, Богодухівський район, Харківська область.</w:t>
      </w:r>
    </w:p>
    <w:p w:rsidR="00B2455C" w:rsidRPr="00FA4E96" w:rsidRDefault="00B2455C" w:rsidP="006F28E7">
      <w:pPr>
        <w:spacing w:before="240"/>
        <w:ind w:firstLine="567"/>
        <w:jc w:val="both"/>
        <w:rPr>
          <w:sz w:val="28"/>
          <w:szCs w:val="28"/>
        </w:rPr>
      </w:pPr>
      <w:r w:rsidRPr="00FA4E96">
        <w:rPr>
          <w:sz w:val="28"/>
          <w:szCs w:val="28"/>
        </w:rPr>
        <w:t>110. Затвердити проект землеустрою щодо відведення земельної ділянки із земель запасу сільськогосподарського призначення гр. Розумному Леоніду Григоровичу для ведення особистого селянського господарства розташованої по вул. Пушкіна, у с. Мічурінське на території Старомерчицької селищної ради Валківського району Харківської області.</w:t>
      </w:r>
    </w:p>
    <w:p w:rsidR="00B2455C" w:rsidRPr="00FA4E96" w:rsidRDefault="00B2455C" w:rsidP="006F28E7">
      <w:pPr>
        <w:ind w:firstLine="567"/>
        <w:jc w:val="both"/>
        <w:rPr>
          <w:sz w:val="28"/>
          <w:szCs w:val="28"/>
        </w:rPr>
      </w:pPr>
      <w:r w:rsidRPr="00FA4E96">
        <w:rPr>
          <w:sz w:val="28"/>
          <w:szCs w:val="28"/>
        </w:rPr>
        <w:t xml:space="preserve">110.1. Передати у приватну власність гр. РОЗУМНОМУ Леоніду Григоровичу земельну ділянку кадастровий номер 6321256004:00:001:0126 площею 1,7682 га, в тому числі сіножаті площею 1,7682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Пушкіна, с. Мічурінське, Богодухівський район, Харківська область.</w:t>
      </w:r>
    </w:p>
    <w:p w:rsidR="00B2455C" w:rsidRPr="00FA4E96" w:rsidRDefault="00B2455C" w:rsidP="006F28E7">
      <w:pPr>
        <w:spacing w:before="240"/>
        <w:ind w:firstLine="567"/>
        <w:jc w:val="both"/>
        <w:rPr>
          <w:sz w:val="28"/>
          <w:szCs w:val="28"/>
        </w:rPr>
      </w:pPr>
      <w:r w:rsidRPr="00FA4E96">
        <w:rPr>
          <w:sz w:val="28"/>
          <w:szCs w:val="28"/>
        </w:rPr>
        <w:t>111. Затвердити проект землеустрою щодо відведення земельної ділянки у власність гр. Гаврилку Владиславу Анатолійовичу для ведення особистого селянського господарства, яка розташована с. Гонтів Яр, вул. Кодацького, 25 на території Валківської міської ради Богодухівського району Харківської області.</w:t>
      </w:r>
    </w:p>
    <w:p w:rsidR="00B2455C" w:rsidRPr="00FA4E96" w:rsidRDefault="00B2455C" w:rsidP="006F28E7">
      <w:pPr>
        <w:ind w:firstLine="567"/>
        <w:jc w:val="both"/>
        <w:rPr>
          <w:sz w:val="28"/>
          <w:szCs w:val="28"/>
        </w:rPr>
      </w:pPr>
      <w:r w:rsidRPr="00FA4E96">
        <w:rPr>
          <w:sz w:val="28"/>
          <w:szCs w:val="28"/>
        </w:rPr>
        <w:t xml:space="preserve">111.1. Передати у приватну власність гр. ГАВРИЛКУ Владиславу Анатолійовичу земельну ділянку кадастровий номер 6321282001:00:001:0282 площею 1,1355 га, в тому числі рілля площею 1,1355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Кодацького, 25, с. Гонтів Яр, Богодухівський район, Харківська область.</w:t>
      </w:r>
    </w:p>
    <w:p w:rsidR="00B2455C" w:rsidRPr="00FA4E96" w:rsidRDefault="00B2455C" w:rsidP="00C4728A">
      <w:pPr>
        <w:spacing w:before="240"/>
        <w:ind w:firstLine="567"/>
        <w:jc w:val="both"/>
        <w:rPr>
          <w:sz w:val="28"/>
          <w:szCs w:val="28"/>
        </w:rPr>
      </w:pPr>
      <w:r w:rsidRPr="00FA4E96">
        <w:rPr>
          <w:sz w:val="28"/>
          <w:szCs w:val="28"/>
        </w:rPr>
        <w:t>112. Затвердити проект землеустрою щодо відведення земельної ділянки у власність гр. Бандуріну Георгію Миколайовичу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C4728A">
      <w:pPr>
        <w:ind w:firstLine="567"/>
        <w:jc w:val="both"/>
        <w:rPr>
          <w:sz w:val="28"/>
          <w:szCs w:val="28"/>
        </w:rPr>
      </w:pPr>
      <w:r w:rsidRPr="00FA4E96">
        <w:rPr>
          <w:sz w:val="28"/>
          <w:szCs w:val="28"/>
        </w:rPr>
        <w:t xml:space="preserve">112.1. Передати у приватну власність гр. БАНДУРІНУ Георгію Миколайовичу земельну ділянку кадастровий номер 6321285000:01:000:0783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4728A">
      <w:pPr>
        <w:spacing w:before="240"/>
        <w:ind w:firstLine="567"/>
        <w:jc w:val="both"/>
        <w:rPr>
          <w:sz w:val="28"/>
          <w:szCs w:val="28"/>
        </w:rPr>
      </w:pPr>
      <w:r w:rsidRPr="00FA4E96">
        <w:rPr>
          <w:sz w:val="28"/>
          <w:szCs w:val="28"/>
        </w:rPr>
        <w:t>113. Затвердити проект землеустрою щодо відведення земельної ділянки у власність гр. Устименко Євгену Леонідовичу, гр. Устименко Аліні Миколаївні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C4728A">
      <w:pPr>
        <w:ind w:firstLine="567"/>
        <w:jc w:val="both"/>
        <w:rPr>
          <w:sz w:val="28"/>
          <w:szCs w:val="28"/>
        </w:rPr>
      </w:pPr>
      <w:r w:rsidRPr="00FA4E96">
        <w:rPr>
          <w:sz w:val="28"/>
          <w:szCs w:val="28"/>
        </w:rPr>
        <w:t xml:space="preserve">113.1. Передати у приватну власність гр. УСТИМЕНКО Євгену Леонідовичу земельну ділянку кадастровий номер 6321282000:03:000:0938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F27940">
      <w:pPr>
        <w:ind w:firstLine="567"/>
        <w:jc w:val="both"/>
        <w:rPr>
          <w:sz w:val="28"/>
          <w:szCs w:val="28"/>
        </w:rPr>
      </w:pPr>
      <w:r w:rsidRPr="00FA4E96">
        <w:rPr>
          <w:sz w:val="28"/>
          <w:szCs w:val="28"/>
        </w:rPr>
        <w:t xml:space="preserve">113.2. Передати у приватну власність гр. УСТИМЕНКО Аліні Миколаївні земельну ділянку кадастровий номер 6321282000:03:000:0939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F27940">
      <w:pPr>
        <w:spacing w:before="240"/>
        <w:ind w:firstLine="567"/>
        <w:jc w:val="both"/>
        <w:rPr>
          <w:sz w:val="28"/>
          <w:szCs w:val="28"/>
        </w:rPr>
      </w:pPr>
      <w:r w:rsidRPr="00FA4E96">
        <w:rPr>
          <w:sz w:val="28"/>
          <w:szCs w:val="28"/>
        </w:rPr>
        <w:t>114. Затвердити проект землеустрою щодо відведення земельної ділянки у власність гр. Манжелій Любові Василівні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F27940">
      <w:pPr>
        <w:ind w:firstLine="567"/>
        <w:jc w:val="both"/>
        <w:rPr>
          <w:sz w:val="28"/>
          <w:szCs w:val="28"/>
        </w:rPr>
      </w:pPr>
      <w:r w:rsidRPr="00FA4E96">
        <w:rPr>
          <w:sz w:val="28"/>
          <w:szCs w:val="28"/>
        </w:rPr>
        <w:t xml:space="preserve">114.1. Передати у приватну власність гр. МАНЖЕЛІЙ Любові Василівні земельну ділянку кадастровий номер 6321285000:01:000:0786 площею  1,6000 га, в тому числі рілля площею 1,6000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451B6">
      <w:pPr>
        <w:spacing w:before="240"/>
        <w:ind w:firstLine="567"/>
        <w:jc w:val="both"/>
        <w:rPr>
          <w:sz w:val="28"/>
          <w:szCs w:val="28"/>
        </w:rPr>
      </w:pPr>
      <w:r w:rsidRPr="00FA4E96">
        <w:rPr>
          <w:sz w:val="28"/>
          <w:szCs w:val="28"/>
        </w:rPr>
        <w:t>115. Затвердити проект землеустрою щодо відведення земельної ділянки у власність гр. Гурі Галині Іванівні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1451B6">
      <w:pPr>
        <w:ind w:firstLine="567"/>
        <w:jc w:val="both"/>
        <w:rPr>
          <w:sz w:val="28"/>
          <w:szCs w:val="28"/>
        </w:rPr>
      </w:pPr>
      <w:r w:rsidRPr="00FA4E96">
        <w:rPr>
          <w:sz w:val="28"/>
          <w:szCs w:val="28"/>
        </w:rPr>
        <w:t xml:space="preserve">115.1. Передати у приватну власність гр. ГУРІ Галині Іванівні земельну ділянку кадастровий номер 6321281000:04:000:0777 площею 1,4000 га, в тому числі під сільськогосподарськими та іншими господарськими будівлями і дворами площею 1,4000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451B6">
      <w:pPr>
        <w:spacing w:before="240"/>
        <w:ind w:firstLine="567"/>
        <w:jc w:val="both"/>
        <w:rPr>
          <w:sz w:val="28"/>
          <w:szCs w:val="28"/>
        </w:rPr>
      </w:pPr>
      <w:r w:rsidRPr="00FA4E96">
        <w:rPr>
          <w:sz w:val="28"/>
          <w:szCs w:val="28"/>
        </w:rPr>
        <w:t>116. Затвердити проект землеустрою щодо відведення земельної ділянки у власність гр. Лисиці Віталію Олександровичу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1451B6">
      <w:pPr>
        <w:ind w:firstLine="567"/>
        <w:jc w:val="both"/>
        <w:rPr>
          <w:sz w:val="28"/>
          <w:szCs w:val="28"/>
        </w:rPr>
      </w:pPr>
      <w:r w:rsidRPr="00FA4E96">
        <w:rPr>
          <w:sz w:val="28"/>
          <w:szCs w:val="28"/>
        </w:rPr>
        <w:t xml:space="preserve">116.1. Передати у приватну власність гр. ЛИСИЦІ Віталію Олександровичу земельну ділянку кадастровий номер 6321281000:04:000:0776 площею 2,0000 га, в тому числі під сільськогосподарськими та іншими господарськими будівлями і дворами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614A8">
      <w:pPr>
        <w:spacing w:before="240"/>
        <w:ind w:firstLine="567"/>
        <w:jc w:val="both"/>
        <w:rPr>
          <w:sz w:val="28"/>
          <w:szCs w:val="28"/>
        </w:rPr>
      </w:pPr>
      <w:r w:rsidRPr="00FA4E96">
        <w:rPr>
          <w:sz w:val="28"/>
          <w:szCs w:val="28"/>
        </w:rPr>
        <w:t>117. Затвердити проект землеустрою щодо відведення земельної ділянки у власність гр. Гурі Олексію Михайловичу для ведення особистого селянського господарства в с. Ландишове, Богодухівського району Харківської області.</w:t>
      </w:r>
    </w:p>
    <w:p w:rsidR="00B2455C" w:rsidRPr="00FA4E96" w:rsidRDefault="00B2455C" w:rsidP="001614A8">
      <w:pPr>
        <w:ind w:firstLine="567"/>
        <w:jc w:val="both"/>
        <w:rPr>
          <w:sz w:val="28"/>
          <w:szCs w:val="28"/>
        </w:rPr>
      </w:pPr>
      <w:r w:rsidRPr="00FA4E96">
        <w:rPr>
          <w:sz w:val="28"/>
          <w:szCs w:val="28"/>
        </w:rPr>
        <w:t xml:space="preserve">117.1. Передати у приватну власність гр. ГУРІ Олексію Михайловичу земельну ділянку кадастровий номер 6321281004:00:001:0063 площею 1,5900 га, в тому числі рілля площею 1,5900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B2455C" w:rsidRPr="00FA4E96" w:rsidRDefault="00B2455C" w:rsidP="001614A8">
      <w:pPr>
        <w:spacing w:before="240"/>
        <w:ind w:firstLine="567"/>
        <w:jc w:val="both"/>
        <w:rPr>
          <w:sz w:val="28"/>
          <w:szCs w:val="28"/>
        </w:rPr>
      </w:pPr>
      <w:r w:rsidRPr="00FA4E96">
        <w:rPr>
          <w:sz w:val="28"/>
          <w:szCs w:val="28"/>
        </w:rPr>
        <w:t>118. Затвердити проект землеустрою щодо відведення земельної ділянки у власність гр. Поляцьковому Віктору Михайловичу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1614A8">
      <w:pPr>
        <w:ind w:firstLine="567"/>
        <w:jc w:val="both"/>
        <w:rPr>
          <w:sz w:val="28"/>
          <w:szCs w:val="28"/>
        </w:rPr>
      </w:pPr>
      <w:r w:rsidRPr="00FA4E96">
        <w:rPr>
          <w:sz w:val="28"/>
          <w:szCs w:val="28"/>
        </w:rPr>
        <w:t xml:space="preserve">118.1. Передати у приватну власність гр. ПОЛЯЦЬКОВОМУ Віктору Михайловичу земельну ділянку кадастровий номер 6321282500:02:000:1275 площею 2,0000 га, в тому числі під сільськогосподарськими та іншими господарськими будівлями і дворами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614A8">
      <w:pPr>
        <w:spacing w:before="240"/>
        <w:ind w:firstLine="567"/>
        <w:jc w:val="both"/>
        <w:rPr>
          <w:sz w:val="28"/>
          <w:szCs w:val="28"/>
        </w:rPr>
      </w:pPr>
      <w:r w:rsidRPr="00FA4E96">
        <w:rPr>
          <w:sz w:val="28"/>
          <w:szCs w:val="28"/>
        </w:rPr>
        <w:t>119. Затвердити проект землеустрою щодо відведення земельної ділянки у власність гр. Моісєєвій Лідії Миколаївні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B2455C" w:rsidRPr="00FA4E96" w:rsidRDefault="00B2455C" w:rsidP="001614A8">
      <w:pPr>
        <w:ind w:firstLine="567"/>
        <w:jc w:val="both"/>
        <w:rPr>
          <w:sz w:val="28"/>
          <w:szCs w:val="28"/>
        </w:rPr>
      </w:pPr>
      <w:r w:rsidRPr="00FA4E96">
        <w:rPr>
          <w:sz w:val="28"/>
          <w:szCs w:val="28"/>
        </w:rPr>
        <w:t xml:space="preserve">119.1. Передати у приватну власність гр. МОІСЄЄВІЙ Лідії Миколаївні земельну ділянку кадастровий номер 6321285500:01:000:1069 площею  1,9999 га, в тому числі під сільськогосподарськими та іншими господарськими будівлями і дворами площею 1,9999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8E2048">
      <w:pPr>
        <w:spacing w:before="240"/>
        <w:ind w:firstLine="567"/>
        <w:jc w:val="both"/>
        <w:rPr>
          <w:sz w:val="28"/>
          <w:szCs w:val="28"/>
        </w:rPr>
      </w:pPr>
      <w:r w:rsidRPr="00FA4E96">
        <w:rPr>
          <w:sz w:val="28"/>
          <w:szCs w:val="28"/>
        </w:rPr>
        <w:t>120. Затвердити проект землеустрою щодо відведення земельної ділянки у власність гр. Крикуну Андрію Миколайовичу для ведення особистого селянського господарства в с. Благодатне, Богодухівського району Харківської області.</w:t>
      </w:r>
    </w:p>
    <w:p w:rsidR="00B2455C" w:rsidRPr="00FA4E96" w:rsidRDefault="00B2455C" w:rsidP="00C577D1">
      <w:pPr>
        <w:ind w:firstLine="567"/>
        <w:jc w:val="both"/>
        <w:rPr>
          <w:sz w:val="28"/>
          <w:szCs w:val="28"/>
        </w:rPr>
      </w:pPr>
      <w:r w:rsidRPr="00FA4E96">
        <w:rPr>
          <w:sz w:val="28"/>
          <w:szCs w:val="28"/>
        </w:rPr>
        <w:t xml:space="preserve">120.1. Передати у приватну власність гр. КРИКУНУ Андрію Миколайовичу земельну ділянку кадастровий номер 6321281000:03:000:0746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Благодатне, Богодухівський район, Харківська область.</w:t>
      </w:r>
    </w:p>
    <w:p w:rsidR="00B2455C" w:rsidRPr="00FA4E96" w:rsidRDefault="00B2455C" w:rsidP="00C577D1">
      <w:pPr>
        <w:spacing w:before="240"/>
        <w:ind w:firstLine="567"/>
        <w:jc w:val="both"/>
        <w:rPr>
          <w:sz w:val="28"/>
          <w:szCs w:val="28"/>
        </w:rPr>
      </w:pPr>
      <w:r w:rsidRPr="00FA4E96">
        <w:rPr>
          <w:sz w:val="28"/>
          <w:szCs w:val="28"/>
        </w:rPr>
        <w:t>121. Затвердити проект землеустрою щодо відведення земельної ділянки у власність гр. Наумовій Дар’ї Андріївні для ведення особистого селянського господарства в с. Ландишове, Богодухівського району Харківської області.</w:t>
      </w:r>
    </w:p>
    <w:p w:rsidR="00B2455C" w:rsidRPr="00FA4E96" w:rsidRDefault="00B2455C" w:rsidP="00C577D1">
      <w:pPr>
        <w:ind w:firstLine="567"/>
        <w:jc w:val="both"/>
        <w:rPr>
          <w:sz w:val="28"/>
          <w:szCs w:val="28"/>
        </w:rPr>
      </w:pPr>
      <w:r w:rsidRPr="00FA4E96">
        <w:rPr>
          <w:sz w:val="28"/>
          <w:szCs w:val="28"/>
        </w:rPr>
        <w:t xml:space="preserve">121.1. Передати у приватну власність гр. НАУМОВІЙ Дар’ї Андріївні земельну ділянку кадастровий номер 6321281004:00:001:0064 площею              1,5000 га, в тому числі рілля площею 1,5000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B2455C" w:rsidRPr="00FA4E96" w:rsidRDefault="00B2455C" w:rsidP="00C577D1">
      <w:pPr>
        <w:spacing w:before="240"/>
        <w:ind w:firstLine="567"/>
        <w:jc w:val="both"/>
        <w:rPr>
          <w:sz w:val="28"/>
          <w:szCs w:val="28"/>
        </w:rPr>
      </w:pPr>
      <w:r w:rsidRPr="00FA4E96">
        <w:rPr>
          <w:sz w:val="28"/>
          <w:szCs w:val="28"/>
        </w:rPr>
        <w:t>122. Затвердити проект землеустрою щодо відведення земельної ділянки у власність гр. Даниленко Аліні Анатоліївні для ведення особистого селянського господарства в с. Ландишове, Богодухівського району Харківської області.</w:t>
      </w:r>
    </w:p>
    <w:p w:rsidR="00B2455C" w:rsidRPr="00FA4E96" w:rsidRDefault="00B2455C" w:rsidP="00C577D1">
      <w:pPr>
        <w:ind w:firstLine="567"/>
        <w:jc w:val="both"/>
        <w:rPr>
          <w:sz w:val="28"/>
          <w:szCs w:val="28"/>
        </w:rPr>
      </w:pPr>
      <w:r w:rsidRPr="00FA4E96">
        <w:rPr>
          <w:sz w:val="28"/>
          <w:szCs w:val="28"/>
        </w:rPr>
        <w:t xml:space="preserve">122.1. Передати у приватну власність гр. ДАНИЛЕНКО Аліні Анатоліївні земельну ділянку кадастровий номер 6321281004:00:001:0062 площею 1,2000 га, в тому числі рілля площею 1,2000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B2455C" w:rsidRPr="00FA4E96" w:rsidRDefault="00B2455C" w:rsidP="0099406E">
      <w:pPr>
        <w:spacing w:before="240"/>
        <w:ind w:firstLine="567"/>
        <w:jc w:val="both"/>
        <w:rPr>
          <w:sz w:val="28"/>
          <w:szCs w:val="28"/>
        </w:rPr>
      </w:pPr>
      <w:r w:rsidRPr="00FA4E96">
        <w:rPr>
          <w:sz w:val="28"/>
          <w:szCs w:val="28"/>
        </w:rPr>
        <w:t>123. Затвердити проект землеустрою щодо відведення земельної ділянки у власність гр. Щербініній Любові Миколаївні для ведення особистого селянського господарства в с. Ландишове, Богодухівського району Харківської області.</w:t>
      </w:r>
    </w:p>
    <w:p w:rsidR="00B2455C" w:rsidRPr="00FA4E96" w:rsidRDefault="00B2455C" w:rsidP="0099406E">
      <w:pPr>
        <w:ind w:firstLine="567"/>
        <w:jc w:val="both"/>
        <w:rPr>
          <w:sz w:val="28"/>
          <w:szCs w:val="28"/>
        </w:rPr>
      </w:pPr>
      <w:r w:rsidRPr="00FA4E96">
        <w:rPr>
          <w:sz w:val="28"/>
          <w:szCs w:val="28"/>
        </w:rPr>
        <w:t xml:space="preserve">123.1. Передати у приватну власність гр. ЩЕРБІНІНІЙ Любові Миколаївні земельну ділянку кадастровий номер 6321281004:00:001:0065 площею 0,2335 га, в тому числі рілля площею 0,2335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B2455C" w:rsidRPr="00FA4E96" w:rsidRDefault="00B2455C" w:rsidP="0099406E">
      <w:pPr>
        <w:spacing w:before="240"/>
        <w:ind w:firstLine="567"/>
        <w:jc w:val="both"/>
        <w:rPr>
          <w:sz w:val="28"/>
          <w:szCs w:val="28"/>
        </w:rPr>
      </w:pPr>
      <w:r w:rsidRPr="00FA4E96">
        <w:rPr>
          <w:sz w:val="28"/>
          <w:szCs w:val="28"/>
        </w:rPr>
        <w:t>124. Затвердити проект землеустрою щодо відведення земельної ділянки у власність гр. Шмат Юлії Володимирівні для ведення особистого селянського господарства по вул. Миру, с. Ландишове, Богодухівського району Харківської області.</w:t>
      </w:r>
    </w:p>
    <w:p w:rsidR="00B2455C" w:rsidRPr="00FA4E96" w:rsidRDefault="00B2455C" w:rsidP="0099406E">
      <w:pPr>
        <w:ind w:firstLine="567"/>
        <w:jc w:val="both"/>
        <w:rPr>
          <w:sz w:val="28"/>
          <w:szCs w:val="28"/>
        </w:rPr>
      </w:pPr>
      <w:r w:rsidRPr="00FA4E96">
        <w:rPr>
          <w:sz w:val="28"/>
          <w:szCs w:val="28"/>
        </w:rPr>
        <w:t xml:space="preserve">124.1. Передати у приватну власність гр. ШМАТ Юлії Володимирівні земельну ділянку кадастровий номер 6321281004:00:001:0066 площею 0,5500 га, в тому числі рілля площею 0,5500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B2455C" w:rsidRPr="00FA4E96" w:rsidRDefault="00B2455C" w:rsidP="00743F4D">
      <w:pPr>
        <w:spacing w:before="240"/>
        <w:ind w:firstLine="567"/>
        <w:jc w:val="both"/>
        <w:rPr>
          <w:sz w:val="28"/>
          <w:szCs w:val="28"/>
        </w:rPr>
      </w:pPr>
      <w:r w:rsidRPr="00FA4E96">
        <w:rPr>
          <w:sz w:val="28"/>
          <w:szCs w:val="28"/>
        </w:rPr>
        <w:t>125. Затвердити проект землеустрою щодо відведення земельної ділянки у власність гр. Побережному Андрію Сергійовичу для ведення особистого селянського господарства, яка розташована за межами населеного пункту на території Минківської сільської ради Валківського району Харківської області.</w:t>
      </w:r>
    </w:p>
    <w:p w:rsidR="00B2455C" w:rsidRPr="00FA4E96" w:rsidRDefault="00B2455C" w:rsidP="00743F4D">
      <w:pPr>
        <w:ind w:firstLine="567"/>
        <w:jc w:val="both"/>
        <w:rPr>
          <w:sz w:val="28"/>
          <w:szCs w:val="28"/>
        </w:rPr>
      </w:pPr>
      <w:r w:rsidRPr="00FA4E96">
        <w:rPr>
          <w:sz w:val="28"/>
          <w:szCs w:val="28"/>
        </w:rPr>
        <w:t xml:space="preserve">125.1. Передати у приватну власність гр. ПОБЕРЕЖНОМУ Андрію Сергійовичу земельну ділянку кадастровий номер 6321284500:01:000:0863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43F4D">
      <w:pPr>
        <w:spacing w:before="240"/>
        <w:ind w:firstLine="567"/>
        <w:jc w:val="both"/>
        <w:rPr>
          <w:sz w:val="28"/>
          <w:szCs w:val="28"/>
        </w:rPr>
      </w:pPr>
      <w:r w:rsidRPr="00FA4E96">
        <w:rPr>
          <w:sz w:val="28"/>
          <w:szCs w:val="28"/>
        </w:rPr>
        <w:t>126. Затвердити проект землеустрою щодо відведення земельної ділянки у власність гр. Попову Андрію Семеновичу за рахунок земель запасу державної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межами населених пунктів на території Минківської сільської ради Валківського району Харківської області.</w:t>
      </w:r>
    </w:p>
    <w:p w:rsidR="00B2455C" w:rsidRPr="00FA4E96" w:rsidRDefault="00B2455C" w:rsidP="00743F4D">
      <w:pPr>
        <w:ind w:firstLine="567"/>
        <w:jc w:val="both"/>
        <w:rPr>
          <w:sz w:val="28"/>
          <w:szCs w:val="28"/>
        </w:rPr>
      </w:pPr>
      <w:r w:rsidRPr="00FA4E96">
        <w:rPr>
          <w:sz w:val="28"/>
          <w:szCs w:val="28"/>
        </w:rPr>
        <w:t xml:space="preserve">126.1. Передати у приватну власність гр. ПОПОВУ Андрію Семеновичу земельну ділянку кадастровий номер 6321284500:01:000:0839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635E27">
      <w:pPr>
        <w:spacing w:before="240"/>
        <w:ind w:firstLine="567"/>
        <w:jc w:val="both"/>
        <w:rPr>
          <w:sz w:val="28"/>
          <w:szCs w:val="28"/>
        </w:rPr>
      </w:pPr>
      <w:r w:rsidRPr="00FA4E96">
        <w:rPr>
          <w:sz w:val="28"/>
          <w:szCs w:val="28"/>
        </w:rPr>
        <w:t>127. Затвердити проект землеустрою щодо відведення земельної ділянки у власність гр. Коропатнік Олександрі Миколаївні, за рахунок земель комунальної власності, сільськогосподарського призначення,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B2455C" w:rsidRDefault="00B2455C" w:rsidP="00635E27">
      <w:pPr>
        <w:ind w:firstLine="567"/>
        <w:jc w:val="both"/>
        <w:rPr>
          <w:sz w:val="28"/>
          <w:szCs w:val="28"/>
        </w:rPr>
      </w:pPr>
      <w:r w:rsidRPr="00FA4E96">
        <w:rPr>
          <w:sz w:val="28"/>
          <w:szCs w:val="28"/>
        </w:rPr>
        <w:t xml:space="preserve">127.1. Передати у приватну власність гр. КОРОПАТНІК Олександрі Миколаївні земельну ділянку кадастровий номер 6321287500:01:000:1201 площею 1,1682 га, в тому числі рілля площею 1,1682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EB3C32" w:rsidRDefault="00B2455C" w:rsidP="00C61CC3">
      <w:pPr>
        <w:spacing w:before="240"/>
        <w:ind w:firstLine="567"/>
        <w:jc w:val="both"/>
        <w:rPr>
          <w:sz w:val="28"/>
          <w:szCs w:val="28"/>
        </w:rPr>
      </w:pPr>
      <w:r>
        <w:rPr>
          <w:sz w:val="28"/>
          <w:szCs w:val="28"/>
        </w:rPr>
        <w:t>128</w:t>
      </w:r>
      <w:r w:rsidRPr="00EB3C32">
        <w:rPr>
          <w:sz w:val="28"/>
          <w:szCs w:val="28"/>
        </w:rPr>
        <w:t xml:space="preserve">. Затвердити проект землеустрою щодо відведення земельної ділянки у власність гр. </w:t>
      </w:r>
      <w:r>
        <w:rPr>
          <w:sz w:val="28"/>
          <w:szCs w:val="28"/>
        </w:rPr>
        <w:t>Бондар Марії Гаврилівні</w:t>
      </w:r>
      <w:r w:rsidRPr="00EB3C32">
        <w:rPr>
          <w:sz w:val="28"/>
          <w:szCs w:val="28"/>
        </w:rPr>
        <w:t xml:space="preserve"> для ведення особистого селянського господарства, </w:t>
      </w:r>
      <w:r>
        <w:rPr>
          <w:sz w:val="28"/>
          <w:szCs w:val="28"/>
        </w:rPr>
        <w:t xml:space="preserve">на території </w:t>
      </w:r>
      <w:r w:rsidRPr="00EB3C32">
        <w:rPr>
          <w:sz w:val="28"/>
          <w:szCs w:val="28"/>
        </w:rPr>
        <w:t>Валківської міської територіальної громади Богодухівського району Харківської області.</w:t>
      </w:r>
    </w:p>
    <w:p w:rsidR="00B2455C" w:rsidRDefault="00B2455C" w:rsidP="00C61CC3">
      <w:pPr>
        <w:pStyle w:val="NormalWeb"/>
        <w:spacing w:before="0" w:beforeAutospacing="0" w:after="0" w:afterAutospacing="0"/>
        <w:ind w:firstLine="567"/>
        <w:jc w:val="both"/>
        <w:rPr>
          <w:color w:val="000000"/>
          <w:sz w:val="28"/>
          <w:szCs w:val="28"/>
        </w:rPr>
      </w:pPr>
      <w:r>
        <w:rPr>
          <w:sz w:val="28"/>
          <w:szCs w:val="28"/>
        </w:rPr>
        <w:t>128</w:t>
      </w:r>
      <w:r w:rsidRPr="00EB3C32">
        <w:rPr>
          <w:sz w:val="28"/>
          <w:szCs w:val="28"/>
        </w:rPr>
        <w:t xml:space="preserve">.1. Передати у приватну власність </w:t>
      </w:r>
      <w:r>
        <w:rPr>
          <w:sz w:val="28"/>
          <w:szCs w:val="28"/>
        </w:rPr>
        <w:t>гр. БОНДАР Марії Гаврилівні</w:t>
      </w:r>
      <w:r w:rsidRPr="00EB3C32">
        <w:rPr>
          <w:sz w:val="28"/>
          <w:szCs w:val="28"/>
        </w:rPr>
        <w:t xml:space="preserve"> земельну ділянку кадастровий номер 632128</w:t>
      </w:r>
      <w:r>
        <w:rPr>
          <w:sz w:val="28"/>
          <w:szCs w:val="28"/>
        </w:rPr>
        <w:t>3500</w:t>
      </w:r>
      <w:r w:rsidRPr="00EB3C32">
        <w:rPr>
          <w:sz w:val="28"/>
          <w:szCs w:val="28"/>
        </w:rPr>
        <w:t>:0</w:t>
      </w:r>
      <w:r>
        <w:rPr>
          <w:sz w:val="28"/>
          <w:szCs w:val="28"/>
        </w:rPr>
        <w:t>2</w:t>
      </w:r>
      <w:r w:rsidRPr="00EB3C32">
        <w:rPr>
          <w:sz w:val="28"/>
          <w:szCs w:val="28"/>
        </w:rPr>
        <w:t>:000:</w:t>
      </w:r>
      <w:r>
        <w:rPr>
          <w:sz w:val="28"/>
          <w:szCs w:val="28"/>
        </w:rPr>
        <w:t>0825</w:t>
      </w:r>
      <w:r w:rsidRPr="00EB3C32">
        <w:rPr>
          <w:sz w:val="28"/>
          <w:szCs w:val="28"/>
        </w:rPr>
        <w:t xml:space="preserve"> площею 0,</w:t>
      </w:r>
      <w:r>
        <w:rPr>
          <w:sz w:val="28"/>
          <w:szCs w:val="28"/>
        </w:rPr>
        <w:t>9134</w:t>
      </w:r>
      <w:r w:rsidRPr="00EB3C32">
        <w:rPr>
          <w:sz w:val="28"/>
          <w:szCs w:val="28"/>
        </w:rPr>
        <w:t xml:space="preserve"> га, в тому числі рілля площею 0,</w:t>
      </w:r>
      <w:r>
        <w:rPr>
          <w:sz w:val="28"/>
          <w:szCs w:val="28"/>
        </w:rPr>
        <w:t xml:space="preserve">9134 </w:t>
      </w:r>
      <w:r w:rsidRPr="00EB3C32">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EB3C32">
        <w:rPr>
          <w:sz w:val="28"/>
          <w:szCs w:val="28"/>
        </w:rPr>
        <w:t xml:space="preserve"> - 01.03), розташовану </w:t>
      </w:r>
      <w:r w:rsidRPr="00814D76">
        <w:rPr>
          <w:sz w:val="28"/>
          <w:szCs w:val="28"/>
        </w:rPr>
        <w:t>на території</w:t>
      </w:r>
      <w:r>
        <w:rPr>
          <w:sz w:val="28"/>
          <w:szCs w:val="28"/>
        </w:rPr>
        <w:t xml:space="preserve"> </w:t>
      </w:r>
      <w:r w:rsidRPr="00814D76">
        <w:rPr>
          <w:sz w:val="28"/>
          <w:szCs w:val="28"/>
        </w:rPr>
        <w:t>Валківської</w:t>
      </w:r>
      <w:r>
        <w:rPr>
          <w:sz w:val="28"/>
          <w:szCs w:val="28"/>
        </w:rPr>
        <w:t xml:space="preserve"> </w:t>
      </w:r>
      <w:r w:rsidRPr="00814D76">
        <w:rPr>
          <w:sz w:val="28"/>
          <w:szCs w:val="28"/>
        </w:rPr>
        <w:t>міської територіальної громади Богодухівського району Харківської області.</w:t>
      </w:r>
    </w:p>
    <w:p w:rsidR="00B2455C" w:rsidRPr="00EB3C32" w:rsidRDefault="00B2455C" w:rsidP="00745AC5">
      <w:pPr>
        <w:spacing w:before="240"/>
        <w:ind w:firstLine="567"/>
        <w:jc w:val="both"/>
        <w:rPr>
          <w:sz w:val="28"/>
          <w:szCs w:val="28"/>
        </w:rPr>
      </w:pPr>
      <w:bookmarkStart w:id="0" w:name="_GoBack"/>
      <w:bookmarkEnd w:id="0"/>
      <w:r w:rsidRPr="0084725C">
        <w:rPr>
          <w:sz w:val="28"/>
          <w:szCs w:val="28"/>
        </w:rPr>
        <w:t>129</w:t>
      </w:r>
      <w:r w:rsidRPr="00EB3C32">
        <w:rPr>
          <w:sz w:val="28"/>
          <w:szCs w:val="28"/>
        </w:rPr>
        <w:t xml:space="preserve">. Затвердити проект землеустрою щодо відведення земельної ділянки </w:t>
      </w:r>
      <w:r>
        <w:rPr>
          <w:sz w:val="28"/>
          <w:szCs w:val="28"/>
        </w:rPr>
        <w:t>з кадастровим номером 6321210100:00:003:0022</w:t>
      </w:r>
      <w:r w:rsidRPr="00EB3C32">
        <w:rPr>
          <w:sz w:val="28"/>
          <w:szCs w:val="28"/>
        </w:rPr>
        <w:t xml:space="preserve"> для ведення особистого селянського господарства</w:t>
      </w:r>
      <w:r>
        <w:rPr>
          <w:sz w:val="28"/>
          <w:szCs w:val="28"/>
        </w:rPr>
        <w:t xml:space="preserve"> (01.03)яка розташована:</w:t>
      </w:r>
      <w:r w:rsidRPr="00EB3C32">
        <w:rPr>
          <w:sz w:val="28"/>
          <w:szCs w:val="28"/>
        </w:rPr>
        <w:t xml:space="preserve"> </w:t>
      </w:r>
      <w:r>
        <w:rPr>
          <w:sz w:val="28"/>
          <w:szCs w:val="28"/>
        </w:rPr>
        <w:t xml:space="preserve">на території </w:t>
      </w:r>
      <w:r w:rsidRPr="00EB3C32">
        <w:rPr>
          <w:sz w:val="28"/>
          <w:szCs w:val="28"/>
        </w:rPr>
        <w:t xml:space="preserve">Валківської міської </w:t>
      </w:r>
      <w:r>
        <w:rPr>
          <w:sz w:val="28"/>
          <w:szCs w:val="28"/>
        </w:rPr>
        <w:t>р</w:t>
      </w:r>
      <w:r w:rsidRPr="00EB3C32">
        <w:rPr>
          <w:sz w:val="28"/>
          <w:szCs w:val="28"/>
        </w:rPr>
        <w:t>ади Богодухівського району Харківської області</w:t>
      </w:r>
      <w:r>
        <w:rPr>
          <w:sz w:val="28"/>
          <w:szCs w:val="28"/>
        </w:rPr>
        <w:t xml:space="preserve"> гр. Сидоренко Тетяні Олександрівні</w:t>
      </w:r>
      <w:r w:rsidRPr="00EB3C32">
        <w:rPr>
          <w:sz w:val="28"/>
          <w:szCs w:val="28"/>
        </w:rPr>
        <w:t>.</w:t>
      </w:r>
    </w:p>
    <w:p w:rsidR="00B2455C" w:rsidRDefault="00B2455C" w:rsidP="00745AC5">
      <w:pPr>
        <w:pStyle w:val="NormalWeb"/>
        <w:spacing w:before="0" w:beforeAutospacing="0" w:after="0" w:afterAutospacing="0"/>
        <w:ind w:firstLine="567"/>
        <w:jc w:val="both"/>
        <w:rPr>
          <w:color w:val="000000"/>
          <w:sz w:val="28"/>
          <w:szCs w:val="28"/>
        </w:rPr>
      </w:pPr>
      <w:r>
        <w:rPr>
          <w:sz w:val="28"/>
          <w:szCs w:val="28"/>
        </w:rPr>
        <w:t>129</w:t>
      </w:r>
      <w:r w:rsidRPr="00EB3C32">
        <w:rPr>
          <w:sz w:val="28"/>
          <w:szCs w:val="28"/>
        </w:rPr>
        <w:t xml:space="preserve">.1. Передати у приватну власність </w:t>
      </w:r>
      <w:r>
        <w:rPr>
          <w:sz w:val="28"/>
          <w:szCs w:val="28"/>
        </w:rPr>
        <w:t>гр. СИДОРЕНКО Тетяні Олександрівні</w:t>
      </w:r>
      <w:r w:rsidRPr="00EB3C32">
        <w:rPr>
          <w:sz w:val="28"/>
          <w:szCs w:val="28"/>
        </w:rPr>
        <w:t xml:space="preserve"> земельну ділянку кадастровий номер </w:t>
      </w:r>
      <w:r>
        <w:rPr>
          <w:sz w:val="28"/>
          <w:szCs w:val="28"/>
        </w:rPr>
        <w:t xml:space="preserve">6321210100:00:003:0022 </w:t>
      </w:r>
      <w:r w:rsidRPr="00EB3C32">
        <w:rPr>
          <w:sz w:val="28"/>
          <w:szCs w:val="28"/>
        </w:rPr>
        <w:t xml:space="preserve">площею </w:t>
      </w:r>
      <w:r>
        <w:rPr>
          <w:sz w:val="28"/>
          <w:szCs w:val="28"/>
        </w:rPr>
        <w:t>1,2283</w:t>
      </w:r>
      <w:r w:rsidRPr="00EB3C32">
        <w:rPr>
          <w:sz w:val="28"/>
          <w:szCs w:val="28"/>
        </w:rPr>
        <w:t xml:space="preserve"> га, в тому числі рілля площею </w:t>
      </w:r>
      <w:r>
        <w:rPr>
          <w:sz w:val="28"/>
          <w:szCs w:val="28"/>
        </w:rPr>
        <w:t>1,2283</w:t>
      </w:r>
      <w:r w:rsidRPr="00EB3C32">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EB3C32">
        <w:rPr>
          <w:sz w:val="28"/>
          <w:szCs w:val="28"/>
        </w:rPr>
        <w:t xml:space="preserve"> - 01.03), розташовану </w:t>
      </w:r>
      <w:r w:rsidRPr="00814D76">
        <w:rPr>
          <w:sz w:val="28"/>
          <w:szCs w:val="28"/>
        </w:rPr>
        <w:t>на території</w:t>
      </w:r>
      <w:r>
        <w:rPr>
          <w:sz w:val="28"/>
          <w:szCs w:val="28"/>
        </w:rPr>
        <w:t xml:space="preserve"> </w:t>
      </w:r>
      <w:r w:rsidRPr="00814D76">
        <w:rPr>
          <w:sz w:val="28"/>
          <w:szCs w:val="28"/>
        </w:rPr>
        <w:t>Валківської</w:t>
      </w:r>
      <w:r>
        <w:rPr>
          <w:sz w:val="28"/>
          <w:szCs w:val="28"/>
        </w:rPr>
        <w:t xml:space="preserve"> </w:t>
      </w:r>
      <w:r w:rsidRPr="00814D76">
        <w:rPr>
          <w:sz w:val="28"/>
          <w:szCs w:val="28"/>
        </w:rPr>
        <w:t>міської територіальної громади Богодухівського району Харківської області.</w:t>
      </w:r>
    </w:p>
    <w:p w:rsidR="00B2455C" w:rsidRPr="00FA4E96" w:rsidRDefault="00B2455C" w:rsidP="004739CB">
      <w:pPr>
        <w:spacing w:before="240"/>
        <w:ind w:firstLine="567"/>
        <w:jc w:val="both"/>
        <w:rPr>
          <w:sz w:val="28"/>
          <w:szCs w:val="28"/>
        </w:rPr>
      </w:pPr>
      <w:r w:rsidRPr="00FA4E96">
        <w:rPr>
          <w:sz w:val="28"/>
          <w:szCs w:val="28"/>
        </w:rPr>
        <w:t>130. Затвердити проект землеустрою щодо відведення земельної ділянки у власність гр. Поповій Олені Василівні для ведення особистого селянського господарства розташованої на території Валківської міської територіальної громади Богодухівського району Харківської області.</w:t>
      </w:r>
    </w:p>
    <w:p w:rsidR="00B2455C" w:rsidRPr="00FA4E96" w:rsidRDefault="00B2455C" w:rsidP="004739CB">
      <w:pPr>
        <w:ind w:firstLine="567"/>
        <w:jc w:val="both"/>
        <w:rPr>
          <w:sz w:val="28"/>
          <w:szCs w:val="28"/>
        </w:rPr>
      </w:pPr>
      <w:r w:rsidRPr="00FA4E96">
        <w:rPr>
          <w:sz w:val="28"/>
          <w:szCs w:val="28"/>
        </w:rPr>
        <w:t xml:space="preserve">130.1. Передати у приватну власність гр. ПОПОВІЙ Олені Василівні земельну ділянку кадастровий номер 6321287500:02:000:1779 площею  1,9121 га, в тому числі рілля площею 1,9121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246F5">
      <w:pPr>
        <w:spacing w:before="240"/>
        <w:ind w:firstLine="567"/>
        <w:jc w:val="both"/>
        <w:rPr>
          <w:sz w:val="28"/>
          <w:szCs w:val="28"/>
        </w:rPr>
      </w:pPr>
      <w:r w:rsidRPr="00FA4E96">
        <w:rPr>
          <w:sz w:val="28"/>
          <w:szCs w:val="28"/>
        </w:rPr>
        <w:t>131. Затвердити проект землеустрою щодо відведення земельної ділянки із земель запасу сільськогосподарського призначення гр. Гайдамаці Володимиру Миколайовичу для ведення особистого селянського господарства розташованої по вул. Миру, 24 у смт Старий Мерчик Богодухівського району Харківської області.</w:t>
      </w:r>
    </w:p>
    <w:p w:rsidR="00B2455C" w:rsidRPr="00FA4E96" w:rsidRDefault="00B2455C" w:rsidP="00E246F5">
      <w:pPr>
        <w:ind w:firstLine="567"/>
        <w:jc w:val="both"/>
        <w:rPr>
          <w:sz w:val="28"/>
          <w:szCs w:val="28"/>
        </w:rPr>
      </w:pPr>
      <w:r w:rsidRPr="00FA4E96">
        <w:rPr>
          <w:sz w:val="28"/>
          <w:szCs w:val="28"/>
        </w:rPr>
        <w:t xml:space="preserve">131.1. Передати у приватну власність гр. ГАЙДАМАЦІ Володимиру Миколайовичу земельну ділянку кадастровий номер 6321256000:00:003:0215 площею 1,1285 га, в тому числі рілля площею 1,1285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Миру, 24, смт Старий Мерчик, Богодухівський район, Харківська область.</w:t>
      </w:r>
    </w:p>
    <w:p w:rsidR="00B2455C" w:rsidRPr="00FA4E96" w:rsidRDefault="00B2455C" w:rsidP="002F2704">
      <w:pPr>
        <w:spacing w:before="240"/>
        <w:ind w:firstLine="567"/>
        <w:jc w:val="both"/>
        <w:rPr>
          <w:sz w:val="28"/>
          <w:szCs w:val="28"/>
        </w:rPr>
      </w:pPr>
      <w:r w:rsidRPr="00FA4E96">
        <w:rPr>
          <w:sz w:val="28"/>
          <w:szCs w:val="28"/>
        </w:rPr>
        <w:t>132. Затвердити проект землеустрою щодо відведення земельної ділянки із земель запасу сільськогосподарського призначення гр. Гайдамаці Надії Михайлівні для ведення особистого селянського господарства розташованої по вул. Чаплівка, 3 у смт Старий Мерчик Богодухівського району Харківської області.</w:t>
      </w:r>
    </w:p>
    <w:p w:rsidR="00B2455C" w:rsidRPr="00FA4E96" w:rsidRDefault="00B2455C" w:rsidP="002F2704">
      <w:pPr>
        <w:ind w:firstLine="567"/>
        <w:jc w:val="both"/>
        <w:rPr>
          <w:sz w:val="28"/>
          <w:szCs w:val="28"/>
        </w:rPr>
      </w:pPr>
      <w:r w:rsidRPr="00FA4E96">
        <w:rPr>
          <w:sz w:val="28"/>
          <w:szCs w:val="28"/>
        </w:rPr>
        <w:t xml:space="preserve">132.1. Передати у приватну власність гр. ГАЙДАМАЦІ Надії Михайлівні земельну ділянку кадастровий номер 6321256000:00:002:0086 площею 0,1353 га, в тому числі рілля площею 0,1353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Чаплівка, 3, смт Старий Мерчик, Богодухівський район, Харківська область.</w:t>
      </w:r>
    </w:p>
    <w:p w:rsidR="00B2455C" w:rsidRPr="00FA4E96" w:rsidRDefault="00B2455C" w:rsidP="002F2704">
      <w:pPr>
        <w:spacing w:before="240"/>
        <w:ind w:firstLine="567"/>
        <w:jc w:val="both"/>
        <w:rPr>
          <w:sz w:val="28"/>
          <w:szCs w:val="28"/>
        </w:rPr>
      </w:pPr>
      <w:r w:rsidRPr="00FA4E96">
        <w:rPr>
          <w:sz w:val="28"/>
          <w:szCs w:val="28"/>
        </w:rPr>
        <w:t xml:space="preserve">133. Затвердити проект землеустрою щодо відведення земельної ділянки з рахунок сформованої земельної ділянки кад. № 6321256000:01:000:0558 із земель запасу сільськогосподарського призначення гр. Бурді Світлані Валеріївні для ведення особистого селянського господарства (код </w:t>
      </w:r>
      <w:r>
        <w:rPr>
          <w:sz w:val="28"/>
          <w:szCs w:val="28"/>
        </w:rPr>
        <w:t>КВЦПЗД</w:t>
      </w:r>
      <w:r w:rsidRPr="00FA4E96">
        <w:rPr>
          <w:sz w:val="28"/>
          <w:szCs w:val="28"/>
        </w:rPr>
        <w:t xml:space="preserve"> - 01.03), розташованої на території Валківської міської територіальної громади Богодухівського району Харківської області.</w:t>
      </w:r>
    </w:p>
    <w:p w:rsidR="00B2455C" w:rsidRPr="00FA4E96" w:rsidRDefault="00B2455C" w:rsidP="002F2704">
      <w:pPr>
        <w:ind w:firstLine="567"/>
        <w:jc w:val="both"/>
        <w:rPr>
          <w:sz w:val="28"/>
          <w:szCs w:val="28"/>
        </w:rPr>
      </w:pPr>
      <w:r w:rsidRPr="00FA4E96">
        <w:rPr>
          <w:sz w:val="28"/>
          <w:szCs w:val="28"/>
        </w:rPr>
        <w:t xml:space="preserve">133.1. Передати у приватну власність гр. БУРДІ Світлані Валеріївні земельну ділянку кадастровий номер 6321256000:01:000:0558 площею  1,8404 га, в тому числі рілля площею 1,8404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2F2704">
      <w:pPr>
        <w:spacing w:before="240"/>
        <w:ind w:firstLine="567"/>
        <w:jc w:val="both"/>
        <w:rPr>
          <w:sz w:val="28"/>
          <w:szCs w:val="28"/>
        </w:rPr>
      </w:pPr>
      <w:r w:rsidRPr="00FA4E96">
        <w:rPr>
          <w:sz w:val="28"/>
          <w:szCs w:val="28"/>
        </w:rPr>
        <w:t>134. Затвердити проект землеустрою щодо відведення земельної ділянки гр. Радченко Надії Вікторівні для ведення особистого селянського господарства, розташованої в с. Велика Губщина на території Валківської міської територіальної громади Богодухівського району Харківської області.</w:t>
      </w:r>
    </w:p>
    <w:p w:rsidR="00B2455C" w:rsidRPr="00FA4E96" w:rsidRDefault="00B2455C" w:rsidP="00174106">
      <w:pPr>
        <w:ind w:firstLine="567"/>
        <w:jc w:val="both"/>
        <w:rPr>
          <w:sz w:val="28"/>
          <w:szCs w:val="28"/>
        </w:rPr>
      </w:pPr>
      <w:r w:rsidRPr="00FA4E96">
        <w:rPr>
          <w:sz w:val="28"/>
          <w:szCs w:val="28"/>
        </w:rPr>
        <w:t xml:space="preserve">134.1. Передати у приватну власність гр. РАДЧЕНКО Надії Вікторівні земельну ділянку кадастровий номер 6321284000:02:000:0759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Велика Губщина, Богодухівський район, Харківська область.</w:t>
      </w:r>
    </w:p>
    <w:p w:rsidR="00B2455C" w:rsidRPr="00FA4E96" w:rsidRDefault="00B2455C" w:rsidP="00174106">
      <w:pPr>
        <w:spacing w:before="240"/>
        <w:ind w:firstLine="567"/>
        <w:jc w:val="both"/>
        <w:rPr>
          <w:sz w:val="28"/>
          <w:szCs w:val="28"/>
        </w:rPr>
      </w:pPr>
      <w:r w:rsidRPr="00FA4E96">
        <w:rPr>
          <w:sz w:val="28"/>
          <w:szCs w:val="28"/>
        </w:rPr>
        <w:t>135. Затвердити проект землеустрою щодо відведення земельної ділянки у власність гр. Синільник Людмила Володимирівна для ведення особистого селянського господарства за рахунок земель сільськогосподарського призначення державної власності(землі державного резервного фонду) на території Сидоренківської сільської ради Валківського району Харківської області за межами населених пунктів.</w:t>
      </w:r>
    </w:p>
    <w:p w:rsidR="00B2455C" w:rsidRPr="00FA4E96" w:rsidRDefault="00B2455C" w:rsidP="00174106">
      <w:pPr>
        <w:ind w:firstLine="567"/>
        <w:jc w:val="both"/>
        <w:rPr>
          <w:sz w:val="28"/>
          <w:szCs w:val="28"/>
        </w:rPr>
      </w:pPr>
      <w:r w:rsidRPr="00FA4E96">
        <w:rPr>
          <w:sz w:val="28"/>
          <w:szCs w:val="28"/>
        </w:rPr>
        <w:t xml:space="preserve">135.1. Передати у приватну власність гр. СИНІЛЬНИК Людмилі Володимирівні земельну ділянку кадастровий номер 6321287000:03:000:1050 площею 1,6792 га, в тому числі рілля площею 1,6792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F283C">
      <w:pPr>
        <w:spacing w:before="240"/>
        <w:ind w:firstLine="567"/>
        <w:jc w:val="both"/>
        <w:rPr>
          <w:sz w:val="28"/>
          <w:szCs w:val="28"/>
        </w:rPr>
      </w:pPr>
      <w:r w:rsidRPr="00FA4E96">
        <w:rPr>
          <w:sz w:val="28"/>
          <w:szCs w:val="28"/>
        </w:rPr>
        <w:t>136. Затвердити проект землеустрою щодо відведення земельної ділянки гр. Мануйленко Віталію Олександровичу для ведення особистого селянського господарства за рахунок земельної ділянки з кадастровим номерам 6321283500:01:000:0387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EF283C">
      <w:pPr>
        <w:ind w:firstLine="567"/>
        <w:jc w:val="both"/>
        <w:rPr>
          <w:sz w:val="28"/>
          <w:szCs w:val="28"/>
        </w:rPr>
      </w:pPr>
      <w:r w:rsidRPr="00FA4E96">
        <w:rPr>
          <w:sz w:val="28"/>
          <w:szCs w:val="28"/>
        </w:rPr>
        <w:t xml:space="preserve">136.1. Передати у приватну власність гр. МАНУЙЛЕНКО Віталію Олександровичу земельну ділянку кадастровий номер 6321283500:01:000:0387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855A3">
      <w:pPr>
        <w:spacing w:before="240"/>
        <w:ind w:firstLine="567"/>
        <w:jc w:val="both"/>
        <w:rPr>
          <w:sz w:val="28"/>
          <w:szCs w:val="28"/>
        </w:rPr>
      </w:pPr>
      <w:r w:rsidRPr="00FA4E96">
        <w:rPr>
          <w:sz w:val="28"/>
          <w:szCs w:val="28"/>
        </w:rPr>
        <w:t>137. Затвердити проект землеустрою щодо відведення земельної ділянки у власність гр. Лісаєву Андрію Михайловичу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3855A3">
      <w:pPr>
        <w:ind w:firstLine="567"/>
        <w:jc w:val="both"/>
        <w:rPr>
          <w:sz w:val="28"/>
          <w:szCs w:val="28"/>
        </w:rPr>
      </w:pPr>
      <w:r w:rsidRPr="00FA4E96">
        <w:rPr>
          <w:sz w:val="28"/>
          <w:szCs w:val="28"/>
        </w:rPr>
        <w:t xml:space="preserve">137.1. Передати у приватну власність гр. ЛІСАЄВУ Андрію Михайловичу земельну ділянку кадастровий номер 6321255400:03:000:1039 площею 2,0000 га, в тому числі під сільськогосподарськими та іншими господарськими будівлями і дворами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855A3">
      <w:pPr>
        <w:spacing w:before="240"/>
        <w:ind w:firstLine="567"/>
        <w:jc w:val="both"/>
        <w:rPr>
          <w:sz w:val="28"/>
          <w:szCs w:val="28"/>
        </w:rPr>
      </w:pPr>
      <w:r w:rsidRPr="00FA4E96">
        <w:rPr>
          <w:sz w:val="28"/>
          <w:szCs w:val="28"/>
        </w:rPr>
        <w:t>138. Затвердити проект землеустрою щодо відведення земельної ділянки у власність гр. Коваль Світлані Миколаївні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3855A3">
      <w:pPr>
        <w:ind w:firstLine="567"/>
        <w:jc w:val="both"/>
        <w:rPr>
          <w:sz w:val="28"/>
          <w:szCs w:val="28"/>
        </w:rPr>
      </w:pPr>
      <w:r w:rsidRPr="00FA4E96">
        <w:rPr>
          <w:sz w:val="28"/>
          <w:szCs w:val="28"/>
        </w:rPr>
        <w:t xml:space="preserve">138.1. Передати у приватну власність гр. КОВАЛЬ Світлані Миколаївні земельну ділянку кадастровий номер 6321255400:03:000:1042 площею 0,9500 га, в тому числі під сільськогосподарськими та іншими господарськими будівлями і дворами площею 0,9500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855A3">
      <w:pPr>
        <w:spacing w:before="240"/>
        <w:ind w:firstLine="567"/>
        <w:jc w:val="both"/>
        <w:rPr>
          <w:sz w:val="28"/>
          <w:szCs w:val="28"/>
        </w:rPr>
      </w:pPr>
      <w:r w:rsidRPr="00FA4E96">
        <w:rPr>
          <w:sz w:val="28"/>
          <w:szCs w:val="28"/>
        </w:rPr>
        <w:t xml:space="preserve">139. Затвердити проект землеустрою щодо відведення земельної ділянки у власність гр. Козакову Євгену Олександровичу земельної ділянки сільськогосподарського призначення для ведення особистого селянського господарства (код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B2455C" w:rsidRPr="00FA4E96" w:rsidRDefault="00B2455C" w:rsidP="003855A3">
      <w:pPr>
        <w:ind w:firstLine="567"/>
        <w:jc w:val="both"/>
        <w:rPr>
          <w:sz w:val="28"/>
          <w:szCs w:val="28"/>
        </w:rPr>
      </w:pPr>
      <w:r w:rsidRPr="00FA4E96">
        <w:rPr>
          <w:sz w:val="28"/>
          <w:szCs w:val="28"/>
        </w:rPr>
        <w:t xml:space="preserve">139.1. Передати у приватну власність гр. КОЗАКОВУ Євгену Олександровичу земельну ділянку кадастровий номер 6321255400:03:000:1023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6521AC">
      <w:pPr>
        <w:spacing w:before="240"/>
        <w:ind w:firstLine="567"/>
        <w:jc w:val="both"/>
        <w:rPr>
          <w:sz w:val="28"/>
          <w:szCs w:val="28"/>
        </w:rPr>
      </w:pPr>
      <w:r w:rsidRPr="00FA4E96">
        <w:rPr>
          <w:sz w:val="28"/>
          <w:szCs w:val="28"/>
        </w:rPr>
        <w:t>140. Затвердити проект землеустрою щодо відведення земельної ділянки у власність гр. Овчаренку Роману Олександровичу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6521AC">
      <w:pPr>
        <w:ind w:firstLine="567"/>
        <w:jc w:val="both"/>
        <w:rPr>
          <w:sz w:val="28"/>
          <w:szCs w:val="28"/>
        </w:rPr>
      </w:pPr>
      <w:r w:rsidRPr="00FA4E96">
        <w:rPr>
          <w:sz w:val="28"/>
          <w:szCs w:val="28"/>
        </w:rPr>
        <w:t xml:space="preserve">140.1. Передати у приватну власність гр. ОВЧАРЕНКУ Роману Олександровичу земельну ділянку кадастровий номер 6321282000:02:000:0638 площею 2,0000 га, в тому числі під сільськогосподарськими та іншими господарськими будівлями і дворами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10FB1">
      <w:pPr>
        <w:spacing w:before="240"/>
        <w:ind w:firstLine="567"/>
        <w:jc w:val="both"/>
        <w:rPr>
          <w:sz w:val="28"/>
          <w:szCs w:val="28"/>
        </w:rPr>
      </w:pPr>
      <w:r w:rsidRPr="00FA4E96">
        <w:rPr>
          <w:sz w:val="28"/>
          <w:szCs w:val="28"/>
        </w:rPr>
        <w:t>141. Затвердити проект землеустрою щодо відведення земельної ділянки у власність гр. Макаренко Тетяні Олександрівні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B2455C" w:rsidRPr="00FA4E96" w:rsidRDefault="00B2455C" w:rsidP="00C10FB1">
      <w:pPr>
        <w:ind w:firstLine="567"/>
        <w:jc w:val="both"/>
        <w:rPr>
          <w:sz w:val="28"/>
          <w:szCs w:val="28"/>
        </w:rPr>
      </w:pPr>
      <w:r w:rsidRPr="00FA4E96">
        <w:rPr>
          <w:sz w:val="28"/>
          <w:szCs w:val="28"/>
        </w:rPr>
        <w:t xml:space="preserve">141.1. Передати у приватну власність гр. МАКАРЕНКО Тетяні Олександрівні земельну ділянку кадастровий номер 6321281500:04:000:1524 площею 0,8600 га, в тому числі рілля площею 0,8600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10FB1">
      <w:pPr>
        <w:spacing w:before="240"/>
        <w:ind w:firstLine="567"/>
        <w:jc w:val="both"/>
        <w:rPr>
          <w:sz w:val="28"/>
          <w:szCs w:val="28"/>
        </w:rPr>
      </w:pPr>
      <w:r w:rsidRPr="00FA4E96">
        <w:rPr>
          <w:sz w:val="28"/>
          <w:szCs w:val="28"/>
        </w:rPr>
        <w:t>142. Затвердити проект землеустрою щодо відведення земельної ділянки у власність гр. Шумейко Ганні Сергіївні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B2455C" w:rsidRPr="00FA4E96" w:rsidRDefault="00B2455C" w:rsidP="00C10FB1">
      <w:pPr>
        <w:ind w:firstLine="567"/>
        <w:jc w:val="both"/>
        <w:rPr>
          <w:sz w:val="28"/>
          <w:szCs w:val="28"/>
        </w:rPr>
      </w:pPr>
      <w:r w:rsidRPr="00FA4E96">
        <w:rPr>
          <w:sz w:val="28"/>
          <w:szCs w:val="28"/>
        </w:rPr>
        <w:t xml:space="preserve">142.1. Передати у приватну власність гр. ШУМЕЙКО Ганні Сергіївні земельну ділянку кадастровий номер 6321281500:04:000:1526 площею  0,2800 га, в тому числі рілля площею 0,2800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10FB1">
      <w:pPr>
        <w:spacing w:before="240"/>
        <w:ind w:firstLine="567"/>
        <w:jc w:val="both"/>
        <w:rPr>
          <w:sz w:val="28"/>
          <w:szCs w:val="28"/>
        </w:rPr>
      </w:pPr>
      <w:r w:rsidRPr="00FA4E96">
        <w:rPr>
          <w:sz w:val="28"/>
          <w:szCs w:val="28"/>
        </w:rPr>
        <w:t>143. Затвердити проект землеустрою щодо відведення земельної ділянки у власність гр. Демченко Наталії Миколаївні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B2455C" w:rsidRPr="00FA4E96" w:rsidRDefault="00B2455C" w:rsidP="00C10FB1">
      <w:pPr>
        <w:ind w:firstLine="567"/>
        <w:jc w:val="both"/>
        <w:rPr>
          <w:sz w:val="28"/>
          <w:szCs w:val="28"/>
        </w:rPr>
      </w:pPr>
      <w:r w:rsidRPr="00FA4E96">
        <w:rPr>
          <w:sz w:val="28"/>
          <w:szCs w:val="28"/>
        </w:rPr>
        <w:t xml:space="preserve">143.1. Передати у приватну власність гр. ДЕМЧЕНКО Наталії Миколаївні земельну ділянку кадастровий номер 6321281500:04:000:1529 площею 1,0500 га, в тому числі рілля площею 1,0500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26194C">
      <w:pPr>
        <w:spacing w:before="240"/>
        <w:ind w:firstLine="567"/>
        <w:jc w:val="both"/>
        <w:rPr>
          <w:sz w:val="28"/>
          <w:szCs w:val="28"/>
        </w:rPr>
      </w:pPr>
      <w:r w:rsidRPr="00FA4E96">
        <w:rPr>
          <w:sz w:val="28"/>
          <w:szCs w:val="28"/>
        </w:rPr>
        <w:t>144. Затвердити проект землеустрою щодо відведення земельної ділянки у власність гр. Лесковець Валентині Василівні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B2455C" w:rsidRPr="00FA4E96" w:rsidRDefault="00B2455C" w:rsidP="0026194C">
      <w:pPr>
        <w:ind w:firstLine="567"/>
        <w:jc w:val="both"/>
        <w:rPr>
          <w:sz w:val="28"/>
          <w:szCs w:val="28"/>
        </w:rPr>
      </w:pPr>
      <w:r w:rsidRPr="00FA4E96">
        <w:rPr>
          <w:sz w:val="28"/>
          <w:szCs w:val="28"/>
        </w:rPr>
        <w:t xml:space="preserve">144.1. Передати у приватну власність гр. ЛЕСКОВЕЦЬ Валентині Василівні земельну ділянку кадастровий номер 6321281500:04:000:1527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26194C">
      <w:pPr>
        <w:spacing w:before="240"/>
        <w:ind w:firstLine="567"/>
        <w:jc w:val="both"/>
        <w:rPr>
          <w:sz w:val="28"/>
          <w:szCs w:val="28"/>
        </w:rPr>
      </w:pPr>
      <w:r w:rsidRPr="00FA4E96">
        <w:rPr>
          <w:sz w:val="28"/>
          <w:szCs w:val="28"/>
        </w:rPr>
        <w:t>145. Затвердити проект землеустрою щодо відведення земельної ділянки у власність гр. Шеремет Любові Іванівні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B2455C" w:rsidRPr="00FA4E96" w:rsidRDefault="00B2455C" w:rsidP="0026194C">
      <w:pPr>
        <w:ind w:firstLine="567"/>
        <w:jc w:val="both"/>
        <w:rPr>
          <w:sz w:val="28"/>
          <w:szCs w:val="28"/>
        </w:rPr>
      </w:pPr>
      <w:r w:rsidRPr="00FA4E96">
        <w:rPr>
          <w:sz w:val="28"/>
          <w:szCs w:val="28"/>
        </w:rPr>
        <w:t xml:space="preserve">145.1. Передати у приватну власність гр. ШЕРЕМЕТ Любові Іванівні земельну ділянку кадастровий номер 6321282000:01:000:0375 площею  0,2500 га, в тому числі рілля площею 0,2500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26194C">
      <w:pPr>
        <w:spacing w:before="240"/>
        <w:ind w:firstLine="567"/>
        <w:jc w:val="both"/>
        <w:rPr>
          <w:sz w:val="28"/>
          <w:szCs w:val="28"/>
        </w:rPr>
      </w:pPr>
      <w:r w:rsidRPr="00FA4E96">
        <w:rPr>
          <w:sz w:val="28"/>
          <w:szCs w:val="28"/>
        </w:rPr>
        <w:t xml:space="preserve">146. Затвердити проект землеустрою щодо відведення земельної ділянки у власність гр. Бродовенко Наталії Алоїсівні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на території Валківської міської ради Богодухівського району Харківської області.</w:t>
      </w:r>
    </w:p>
    <w:p w:rsidR="00B2455C" w:rsidRPr="00FA4E96" w:rsidRDefault="00B2455C" w:rsidP="0026194C">
      <w:pPr>
        <w:ind w:firstLine="567"/>
        <w:jc w:val="both"/>
        <w:rPr>
          <w:sz w:val="28"/>
          <w:szCs w:val="28"/>
        </w:rPr>
      </w:pPr>
      <w:r w:rsidRPr="00FA4E96">
        <w:rPr>
          <w:sz w:val="28"/>
          <w:szCs w:val="28"/>
        </w:rPr>
        <w:t xml:space="preserve">146.1. Передати у приватну власність гр. БРОДОВЕНКО Наталії Алоїсівніземельну ділянку кадастровий номер 6321281500:04:000:1525 площею 1,4400 га, в тому числі рілля площею 1,4400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41DB5">
      <w:pPr>
        <w:spacing w:before="240"/>
        <w:ind w:firstLine="567"/>
        <w:jc w:val="both"/>
        <w:rPr>
          <w:sz w:val="28"/>
          <w:szCs w:val="28"/>
        </w:rPr>
      </w:pPr>
      <w:r w:rsidRPr="00FA4E96">
        <w:rPr>
          <w:sz w:val="28"/>
          <w:szCs w:val="28"/>
        </w:rPr>
        <w:t>147. Затвердити проект землеустрою щодо відведення земельної ділянки у власність гр. Поляцьковому Миколі Івановичу для ведення особистого селянського господарства по вул. Вільній, с. Щербинівка, Богодухівського району Харківської області.</w:t>
      </w:r>
    </w:p>
    <w:p w:rsidR="00B2455C" w:rsidRPr="00FA4E96" w:rsidRDefault="00B2455C" w:rsidP="002F1C7F">
      <w:pPr>
        <w:ind w:firstLine="567"/>
        <w:jc w:val="both"/>
        <w:rPr>
          <w:sz w:val="28"/>
          <w:szCs w:val="28"/>
        </w:rPr>
      </w:pPr>
      <w:r w:rsidRPr="00FA4E96">
        <w:rPr>
          <w:sz w:val="28"/>
          <w:szCs w:val="28"/>
        </w:rPr>
        <w:t xml:space="preserve">147.1. Передати у приватну власність гр. ПОЛЯЦЬКОВОМУ Миколі Івановичу земельну ділянку кадастровий номер 6321282510:00:001:0054 площею 1,2108 га, в тому числі рілля площею 1,2108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 розташовану на території Валківської міської територіальної громади за адресою:                           вул. Вільна, с. Щербинівка, Богодухівський район, Харківська область.</w:t>
      </w:r>
    </w:p>
    <w:p w:rsidR="00B2455C" w:rsidRPr="00FA4E96" w:rsidRDefault="00B2455C" w:rsidP="00EE0FC7">
      <w:pPr>
        <w:spacing w:before="240"/>
        <w:ind w:firstLine="567"/>
        <w:jc w:val="both"/>
        <w:rPr>
          <w:sz w:val="28"/>
          <w:szCs w:val="28"/>
        </w:rPr>
      </w:pPr>
      <w:r w:rsidRPr="00FA4E96">
        <w:rPr>
          <w:sz w:val="28"/>
          <w:szCs w:val="28"/>
        </w:rPr>
        <w:t>148. Затвердити проект землеустрою щодо відведення земельної ділянки гр. Корсуна Віктора Миколайовича із земель сільськогосподарського призначення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B2455C" w:rsidRPr="00FA4E96" w:rsidRDefault="00B2455C" w:rsidP="00EE0FC7">
      <w:pPr>
        <w:ind w:firstLine="567"/>
        <w:jc w:val="both"/>
        <w:rPr>
          <w:sz w:val="28"/>
          <w:szCs w:val="28"/>
        </w:rPr>
      </w:pPr>
      <w:r w:rsidRPr="00FA4E96">
        <w:rPr>
          <w:sz w:val="28"/>
          <w:szCs w:val="28"/>
        </w:rPr>
        <w:t xml:space="preserve">148.1. Передати у приватну власність гр. КОРСУНУ Віктору Миколайовичу земельну ділянку кадастровий номер 6321282500:03:000:0561 площею 0,6085 га, в тому числі під сільськогосподарськими та іншими господарськими будівлями і дворами площею 0,6085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E0FC7">
      <w:pPr>
        <w:spacing w:before="240"/>
        <w:ind w:firstLine="567"/>
        <w:jc w:val="both"/>
        <w:rPr>
          <w:sz w:val="28"/>
          <w:szCs w:val="28"/>
        </w:rPr>
      </w:pPr>
      <w:r w:rsidRPr="00FA4E96">
        <w:rPr>
          <w:sz w:val="28"/>
          <w:szCs w:val="28"/>
        </w:rPr>
        <w:t>149. Затвердити проект землеустрою щодо відведення земельної ділянки у власність громадянину Даниленку Вадиму Миколайовичу для ведення особистого селянського господарства за межами населених пунктів за рахунок земель державного резервного фонду сільськогосподарського призначення на території Мельниківської сільської ради Валківського району Харківської області.</w:t>
      </w:r>
    </w:p>
    <w:p w:rsidR="00B2455C" w:rsidRDefault="00B2455C" w:rsidP="00EE0FC7">
      <w:pPr>
        <w:ind w:firstLine="567"/>
        <w:jc w:val="both"/>
        <w:rPr>
          <w:sz w:val="28"/>
          <w:szCs w:val="28"/>
        </w:rPr>
      </w:pPr>
      <w:r w:rsidRPr="00FA4E96">
        <w:rPr>
          <w:sz w:val="28"/>
          <w:szCs w:val="28"/>
        </w:rPr>
        <w:t xml:space="preserve">149.1. Передати у приватну власність гр. ДАНИЛЕНКУ Вадиму Миколайовичу земельну ділянку кадастровий номер 6321284000:02:000:0686 площею 1,4000 га, в тому числі рілля площею 1,4000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A47C4E">
      <w:pPr>
        <w:spacing w:before="240"/>
        <w:ind w:firstLine="567"/>
        <w:jc w:val="both"/>
        <w:rPr>
          <w:sz w:val="28"/>
          <w:szCs w:val="28"/>
        </w:rPr>
      </w:pPr>
      <w:r>
        <w:rPr>
          <w:sz w:val="28"/>
          <w:szCs w:val="28"/>
        </w:rPr>
        <w:t>150</w:t>
      </w:r>
      <w:r w:rsidRPr="00FA4E96">
        <w:rPr>
          <w:sz w:val="28"/>
          <w:szCs w:val="28"/>
        </w:rPr>
        <w:t xml:space="preserve">. Затвердити проект землеустрою щодо відведення земельної ділянки  у власність гр. </w:t>
      </w:r>
      <w:r>
        <w:rPr>
          <w:sz w:val="28"/>
          <w:szCs w:val="28"/>
        </w:rPr>
        <w:t>Руденко Юлії Володимирівні</w:t>
      </w:r>
      <w:r w:rsidRPr="00FA4E96">
        <w:rPr>
          <w:sz w:val="28"/>
          <w:szCs w:val="28"/>
        </w:rPr>
        <w:t xml:space="preserve"> для ведення особистого селянського господарства, яка розташована </w:t>
      </w:r>
      <w:r>
        <w:rPr>
          <w:sz w:val="28"/>
          <w:szCs w:val="28"/>
        </w:rPr>
        <w:t xml:space="preserve">за адресою: </w:t>
      </w:r>
      <w:r w:rsidRPr="00FA4E96">
        <w:rPr>
          <w:sz w:val="28"/>
          <w:szCs w:val="28"/>
        </w:rPr>
        <w:t>смт</w:t>
      </w:r>
      <w:r>
        <w:rPr>
          <w:sz w:val="28"/>
          <w:szCs w:val="28"/>
        </w:rPr>
        <w:t xml:space="preserve"> </w:t>
      </w:r>
      <w:r w:rsidRPr="00FA4E96">
        <w:rPr>
          <w:sz w:val="28"/>
          <w:szCs w:val="28"/>
        </w:rPr>
        <w:t>Ков’яги</w:t>
      </w:r>
      <w:r>
        <w:rPr>
          <w:sz w:val="28"/>
          <w:szCs w:val="28"/>
        </w:rPr>
        <w:t>,</w:t>
      </w:r>
      <w:r w:rsidRPr="00FA4E96">
        <w:rPr>
          <w:sz w:val="28"/>
          <w:szCs w:val="28"/>
        </w:rPr>
        <w:t xml:space="preserve"> Богодухівськ</w:t>
      </w:r>
      <w:r>
        <w:rPr>
          <w:sz w:val="28"/>
          <w:szCs w:val="28"/>
        </w:rPr>
        <w:t>ий</w:t>
      </w:r>
      <w:r w:rsidRPr="00FA4E96">
        <w:rPr>
          <w:sz w:val="28"/>
          <w:szCs w:val="28"/>
        </w:rPr>
        <w:t xml:space="preserve"> р</w:t>
      </w:r>
      <w:r>
        <w:rPr>
          <w:sz w:val="28"/>
          <w:szCs w:val="28"/>
        </w:rPr>
        <w:t>-</w:t>
      </w:r>
      <w:r w:rsidRPr="00FA4E96">
        <w:rPr>
          <w:sz w:val="28"/>
          <w:szCs w:val="28"/>
        </w:rPr>
        <w:t>н</w:t>
      </w:r>
      <w:r>
        <w:rPr>
          <w:sz w:val="28"/>
          <w:szCs w:val="28"/>
        </w:rPr>
        <w:t>,</w:t>
      </w:r>
      <w:r w:rsidRPr="00FA4E96">
        <w:rPr>
          <w:sz w:val="28"/>
          <w:szCs w:val="28"/>
        </w:rPr>
        <w:t xml:space="preserve"> Харківської обл.</w:t>
      </w:r>
    </w:p>
    <w:p w:rsidR="00B2455C" w:rsidRPr="00FA4E96" w:rsidRDefault="00B2455C" w:rsidP="00A47C4E">
      <w:pPr>
        <w:ind w:firstLine="567"/>
        <w:jc w:val="both"/>
        <w:rPr>
          <w:sz w:val="28"/>
          <w:szCs w:val="28"/>
        </w:rPr>
      </w:pPr>
      <w:r>
        <w:rPr>
          <w:sz w:val="28"/>
          <w:szCs w:val="28"/>
        </w:rPr>
        <w:t>150</w:t>
      </w:r>
      <w:r w:rsidRPr="00FA4E96">
        <w:rPr>
          <w:sz w:val="28"/>
          <w:szCs w:val="28"/>
        </w:rPr>
        <w:t xml:space="preserve">.1. Передати у приватну власність гр. </w:t>
      </w:r>
      <w:r>
        <w:rPr>
          <w:sz w:val="28"/>
          <w:szCs w:val="28"/>
        </w:rPr>
        <w:t>РУДЕНКУ Юлії Володимирівні</w:t>
      </w:r>
      <w:r w:rsidRPr="00FA4E96">
        <w:rPr>
          <w:sz w:val="28"/>
          <w:szCs w:val="28"/>
        </w:rPr>
        <w:t xml:space="preserve"> земельну ділянку кадастровий номер 6321255400:03:000:</w:t>
      </w:r>
      <w:r>
        <w:rPr>
          <w:sz w:val="28"/>
          <w:szCs w:val="28"/>
        </w:rPr>
        <w:t>0988</w:t>
      </w:r>
      <w:r w:rsidRPr="00FA4E96">
        <w:rPr>
          <w:sz w:val="28"/>
          <w:szCs w:val="28"/>
        </w:rPr>
        <w:t xml:space="preserve"> площею 0,2</w:t>
      </w:r>
      <w:r>
        <w:rPr>
          <w:sz w:val="28"/>
          <w:szCs w:val="28"/>
        </w:rPr>
        <w:t>947</w:t>
      </w:r>
      <w:r w:rsidRPr="00FA4E96">
        <w:rPr>
          <w:sz w:val="28"/>
          <w:szCs w:val="28"/>
        </w:rPr>
        <w:t xml:space="preserve"> га, в тому числі рілля площею 0,2</w:t>
      </w:r>
      <w:r>
        <w:rPr>
          <w:sz w:val="28"/>
          <w:szCs w:val="28"/>
        </w:rPr>
        <w:t>947</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смт</w:t>
      </w:r>
      <w:r>
        <w:rPr>
          <w:sz w:val="28"/>
          <w:szCs w:val="28"/>
        </w:rPr>
        <w:t xml:space="preserve"> </w:t>
      </w:r>
      <w:r w:rsidRPr="00FA4E96">
        <w:rPr>
          <w:sz w:val="28"/>
          <w:szCs w:val="28"/>
        </w:rPr>
        <w:t>Ков’яги, Богодухівський район, Харківська область.</w:t>
      </w:r>
    </w:p>
    <w:p w:rsidR="00B2455C" w:rsidRPr="00FA4E96" w:rsidRDefault="00B2455C" w:rsidP="00E52F7B">
      <w:pPr>
        <w:spacing w:before="240"/>
        <w:ind w:firstLine="567"/>
        <w:jc w:val="both"/>
        <w:rPr>
          <w:sz w:val="28"/>
          <w:szCs w:val="28"/>
        </w:rPr>
      </w:pPr>
      <w:r w:rsidRPr="00FA4E96">
        <w:rPr>
          <w:sz w:val="28"/>
          <w:szCs w:val="28"/>
        </w:rPr>
        <w:t>1</w:t>
      </w:r>
      <w:r>
        <w:rPr>
          <w:sz w:val="28"/>
          <w:szCs w:val="28"/>
        </w:rPr>
        <w:t>51</w:t>
      </w:r>
      <w:r w:rsidRPr="00FA4E96">
        <w:rPr>
          <w:sz w:val="28"/>
          <w:szCs w:val="28"/>
        </w:rPr>
        <w:t xml:space="preserve">. Затвердити проект землеустрою щодо відведення земельної ділянки </w:t>
      </w:r>
      <w:r>
        <w:rPr>
          <w:sz w:val="28"/>
          <w:szCs w:val="28"/>
        </w:rPr>
        <w:t xml:space="preserve">у власність </w:t>
      </w:r>
      <w:r w:rsidRPr="00FA4E96">
        <w:rPr>
          <w:sz w:val="28"/>
          <w:szCs w:val="28"/>
        </w:rPr>
        <w:t xml:space="preserve">гр. </w:t>
      </w:r>
      <w:r>
        <w:rPr>
          <w:sz w:val="28"/>
          <w:szCs w:val="28"/>
        </w:rPr>
        <w:t>Макогон Оксані Іванівні</w:t>
      </w:r>
      <w:r w:rsidRPr="00FA4E96">
        <w:rPr>
          <w:sz w:val="28"/>
          <w:szCs w:val="28"/>
        </w:rPr>
        <w:t xml:space="preserve"> для ведення особистого селянського господарства </w:t>
      </w:r>
      <w:r>
        <w:rPr>
          <w:sz w:val="28"/>
          <w:szCs w:val="28"/>
        </w:rPr>
        <w:t xml:space="preserve">за рахунок земель резервного фонду сільськогосподарського призначення державної власності, що розташована за межами </w:t>
      </w:r>
      <w:r w:rsidRPr="00FA4E96">
        <w:rPr>
          <w:sz w:val="28"/>
          <w:szCs w:val="28"/>
        </w:rPr>
        <w:t>населен</w:t>
      </w:r>
      <w:r>
        <w:rPr>
          <w:sz w:val="28"/>
          <w:szCs w:val="28"/>
        </w:rPr>
        <w:t>ого</w:t>
      </w:r>
      <w:r w:rsidRPr="00FA4E96">
        <w:rPr>
          <w:sz w:val="28"/>
          <w:szCs w:val="28"/>
        </w:rPr>
        <w:t xml:space="preserve"> пункт</w:t>
      </w:r>
      <w:r>
        <w:rPr>
          <w:sz w:val="28"/>
          <w:szCs w:val="28"/>
        </w:rPr>
        <w:t>у</w:t>
      </w:r>
      <w:r w:rsidRPr="00FA4E96">
        <w:rPr>
          <w:sz w:val="28"/>
          <w:szCs w:val="28"/>
        </w:rPr>
        <w:t xml:space="preserve"> на території </w:t>
      </w:r>
      <w:r>
        <w:rPr>
          <w:sz w:val="28"/>
          <w:szCs w:val="28"/>
        </w:rPr>
        <w:t>Ков’язької селищної</w:t>
      </w:r>
      <w:r w:rsidRPr="00FA4E96">
        <w:rPr>
          <w:sz w:val="28"/>
          <w:szCs w:val="28"/>
        </w:rPr>
        <w:t xml:space="preserve"> ради </w:t>
      </w:r>
      <w:r>
        <w:rPr>
          <w:sz w:val="28"/>
          <w:szCs w:val="28"/>
        </w:rPr>
        <w:t>Валкі</w:t>
      </w:r>
      <w:r w:rsidRPr="00FA4E96">
        <w:rPr>
          <w:sz w:val="28"/>
          <w:szCs w:val="28"/>
        </w:rPr>
        <w:t>вського району Харківської області.</w:t>
      </w:r>
    </w:p>
    <w:p w:rsidR="00B2455C" w:rsidRPr="00FA4E96" w:rsidRDefault="00B2455C" w:rsidP="00E52F7B">
      <w:pPr>
        <w:ind w:firstLine="567"/>
        <w:jc w:val="both"/>
        <w:rPr>
          <w:sz w:val="28"/>
          <w:szCs w:val="28"/>
        </w:rPr>
      </w:pPr>
      <w:r w:rsidRPr="00FA4E96">
        <w:rPr>
          <w:sz w:val="28"/>
          <w:szCs w:val="28"/>
        </w:rPr>
        <w:t>1</w:t>
      </w:r>
      <w:r>
        <w:rPr>
          <w:sz w:val="28"/>
          <w:szCs w:val="28"/>
        </w:rPr>
        <w:t>51</w:t>
      </w:r>
      <w:r w:rsidRPr="00FA4E96">
        <w:rPr>
          <w:sz w:val="28"/>
          <w:szCs w:val="28"/>
        </w:rPr>
        <w:t xml:space="preserve">.1. Передати у приватну власність гр. </w:t>
      </w:r>
      <w:r>
        <w:rPr>
          <w:sz w:val="28"/>
          <w:szCs w:val="28"/>
        </w:rPr>
        <w:t>МАКОГОН Оксані Іванівні</w:t>
      </w:r>
      <w:r w:rsidRPr="00FA4E96">
        <w:rPr>
          <w:sz w:val="28"/>
          <w:szCs w:val="28"/>
        </w:rPr>
        <w:t xml:space="preserve"> земельну ділянку кадастровий номер 63212</w:t>
      </w:r>
      <w:r>
        <w:rPr>
          <w:sz w:val="28"/>
          <w:szCs w:val="28"/>
        </w:rPr>
        <w:t>55400</w:t>
      </w:r>
      <w:r w:rsidRPr="00FA4E96">
        <w:rPr>
          <w:sz w:val="28"/>
          <w:szCs w:val="28"/>
        </w:rPr>
        <w:t>:03:000:</w:t>
      </w:r>
      <w:r>
        <w:rPr>
          <w:sz w:val="28"/>
          <w:szCs w:val="28"/>
        </w:rPr>
        <w:t>1024</w:t>
      </w:r>
      <w:r w:rsidRPr="00FA4E96">
        <w:rPr>
          <w:sz w:val="28"/>
          <w:szCs w:val="28"/>
        </w:rPr>
        <w:t xml:space="preserve"> площею </w:t>
      </w:r>
      <w:r>
        <w:rPr>
          <w:sz w:val="28"/>
          <w:szCs w:val="28"/>
        </w:rPr>
        <w:t xml:space="preserve"> 1,2910</w:t>
      </w:r>
      <w:r w:rsidRPr="00FA4E96">
        <w:rPr>
          <w:sz w:val="28"/>
          <w:szCs w:val="28"/>
        </w:rPr>
        <w:t xml:space="preserve"> га, в тому числі рілля площею </w:t>
      </w:r>
      <w:r>
        <w:rPr>
          <w:sz w:val="28"/>
          <w:szCs w:val="28"/>
        </w:rPr>
        <w:t>1,2910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AF4B4C">
      <w:pPr>
        <w:spacing w:before="240"/>
        <w:ind w:firstLine="567"/>
        <w:jc w:val="both"/>
        <w:rPr>
          <w:sz w:val="28"/>
          <w:szCs w:val="28"/>
        </w:rPr>
      </w:pPr>
      <w:r w:rsidRPr="00FA4E96">
        <w:rPr>
          <w:sz w:val="28"/>
          <w:szCs w:val="28"/>
        </w:rPr>
        <w:t>1</w:t>
      </w:r>
      <w:r>
        <w:rPr>
          <w:sz w:val="28"/>
          <w:szCs w:val="28"/>
        </w:rPr>
        <w:t>52</w:t>
      </w:r>
      <w:r w:rsidRPr="00FA4E96">
        <w:rPr>
          <w:sz w:val="28"/>
          <w:szCs w:val="28"/>
        </w:rPr>
        <w:t xml:space="preserve">. Затвердити проект землеустрою щодо відведення земельної ділянки </w:t>
      </w:r>
      <w:r>
        <w:rPr>
          <w:sz w:val="28"/>
          <w:szCs w:val="28"/>
        </w:rPr>
        <w:t xml:space="preserve">у власність </w:t>
      </w:r>
      <w:r w:rsidRPr="00FA4E96">
        <w:rPr>
          <w:sz w:val="28"/>
          <w:szCs w:val="28"/>
        </w:rPr>
        <w:t xml:space="preserve">гр. </w:t>
      </w:r>
      <w:r>
        <w:rPr>
          <w:sz w:val="28"/>
          <w:szCs w:val="28"/>
        </w:rPr>
        <w:t>Пащенко Тетяні Олександрівні</w:t>
      </w:r>
      <w:r w:rsidRPr="00FA4E96">
        <w:rPr>
          <w:sz w:val="28"/>
          <w:szCs w:val="28"/>
        </w:rPr>
        <w:t xml:space="preserve"> для ведення особистого селянського господарства </w:t>
      </w:r>
      <w:r>
        <w:rPr>
          <w:sz w:val="28"/>
          <w:szCs w:val="28"/>
        </w:rPr>
        <w:t xml:space="preserve">за рахунок земель резервного фонду сільськогосподарського призначення державної власності, що розташована за межами </w:t>
      </w:r>
      <w:r w:rsidRPr="00FA4E96">
        <w:rPr>
          <w:sz w:val="28"/>
          <w:szCs w:val="28"/>
        </w:rPr>
        <w:t>населен</w:t>
      </w:r>
      <w:r>
        <w:rPr>
          <w:sz w:val="28"/>
          <w:szCs w:val="28"/>
        </w:rPr>
        <w:t>ого</w:t>
      </w:r>
      <w:r w:rsidRPr="00FA4E96">
        <w:rPr>
          <w:sz w:val="28"/>
          <w:szCs w:val="28"/>
        </w:rPr>
        <w:t xml:space="preserve"> пункт</w:t>
      </w:r>
      <w:r>
        <w:rPr>
          <w:sz w:val="28"/>
          <w:szCs w:val="28"/>
        </w:rPr>
        <w:t>у</w:t>
      </w:r>
      <w:r w:rsidRPr="00FA4E96">
        <w:rPr>
          <w:sz w:val="28"/>
          <w:szCs w:val="28"/>
        </w:rPr>
        <w:t xml:space="preserve"> на території </w:t>
      </w:r>
      <w:r>
        <w:rPr>
          <w:sz w:val="28"/>
          <w:szCs w:val="28"/>
        </w:rPr>
        <w:t>Ков’язької селищної</w:t>
      </w:r>
      <w:r w:rsidRPr="00FA4E96">
        <w:rPr>
          <w:sz w:val="28"/>
          <w:szCs w:val="28"/>
        </w:rPr>
        <w:t xml:space="preserve"> ради </w:t>
      </w:r>
      <w:r>
        <w:rPr>
          <w:sz w:val="28"/>
          <w:szCs w:val="28"/>
        </w:rPr>
        <w:t>Валкі</w:t>
      </w:r>
      <w:r w:rsidRPr="00FA4E96">
        <w:rPr>
          <w:sz w:val="28"/>
          <w:szCs w:val="28"/>
        </w:rPr>
        <w:t>вського району Харківської області.</w:t>
      </w:r>
    </w:p>
    <w:p w:rsidR="00B2455C" w:rsidRPr="00FA4E96" w:rsidRDefault="00B2455C" w:rsidP="00AF4B4C">
      <w:pPr>
        <w:ind w:firstLine="567"/>
        <w:jc w:val="both"/>
        <w:rPr>
          <w:sz w:val="28"/>
          <w:szCs w:val="28"/>
        </w:rPr>
      </w:pPr>
      <w:r w:rsidRPr="00FA4E96">
        <w:rPr>
          <w:sz w:val="28"/>
          <w:szCs w:val="28"/>
        </w:rPr>
        <w:t>1</w:t>
      </w:r>
      <w:r>
        <w:rPr>
          <w:sz w:val="28"/>
          <w:szCs w:val="28"/>
        </w:rPr>
        <w:t>52</w:t>
      </w:r>
      <w:r w:rsidRPr="00FA4E96">
        <w:rPr>
          <w:sz w:val="28"/>
          <w:szCs w:val="28"/>
        </w:rPr>
        <w:t xml:space="preserve">.1. Передати у приватну власність гр. </w:t>
      </w:r>
      <w:r>
        <w:rPr>
          <w:sz w:val="28"/>
          <w:szCs w:val="28"/>
        </w:rPr>
        <w:t>ПАЩЕНКО Тетяні Олександрівні</w:t>
      </w:r>
      <w:r w:rsidRPr="00FA4E96">
        <w:rPr>
          <w:sz w:val="28"/>
          <w:szCs w:val="28"/>
        </w:rPr>
        <w:t xml:space="preserve"> земельну ділянку кадастровий номер 63212</w:t>
      </w:r>
      <w:r>
        <w:rPr>
          <w:sz w:val="28"/>
          <w:szCs w:val="28"/>
        </w:rPr>
        <w:t>55400</w:t>
      </w:r>
      <w:r w:rsidRPr="00FA4E96">
        <w:rPr>
          <w:sz w:val="28"/>
          <w:szCs w:val="28"/>
        </w:rPr>
        <w:t>:03:000:</w:t>
      </w:r>
      <w:r>
        <w:rPr>
          <w:sz w:val="28"/>
          <w:szCs w:val="28"/>
        </w:rPr>
        <w:t>1022</w:t>
      </w:r>
      <w:r w:rsidRPr="00FA4E96">
        <w:rPr>
          <w:sz w:val="28"/>
          <w:szCs w:val="28"/>
        </w:rPr>
        <w:t xml:space="preserve"> площею </w:t>
      </w:r>
      <w:r>
        <w:rPr>
          <w:sz w:val="28"/>
          <w:szCs w:val="28"/>
        </w:rPr>
        <w:t>1,2910</w:t>
      </w:r>
      <w:r w:rsidRPr="00FA4E96">
        <w:rPr>
          <w:sz w:val="28"/>
          <w:szCs w:val="28"/>
        </w:rPr>
        <w:t xml:space="preserve"> га, в тому числі рілля площею </w:t>
      </w:r>
      <w:r>
        <w:rPr>
          <w:sz w:val="28"/>
          <w:szCs w:val="28"/>
        </w:rPr>
        <w:t>1,2910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A70432">
      <w:pPr>
        <w:spacing w:before="240"/>
        <w:ind w:firstLine="567"/>
        <w:jc w:val="both"/>
        <w:rPr>
          <w:sz w:val="28"/>
          <w:szCs w:val="28"/>
        </w:rPr>
      </w:pPr>
      <w:r w:rsidRPr="00FA4E96">
        <w:rPr>
          <w:sz w:val="28"/>
          <w:szCs w:val="28"/>
        </w:rPr>
        <w:t>1</w:t>
      </w:r>
      <w:r>
        <w:rPr>
          <w:sz w:val="28"/>
          <w:szCs w:val="28"/>
        </w:rPr>
        <w:t>53</w:t>
      </w:r>
      <w:r w:rsidRPr="00FA4E96">
        <w:rPr>
          <w:sz w:val="28"/>
          <w:szCs w:val="28"/>
        </w:rPr>
        <w:t xml:space="preserve">. Затвердити проект землеустрою щодо відведення земельної ділянки </w:t>
      </w:r>
      <w:r>
        <w:rPr>
          <w:sz w:val="28"/>
          <w:szCs w:val="28"/>
        </w:rPr>
        <w:t xml:space="preserve">за рахунок сформованої земельної ділянки кад. №6321256000:04:000:1111 із земель запасу сільськогосподарського призначення </w:t>
      </w:r>
      <w:r w:rsidRPr="00FA4E96">
        <w:rPr>
          <w:sz w:val="28"/>
          <w:szCs w:val="28"/>
        </w:rPr>
        <w:t xml:space="preserve">гр. </w:t>
      </w:r>
      <w:r>
        <w:rPr>
          <w:sz w:val="28"/>
          <w:szCs w:val="28"/>
        </w:rPr>
        <w:t xml:space="preserve">Рєзніку Миколі Сергійовичу </w:t>
      </w:r>
      <w:r w:rsidRPr="00FA4E96">
        <w:rPr>
          <w:sz w:val="28"/>
          <w:szCs w:val="28"/>
        </w:rPr>
        <w:t>для ведення особистого селянського господарства (</w:t>
      </w:r>
      <w:r>
        <w:rPr>
          <w:sz w:val="28"/>
          <w:szCs w:val="28"/>
        </w:rPr>
        <w:t>КВЦПЗД</w:t>
      </w:r>
      <w:r w:rsidRPr="00FA4E96">
        <w:rPr>
          <w:sz w:val="28"/>
          <w:szCs w:val="28"/>
        </w:rPr>
        <w:t xml:space="preserve"> - 01.03), </w:t>
      </w:r>
      <w:r>
        <w:rPr>
          <w:sz w:val="28"/>
          <w:szCs w:val="28"/>
        </w:rPr>
        <w:t xml:space="preserve">розташованої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A70432">
      <w:pPr>
        <w:ind w:firstLine="567"/>
        <w:jc w:val="both"/>
        <w:rPr>
          <w:sz w:val="28"/>
          <w:szCs w:val="28"/>
        </w:rPr>
      </w:pPr>
      <w:r w:rsidRPr="00FA4E96">
        <w:rPr>
          <w:sz w:val="28"/>
          <w:szCs w:val="28"/>
        </w:rPr>
        <w:t>1</w:t>
      </w:r>
      <w:r>
        <w:rPr>
          <w:sz w:val="28"/>
          <w:szCs w:val="28"/>
        </w:rPr>
        <w:t>53</w:t>
      </w:r>
      <w:r w:rsidRPr="00FA4E96">
        <w:rPr>
          <w:sz w:val="28"/>
          <w:szCs w:val="28"/>
        </w:rPr>
        <w:t xml:space="preserve">.1. Передати у приватну власність гр. </w:t>
      </w:r>
      <w:r>
        <w:rPr>
          <w:sz w:val="28"/>
          <w:szCs w:val="28"/>
        </w:rPr>
        <w:t>РЄЗНІКУ Миколі Сергійовичу</w:t>
      </w:r>
      <w:r w:rsidRPr="00FA4E96">
        <w:rPr>
          <w:sz w:val="28"/>
          <w:szCs w:val="28"/>
        </w:rPr>
        <w:t xml:space="preserve"> земельну ділянку кадастровий номер 63212</w:t>
      </w:r>
      <w:r>
        <w:rPr>
          <w:sz w:val="28"/>
          <w:szCs w:val="28"/>
        </w:rPr>
        <w:t>56000</w:t>
      </w:r>
      <w:r w:rsidRPr="00FA4E96">
        <w:rPr>
          <w:sz w:val="28"/>
          <w:szCs w:val="28"/>
        </w:rPr>
        <w:t>:0</w:t>
      </w:r>
      <w:r>
        <w:rPr>
          <w:sz w:val="28"/>
          <w:szCs w:val="28"/>
        </w:rPr>
        <w:t>4</w:t>
      </w:r>
      <w:r w:rsidRPr="00FA4E96">
        <w:rPr>
          <w:sz w:val="28"/>
          <w:szCs w:val="28"/>
        </w:rPr>
        <w:t>:000:</w:t>
      </w:r>
      <w:r>
        <w:rPr>
          <w:sz w:val="28"/>
          <w:szCs w:val="28"/>
        </w:rPr>
        <w:t>1203</w:t>
      </w:r>
      <w:r w:rsidRPr="00FA4E96">
        <w:rPr>
          <w:sz w:val="28"/>
          <w:szCs w:val="28"/>
        </w:rPr>
        <w:t xml:space="preserve"> площею </w:t>
      </w:r>
      <w:r>
        <w:rPr>
          <w:sz w:val="28"/>
          <w:szCs w:val="28"/>
        </w:rPr>
        <w:t xml:space="preserve">  2,0000</w:t>
      </w:r>
      <w:r w:rsidRPr="00FA4E96">
        <w:rPr>
          <w:sz w:val="28"/>
          <w:szCs w:val="28"/>
        </w:rPr>
        <w:t xml:space="preserve"> га, в тому числі </w:t>
      </w:r>
      <w:r>
        <w:rPr>
          <w:sz w:val="28"/>
          <w:szCs w:val="28"/>
        </w:rPr>
        <w:t>пасовища</w:t>
      </w:r>
      <w:r w:rsidRPr="00FA4E96">
        <w:rPr>
          <w:sz w:val="28"/>
          <w:szCs w:val="28"/>
        </w:rPr>
        <w:t xml:space="preserve"> площею </w:t>
      </w:r>
      <w:r>
        <w:rPr>
          <w:sz w:val="28"/>
          <w:szCs w:val="28"/>
        </w:rPr>
        <w:t>2,0000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53417">
      <w:pPr>
        <w:spacing w:before="240"/>
        <w:ind w:firstLine="567"/>
        <w:jc w:val="both"/>
        <w:rPr>
          <w:sz w:val="28"/>
          <w:szCs w:val="28"/>
        </w:rPr>
      </w:pPr>
      <w:r w:rsidRPr="00FA4E96">
        <w:rPr>
          <w:sz w:val="28"/>
          <w:szCs w:val="28"/>
        </w:rPr>
        <w:t>1</w:t>
      </w:r>
      <w:r>
        <w:rPr>
          <w:sz w:val="28"/>
          <w:szCs w:val="28"/>
        </w:rPr>
        <w:t>54</w:t>
      </w:r>
      <w:r w:rsidRPr="00FA4E96">
        <w:rPr>
          <w:sz w:val="28"/>
          <w:szCs w:val="28"/>
        </w:rPr>
        <w:t xml:space="preserve">. Затвердити проект землеустрою щодо відведення земельної ділянки </w:t>
      </w:r>
      <w:r>
        <w:rPr>
          <w:sz w:val="28"/>
          <w:szCs w:val="28"/>
        </w:rPr>
        <w:t xml:space="preserve">за рахунок сформованої земельної ділянки кад. №6321256000:02:000:0430 із земель запасу сільськогосподарського призначення </w:t>
      </w:r>
      <w:r w:rsidRPr="00FA4E96">
        <w:rPr>
          <w:sz w:val="28"/>
          <w:szCs w:val="28"/>
        </w:rPr>
        <w:t xml:space="preserve">гр. </w:t>
      </w:r>
      <w:r>
        <w:rPr>
          <w:sz w:val="28"/>
          <w:szCs w:val="28"/>
        </w:rPr>
        <w:t xml:space="preserve">Душці Анні Юріївні </w:t>
      </w:r>
      <w:r w:rsidRPr="00FA4E96">
        <w:rPr>
          <w:sz w:val="28"/>
          <w:szCs w:val="28"/>
        </w:rPr>
        <w:t>для ведення особистого селянського господарства (</w:t>
      </w:r>
      <w:r>
        <w:rPr>
          <w:sz w:val="28"/>
          <w:szCs w:val="28"/>
        </w:rPr>
        <w:t>КВЦПЗД</w:t>
      </w:r>
      <w:r w:rsidRPr="00FA4E96">
        <w:rPr>
          <w:sz w:val="28"/>
          <w:szCs w:val="28"/>
        </w:rPr>
        <w:t xml:space="preserve"> - 01.03), </w:t>
      </w:r>
      <w:r>
        <w:rPr>
          <w:sz w:val="28"/>
          <w:szCs w:val="28"/>
        </w:rPr>
        <w:t xml:space="preserve">розташованої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453417">
      <w:pPr>
        <w:ind w:firstLine="567"/>
        <w:jc w:val="both"/>
        <w:rPr>
          <w:sz w:val="28"/>
          <w:szCs w:val="28"/>
        </w:rPr>
      </w:pPr>
      <w:r w:rsidRPr="00FA4E96">
        <w:rPr>
          <w:sz w:val="28"/>
          <w:szCs w:val="28"/>
        </w:rPr>
        <w:t>1</w:t>
      </w:r>
      <w:r>
        <w:rPr>
          <w:sz w:val="28"/>
          <w:szCs w:val="28"/>
        </w:rPr>
        <w:t>54</w:t>
      </w:r>
      <w:r w:rsidRPr="00FA4E96">
        <w:rPr>
          <w:sz w:val="28"/>
          <w:szCs w:val="28"/>
        </w:rPr>
        <w:t xml:space="preserve">.1. Передати у приватну власність гр. </w:t>
      </w:r>
      <w:r>
        <w:rPr>
          <w:sz w:val="28"/>
          <w:szCs w:val="28"/>
        </w:rPr>
        <w:t xml:space="preserve">ДУШЦІ Анні Юріївні </w:t>
      </w:r>
      <w:r w:rsidRPr="00FA4E96">
        <w:rPr>
          <w:sz w:val="28"/>
          <w:szCs w:val="28"/>
        </w:rPr>
        <w:t>земельну ділянку кадастровий номер 63212</w:t>
      </w:r>
      <w:r>
        <w:rPr>
          <w:sz w:val="28"/>
          <w:szCs w:val="28"/>
        </w:rPr>
        <w:t>56000</w:t>
      </w:r>
      <w:r w:rsidRPr="00FA4E96">
        <w:rPr>
          <w:sz w:val="28"/>
          <w:szCs w:val="28"/>
        </w:rPr>
        <w:t>:0</w:t>
      </w:r>
      <w:r>
        <w:rPr>
          <w:sz w:val="28"/>
          <w:szCs w:val="28"/>
        </w:rPr>
        <w:t>2</w:t>
      </w:r>
      <w:r w:rsidRPr="00FA4E96">
        <w:rPr>
          <w:sz w:val="28"/>
          <w:szCs w:val="28"/>
        </w:rPr>
        <w:t>:000:</w:t>
      </w:r>
      <w:r>
        <w:rPr>
          <w:sz w:val="28"/>
          <w:szCs w:val="28"/>
        </w:rPr>
        <w:t>0430 площею 1,3000</w:t>
      </w:r>
      <w:r w:rsidRPr="00FA4E96">
        <w:rPr>
          <w:sz w:val="28"/>
          <w:szCs w:val="28"/>
        </w:rPr>
        <w:t xml:space="preserve"> га, в тому числі </w:t>
      </w:r>
      <w:r>
        <w:rPr>
          <w:sz w:val="28"/>
          <w:szCs w:val="28"/>
        </w:rPr>
        <w:t>пасовища</w:t>
      </w:r>
      <w:r w:rsidRPr="00FA4E96">
        <w:rPr>
          <w:sz w:val="28"/>
          <w:szCs w:val="28"/>
        </w:rPr>
        <w:t xml:space="preserve"> площею </w:t>
      </w:r>
      <w:r>
        <w:rPr>
          <w:sz w:val="28"/>
          <w:szCs w:val="28"/>
        </w:rPr>
        <w:t>1,3000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06383">
      <w:pPr>
        <w:spacing w:before="240"/>
        <w:ind w:firstLine="567"/>
        <w:jc w:val="both"/>
        <w:rPr>
          <w:sz w:val="28"/>
          <w:szCs w:val="28"/>
        </w:rPr>
      </w:pPr>
      <w:r w:rsidRPr="00FA4E96">
        <w:rPr>
          <w:sz w:val="28"/>
          <w:szCs w:val="28"/>
        </w:rPr>
        <w:t>1</w:t>
      </w:r>
      <w:r>
        <w:rPr>
          <w:sz w:val="28"/>
          <w:szCs w:val="28"/>
        </w:rPr>
        <w:t>55</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Шмадюк Ігор Петрович </w:t>
      </w:r>
      <w:r w:rsidRPr="00FA4E96">
        <w:rPr>
          <w:sz w:val="28"/>
          <w:szCs w:val="28"/>
        </w:rPr>
        <w:t xml:space="preserve">для ведення особистого селянського господарства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406383">
      <w:pPr>
        <w:ind w:firstLine="567"/>
        <w:jc w:val="both"/>
        <w:rPr>
          <w:sz w:val="28"/>
          <w:szCs w:val="28"/>
        </w:rPr>
      </w:pPr>
      <w:r w:rsidRPr="00FA4E96">
        <w:rPr>
          <w:sz w:val="28"/>
          <w:szCs w:val="28"/>
        </w:rPr>
        <w:t>1</w:t>
      </w:r>
      <w:r>
        <w:rPr>
          <w:sz w:val="28"/>
          <w:szCs w:val="28"/>
        </w:rPr>
        <w:t>55</w:t>
      </w:r>
      <w:r w:rsidRPr="00FA4E96">
        <w:rPr>
          <w:sz w:val="28"/>
          <w:szCs w:val="28"/>
        </w:rPr>
        <w:t xml:space="preserve">.1. Передати у приватну власність гр. </w:t>
      </w:r>
      <w:r>
        <w:rPr>
          <w:sz w:val="28"/>
          <w:szCs w:val="28"/>
        </w:rPr>
        <w:t xml:space="preserve">ШМАДЮКУ Ігорю Петровичу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0381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24E76">
      <w:pPr>
        <w:spacing w:before="240"/>
        <w:ind w:firstLine="567"/>
        <w:jc w:val="both"/>
        <w:rPr>
          <w:sz w:val="28"/>
          <w:szCs w:val="28"/>
        </w:rPr>
      </w:pPr>
      <w:r w:rsidRPr="00FA4E96">
        <w:rPr>
          <w:sz w:val="28"/>
          <w:szCs w:val="28"/>
        </w:rPr>
        <w:t>1</w:t>
      </w:r>
      <w:r>
        <w:rPr>
          <w:sz w:val="28"/>
          <w:szCs w:val="28"/>
        </w:rPr>
        <w:t>56</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Курисько Людмила Вікторівна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424E76">
      <w:pPr>
        <w:ind w:firstLine="567"/>
        <w:jc w:val="both"/>
        <w:rPr>
          <w:sz w:val="28"/>
          <w:szCs w:val="28"/>
        </w:rPr>
      </w:pPr>
      <w:r w:rsidRPr="00FA4E96">
        <w:rPr>
          <w:sz w:val="28"/>
          <w:szCs w:val="28"/>
        </w:rPr>
        <w:t>1</w:t>
      </w:r>
      <w:r>
        <w:rPr>
          <w:sz w:val="28"/>
          <w:szCs w:val="28"/>
        </w:rPr>
        <w:t>56</w:t>
      </w:r>
      <w:r w:rsidRPr="00FA4E96">
        <w:rPr>
          <w:sz w:val="28"/>
          <w:szCs w:val="28"/>
        </w:rPr>
        <w:t xml:space="preserve">.1. Передати у приватну власність гр. </w:t>
      </w:r>
      <w:r>
        <w:rPr>
          <w:sz w:val="28"/>
          <w:szCs w:val="28"/>
        </w:rPr>
        <w:t xml:space="preserve">КУРИСЬКО Людмилі Вікторівні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0390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9542E">
      <w:pPr>
        <w:spacing w:before="240"/>
        <w:ind w:firstLine="567"/>
        <w:jc w:val="both"/>
        <w:rPr>
          <w:sz w:val="28"/>
          <w:szCs w:val="28"/>
        </w:rPr>
      </w:pPr>
      <w:r w:rsidRPr="00FA4E96">
        <w:rPr>
          <w:sz w:val="28"/>
          <w:szCs w:val="28"/>
        </w:rPr>
        <w:t>1</w:t>
      </w:r>
      <w:r>
        <w:rPr>
          <w:sz w:val="28"/>
          <w:szCs w:val="28"/>
        </w:rPr>
        <w:t>57</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Лотоцький Ярослав Валентинович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99542E">
      <w:pPr>
        <w:ind w:firstLine="567"/>
        <w:jc w:val="both"/>
        <w:rPr>
          <w:sz w:val="28"/>
          <w:szCs w:val="28"/>
        </w:rPr>
      </w:pPr>
      <w:r w:rsidRPr="00FA4E96">
        <w:rPr>
          <w:sz w:val="28"/>
          <w:szCs w:val="28"/>
        </w:rPr>
        <w:t>1</w:t>
      </w:r>
      <w:r>
        <w:rPr>
          <w:sz w:val="28"/>
          <w:szCs w:val="28"/>
        </w:rPr>
        <w:t>57</w:t>
      </w:r>
      <w:r w:rsidRPr="00FA4E96">
        <w:rPr>
          <w:sz w:val="28"/>
          <w:szCs w:val="28"/>
        </w:rPr>
        <w:t xml:space="preserve">.1. Передати у приватну власність гр. </w:t>
      </w:r>
      <w:r>
        <w:rPr>
          <w:sz w:val="28"/>
          <w:szCs w:val="28"/>
        </w:rPr>
        <w:t xml:space="preserve">ЛОТОЦЬКОМУ Ярославу Валентиновичу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0398 площею 1,9689</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1,9689</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9542E">
      <w:pPr>
        <w:spacing w:before="240"/>
        <w:ind w:firstLine="567"/>
        <w:jc w:val="both"/>
        <w:rPr>
          <w:sz w:val="28"/>
          <w:szCs w:val="28"/>
        </w:rPr>
      </w:pPr>
      <w:r w:rsidRPr="00FA4E96">
        <w:rPr>
          <w:sz w:val="28"/>
          <w:szCs w:val="28"/>
        </w:rPr>
        <w:t>1</w:t>
      </w:r>
      <w:r>
        <w:rPr>
          <w:sz w:val="28"/>
          <w:szCs w:val="28"/>
        </w:rPr>
        <w:t>58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Базюк Віктор Миколайович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99542E">
      <w:pPr>
        <w:ind w:firstLine="567"/>
        <w:jc w:val="both"/>
        <w:rPr>
          <w:sz w:val="28"/>
          <w:szCs w:val="28"/>
        </w:rPr>
      </w:pPr>
      <w:r w:rsidRPr="00FA4E96">
        <w:rPr>
          <w:sz w:val="28"/>
          <w:szCs w:val="28"/>
        </w:rPr>
        <w:t>1</w:t>
      </w:r>
      <w:r>
        <w:rPr>
          <w:sz w:val="28"/>
          <w:szCs w:val="28"/>
        </w:rPr>
        <w:t>58</w:t>
      </w:r>
      <w:r w:rsidRPr="00FA4E96">
        <w:rPr>
          <w:sz w:val="28"/>
          <w:szCs w:val="28"/>
        </w:rPr>
        <w:t xml:space="preserve">.1. Передати у приватну власність гр. </w:t>
      </w:r>
      <w:r>
        <w:rPr>
          <w:sz w:val="28"/>
          <w:szCs w:val="28"/>
        </w:rPr>
        <w:t xml:space="preserve">БАЗЮКУ Віктору Миколайовичу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0399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B762E">
      <w:pPr>
        <w:spacing w:before="240"/>
        <w:ind w:firstLine="567"/>
        <w:jc w:val="both"/>
        <w:rPr>
          <w:sz w:val="28"/>
          <w:szCs w:val="28"/>
        </w:rPr>
      </w:pPr>
      <w:r w:rsidRPr="00FA4E96">
        <w:rPr>
          <w:sz w:val="28"/>
          <w:szCs w:val="28"/>
        </w:rPr>
        <w:t>1</w:t>
      </w:r>
      <w:r>
        <w:rPr>
          <w:sz w:val="28"/>
          <w:szCs w:val="28"/>
        </w:rPr>
        <w:t>59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Подлєсний Микола Віталійович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3B762E">
      <w:pPr>
        <w:ind w:firstLine="567"/>
        <w:jc w:val="both"/>
        <w:rPr>
          <w:sz w:val="28"/>
          <w:szCs w:val="28"/>
        </w:rPr>
      </w:pPr>
      <w:r w:rsidRPr="00FA4E96">
        <w:rPr>
          <w:sz w:val="28"/>
          <w:szCs w:val="28"/>
        </w:rPr>
        <w:t>1</w:t>
      </w:r>
      <w:r>
        <w:rPr>
          <w:sz w:val="28"/>
          <w:szCs w:val="28"/>
        </w:rPr>
        <w:t>59</w:t>
      </w:r>
      <w:r w:rsidRPr="00FA4E96">
        <w:rPr>
          <w:sz w:val="28"/>
          <w:szCs w:val="28"/>
        </w:rPr>
        <w:t xml:space="preserve">.1. Передати у приватну власність гр. </w:t>
      </w:r>
      <w:r>
        <w:rPr>
          <w:sz w:val="28"/>
          <w:szCs w:val="28"/>
        </w:rPr>
        <w:t xml:space="preserve">ПОДЛЄСНОМУ Миколі Віталійовичу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0396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E35CE">
      <w:pPr>
        <w:spacing w:before="240"/>
        <w:ind w:firstLine="567"/>
        <w:jc w:val="both"/>
        <w:rPr>
          <w:sz w:val="28"/>
          <w:szCs w:val="28"/>
        </w:rPr>
      </w:pPr>
      <w:r w:rsidRPr="00FA4E96">
        <w:rPr>
          <w:sz w:val="28"/>
          <w:szCs w:val="28"/>
        </w:rPr>
        <w:t>1</w:t>
      </w:r>
      <w:r>
        <w:rPr>
          <w:sz w:val="28"/>
          <w:szCs w:val="28"/>
        </w:rPr>
        <w:t>60</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Щербак Марія Анатоліївна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CE35CE">
      <w:pPr>
        <w:ind w:firstLine="567"/>
        <w:jc w:val="both"/>
        <w:rPr>
          <w:sz w:val="28"/>
          <w:szCs w:val="28"/>
        </w:rPr>
      </w:pPr>
      <w:r w:rsidRPr="00FA4E96">
        <w:rPr>
          <w:sz w:val="28"/>
          <w:szCs w:val="28"/>
        </w:rPr>
        <w:t>1</w:t>
      </w:r>
      <w:r>
        <w:rPr>
          <w:sz w:val="28"/>
          <w:szCs w:val="28"/>
        </w:rPr>
        <w:t>60</w:t>
      </w:r>
      <w:r w:rsidRPr="00FA4E96">
        <w:rPr>
          <w:sz w:val="28"/>
          <w:szCs w:val="28"/>
        </w:rPr>
        <w:t xml:space="preserve">.1. Передати у приватну власність гр. </w:t>
      </w:r>
      <w:r>
        <w:rPr>
          <w:sz w:val="28"/>
          <w:szCs w:val="28"/>
        </w:rPr>
        <w:t xml:space="preserve">ЩЕРБАК Марії Анатоліївні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0388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E35CE">
      <w:pPr>
        <w:spacing w:before="240"/>
        <w:ind w:firstLine="567"/>
        <w:jc w:val="both"/>
        <w:rPr>
          <w:sz w:val="28"/>
          <w:szCs w:val="28"/>
        </w:rPr>
      </w:pPr>
      <w:r w:rsidRPr="00FA4E96">
        <w:rPr>
          <w:sz w:val="28"/>
          <w:szCs w:val="28"/>
        </w:rPr>
        <w:t>1</w:t>
      </w:r>
      <w:r>
        <w:rPr>
          <w:sz w:val="28"/>
          <w:szCs w:val="28"/>
        </w:rPr>
        <w:t>61</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Житкова Юлія Володимирівна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CE35CE">
      <w:pPr>
        <w:ind w:firstLine="567"/>
        <w:jc w:val="both"/>
        <w:rPr>
          <w:sz w:val="28"/>
          <w:szCs w:val="28"/>
        </w:rPr>
      </w:pPr>
      <w:r w:rsidRPr="00FA4E96">
        <w:rPr>
          <w:sz w:val="28"/>
          <w:szCs w:val="28"/>
        </w:rPr>
        <w:t>1</w:t>
      </w:r>
      <w:r>
        <w:rPr>
          <w:sz w:val="28"/>
          <w:szCs w:val="28"/>
        </w:rPr>
        <w:t>61</w:t>
      </w:r>
      <w:r w:rsidRPr="00FA4E96">
        <w:rPr>
          <w:sz w:val="28"/>
          <w:szCs w:val="28"/>
        </w:rPr>
        <w:t xml:space="preserve">.1. Передати у приватну власність гр. </w:t>
      </w:r>
      <w:r>
        <w:rPr>
          <w:sz w:val="28"/>
          <w:szCs w:val="28"/>
        </w:rPr>
        <w:t xml:space="preserve">ЖИТКОВІЙ Юлії Володимирівні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0372 площею 1,7945</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1,7945</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F72D2">
      <w:pPr>
        <w:spacing w:before="240"/>
        <w:ind w:firstLine="567"/>
        <w:jc w:val="both"/>
        <w:rPr>
          <w:sz w:val="28"/>
          <w:szCs w:val="28"/>
        </w:rPr>
      </w:pPr>
      <w:r w:rsidRPr="00FA4E96">
        <w:rPr>
          <w:sz w:val="28"/>
          <w:szCs w:val="28"/>
        </w:rPr>
        <w:t>1</w:t>
      </w:r>
      <w:r>
        <w:rPr>
          <w:sz w:val="28"/>
          <w:szCs w:val="28"/>
        </w:rPr>
        <w:t>62</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Воронько Роман Володимирович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3F72D2">
      <w:pPr>
        <w:ind w:firstLine="567"/>
        <w:jc w:val="both"/>
        <w:rPr>
          <w:sz w:val="28"/>
          <w:szCs w:val="28"/>
        </w:rPr>
      </w:pPr>
      <w:r w:rsidRPr="00FA4E96">
        <w:rPr>
          <w:sz w:val="28"/>
          <w:szCs w:val="28"/>
        </w:rPr>
        <w:t>1</w:t>
      </w:r>
      <w:r>
        <w:rPr>
          <w:sz w:val="28"/>
          <w:szCs w:val="28"/>
        </w:rPr>
        <w:t>62</w:t>
      </w:r>
      <w:r w:rsidRPr="00FA4E96">
        <w:rPr>
          <w:sz w:val="28"/>
          <w:szCs w:val="28"/>
        </w:rPr>
        <w:t xml:space="preserve">.1. Передати у приватну власність гр. </w:t>
      </w:r>
      <w:r>
        <w:rPr>
          <w:sz w:val="28"/>
          <w:szCs w:val="28"/>
        </w:rPr>
        <w:t xml:space="preserve">ВОРОНЬКУ Роману Володимировичу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0365 площею 0,8000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 xml:space="preserve"> 0,8000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5571B">
      <w:pPr>
        <w:spacing w:before="240"/>
        <w:ind w:firstLine="567"/>
        <w:jc w:val="both"/>
        <w:rPr>
          <w:sz w:val="28"/>
          <w:szCs w:val="28"/>
        </w:rPr>
      </w:pPr>
      <w:r w:rsidRPr="00FA4E96">
        <w:rPr>
          <w:sz w:val="28"/>
          <w:szCs w:val="28"/>
        </w:rPr>
        <w:t>1</w:t>
      </w:r>
      <w:r>
        <w:rPr>
          <w:sz w:val="28"/>
          <w:szCs w:val="28"/>
        </w:rPr>
        <w:t>63</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Колеснікова Аліна Павлівна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75571B">
      <w:pPr>
        <w:ind w:firstLine="567"/>
        <w:jc w:val="both"/>
        <w:rPr>
          <w:sz w:val="28"/>
          <w:szCs w:val="28"/>
        </w:rPr>
      </w:pPr>
      <w:r w:rsidRPr="00FA4E96">
        <w:rPr>
          <w:sz w:val="28"/>
          <w:szCs w:val="28"/>
        </w:rPr>
        <w:t>1</w:t>
      </w:r>
      <w:r>
        <w:rPr>
          <w:sz w:val="28"/>
          <w:szCs w:val="28"/>
        </w:rPr>
        <w:t>63</w:t>
      </w:r>
      <w:r w:rsidRPr="00FA4E96">
        <w:rPr>
          <w:sz w:val="28"/>
          <w:szCs w:val="28"/>
        </w:rPr>
        <w:t xml:space="preserve">.1. Передати у приватну власність гр. </w:t>
      </w:r>
      <w:r>
        <w:rPr>
          <w:sz w:val="28"/>
          <w:szCs w:val="28"/>
        </w:rPr>
        <w:t xml:space="preserve">КОЛЕСНІКОВІЙ Аліні Павлівні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0392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5571B">
      <w:pPr>
        <w:spacing w:before="240"/>
        <w:ind w:firstLine="567"/>
        <w:jc w:val="both"/>
        <w:rPr>
          <w:sz w:val="28"/>
          <w:szCs w:val="28"/>
        </w:rPr>
      </w:pPr>
      <w:r w:rsidRPr="00FA4E96">
        <w:rPr>
          <w:sz w:val="28"/>
          <w:szCs w:val="28"/>
        </w:rPr>
        <w:t>1</w:t>
      </w:r>
      <w:r>
        <w:rPr>
          <w:sz w:val="28"/>
          <w:szCs w:val="28"/>
        </w:rPr>
        <w:t>64</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Жигилій Ганна Гордіївна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75571B">
      <w:pPr>
        <w:ind w:firstLine="567"/>
        <w:jc w:val="both"/>
        <w:rPr>
          <w:sz w:val="28"/>
          <w:szCs w:val="28"/>
        </w:rPr>
      </w:pPr>
      <w:r w:rsidRPr="00FA4E96">
        <w:rPr>
          <w:sz w:val="28"/>
          <w:szCs w:val="28"/>
        </w:rPr>
        <w:t>1</w:t>
      </w:r>
      <w:r>
        <w:rPr>
          <w:sz w:val="28"/>
          <w:szCs w:val="28"/>
        </w:rPr>
        <w:t>64</w:t>
      </w:r>
      <w:r w:rsidRPr="00FA4E96">
        <w:rPr>
          <w:sz w:val="28"/>
          <w:szCs w:val="28"/>
        </w:rPr>
        <w:t xml:space="preserve">.1. Передати у приватну власність гр. </w:t>
      </w:r>
      <w:r>
        <w:rPr>
          <w:sz w:val="28"/>
          <w:szCs w:val="28"/>
        </w:rPr>
        <w:t xml:space="preserve">ЖИГИЛІЙ Ганні Гордіївні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0397 площею              1,4500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1,4500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41926">
      <w:pPr>
        <w:spacing w:before="240"/>
        <w:ind w:firstLine="567"/>
        <w:jc w:val="both"/>
        <w:rPr>
          <w:sz w:val="28"/>
          <w:szCs w:val="28"/>
        </w:rPr>
      </w:pPr>
      <w:r w:rsidRPr="00FA4E96">
        <w:rPr>
          <w:sz w:val="28"/>
          <w:szCs w:val="28"/>
        </w:rPr>
        <w:t>1</w:t>
      </w:r>
      <w:r>
        <w:rPr>
          <w:sz w:val="28"/>
          <w:szCs w:val="28"/>
        </w:rPr>
        <w:t>65</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Воронько Володимир Володимирович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41926">
      <w:pPr>
        <w:ind w:firstLine="567"/>
        <w:jc w:val="both"/>
        <w:rPr>
          <w:sz w:val="28"/>
          <w:szCs w:val="28"/>
        </w:rPr>
      </w:pPr>
      <w:r w:rsidRPr="00FA4E96">
        <w:rPr>
          <w:sz w:val="28"/>
          <w:szCs w:val="28"/>
        </w:rPr>
        <w:t>1</w:t>
      </w:r>
      <w:r>
        <w:rPr>
          <w:sz w:val="28"/>
          <w:szCs w:val="28"/>
        </w:rPr>
        <w:t>65</w:t>
      </w:r>
      <w:r w:rsidRPr="00FA4E96">
        <w:rPr>
          <w:sz w:val="28"/>
          <w:szCs w:val="28"/>
        </w:rPr>
        <w:t xml:space="preserve">.1. Передати у приватну власність гр. </w:t>
      </w:r>
      <w:r>
        <w:rPr>
          <w:sz w:val="28"/>
          <w:szCs w:val="28"/>
        </w:rPr>
        <w:t xml:space="preserve">ВОРОНЬКО Володимиру Володимировичу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0373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 xml:space="preserve">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D7603">
      <w:pPr>
        <w:spacing w:before="240"/>
        <w:ind w:firstLine="567"/>
        <w:jc w:val="both"/>
        <w:rPr>
          <w:sz w:val="28"/>
          <w:szCs w:val="28"/>
        </w:rPr>
      </w:pPr>
      <w:r w:rsidRPr="00FA4E96">
        <w:rPr>
          <w:sz w:val="28"/>
          <w:szCs w:val="28"/>
        </w:rPr>
        <w:t>1</w:t>
      </w:r>
      <w:r>
        <w:rPr>
          <w:sz w:val="28"/>
          <w:szCs w:val="28"/>
        </w:rPr>
        <w:t>66</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Джураєв Василь Талібович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D7603">
      <w:pPr>
        <w:ind w:firstLine="567"/>
        <w:jc w:val="both"/>
        <w:rPr>
          <w:sz w:val="28"/>
          <w:szCs w:val="28"/>
        </w:rPr>
      </w:pPr>
      <w:r w:rsidRPr="00FA4E96">
        <w:rPr>
          <w:sz w:val="28"/>
          <w:szCs w:val="28"/>
        </w:rPr>
        <w:t>1</w:t>
      </w:r>
      <w:r>
        <w:rPr>
          <w:sz w:val="28"/>
          <w:szCs w:val="28"/>
        </w:rPr>
        <w:t>66</w:t>
      </w:r>
      <w:r w:rsidRPr="00FA4E96">
        <w:rPr>
          <w:sz w:val="28"/>
          <w:szCs w:val="28"/>
        </w:rPr>
        <w:t xml:space="preserve">.1. Передати у приватну власність гр. </w:t>
      </w:r>
      <w:r>
        <w:rPr>
          <w:sz w:val="28"/>
          <w:szCs w:val="28"/>
        </w:rPr>
        <w:t xml:space="preserve">ДЖУРАЄВУ Василю Талібовичу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0393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D7603">
      <w:pPr>
        <w:spacing w:before="240"/>
        <w:ind w:firstLine="567"/>
        <w:jc w:val="both"/>
        <w:rPr>
          <w:sz w:val="28"/>
          <w:szCs w:val="28"/>
        </w:rPr>
      </w:pPr>
      <w:r w:rsidRPr="00FA4E96">
        <w:rPr>
          <w:sz w:val="28"/>
          <w:szCs w:val="28"/>
        </w:rPr>
        <w:t>1</w:t>
      </w:r>
      <w:r>
        <w:rPr>
          <w:sz w:val="28"/>
          <w:szCs w:val="28"/>
        </w:rPr>
        <w:t>67</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Ярова Еліна Миколаївна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D7603">
      <w:pPr>
        <w:ind w:firstLine="567"/>
        <w:jc w:val="both"/>
        <w:rPr>
          <w:sz w:val="28"/>
          <w:szCs w:val="28"/>
        </w:rPr>
      </w:pPr>
      <w:r w:rsidRPr="00FA4E96">
        <w:rPr>
          <w:sz w:val="28"/>
          <w:szCs w:val="28"/>
        </w:rPr>
        <w:t>1</w:t>
      </w:r>
      <w:r>
        <w:rPr>
          <w:sz w:val="28"/>
          <w:szCs w:val="28"/>
        </w:rPr>
        <w:t>67</w:t>
      </w:r>
      <w:r w:rsidRPr="00FA4E96">
        <w:rPr>
          <w:sz w:val="28"/>
          <w:szCs w:val="28"/>
        </w:rPr>
        <w:t xml:space="preserve">.1. Передати у приватну власність гр. </w:t>
      </w:r>
      <w:r>
        <w:rPr>
          <w:sz w:val="28"/>
          <w:szCs w:val="28"/>
        </w:rPr>
        <w:t xml:space="preserve">ЯРОВІЙ Еліні Миколаївні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0354 площею   1,2000</w:t>
      </w:r>
      <w:r w:rsidRPr="00FA4E96">
        <w:rPr>
          <w:sz w:val="28"/>
          <w:szCs w:val="28"/>
        </w:rPr>
        <w:t xml:space="preserve"> га, в тому числі </w:t>
      </w:r>
      <w:r>
        <w:rPr>
          <w:sz w:val="28"/>
          <w:szCs w:val="28"/>
        </w:rPr>
        <w:t>рілля площею 1,2000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D7603">
      <w:pPr>
        <w:spacing w:before="240"/>
        <w:ind w:firstLine="567"/>
        <w:jc w:val="both"/>
        <w:rPr>
          <w:sz w:val="28"/>
          <w:szCs w:val="28"/>
        </w:rPr>
      </w:pPr>
      <w:r w:rsidRPr="00FA4E96">
        <w:rPr>
          <w:sz w:val="28"/>
          <w:szCs w:val="28"/>
        </w:rPr>
        <w:t>1</w:t>
      </w:r>
      <w:r>
        <w:rPr>
          <w:sz w:val="28"/>
          <w:szCs w:val="28"/>
        </w:rPr>
        <w:t>68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Брижашова Наталія Іванівна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D7603">
      <w:pPr>
        <w:ind w:firstLine="567"/>
        <w:jc w:val="both"/>
        <w:rPr>
          <w:sz w:val="28"/>
          <w:szCs w:val="28"/>
        </w:rPr>
      </w:pPr>
      <w:r w:rsidRPr="00FA4E96">
        <w:rPr>
          <w:sz w:val="28"/>
          <w:szCs w:val="28"/>
        </w:rPr>
        <w:t>1</w:t>
      </w:r>
      <w:r>
        <w:rPr>
          <w:sz w:val="28"/>
          <w:szCs w:val="28"/>
        </w:rPr>
        <w:t>68</w:t>
      </w:r>
      <w:r w:rsidRPr="00FA4E96">
        <w:rPr>
          <w:sz w:val="28"/>
          <w:szCs w:val="28"/>
        </w:rPr>
        <w:t xml:space="preserve">.1. Передати у приватну власність гр. </w:t>
      </w:r>
      <w:r>
        <w:rPr>
          <w:sz w:val="28"/>
          <w:szCs w:val="28"/>
        </w:rPr>
        <w:t xml:space="preserve">БРИЖАШОВІЙ Наталії Іванівні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0378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F7066">
      <w:pPr>
        <w:spacing w:before="240"/>
        <w:ind w:firstLine="567"/>
        <w:jc w:val="both"/>
        <w:rPr>
          <w:sz w:val="28"/>
          <w:szCs w:val="28"/>
        </w:rPr>
      </w:pPr>
      <w:r w:rsidRPr="00FA4E96">
        <w:rPr>
          <w:sz w:val="28"/>
          <w:szCs w:val="28"/>
        </w:rPr>
        <w:t>1</w:t>
      </w:r>
      <w:r>
        <w:rPr>
          <w:sz w:val="28"/>
          <w:szCs w:val="28"/>
        </w:rPr>
        <w:t>69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Юр’єв Вадим Андрійович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DF7066">
      <w:pPr>
        <w:ind w:firstLine="567"/>
        <w:jc w:val="both"/>
        <w:rPr>
          <w:sz w:val="28"/>
          <w:szCs w:val="28"/>
        </w:rPr>
      </w:pPr>
      <w:r w:rsidRPr="00FA4E96">
        <w:rPr>
          <w:sz w:val="28"/>
          <w:szCs w:val="28"/>
        </w:rPr>
        <w:t>1</w:t>
      </w:r>
      <w:r>
        <w:rPr>
          <w:sz w:val="28"/>
          <w:szCs w:val="28"/>
        </w:rPr>
        <w:t>69</w:t>
      </w:r>
      <w:r w:rsidRPr="00FA4E96">
        <w:rPr>
          <w:sz w:val="28"/>
          <w:szCs w:val="28"/>
        </w:rPr>
        <w:t xml:space="preserve">.1. Передати у приватну власність гр. </w:t>
      </w:r>
      <w:r>
        <w:rPr>
          <w:sz w:val="28"/>
          <w:szCs w:val="28"/>
        </w:rPr>
        <w:t xml:space="preserve">ЮР’ЄВУ Вадиму Андрійовичу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0377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E0FAA">
      <w:pPr>
        <w:spacing w:before="240"/>
        <w:ind w:firstLine="567"/>
        <w:jc w:val="both"/>
        <w:rPr>
          <w:sz w:val="28"/>
          <w:szCs w:val="28"/>
        </w:rPr>
      </w:pPr>
      <w:r w:rsidRPr="00FA4E96">
        <w:rPr>
          <w:sz w:val="28"/>
          <w:szCs w:val="28"/>
        </w:rPr>
        <w:t>1</w:t>
      </w:r>
      <w:r>
        <w:rPr>
          <w:sz w:val="28"/>
          <w:szCs w:val="28"/>
        </w:rPr>
        <w:t>70</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Махалова Любов Олександрівна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BE0FAA">
      <w:pPr>
        <w:ind w:firstLine="567"/>
        <w:jc w:val="both"/>
        <w:rPr>
          <w:sz w:val="28"/>
          <w:szCs w:val="28"/>
        </w:rPr>
      </w:pPr>
      <w:r w:rsidRPr="00FA4E96">
        <w:rPr>
          <w:sz w:val="28"/>
          <w:szCs w:val="28"/>
        </w:rPr>
        <w:t>1</w:t>
      </w:r>
      <w:r>
        <w:rPr>
          <w:sz w:val="28"/>
          <w:szCs w:val="28"/>
        </w:rPr>
        <w:t>70</w:t>
      </w:r>
      <w:r w:rsidRPr="00FA4E96">
        <w:rPr>
          <w:sz w:val="28"/>
          <w:szCs w:val="28"/>
        </w:rPr>
        <w:t xml:space="preserve">.1. Передати у приватну власність гр. </w:t>
      </w:r>
      <w:r>
        <w:rPr>
          <w:sz w:val="28"/>
          <w:szCs w:val="28"/>
        </w:rPr>
        <w:t xml:space="preserve">МАХАЛОВІЙ Любові Олександрівні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0380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E0FAA">
      <w:pPr>
        <w:spacing w:before="240"/>
        <w:ind w:firstLine="567"/>
        <w:jc w:val="both"/>
        <w:rPr>
          <w:sz w:val="28"/>
          <w:szCs w:val="28"/>
        </w:rPr>
      </w:pPr>
      <w:r w:rsidRPr="00FA4E96">
        <w:rPr>
          <w:sz w:val="28"/>
          <w:szCs w:val="28"/>
        </w:rPr>
        <w:t>1</w:t>
      </w:r>
      <w:r>
        <w:rPr>
          <w:sz w:val="28"/>
          <w:szCs w:val="28"/>
        </w:rPr>
        <w:t>71</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Білокудря Віктор Миколайович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BE0FAA">
      <w:pPr>
        <w:ind w:firstLine="567"/>
        <w:jc w:val="both"/>
        <w:rPr>
          <w:sz w:val="28"/>
          <w:szCs w:val="28"/>
        </w:rPr>
      </w:pPr>
      <w:r w:rsidRPr="00FA4E96">
        <w:rPr>
          <w:sz w:val="28"/>
          <w:szCs w:val="28"/>
        </w:rPr>
        <w:t>1</w:t>
      </w:r>
      <w:r>
        <w:rPr>
          <w:sz w:val="28"/>
          <w:szCs w:val="28"/>
        </w:rPr>
        <w:t>71</w:t>
      </w:r>
      <w:r w:rsidRPr="00FA4E96">
        <w:rPr>
          <w:sz w:val="28"/>
          <w:szCs w:val="28"/>
        </w:rPr>
        <w:t xml:space="preserve">.1. Передати у приватну власність гр. </w:t>
      </w:r>
      <w:r>
        <w:rPr>
          <w:sz w:val="28"/>
          <w:szCs w:val="28"/>
        </w:rPr>
        <w:t xml:space="preserve">БІЛОКУДРІ Віктору Миколайовичу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0387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2A6FFD">
      <w:pPr>
        <w:spacing w:before="240"/>
        <w:ind w:firstLine="567"/>
        <w:jc w:val="both"/>
        <w:rPr>
          <w:sz w:val="28"/>
          <w:szCs w:val="28"/>
        </w:rPr>
      </w:pPr>
      <w:r w:rsidRPr="00FA4E96">
        <w:rPr>
          <w:sz w:val="28"/>
          <w:szCs w:val="28"/>
        </w:rPr>
        <w:t>1</w:t>
      </w:r>
      <w:r>
        <w:rPr>
          <w:sz w:val="28"/>
          <w:szCs w:val="28"/>
        </w:rPr>
        <w:t>72</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Притков Валерій Олександрович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2A6FFD">
      <w:pPr>
        <w:ind w:firstLine="567"/>
        <w:jc w:val="both"/>
        <w:rPr>
          <w:sz w:val="28"/>
          <w:szCs w:val="28"/>
        </w:rPr>
      </w:pPr>
      <w:r w:rsidRPr="00FA4E96">
        <w:rPr>
          <w:sz w:val="28"/>
          <w:szCs w:val="28"/>
        </w:rPr>
        <w:t>1</w:t>
      </w:r>
      <w:r>
        <w:rPr>
          <w:sz w:val="28"/>
          <w:szCs w:val="28"/>
        </w:rPr>
        <w:t>72</w:t>
      </w:r>
      <w:r w:rsidRPr="00FA4E96">
        <w:rPr>
          <w:sz w:val="28"/>
          <w:szCs w:val="28"/>
        </w:rPr>
        <w:t xml:space="preserve">.1. Передати у приватну власність гр. </w:t>
      </w:r>
      <w:r>
        <w:rPr>
          <w:sz w:val="28"/>
          <w:szCs w:val="28"/>
        </w:rPr>
        <w:t xml:space="preserve">ПРИТКОВУ Валерію Олександровичу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0385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426BD">
      <w:pPr>
        <w:spacing w:before="240"/>
        <w:ind w:firstLine="567"/>
        <w:jc w:val="both"/>
        <w:rPr>
          <w:sz w:val="28"/>
          <w:szCs w:val="28"/>
        </w:rPr>
      </w:pPr>
      <w:r w:rsidRPr="00FA4E96">
        <w:rPr>
          <w:sz w:val="28"/>
          <w:szCs w:val="28"/>
        </w:rPr>
        <w:t>1</w:t>
      </w:r>
      <w:r>
        <w:rPr>
          <w:sz w:val="28"/>
          <w:szCs w:val="28"/>
        </w:rPr>
        <w:t>73</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Глушко Надія Олександрівна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B426BD">
      <w:pPr>
        <w:ind w:firstLine="567"/>
        <w:jc w:val="both"/>
        <w:rPr>
          <w:sz w:val="28"/>
          <w:szCs w:val="28"/>
        </w:rPr>
      </w:pPr>
      <w:r w:rsidRPr="00FA4E96">
        <w:rPr>
          <w:sz w:val="28"/>
          <w:szCs w:val="28"/>
        </w:rPr>
        <w:t>1</w:t>
      </w:r>
      <w:r>
        <w:rPr>
          <w:sz w:val="28"/>
          <w:szCs w:val="28"/>
        </w:rPr>
        <w:t>73</w:t>
      </w:r>
      <w:r w:rsidRPr="00FA4E96">
        <w:rPr>
          <w:sz w:val="28"/>
          <w:szCs w:val="28"/>
        </w:rPr>
        <w:t xml:space="preserve">.1. Передати у приватну власність гр. </w:t>
      </w:r>
      <w:r>
        <w:rPr>
          <w:sz w:val="28"/>
          <w:szCs w:val="28"/>
        </w:rPr>
        <w:t xml:space="preserve">ГЛУШКО Надії Олександрівні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0382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90F1A">
      <w:pPr>
        <w:spacing w:before="240"/>
        <w:ind w:firstLine="567"/>
        <w:jc w:val="both"/>
        <w:rPr>
          <w:sz w:val="28"/>
          <w:szCs w:val="28"/>
        </w:rPr>
      </w:pPr>
      <w:r w:rsidRPr="00FA4E96">
        <w:rPr>
          <w:sz w:val="28"/>
          <w:szCs w:val="28"/>
        </w:rPr>
        <w:t>1</w:t>
      </w:r>
      <w:r>
        <w:rPr>
          <w:sz w:val="28"/>
          <w:szCs w:val="28"/>
        </w:rPr>
        <w:t>74</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Новосел Ніна Іванівна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90F1A">
      <w:pPr>
        <w:ind w:firstLine="567"/>
        <w:jc w:val="both"/>
        <w:rPr>
          <w:sz w:val="28"/>
          <w:szCs w:val="28"/>
        </w:rPr>
      </w:pPr>
      <w:r w:rsidRPr="00FA4E96">
        <w:rPr>
          <w:sz w:val="28"/>
          <w:szCs w:val="28"/>
        </w:rPr>
        <w:t>1</w:t>
      </w:r>
      <w:r>
        <w:rPr>
          <w:sz w:val="28"/>
          <w:szCs w:val="28"/>
        </w:rPr>
        <w:t>74</w:t>
      </w:r>
      <w:r w:rsidRPr="00FA4E96">
        <w:rPr>
          <w:sz w:val="28"/>
          <w:szCs w:val="28"/>
        </w:rPr>
        <w:t xml:space="preserve">.1. Передати у приватну власність гр. </w:t>
      </w:r>
      <w:r>
        <w:rPr>
          <w:sz w:val="28"/>
          <w:szCs w:val="28"/>
        </w:rPr>
        <w:t xml:space="preserve">НОВОСЕЛ Ніні Іванівні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0389 площею  0,5000</w:t>
      </w:r>
      <w:r w:rsidRPr="00FA4E96">
        <w:rPr>
          <w:sz w:val="28"/>
          <w:szCs w:val="28"/>
        </w:rPr>
        <w:t xml:space="preserve"> га, в тому числі </w:t>
      </w:r>
      <w:r>
        <w:rPr>
          <w:sz w:val="28"/>
          <w:szCs w:val="28"/>
        </w:rPr>
        <w:t>рілля площею 0,5000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90F1A">
      <w:pPr>
        <w:spacing w:before="240"/>
        <w:ind w:firstLine="567"/>
        <w:jc w:val="both"/>
        <w:rPr>
          <w:sz w:val="28"/>
          <w:szCs w:val="28"/>
        </w:rPr>
      </w:pPr>
      <w:r w:rsidRPr="00FA4E96">
        <w:rPr>
          <w:sz w:val="28"/>
          <w:szCs w:val="28"/>
        </w:rPr>
        <w:t>1</w:t>
      </w:r>
      <w:r>
        <w:rPr>
          <w:sz w:val="28"/>
          <w:szCs w:val="28"/>
        </w:rPr>
        <w:t>75</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Супрун Тетяна Володимирівна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90F1A">
      <w:pPr>
        <w:ind w:firstLine="567"/>
        <w:jc w:val="both"/>
        <w:rPr>
          <w:sz w:val="28"/>
          <w:szCs w:val="28"/>
        </w:rPr>
      </w:pPr>
      <w:r w:rsidRPr="00FA4E96">
        <w:rPr>
          <w:sz w:val="28"/>
          <w:szCs w:val="28"/>
        </w:rPr>
        <w:t>1</w:t>
      </w:r>
      <w:r>
        <w:rPr>
          <w:sz w:val="28"/>
          <w:szCs w:val="28"/>
        </w:rPr>
        <w:t>75</w:t>
      </w:r>
      <w:r w:rsidRPr="00FA4E96">
        <w:rPr>
          <w:sz w:val="28"/>
          <w:szCs w:val="28"/>
        </w:rPr>
        <w:t xml:space="preserve">.1. Передати у приватну власність гр. </w:t>
      </w:r>
      <w:r>
        <w:rPr>
          <w:sz w:val="28"/>
          <w:szCs w:val="28"/>
        </w:rPr>
        <w:t xml:space="preserve">СУПРУН Тетяні Володимирівні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0370 площею 1,9668</w:t>
      </w:r>
      <w:r w:rsidRPr="00FA4E96">
        <w:rPr>
          <w:sz w:val="28"/>
          <w:szCs w:val="28"/>
        </w:rPr>
        <w:t xml:space="preserve"> га, в тому числі </w:t>
      </w:r>
      <w:r>
        <w:rPr>
          <w:sz w:val="28"/>
          <w:szCs w:val="28"/>
        </w:rPr>
        <w:t>рілля площею 1,9668</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90F1A">
      <w:pPr>
        <w:spacing w:before="240"/>
        <w:ind w:firstLine="567"/>
        <w:jc w:val="both"/>
        <w:rPr>
          <w:sz w:val="28"/>
          <w:szCs w:val="28"/>
        </w:rPr>
      </w:pPr>
      <w:r w:rsidRPr="00FA4E96">
        <w:rPr>
          <w:sz w:val="28"/>
          <w:szCs w:val="28"/>
        </w:rPr>
        <w:t>1</w:t>
      </w:r>
      <w:r>
        <w:rPr>
          <w:sz w:val="28"/>
          <w:szCs w:val="28"/>
        </w:rPr>
        <w:t>76</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Кулак Іван Олександрович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90F1A">
      <w:pPr>
        <w:ind w:firstLine="567"/>
        <w:jc w:val="both"/>
        <w:rPr>
          <w:sz w:val="28"/>
          <w:szCs w:val="28"/>
        </w:rPr>
      </w:pPr>
      <w:r w:rsidRPr="00FA4E96">
        <w:rPr>
          <w:sz w:val="28"/>
          <w:szCs w:val="28"/>
        </w:rPr>
        <w:t>1</w:t>
      </w:r>
      <w:r>
        <w:rPr>
          <w:sz w:val="28"/>
          <w:szCs w:val="28"/>
        </w:rPr>
        <w:t>76</w:t>
      </w:r>
      <w:r w:rsidRPr="00FA4E96">
        <w:rPr>
          <w:sz w:val="28"/>
          <w:szCs w:val="28"/>
        </w:rPr>
        <w:t xml:space="preserve">.1. Передати у приватну власність гр. </w:t>
      </w:r>
      <w:r>
        <w:rPr>
          <w:sz w:val="28"/>
          <w:szCs w:val="28"/>
        </w:rPr>
        <w:t xml:space="preserve">КУЛАКУ Івану Олександровичу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0391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90F1A">
      <w:pPr>
        <w:spacing w:before="240"/>
        <w:ind w:firstLine="567"/>
        <w:jc w:val="both"/>
        <w:rPr>
          <w:sz w:val="28"/>
          <w:szCs w:val="28"/>
        </w:rPr>
      </w:pPr>
      <w:r w:rsidRPr="00FA4E96">
        <w:rPr>
          <w:sz w:val="28"/>
          <w:szCs w:val="28"/>
        </w:rPr>
        <w:t>1</w:t>
      </w:r>
      <w:r>
        <w:rPr>
          <w:sz w:val="28"/>
          <w:szCs w:val="28"/>
        </w:rPr>
        <w:t>77</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Кузяєв Сергій Олексійович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90F1A">
      <w:pPr>
        <w:ind w:firstLine="567"/>
        <w:jc w:val="both"/>
        <w:rPr>
          <w:sz w:val="28"/>
          <w:szCs w:val="28"/>
        </w:rPr>
      </w:pPr>
      <w:r w:rsidRPr="00FA4E96">
        <w:rPr>
          <w:sz w:val="28"/>
          <w:szCs w:val="28"/>
        </w:rPr>
        <w:t>1</w:t>
      </w:r>
      <w:r>
        <w:rPr>
          <w:sz w:val="28"/>
          <w:szCs w:val="28"/>
        </w:rPr>
        <w:t>77</w:t>
      </w:r>
      <w:r w:rsidRPr="00FA4E96">
        <w:rPr>
          <w:sz w:val="28"/>
          <w:szCs w:val="28"/>
        </w:rPr>
        <w:t xml:space="preserve">.1. Передати у приватну власність гр. </w:t>
      </w:r>
      <w:r>
        <w:rPr>
          <w:sz w:val="28"/>
          <w:szCs w:val="28"/>
        </w:rPr>
        <w:t xml:space="preserve">КУЗЯЄВУ Сергію Олексійовичу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0375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639C3">
      <w:pPr>
        <w:spacing w:before="240"/>
        <w:ind w:firstLine="567"/>
        <w:jc w:val="both"/>
        <w:rPr>
          <w:sz w:val="28"/>
          <w:szCs w:val="28"/>
        </w:rPr>
      </w:pPr>
      <w:r w:rsidRPr="00FA4E96">
        <w:rPr>
          <w:sz w:val="28"/>
          <w:szCs w:val="28"/>
        </w:rPr>
        <w:t>1</w:t>
      </w:r>
      <w:r>
        <w:rPr>
          <w:sz w:val="28"/>
          <w:szCs w:val="28"/>
        </w:rPr>
        <w:t>78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Бойко Євген Володимирович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7639C3">
      <w:pPr>
        <w:ind w:firstLine="567"/>
        <w:jc w:val="both"/>
        <w:rPr>
          <w:sz w:val="28"/>
          <w:szCs w:val="28"/>
        </w:rPr>
      </w:pPr>
      <w:r w:rsidRPr="00FA4E96">
        <w:rPr>
          <w:sz w:val="28"/>
          <w:szCs w:val="28"/>
        </w:rPr>
        <w:t>1</w:t>
      </w:r>
      <w:r>
        <w:rPr>
          <w:sz w:val="28"/>
          <w:szCs w:val="28"/>
        </w:rPr>
        <w:t>78</w:t>
      </w:r>
      <w:r w:rsidRPr="00FA4E96">
        <w:rPr>
          <w:sz w:val="28"/>
          <w:szCs w:val="28"/>
        </w:rPr>
        <w:t xml:space="preserve">.1. Передати у приватну власність гр. </w:t>
      </w:r>
      <w:r>
        <w:rPr>
          <w:sz w:val="28"/>
          <w:szCs w:val="28"/>
        </w:rPr>
        <w:t xml:space="preserve">БОЙКУ Євгену Володимировичу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0383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639C3">
      <w:pPr>
        <w:spacing w:before="240"/>
        <w:ind w:firstLine="567"/>
        <w:jc w:val="both"/>
        <w:rPr>
          <w:sz w:val="28"/>
          <w:szCs w:val="28"/>
        </w:rPr>
      </w:pPr>
      <w:r w:rsidRPr="00FA4E96">
        <w:rPr>
          <w:sz w:val="28"/>
          <w:szCs w:val="28"/>
        </w:rPr>
        <w:t>1</w:t>
      </w:r>
      <w:r>
        <w:rPr>
          <w:sz w:val="28"/>
          <w:szCs w:val="28"/>
        </w:rPr>
        <w:t>79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Корсун Микола Іванович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7639C3">
      <w:pPr>
        <w:ind w:firstLine="567"/>
        <w:jc w:val="both"/>
        <w:rPr>
          <w:sz w:val="28"/>
          <w:szCs w:val="28"/>
        </w:rPr>
      </w:pPr>
      <w:r w:rsidRPr="00FA4E96">
        <w:rPr>
          <w:sz w:val="28"/>
          <w:szCs w:val="28"/>
        </w:rPr>
        <w:t>1</w:t>
      </w:r>
      <w:r>
        <w:rPr>
          <w:sz w:val="28"/>
          <w:szCs w:val="28"/>
        </w:rPr>
        <w:t>79</w:t>
      </w:r>
      <w:r w:rsidRPr="00FA4E96">
        <w:rPr>
          <w:sz w:val="28"/>
          <w:szCs w:val="28"/>
        </w:rPr>
        <w:t xml:space="preserve">.1. Передати у приватну власність гр. </w:t>
      </w:r>
      <w:r>
        <w:rPr>
          <w:sz w:val="28"/>
          <w:szCs w:val="28"/>
        </w:rPr>
        <w:t xml:space="preserve">КОРСУНУ Миколі Івановичу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0371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639C3">
      <w:pPr>
        <w:spacing w:before="240"/>
        <w:ind w:firstLine="567"/>
        <w:jc w:val="both"/>
        <w:rPr>
          <w:sz w:val="28"/>
          <w:szCs w:val="28"/>
        </w:rPr>
      </w:pPr>
      <w:r w:rsidRPr="00FA4E96">
        <w:rPr>
          <w:sz w:val="28"/>
          <w:szCs w:val="28"/>
        </w:rPr>
        <w:t>1</w:t>
      </w:r>
      <w:r>
        <w:rPr>
          <w:sz w:val="28"/>
          <w:szCs w:val="28"/>
        </w:rPr>
        <w:t>80</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Білокудря Вікторія Анатоліївна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7639C3">
      <w:pPr>
        <w:ind w:firstLine="567"/>
        <w:jc w:val="both"/>
        <w:rPr>
          <w:sz w:val="28"/>
          <w:szCs w:val="28"/>
        </w:rPr>
      </w:pPr>
      <w:r w:rsidRPr="00FA4E96">
        <w:rPr>
          <w:sz w:val="28"/>
          <w:szCs w:val="28"/>
        </w:rPr>
        <w:t>1</w:t>
      </w:r>
      <w:r>
        <w:rPr>
          <w:sz w:val="28"/>
          <w:szCs w:val="28"/>
        </w:rPr>
        <w:t>80</w:t>
      </w:r>
      <w:r w:rsidRPr="00FA4E96">
        <w:rPr>
          <w:sz w:val="28"/>
          <w:szCs w:val="28"/>
        </w:rPr>
        <w:t xml:space="preserve">.1. Передати у приватну власність гр. </w:t>
      </w:r>
      <w:r>
        <w:rPr>
          <w:sz w:val="28"/>
          <w:szCs w:val="28"/>
        </w:rPr>
        <w:t xml:space="preserve">БІЛОКУДРІ Вікторії Анатоліївні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0386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313DF">
      <w:pPr>
        <w:spacing w:before="240"/>
        <w:ind w:firstLine="567"/>
        <w:jc w:val="both"/>
        <w:rPr>
          <w:sz w:val="28"/>
          <w:szCs w:val="28"/>
        </w:rPr>
      </w:pPr>
      <w:r w:rsidRPr="00FA4E96">
        <w:rPr>
          <w:sz w:val="28"/>
          <w:szCs w:val="28"/>
        </w:rPr>
        <w:t>1</w:t>
      </w:r>
      <w:r>
        <w:rPr>
          <w:sz w:val="28"/>
          <w:szCs w:val="28"/>
        </w:rPr>
        <w:t>81</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Сипач Ніна Миколаївна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3313DF">
      <w:pPr>
        <w:ind w:firstLine="567"/>
        <w:jc w:val="both"/>
        <w:rPr>
          <w:sz w:val="28"/>
          <w:szCs w:val="28"/>
        </w:rPr>
      </w:pPr>
      <w:r w:rsidRPr="00FA4E96">
        <w:rPr>
          <w:sz w:val="28"/>
          <w:szCs w:val="28"/>
        </w:rPr>
        <w:t>1</w:t>
      </w:r>
      <w:r>
        <w:rPr>
          <w:sz w:val="28"/>
          <w:szCs w:val="28"/>
        </w:rPr>
        <w:t>81</w:t>
      </w:r>
      <w:r w:rsidRPr="00FA4E96">
        <w:rPr>
          <w:sz w:val="28"/>
          <w:szCs w:val="28"/>
        </w:rPr>
        <w:t xml:space="preserve">.1. Передати у приватну власність гр. </w:t>
      </w:r>
      <w:r>
        <w:rPr>
          <w:sz w:val="28"/>
          <w:szCs w:val="28"/>
        </w:rPr>
        <w:t xml:space="preserve">СИПАЧ Ніні Миколаївні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0376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C5018F">
      <w:pPr>
        <w:spacing w:before="240"/>
        <w:ind w:firstLine="567"/>
        <w:jc w:val="both"/>
        <w:rPr>
          <w:sz w:val="28"/>
          <w:szCs w:val="28"/>
        </w:rPr>
      </w:pPr>
      <w:r w:rsidRPr="00C5018F">
        <w:rPr>
          <w:sz w:val="28"/>
          <w:szCs w:val="28"/>
        </w:rPr>
        <w:t xml:space="preserve">182. </w:t>
      </w:r>
      <w:r w:rsidRPr="00FA4E96">
        <w:rPr>
          <w:sz w:val="28"/>
          <w:szCs w:val="28"/>
        </w:rPr>
        <w:t>Затвердити проект землеустрою що</w:t>
      </w:r>
      <w:r>
        <w:rPr>
          <w:sz w:val="28"/>
          <w:szCs w:val="28"/>
        </w:rPr>
        <w:t xml:space="preserve">до відведення земельної ділянки гр. Зягун Неонілі Вікторівні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 xml:space="preserve">код </w:t>
      </w:r>
      <w:r>
        <w:rPr>
          <w:sz w:val="28"/>
          <w:szCs w:val="28"/>
        </w:rPr>
        <w:t>згідно КВЦПЗ</w:t>
      </w:r>
      <w:r w:rsidRPr="00FA4E96">
        <w:rPr>
          <w:sz w:val="28"/>
          <w:szCs w:val="28"/>
        </w:rPr>
        <w:t xml:space="preserve"> - 01.03</w:t>
      </w:r>
      <w:r>
        <w:rPr>
          <w:sz w:val="28"/>
          <w:szCs w:val="28"/>
        </w:rPr>
        <w:t xml:space="preserve">, розташованої в с. Сніжків, на території </w:t>
      </w:r>
      <w:r w:rsidRPr="00FA4E96">
        <w:rPr>
          <w:sz w:val="28"/>
          <w:szCs w:val="28"/>
        </w:rPr>
        <w:t>Валківської міської</w:t>
      </w:r>
      <w:r>
        <w:rPr>
          <w:sz w:val="28"/>
          <w:szCs w:val="28"/>
        </w:rPr>
        <w:t xml:space="preserve"> р</w:t>
      </w:r>
      <w:r w:rsidRPr="00FA4E96">
        <w:rPr>
          <w:sz w:val="28"/>
          <w:szCs w:val="28"/>
        </w:rPr>
        <w:t>ади</w:t>
      </w:r>
      <w:r>
        <w:rPr>
          <w:sz w:val="28"/>
          <w:szCs w:val="28"/>
        </w:rPr>
        <w:t xml:space="preserve"> </w:t>
      </w:r>
      <w:r w:rsidRPr="00FA4E96">
        <w:rPr>
          <w:sz w:val="28"/>
          <w:szCs w:val="28"/>
        </w:rPr>
        <w:t>Богодух</w:t>
      </w:r>
      <w:r>
        <w:rPr>
          <w:sz w:val="28"/>
          <w:szCs w:val="28"/>
        </w:rPr>
        <w:t>івського району</w:t>
      </w:r>
      <w:r w:rsidRPr="00FA4E96">
        <w:rPr>
          <w:sz w:val="28"/>
          <w:szCs w:val="28"/>
        </w:rPr>
        <w:t xml:space="preserve"> Харківської області.</w:t>
      </w:r>
    </w:p>
    <w:p w:rsidR="00B2455C" w:rsidRPr="00FA4E96" w:rsidRDefault="00B2455C" w:rsidP="00C5018F">
      <w:pPr>
        <w:ind w:firstLine="567"/>
        <w:jc w:val="both"/>
        <w:rPr>
          <w:sz w:val="28"/>
          <w:szCs w:val="28"/>
        </w:rPr>
      </w:pPr>
      <w:r>
        <w:rPr>
          <w:sz w:val="28"/>
          <w:szCs w:val="28"/>
        </w:rPr>
        <w:t>182</w:t>
      </w:r>
      <w:r w:rsidRPr="00FA4E96">
        <w:rPr>
          <w:sz w:val="28"/>
          <w:szCs w:val="28"/>
        </w:rPr>
        <w:t>.</w:t>
      </w:r>
      <w:r>
        <w:rPr>
          <w:sz w:val="28"/>
          <w:szCs w:val="28"/>
        </w:rPr>
        <w:t>1</w:t>
      </w:r>
      <w:r w:rsidRPr="00FA4E96">
        <w:rPr>
          <w:sz w:val="28"/>
          <w:szCs w:val="28"/>
        </w:rPr>
        <w:t xml:space="preserve">. Передати у приватну власність гр. </w:t>
      </w:r>
      <w:r>
        <w:rPr>
          <w:sz w:val="28"/>
          <w:szCs w:val="28"/>
        </w:rPr>
        <w:t xml:space="preserve">ЗЯГУН Неонілі Вікторівні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1850 площею  1,2333 </w:t>
      </w:r>
      <w:r w:rsidRPr="00FA4E96">
        <w:rPr>
          <w:sz w:val="28"/>
          <w:szCs w:val="28"/>
        </w:rPr>
        <w:t xml:space="preserve">га, в тому числі </w:t>
      </w:r>
      <w:r>
        <w:rPr>
          <w:sz w:val="28"/>
          <w:szCs w:val="28"/>
        </w:rPr>
        <w:t xml:space="preserve">рілля площею 1,2333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с. Сніжків, </w:t>
      </w:r>
      <w:r w:rsidRPr="00FA4E96">
        <w:rPr>
          <w:sz w:val="28"/>
          <w:szCs w:val="28"/>
        </w:rPr>
        <w:t>Богодухівський район, Харківська область</w:t>
      </w:r>
      <w:r>
        <w:rPr>
          <w:sz w:val="28"/>
          <w:szCs w:val="28"/>
        </w:rPr>
        <w:t>.</w:t>
      </w:r>
    </w:p>
    <w:p w:rsidR="00B2455C" w:rsidRPr="00FA4E96" w:rsidRDefault="00B2455C" w:rsidP="00C5018F">
      <w:pPr>
        <w:spacing w:before="240"/>
        <w:ind w:firstLine="567"/>
        <w:jc w:val="both"/>
        <w:rPr>
          <w:sz w:val="28"/>
          <w:szCs w:val="28"/>
        </w:rPr>
      </w:pPr>
      <w:r w:rsidRPr="00FA4E96">
        <w:rPr>
          <w:sz w:val="28"/>
          <w:szCs w:val="28"/>
        </w:rPr>
        <w:t>1</w:t>
      </w:r>
      <w:r>
        <w:rPr>
          <w:sz w:val="28"/>
          <w:szCs w:val="28"/>
        </w:rPr>
        <w:t>83</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Терещук Валерій Васильович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10400">
      <w:pPr>
        <w:ind w:firstLine="567"/>
        <w:jc w:val="both"/>
        <w:rPr>
          <w:sz w:val="28"/>
          <w:szCs w:val="28"/>
        </w:rPr>
      </w:pPr>
      <w:r w:rsidRPr="00FA4E96">
        <w:rPr>
          <w:sz w:val="28"/>
          <w:szCs w:val="28"/>
        </w:rPr>
        <w:t>1</w:t>
      </w:r>
      <w:r>
        <w:rPr>
          <w:sz w:val="28"/>
          <w:szCs w:val="28"/>
        </w:rPr>
        <w:t>83</w:t>
      </w:r>
      <w:r w:rsidRPr="00FA4E96">
        <w:rPr>
          <w:sz w:val="28"/>
          <w:szCs w:val="28"/>
        </w:rPr>
        <w:t xml:space="preserve">.1. Передати у приватну власність гр. </w:t>
      </w:r>
      <w:r>
        <w:rPr>
          <w:sz w:val="28"/>
          <w:szCs w:val="28"/>
        </w:rPr>
        <w:t xml:space="preserve">ТЕРЕЩУКУ Валерію Васильовичу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0384 площею 0,6000 </w:t>
      </w:r>
      <w:r w:rsidRPr="00FA4E96">
        <w:rPr>
          <w:sz w:val="28"/>
          <w:szCs w:val="28"/>
        </w:rPr>
        <w:t xml:space="preserve">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A52DB">
      <w:pPr>
        <w:spacing w:before="240"/>
        <w:ind w:firstLine="567"/>
        <w:jc w:val="both"/>
        <w:rPr>
          <w:sz w:val="28"/>
          <w:szCs w:val="28"/>
        </w:rPr>
      </w:pPr>
      <w:r w:rsidRPr="00FA4E96">
        <w:rPr>
          <w:sz w:val="28"/>
          <w:szCs w:val="28"/>
        </w:rPr>
        <w:t>1</w:t>
      </w:r>
      <w:r>
        <w:rPr>
          <w:sz w:val="28"/>
          <w:szCs w:val="28"/>
        </w:rPr>
        <w:t>84</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Руда Ліна Сергіївна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A52DB">
      <w:pPr>
        <w:ind w:firstLine="567"/>
        <w:jc w:val="both"/>
        <w:rPr>
          <w:sz w:val="28"/>
          <w:szCs w:val="28"/>
        </w:rPr>
      </w:pPr>
      <w:r w:rsidRPr="00FA4E96">
        <w:rPr>
          <w:sz w:val="28"/>
          <w:szCs w:val="28"/>
        </w:rPr>
        <w:t>1</w:t>
      </w:r>
      <w:r>
        <w:rPr>
          <w:sz w:val="28"/>
          <w:szCs w:val="28"/>
        </w:rPr>
        <w:t>84</w:t>
      </w:r>
      <w:r w:rsidRPr="00FA4E96">
        <w:rPr>
          <w:sz w:val="28"/>
          <w:szCs w:val="28"/>
        </w:rPr>
        <w:t xml:space="preserve">.1. Передати у приватну власність гр. </w:t>
      </w:r>
      <w:r>
        <w:rPr>
          <w:sz w:val="28"/>
          <w:szCs w:val="28"/>
        </w:rPr>
        <w:t xml:space="preserve">РУДІЙ Ліні Сергіївні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0366 площею 0,6000 </w:t>
      </w:r>
      <w:r w:rsidRPr="00FA4E96">
        <w:rPr>
          <w:sz w:val="28"/>
          <w:szCs w:val="28"/>
        </w:rPr>
        <w:t xml:space="preserve">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0A52DB">
      <w:pPr>
        <w:spacing w:before="240"/>
        <w:ind w:firstLine="567"/>
        <w:jc w:val="both"/>
        <w:rPr>
          <w:sz w:val="28"/>
          <w:szCs w:val="28"/>
        </w:rPr>
      </w:pPr>
      <w:r w:rsidRPr="00FA4E96">
        <w:rPr>
          <w:sz w:val="28"/>
          <w:szCs w:val="28"/>
        </w:rPr>
        <w:t>1</w:t>
      </w:r>
      <w:r>
        <w:rPr>
          <w:sz w:val="28"/>
          <w:szCs w:val="28"/>
        </w:rPr>
        <w:t>85</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Герасімов Леонід Валерійович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0A52DB">
      <w:pPr>
        <w:ind w:firstLine="567"/>
        <w:jc w:val="both"/>
        <w:rPr>
          <w:sz w:val="28"/>
          <w:szCs w:val="28"/>
        </w:rPr>
      </w:pPr>
      <w:r w:rsidRPr="00FA4E96">
        <w:rPr>
          <w:sz w:val="28"/>
          <w:szCs w:val="28"/>
        </w:rPr>
        <w:t>1</w:t>
      </w:r>
      <w:r>
        <w:rPr>
          <w:sz w:val="28"/>
          <w:szCs w:val="28"/>
        </w:rPr>
        <w:t>85</w:t>
      </w:r>
      <w:r w:rsidRPr="00FA4E96">
        <w:rPr>
          <w:sz w:val="28"/>
          <w:szCs w:val="28"/>
        </w:rPr>
        <w:t xml:space="preserve">.1. Передати у приватну власність гр. </w:t>
      </w:r>
      <w:r>
        <w:rPr>
          <w:sz w:val="28"/>
          <w:szCs w:val="28"/>
        </w:rPr>
        <w:t xml:space="preserve">ГЕРАСІМОВУ Леоніду Валерійовичу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0379 площею 0,6000 </w:t>
      </w:r>
      <w:r w:rsidRPr="00FA4E96">
        <w:rPr>
          <w:sz w:val="28"/>
          <w:szCs w:val="28"/>
        </w:rPr>
        <w:t xml:space="preserve">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27DC0">
      <w:pPr>
        <w:spacing w:before="240"/>
        <w:ind w:firstLine="567"/>
        <w:jc w:val="both"/>
        <w:rPr>
          <w:sz w:val="28"/>
          <w:szCs w:val="28"/>
        </w:rPr>
      </w:pPr>
      <w:r w:rsidRPr="00FA4E96">
        <w:rPr>
          <w:sz w:val="28"/>
          <w:szCs w:val="28"/>
        </w:rPr>
        <w:t>1</w:t>
      </w:r>
      <w:r>
        <w:rPr>
          <w:sz w:val="28"/>
          <w:szCs w:val="28"/>
        </w:rPr>
        <w:t>86</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Ромась Сергій Миколайович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927DC0">
      <w:pPr>
        <w:ind w:firstLine="567"/>
        <w:jc w:val="both"/>
        <w:rPr>
          <w:sz w:val="28"/>
          <w:szCs w:val="28"/>
        </w:rPr>
      </w:pPr>
      <w:r w:rsidRPr="00FA4E96">
        <w:rPr>
          <w:sz w:val="28"/>
          <w:szCs w:val="28"/>
        </w:rPr>
        <w:t>1</w:t>
      </w:r>
      <w:r>
        <w:rPr>
          <w:sz w:val="28"/>
          <w:szCs w:val="28"/>
        </w:rPr>
        <w:t>86</w:t>
      </w:r>
      <w:r w:rsidRPr="00FA4E96">
        <w:rPr>
          <w:sz w:val="28"/>
          <w:szCs w:val="28"/>
        </w:rPr>
        <w:t xml:space="preserve">.1. Передати у приватну власність гр. </w:t>
      </w:r>
      <w:r>
        <w:rPr>
          <w:sz w:val="28"/>
          <w:szCs w:val="28"/>
        </w:rPr>
        <w:t xml:space="preserve">РОМАСЮ Сергію Миколайовичу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4</w:t>
      </w:r>
      <w:r w:rsidRPr="00FA4E96">
        <w:rPr>
          <w:sz w:val="28"/>
          <w:szCs w:val="28"/>
        </w:rPr>
        <w:t>:000:</w:t>
      </w:r>
      <w:r>
        <w:rPr>
          <w:sz w:val="28"/>
          <w:szCs w:val="28"/>
        </w:rPr>
        <w:t xml:space="preserve">0217 площею 0,8245 </w:t>
      </w:r>
      <w:r w:rsidRPr="00FA4E96">
        <w:rPr>
          <w:sz w:val="28"/>
          <w:szCs w:val="28"/>
        </w:rPr>
        <w:t xml:space="preserve">га, в тому числі </w:t>
      </w:r>
      <w:r>
        <w:rPr>
          <w:sz w:val="28"/>
          <w:szCs w:val="28"/>
        </w:rPr>
        <w:t>пасовища площею 0,8245</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27DC0">
      <w:pPr>
        <w:spacing w:before="240"/>
        <w:ind w:firstLine="567"/>
        <w:jc w:val="both"/>
        <w:rPr>
          <w:sz w:val="28"/>
          <w:szCs w:val="28"/>
        </w:rPr>
      </w:pPr>
      <w:r w:rsidRPr="00FA4E96">
        <w:rPr>
          <w:sz w:val="28"/>
          <w:szCs w:val="28"/>
        </w:rPr>
        <w:t>1</w:t>
      </w:r>
      <w:r>
        <w:rPr>
          <w:sz w:val="28"/>
          <w:szCs w:val="28"/>
        </w:rPr>
        <w:t>87</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Литвин Надія Григорівна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927DC0">
      <w:pPr>
        <w:ind w:firstLine="567"/>
        <w:jc w:val="both"/>
        <w:rPr>
          <w:sz w:val="28"/>
          <w:szCs w:val="28"/>
        </w:rPr>
      </w:pPr>
      <w:r w:rsidRPr="00FA4E96">
        <w:rPr>
          <w:sz w:val="28"/>
          <w:szCs w:val="28"/>
        </w:rPr>
        <w:t>1</w:t>
      </w:r>
      <w:r>
        <w:rPr>
          <w:sz w:val="28"/>
          <w:szCs w:val="28"/>
        </w:rPr>
        <w:t>87</w:t>
      </w:r>
      <w:r w:rsidRPr="00FA4E96">
        <w:rPr>
          <w:sz w:val="28"/>
          <w:szCs w:val="28"/>
        </w:rPr>
        <w:t xml:space="preserve">.1. Передати у приватну власність гр. </w:t>
      </w:r>
      <w:r>
        <w:rPr>
          <w:sz w:val="28"/>
          <w:szCs w:val="28"/>
        </w:rPr>
        <w:t xml:space="preserve">ЛИТВИН Надії Григорівні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0359 площею 0,4800 </w:t>
      </w:r>
      <w:r w:rsidRPr="00FA4E96">
        <w:rPr>
          <w:sz w:val="28"/>
          <w:szCs w:val="28"/>
        </w:rPr>
        <w:t xml:space="preserve">га, в тому числі </w:t>
      </w:r>
      <w:r>
        <w:rPr>
          <w:sz w:val="28"/>
          <w:szCs w:val="28"/>
        </w:rPr>
        <w:t>рілля площею 0,4800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27DC0">
      <w:pPr>
        <w:spacing w:before="240"/>
        <w:ind w:firstLine="567"/>
        <w:jc w:val="both"/>
        <w:rPr>
          <w:sz w:val="28"/>
          <w:szCs w:val="28"/>
        </w:rPr>
      </w:pPr>
      <w:r w:rsidRPr="00FA4E96">
        <w:rPr>
          <w:sz w:val="28"/>
          <w:szCs w:val="28"/>
        </w:rPr>
        <w:t>1</w:t>
      </w:r>
      <w:r>
        <w:rPr>
          <w:sz w:val="28"/>
          <w:szCs w:val="28"/>
        </w:rPr>
        <w:t>88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Горошко Оксана Андріївна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927DC0">
      <w:pPr>
        <w:ind w:firstLine="567"/>
        <w:jc w:val="both"/>
        <w:rPr>
          <w:sz w:val="28"/>
          <w:szCs w:val="28"/>
        </w:rPr>
      </w:pPr>
      <w:r w:rsidRPr="00FA4E96">
        <w:rPr>
          <w:sz w:val="28"/>
          <w:szCs w:val="28"/>
        </w:rPr>
        <w:t>1</w:t>
      </w:r>
      <w:r>
        <w:rPr>
          <w:sz w:val="28"/>
          <w:szCs w:val="28"/>
        </w:rPr>
        <w:t>88</w:t>
      </w:r>
      <w:r w:rsidRPr="00FA4E96">
        <w:rPr>
          <w:sz w:val="28"/>
          <w:szCs w:val="28"/>
        </w:rPr>
        <w:t xml:space="preserve">.1. Передати у приватну власність гр. </w:t>
      </w:r>
      <w:r>
        <w:rPr>
          <w:sz w:val="28"/>
          <w:szCs w:val="28"/>
        </w:rPr>
        <w:t xml:space="preserve">ГОРОШКО Оксані Андріївні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0395 площею  0,5600 </w:t>
      </w:r>
      <w:r w:rsidRPr="00FA4E96">
        <w:rPr>
          <w:sz w:val="28"/>
          <w:szCs w:val="28"/>
        </w:rPr>
        <w:t xml:space="preserve">га, в тому числі </w:t>
      </w:r>
      <w:r>
        <w:rPr>
          <w:sz w:val="28"/>
          <w:szCs w:val="28"/>
        </w:rPr>
        <w:t>рілля площею 0,5600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F15F8">
      <w:pPr>
        <w:spacing w:before="240"/>
        <w:ind w:firstLine="567"/>
        <w:jc w:val="both"/>
        <w:rPr>
          <w:sz w:val="28"/>
          <w:szCs w:val="28"/>
        </w:rPr>
      </w:pPr>
      <w:r w:rsidRPr="00FA4E96">
        <w:rPr>
          <w:sz w:val="28"/>
          <w:szCs w:val="28"/>
        </w:rPr>
        <w:t>1</w:t>
      </w:r>
      <w:r>
        <w:rPr>
          <w:sz w:val="28"/>
          <w:szCs w:val="28"/>
        </w:rPr>
        <w:t>89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Жакун Тетяна Миколаївна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яка</w:t>
      </w:r>
      <w:r w:rsidRPr="00FA4E96">
        <w:rPr>
          <w:sz w:val="28"/>
          <w:szCs w:val="28"/>
        </w:rPr>
        <w:t xml:space="preserve"> </w:t>
      </w:r>
      <w:r>
        <w:rPr>
          <w:sz w:val="28"/>
          <w:szCs w:val="28"/>
        </w:rPr>
        <w:t xml:space="preserve">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B2455C" w:rsidRPr="00FA4E96" w:rsidRDefault="00B2455C" w:rsidP="007F15F8">
      <w:pPr>
        <w:ind w:firstLine="567"/>
        <w:jc w:val="both"/>
        <w:rPr>
          <w:sz w:val="28"/>
          <w:szCs w:val="28"/>
        </w:rPr>
      </w:pPr>
      <w:r w:rsidRPr="00FA4E96">
        <w:rPr>
          <w:sz w:val="28"/>
          <w:szCs w:val="28"/>
        </w:rPr>
        <w:t>1</w:t>
      </w:r>
      <w:r>
        <w:rPr>
          <w:sz w:val="28"/>
          <w:szCs w:val="28"/>
        </w:rPr>
        <w:t>89</w:t>
      </w:r>
      <w:r w:rsidRPr="00FA4E96">
        <w:rPr>
          <w:sz w:val="28"/>
          <w:szCs w:val="28"/>
        </w:rPr>
        <w:t xml:space="preserve">.1. Передати у приватну власність гр. </w:t>
      </w:r>
      <w:r>
        <w:rPr>
          <w:sz w:val="28"/>
          <w:szCs w:val="28"/>
        </w:rPr>
        <w:t xml:space="preserve">ЖАКУН Тетяні Миколаївні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0374 площею  1,0000 </w:t>
      </w:r>
      <w:r w:rsidRPr="00FA4E96">
        <w:rPr>
          <w:sz w:val="28"/>
          <w:szCs w:val="28"/>
        </w:rPr>
        <w:t xml:space="preserve">га, в тому числі </w:t>
      </w:r>
      <w:r>
        <w:rPr>
          <w:sz w:val="28"/>
          <w:szCs w:val="28"/>
        </w:rPr>
        <w:t>рілля площею 1,0000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263AA">
      <w:pPr>
        <w:spacing w:before="240"/>
        <w:ind w:firstLine="567"/>
        <w:jc w:val="both"/>
        <w:rPr>
          <w:sz w:val="28"/>
          <w:szCs w:val="28"/>
        </w:rPr>
      </w:pPr>
      <w:r w:rsidRPr="00FA4E96">
        <w:rPr>
          <w:sz w:val="28"/>
          <w:szCs w:val="28"/>
        </w:rPr>
        <w:t>1</w:t>
      </w:r>
      <w:r>
        <w:rPr>
          <w:sz w:val="28"/>
          <w:szCs w:val="28"/>
        </w:rPr>
        <w:t>90</w:t>
      </w:r>
      <w:r w:rsidRPr="00FA4E96">
        <w:rPr>
          <w:sz w:val="28"/>
          <w:szCs w:val="28"/>
        </w:rPr>
        <w:t>. Затвердити проект землеустрою що</w:t>
      </w:r>
      <w:r>
        <w:rPr>
          <w:sz w:val="28"/>
          <w:szCs w:val="28"/>
        </w:rPr>
        <w:t xml:space="preserve">до відведення земельної ділянки у власність </w:t>
      </w:r>
      <w:r w:rsidRPr="00FA4E96">
        <w:rPr>
          <w:sz w:val="28"/>
          <w:szCs w:val="28"/>
        </w:rPr>
        <w:t xml:space="preserve">гр. </w:t>
      </w:r>
      <w:r>
        <w:rPr>
          <w:sz w:val="28"/>
          <w:szCs w:val="28"/>
        </w:rPr>
        <w:t xml:space="preserve">Матвійчук Пелагії Григорівні </w:t>
      </w:r>
      <w:r w:rsidRPr="00FA4E96">
        <w:rPr>
          <w:sz w:val="28"/>
          <w:szCs w:val="28"/>
        </w:rPr>
        <w:t>для ведення особистого селянського господарства</w:t>
      </w:r>
      <w:r>
        <w:rPr>
          <w:sz w:val="28"/>
          <w:szCs w:val="28"/>
        </w:rPr>
        <w:t>,</w:t>
      </w:r>
      <w:r w:rsidRPr="00FA4E96">
        <w:rPr>
          <w:sz w:val="28"/>
          <w:szCs w:val="28"/>
        </w:rPr>
        <w:t xml:space="preserve"> </w:t>
      </w:r>
      <w:r>
        <w:rPr>
          <w:sz w:val="28"/>
          <w:szCs w:val="28"/>
        </w:rPr>
        <w:t xml:space="preserve">розташованої с. Корсунове, вул. Трудова, </w:t>
      </w:r>
      <w:r w:rsidRPr="00FA4E96">
        <w:rPr>
          <w:sz w:val="28"/>
          <w:szCs w:val="28"/>
        </w:rPr>
        <w:t>на території Валківської міської</w:t>
      </w:r>
      <w:r>
        <w:rPr>
          <w:sz w:val="28"/>
          <w:szCs w:val="28"/>
        </w:rPr>
        <w:t xml:space="preserve"> т</w:t>
      </w:r>
      <w:r w:rsidRPr="00FA4E96">
        <w:rPr>
          <w:sz w:val="28"/>
          <w:szCs w:val="28"/>
        </w:rPr>
        <w:t>ериторіальної громади Богодухівського району Харківської області.</w:t>
      </w:r>
    </w:p>
    <w:p w:rsidR="00B2455C" w:rsidRPr="00FA4E96" w:rsidRDefault="00B2455C" w:rsidP="002D7B93">
      <w:pPr>
        <w:ind w:firstLine="567"/>
        <w:jc w:val="both"/>
        <w:rPr>
          <w:sz w:val="28"/>
          <w:szCs w:val="28"/>
        </w:rPr>
      </w:pPr>
      <w:r w:rsidRPr="00FA4E96">
        <w:rPr>
          <w:sz w:val="28"/>
          <w:szCs w:val="28"/>
        </w:rPr>
        <w:t>1</w:t>
      </w:r>
      <w:r>
        <w:rPr>
          <w:sz w:val="28"/>
          <w:szCs w:val="28"/>
        </w:rPr>
        <w:t>90</w:t>
      </w:r>
      <w:r w:rsidRPr="00FA4E96">
        <w:rPr>
          <w:sz w:val="28"/>
          <w:szCs w:val="28"/>
        </w:rPr>
        <w:t xml:space="preserve">.1. Передати у приватну власність гр. </w:t>
      </w:r>
      <w:r>
        <w:rPr>
          <w:sz w:val="28"/>
          <w:szCs w:val="28"/>
        </w:rPr>
        <w:t xml:space="preserve">МАТВІЙЧУК Пелагії Григорівні </w:t>
      </w:r>
      <w:r w:rsidRPr="00FA4E96">
        <w:rPr>
          <w:sz w:val="28"/>
          <w:szCs w:val="28"/>
        </w:rPr>
        <w:t>земельну ділянку кадастровий номер 63212</w:t>
      </w:r>
      <w:r>
        <w:rPr>
          <w:sz w:val="28"/>
          <w:szCs w:val="28"/>
        </w:rPr>
        <w:t>80303</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0066 площею 0,7153 </w:t>
      </w:r>
      <w:r w:rsidRPr="00FA4E96">
        <w:rPr>
          <w:sz w:val="28"/>
          <w:szCs w:val="28"/>
        </w:rPr>
        <w:t xml:space="preserve">га, в тому числі </w:t>
      </w:r>
      <w:r>
        <w:rPr>
          <w:sz w:val="28"/>
          <w:szCs w:val="28"/>
        </w:rPr>
        <w:t>рілля площею 0,7153</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Трудова</w:t>
      </w:r>
      <w:r w:rsidRPr="00FA4E96">
        <w:rPr>
          <w:sz w:val="28"/>
          <w:szCs w:val="28"/>
        </w:rPr>
        <w:t xml:space="preserve">, </w:t>
      </w:r>
      <w:r>
        <w:rPr>
          <w:sz w:val="28"/>
          <w:szCs w:val="28"/>
        </w:rPr>
        <w:t>с. Корсунове,</w:t>
      </w:r>
      <w:r w:rsidRPr="00FA4E96">
        <w:rPr>
          <w:sz w:val="28"/>
          <w:szCs w:val="28"/>
        </w:rPr>
        <w:t xml:space="preserve"> Богодухівський район, Харківська область.</w:t>
      </w:r>
    </w:p>
    <w:p w:rsidR="00B2455C" w:rsidRPr="00FA4E96" w:rsidRDefault="00B2455C" w:rsidP="006C2A18">
      <w:pPr>
        <w:spacing w:before="240"/>
        <w:ind w:firstLine="567"/>
        <w:jc w:val="both"/>
        <w:rPr>
          <w:sz w:val="28"/>
          <w:szCs w:val="28"/>
        </w:rPr>
      </w:pPr>
      <w:r w:rsidRPr="00FA4E96">
        <w:rPr>
          <w:sz w:val="28"/>
          <w:szCs w:val="28"/>
        </w:rPr>
        <w:t>1</w:t>
      </w:r>
      <w:r>
        <w:rPr>
          <w:sz w:val="28"/>
          <w:szCs w:val="28"/>
        </w:rPr>
        <w:t>91</w:t>
      </w:r>
      <w:r w:rsidRPr="00FA4E96">
        <w:rPr>
          <w:sz w:val="28"/>
          <w:szCs w:val="28"/>
        </w:rPr>
        <w:t>. Затвердити проект землеустрою що</w:t>
      </w:r>
      <w:r>
        <w:rPr>
          <w:sz w:val="28"/>
          <w:szCs w:val="28"/>
        </w:rPr>
        <w:t xml:space="preserve">до відведення земельної ділянки у власність </w:t>
      </w:r>
      <w:r w:rsidRPr="00FA4E96">
        <w:rPr>
          <w:sz w:val="28"/>
          <w:szCs w:val="28"/>
        </w:rPr>
        <w:t xml:space="preserve">гр. </w:t>
      </w:r>
      <w:r>
        <w:rPr>
          <w:sz w:val="28"/>
          <w:szCs w:val="28"/>
        </w:rPr>
        <w:t xml:space="preserve">Коляді Анатолію Івановичу </w:t>
      </w:r>
      <w:r w:rsidRPr="00FA4E96">
        <w:rPr>
          <w:sz w:val="28"/>
          <w:szCs w:val="28"/>
        </w:rPr>
        <w:t>для ведення особистого селянського господарства</w:t>
      </w:r>
      <w:r>
        <w:rPr>
          <w:sz w:val="28"/>
          <w:szCs w:val="28"/>
        </w:rPr>
        <w:t xml:space="preserve"> по вул. 8 Березня, 32, с. Тетющине, </w:t>
      </w:r>
      <w:r w:rsidRPr="00FA4E96">
        <w:rPr>
          <w:sz w:val="28"/>
          <w:szCs w:val="28"/>
        </w:rPr>
        <w:t>Богодухівського району Харківської області.</w:t>
      </w:r>
    </w:p>
    <w:p w:rsidR="00B2455C" w:rsidRPr="00FA4E96" w:rsidRDefault="00B2455C" w:rsidP="006C2A18">
      <w:pPr>
        <w:ind w:firstLine="567"/>
        <w:jc w:val="both"/>
        <w:rPr>
          <w:sz w:val="28"/>
          <w:szCs w:val="28"/>
        </w:rPr>
      </w:pPr>
      <w:r w:rsidRPr="00FA4E96">
        <w:rPr>
          <w:sz w:val="28"/>
          <w:szCs w:val="28"/>
        </w:rPr>
        <w:t>1</w:t>
      </w:r>
      <w:r>
        <w:rPr>
          <w:sz w:val="28"/>
          <w:szCs w:val="28"/>
        </w:rPr>
        <w:t>91</w:t>
      </w:r>
      <w:r w:rsidRPr="00FA4E96">
        <w:rPr>
          <w:sz w:val="28"/>
          <w:szCs w:val="28"/>
        </w:rPr>
        <w:t xml:space="preserve">.1. Передати у приватну власність гр. </w:t>
      </w:r>
      <w:r>
        <w:rPr>
          <w:sz w:val="28"/>
          <w:szCs w:val="28"/>
        </w:rPr>
        <w:t xml:space="preserve">КОЛЯДІ Анатолію Івановичу </w:t>
      </w:r>
      <w:r w:rsidRPr="00FA4E96">
        <w:rPr>
          <w:sz w:val="28"/>
          <w:szCs w:val="28"/>
        </w:rPr>
        <w:t>земельну ділянку кадастровий номер 63212</w:t>
      </w:r>
      <w:r>
        <w:rPr>
          <w:sz w:val="28"/>
          <w:szCs w:val="28"/>
        </w:rPr>
        <w:t>80507</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0091 площею 0,4255 </w:t>
      </w:r>
      <w:r w:rsidRPr="00FA4E96">
        <w:rPr>
          <w:sz w:val="28"/>
          <w:szCs w:val="28"/>
        </w:rPr>
        <w:t xml:space="preserve">га, в тому числі </w:t>
      </w:r>
      <w:r>
        <w:rPr>
          <w:sz w:val="28"/>
          <w:szCs w:val="28"/>
        </w:rPr>
        <w:t>рілля площею 0,4255</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8 Березня, 32, с. Тетющине, </w:t>
      </w:r>
      <w:r w:rsidRPr="00FA4E96">
        <w:rPr>
          <w:sz w:val="28"/>
          <w:szCs w:val="28"/>
        </w:rPr>
        <w:t>Богодухівський район, Харківська область.</w:t>
      </w:r>
    </w:p>
    <w:p w:rsidR="00B2455C" w:rsidRPr="00FA4E96" w:rsidRDefault="00B2455C" w:rsidP="00355B7C">
      <w:pPr>
        <w:spacing w:before="240"/>
        <w:ind w:firstLine="567"/>
        <w:jc w:val="both"/>
        <w:rPr>
          <w:sz w:val="28"/>
          <w:szCs w:val="28"/>
        </w:rPr>
      </w:pPr>
      <w:r w:rsidRPr="00FA4E96">
        <w:rPr>
          <w:sz w:val="28"/>
          <w:szCs w:val="28"/>
        </w:rPr>
        <w:t>1</w:t>
      </w:r>
      <w:r>
        <w:rPr>
          <w:sz w:val="28"/>
          <w:szCs w:val="28"/>
        </w:rPr>
        <w:t>92</w:t>
      </w:r>
      <w:r w:rsidRPr="00FA4E96">
        <w:rPr>
          <w:sz w:val="28"/>
          <w:szCs w:val="28"/>
        </w:rPr>
        <w:t>. Затвердити проект землеустрою що</w:t>
      </w:r>
      <w:r>
        <w:rPr>
          <w:sz w:val="28"/>
          <w:szCs w:val="28"/>
        </w:rPr>
        <w:t xml:space="preserve">до відведення земельної ділянки гр. Великород Тетяні Прокопівні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код</w:t>
      </w:r>
      <w:r>
        <w:rPr>
          <w:sz w:val="28"/>
          <w:szCs w:val="28"/>
        </w:rPr>
        <w:t xml:space="preserve"> згідно КВЦПЗ</w:t>
      </w:r>
      <w:r w:rsidRPr="00FA4E96">
        <w:rPr>
          <w:sz w:val="28"/>
          <w:szCs w:val="28"/>
        </w:rPr>
        <w:t xml:space="preserve"> - 01.03</w:t>
      </w:r>
      <w:r>
        <w:rPr>
          <w:sz w:val="28"/>
          <w:szCs w:val="28"/>
        </w:rPr>
        <w:t xml:space="preserve">, розташованої в с. Коверівка </w:t>
      </w:r>
      <w:r w:rsidRPr="00FA4E96">
        <w:rPr>
          <w:sz w:val="28"/>
          <w:szCs w:val="28"/>
        </w:rPr>
        <w:t>на території Валківської міської</w:t>
      </w:r>
      <w:r>
        <w:rPr>
          <w:sz w:val="28"/>
          <w:szCs w:val="28"/>
        </w:rPr>
        <w:t xml:space="preserve"> ради </w:t>
      </w:r>
      <w:r w:rsidRPr="00FA4E96">
        <w:rPr>
          <w:sz w:val="28"/>
          <w:szCs w:val="28"/>
        </w:rPr>
        <w:t>Богодухівського району Харківської області.</w:t>
      </w:r>
    </w:p>
    <w:p w:rsidR="00B2455C" w:rsidRPr="00FA4E96" w:rsidRDefault="00B2455C" w:rsidP="00355B7C">
      <w:pPr>
        <w:ind w:firstLine="567"/>
        <w:jc w:val="both"/>
        <w:rPr>
          <w:sz w:val="28"/>
          <w:szCs w:val="28"/>
        </w:rPr>
      </w:pPr>
      <w:r w:rsidRPr="00FA4E96">
        <w:rPr>
          <w:sz w:val="28"/>
          <w:szCs w:val="28"/>
        </w:rPr>
        <w:t>1</w:t>
      </w:r>
      <w:r>
        <w:rPr>
          <w:sz w:val="28"/>
          <w:szCs w:val="28"/>
        </w:rPr>
        <w:t>92</w:t>
      </w:r>
      <w:r w:rsidRPr="00FA4E96">
        <w:rPr>
          <w:sz w:val="28"/>
          <w:szCs w:val="28"/>
        </w:rPr>
        <w:t xml:space="preserve">.1. Передати у приватну власність гр. </w:t>
      </w:r>
      <w:r>
        <w:rPr>
          <w:sz w:val="28"/>
          <w:szCs w:val="28"/>
        </w:rPr>
        <w:t xml:space="preserve">ВЕЛИКОРОД Тетяні Прокопівні </w:t>
      </w:r>
      <w:r w:rsidRPr="00FA4E96">
        <w:rPr>
          <w:sz w:val="28"/>
          <w:szCs w:val="28"/>
        </w:rPr>
        <w:t>земельну ділянку кадастровий номер 63212</w:t>
      </w:r>
      <w:r>
        <w:rPr>
          <w:sz w:val="28"/>
          <w:szCs w:val="28"/>
        </w:rPr>
        <w:t>80504</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0029 площею 1,8000 </w:t>
      </w:r>
      <w:r w:rsidRPr="00FA4E96">
        <w:rPr>
          <w:sz w:val="28"/>
          <w:szCs w:val="28"/>
        </w:rPr>
        <w:t xml:space="preserve">га, в тому числі </w:t>
      </w:r>
      <w:r>
        <w:rPr>
          <w:sz w:val="28"/>
          <w:szCs w:val="28"/>
        </w:rPr>
        <w:t>рілля площею 1,8000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с. Коверівка, </w:t>
      </w:r>
      <w:r w:rsidRPr="00FA4E96">
        <w:rPr>
          <w:sz w:val="28"/>
          <w:szCs w:val="28"/>
        </w:rPr>
        <w:t>Богодухівський район, Харківська область.</w:t>
      </w:r>
    </w:p>
    <w:p w:rsidR="00B2455C" w:rsidRPr="00FA4E96" w:rsidRDefault="00B2455C" w:rsidP="00B66D99">
      <w:pPr>
        <w:spacing w:before="240"/>
        <w:ind w:firstLine="567"/>
        <w:jc w:val="both"/>
        <w:rPr>
          <w:sz w:val="28"/>
          <w:szCs w:val="28"/>
        </w:rPr>
      </w:pPr>
      <w:r w:rsidRPr="00FA4E96">
        <w:rPr>
          <w:sz w:val="28"/>
          <w:szCs w:val="28"/>
        </w:rPr>
        <w:t>1</w:t>
      </w:r>
      <w:r>
        <w:rPr>
          <w:sz w:val="28"/>
          <w:szCs w:val="28"/>
        </w:rPr>
        <w:t>93</w:t>
      </w:r>
      <w:r w:rsidRPr="00FA4E96">
        <w:rPr>
          <w:sz w:val="28"/>
          <w:szCs w:val="28"/>
        </w:rPr>
        <w:t>. Затвердити проект землеустрою що</w:t>
      </w:r>
      <w:r>
        <w:rPr>
          <w:sz w:val="28"/>
          <w:szCs w:val="28"/>
        </w:rPr>
        <w:t xml:space="preserve">до відведення земельної ділянки у власність гр. Россохі Володимиру Олександровичу за рахунок земель (кад. № 6321281000:03:000:0833) із земель сільськогосподарського призначення </w:t>
      </w:r>
      <w:r w:rsidRPr="00FA4E96">
        <w:rPr>
          <w:sz w:val="28"/>
          <w:szCs w:val="28"/>
        </w:rPr>
        <w:t>для ведення особистого селянського господарства</w:t>
      </w:r>
      <w:r>
        <w:rPr>
          <w:sz w:val="28"/>
          <w:szCs w:val="28"/>
        </w:rPr>
        <w:t xml:space="preserve">, </w:t>
      </w:r>
      <w:r w:rsidRPr="00FA4E96">
        <w:rPr>
          <w:sz w:val="28"/>
          <w:szCs w:val="28"/>
        </w:rPr>
        <w:t>код</w:t>
      </w:r>
      <w:r>
        <w:rPr>
          <w:sz w:val="28"/>
          <w:szCs w:val="28"/>
        </w:rPr>
        <w:t xml:space="preserve"> згідно КВЦПЗ</w:t>
      </w:r>
      <w:r w:rsidRPr="00FA4E96">
        <w:rPr>
          <w:sz w:val="28"/>
          <w:szCs w:val="28"/>
        </w:rPr>
        <w:t xml:space="preserve"> - 01.03</w:t>
      </w:r>
      <w:r>
        <w:rPr>
          <w:sz w:val="28"/>
          <w:szCs w:val="28"/>
        </w:rPr>
        <w:t xml:space="preserve">, розташованої </w:t>
      </w:r>
      <w:r w:rsidRPr="00FA4E96">
        <w:rPr>
          <w:sz w:val="28"/>
          <w:szCs w:val="28"/>
        </w:rPr>
        <w:t>на території Валківської міської</w:t>
      </w:r>
      <w:r>
        <w:rPr>
          <w:sz w:val="28"/>
          <w:szCs w:val="28"/>
        </w:rPr>
        <w:t xml:space="preserve"> ради </w:t>
      </w:r>
      <w:r w:rsidRPr="00FA4E96">
        <w:rPr>
          <w:sz w:val="28"/>
          <w:szCs w:val="28"/>
        </w:rPr>
        <w:t>Богодухівського району Харківської області.</w:t>
      </w:r>
    </w:p>
    <w:p w:rsidR="00B2455C" w:rsidRPr="00FA4E96" w:rsidRDefault="00B2455C" w:rsidP="000C7739">
      <w:pPr>
        <w:ind w:firstLine="567"/>
        <w:jc w:val="both"/>
        <w:rPr>
          <w:sz w:val="28"/>
          <w:szCs w:val="28"/>
        </w:rPr>
      </w:pPr>
      <w:r w:rsidRPr="00FA4E96">
        <w:rPr>
          <w:sz w:val="28"/>
          <w:szCs w:val="28"/>
        </w:rPr>
        <w:t>1</w:t>
      </w:r>
      <w:r>
        <w:rPr>
          <w:sz w:val="28"/>
          <w:szCs w:val="28"/>
        </w:rPr>
        <w:t>93</w:t>
      </w:r>
      <w:r w:rsidRPr="00FA4E96">
        <w:rPr>
          <w:sz w:val="28"/>
          <w:szCs w:val="28"/>
        </w:rPr>
        <w:t xml:space="preserve">.1. Передати у приватну власність гр. </w:t>
      </w:r>
      <w:r>
        <w:rPr>
          <w:sz w:val="28"/>
          <w:szCs w:val="28"/>
        </w:rPr>
        <w:t xml:space="preserve">РОССОХІ Володимиру Олександровичу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0802 площею 2,0000 </w:t>
      </w:r>
      <w:r w:rsidRPr="00FA4E96">
        <w:rPr>
          <w:sz w:val="28"/>
          <w:szCs w:val="28"/>
        </w:rPr>
        <w:t xml:space="preserve">га, в тому числі </w:t>
      </w:r>
      <w:r>
        <w:rPr>
          <w:sz w:val="28"/>
          <w:szCs w:val="28"/>
        </w:rPr>
        <w:t>пасовища площею 2,0000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FF53A7">
      <w:pPr>
        <w:spacing w:before="240"/>
        <w:ind w:firstLine="567"/>
        <w:jc w:val="both"/>
        <w:rPr>
          <w:sz w:val="28"/>
          <w:szCs w:val="28"/>
        </w:rPr>
      </w:pPr>
      <w:r w:rsidRPr="00FA4E96">
        <w:rPr>
          <w:sz w:val="28"/>
          <w:szCs w:val="28"/>
        </w:rPr>
        <w:t>1</w:t>
      </w:r>
      <w:r>
        <w:rPr>
          <w:sz w:val="28"/>
          <w:szCs w:val="28"/>
        </w:rPr>
        <w:t>94</w:t>
      </w:r>
      <w:r w:rsidRPr="00FA4E96">
        <w:rPr>
          <w:sz w:val="28"/>
          <w:szCs w:val="28"/>
        </w:rPr>
        <w:t>. Затвердити проект землеустрою що</w:t>
      </w:r>
      <w:r>
        <w:rPr>
          <w:sz w:val="28"/>
          <w:szCs w:val="28"/>
        </w:rPr>
        <w:t xml:space="preserve">до відведення земельної ділянки у власність гр. Ландишевій Тетяні Іванівні за рахунок земель (кад. № 6321281000:03:000:0833) із земель сільськогосподарського призначення </w:t>
      </w:r>
      <w:r w:rsidRPr="00FA4E96">
        <w:rPr>
          <w:sz w:val="28"/>
          <w:szCs w:val="28"/>
        </w:rPr>
        <w:t>для ведення особистого селянського господарства</w:t>
      </w:r>
      <w:r>
        <w:rPr>
          <w:sz w:val="28"/>
          <w:szCs w:val="28"/>
        </w:rPr>
        <w:t xml:space="preserve">, </w:t>
      </w:r>
      <w:r w:rsidRPr="00FA4E96">
        <w:rPr>
          <w:sz w:val="28"/>
          <w:szCs w:val="28"/>
        </w:rPr>
        <w:t>код</w:t>
      </w:r>
      <w:r>
        <w:rPr>
          <w:sz w:val="28"/>
          <w:szCs w:val="28"/>
        </w:rPr>
        <w:t xml:space="preserve"> згідно КВЦПЗ</w:t>
      </w:r>
      <w:r w:rsidRPr="00FA4E96">
        <w:rPr>
          <w:sz w:val="28"/>
          <w:szCs w:val="28"/>
        </w:rPr>
        <w:t xml:space="preserve"> - 01.03</w:t>
      </w:r>
      <w:r>
        <w:rPr>
          <w:sz w:val="28"/>
          <w:szCs w:val="28"/>
        </w:rPr>
        <w:t xml:space="preserve">, розташованої </w:t>
      </w:r>
      <w:r w:rsidRPr="00FA4E96">
        <w:rPr>
          <w:sz w:val="28"/>
          <w:szCs w:val="28"/>
        </w:rPr>
        <w:t>на території Валківської міської</w:t>
      </w:r>
      <w:r>
        <w:rPr>
          <w:sz w:val="28"/>
          <w:szCs w:val="28"/>
        </w:rPr>
        <w:t xml:space="preserve"> ради </w:t>
      </w:r>
      <w:r w:rsidRPr="00FA4E96">
        <w:rPr>
          <w:sz w:val="28"/>
          <w:szCs w:val="28"/>
        </w:rPr>
        <w:t>Богодухівського району Харківської області.</w:t>
      </w:r>
    </w:p>
    <w:p w:rsidR="00B2455C" w:rsidRPr="00FA4E96" w:rsidRDefault="00B2455C" w:rsidP="00FF53A7">
      <w:pPr>
        <w:ind w:firstLine="567"/>
        <w:jc w:val="both"/>
        <w:rPr>
          <w:sz w:val="28"/>
          <w:szCs w:val="28"/>
        </w:rPr>
      </w:pPr>
      <w:r w:rsidRPr="00FA4E96">
        <w:rPr>
          <w:sz w:val="28"/>
          <w:szCs w:val="28"/>
        </w:rPr>
        <w:t>1</w:t>
      </w:r>
      <w:r>
        <w:rPr>
          <w:sz w:val="28"/>
          <w:szCs w:val="28"/>
        </w:rPr>
        <w:t>94</w:t>
      </w:r>
      <w:r w:rsidRPr="00FA4E96">
        <w:rPr>
          <w:sz w:val="28"/>
          <w:szCs w:val="28"/>
        </w:rPr>
        <w:t xml:space="preserve">.1. Передати у приватну власність гр. </w:t>
      </w:r>
      <w:r>
        <w:rPr>
          <w:sz w:val="28"/>
          <w:szCs w:val="28"/>
        </w:rPr>
        <w:t xml:space="preserve">ЛАНДИШЕВІЙ Тетяні Іванівні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0805 площею 2,0000 </w:t>
      </w:r>
      <w:r w:rsidRPr="00FA4E96">
        <w:rPr>
          <w:sz w:val="28"/>
          <w:szCs w:val="28"/>
        </w:rPr>
        <w:t xml:space="preserve">га, в тому числі </w:t>
      </w:r>
      <w:r>
        <w:rPr>
          <w:sz w:val="28"/>
          <w:szCs w:val="28"/>
        </w:rPr>
        <w:t>пасовища площею 2,0000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3B0CEC">
      <w:pPr>
        <w:spacing w:before="240"/>
        <w:ind w:firstLine="567"/>
        <w:jc w:val="both"/>
        <w:rPr>
          <w:sz w:val="28"/>
          <w:szCs w:val="28"/>
        </w:rPr>
      </w:pPr>
      <w:r w:rsidRPr="00FA4E96">
        <w:rPr>
          <w:sz w:val="28"/>
          <w:szCs w:val="28"/>
        </w:rPr>
        <w:t>1</w:t>
      </w:r>
      <w:r>
        <w:rPr>
          <w:sz w:val="28"/>
          <w:szCs w:val="28"/>
        </w:rPr>
        <w:t>95</w:t>
      </w:r>
      <w:r w:rsidRPr="00FA4E96">
        <w:rPr>
          <w:sz w:val="28"/>
          <w:szCs w:val="28"/>
        </w:rPr>
        <w:t>. Затвердити проект землеустрою що</w:t>
      </w:r>
      <w:r>
        <w:rPr>
          <w:sz w:val="28"/>
          <w:szCs w:val="28"/>
        </w:rPr>
        <w:t xml:space="preserve">до відведення земельної ділянки у власність гр. Мельник Ірині Олексіївні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на території Валківської міської</w:t>
      </w:r>
      <w:r>
        <w:rPr>
          <w:sz w:val="28"/>
          <w:szCs w:val="28"/>
        </w:rPr>
        <w:t xml:space="preserve"> </w:t>
      </w:r>
      <w:r w:rsidRPr="00FA4E96">
        <w:rPr>
          <w:sz w:val="28"/>
          <w:szCs w:val="28"/>
        </w:rPr>
        <w:t>територіальної громади</w:t>
      </w:r>
      <w:r>
        <w:rPr>
          <w:sz w:val="28"/>
          <w:szCs w:val="28"/>
        </w:rPr>
        <w:t xml:space="preserve"> </w:t>
      </w:r>
      <w:r w:rsidRPr="00FA4E96">
        <w:rPr>
          <w:sz w:val="28"/>
          <w:szCs w:val="28"/>
        </w:rPr>
        <w:t>Богодухівського району Харківської області.</w:t>
      </w:r>
    </w:p>
    <w:p w:rsidR="00B2455C" w:rsidRPr="00FA4E96" w:rsidRDefault="00B2455C" w:rsidP="003B0CEC">
      <w:pPr>
        <w:ind w:firstLine="567"/>
        <w:jc w:val="both"/>
        <w:rPr>
          <w:sz w:val="28"/>
          <w:szCs w:val="28"/>
        </w:rPr>
      </w:pPr>
      <w:r w:rsidRPr="00FA4E96">
        <w:rPr>
          <w:sz w:val="28"/>
          <w:szCs w:val="28"/>
        </w:rPr>
        <w:t>1</w:t>
      </w:r>
      <w:r>
        <w:rPr>
          <w:sz w:val="28"/>
          <w:szCs w:val="28"/>
        </w:rPr>
        <w:t>95</w:t>
      </w:r>
      <w:r w:rsidRPr="00FA4E96">
        <w:rPr>
          <w:sz w:val="28"/>
          <w:szCs w:val="28"/>
        </w:rPr>
        <w:t xml:space="preserve">.1. Передати у приватну власність гр. </w:t>
      </w:r>
      <w:r>
        <w:rPr>
          <w:sz w:val="28"/>
          <w:szCs w:val="28"/>
        </w:rPr>
        <w:t xml:space="preserve">МЕЛЬНИК Ірині Олексіївні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4</w:t>
      </w:r>
      <w:r w:rsidRPr="00FA4E96">
        <w:rPr>
          <w:sz w:val="28"/>
          <w:szCs w:val="28"/>
        </w:rPr>
        <w:t>:00</w:t>
      </w:r>
      <w:r>
        <w:rPr>
          <w:sz w:val="28"/>
          <w:szCs w:val="28"/>
        </w:rPr>
        <w:t>0</w:t>
      </w:r>
      <w:r w:rsidRPr="00FA4E96">
        <w:rPr>
          <w:sz w:val="28"/>
          <w:szCs w:val="28"/>
        </w:rPr>
        <w:t>:</w:t>
      </w:r>
      <w:r>
        <w:rPr>
          <w:sz w:val="28"/>
          <w:szCs w:val="28"/>
        </w:rPr>
        <w:t xml:space="preserve">0775 площею 0,5000 </w:t>
      </w:r>
      <w:r w:rsidRPr="00FA4E96">
        <w:rPr>
          <w:sz w:val="28"/>
          <w:szCs w:val="28"/>
        </w:rPr>
        <w:t xml:space="preserve">га, в тому числі </w:t>
      </w:r>
      <w:r>
        <w:rPr>
          <w:sz w:val="28"/>
          <w:szCs w:val="28"/>
        </w:rPr>
        <w:t>рілля площею 0,5000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B29F2">
      <w:pPr>
        <w:spacing w:before="240"/>
        <w:ind w:firstLine="567"/>
        <w:jc w:val="both"/>
        <w:rPr>
          <w:sz w:val="28"/>
          <w:szCs w:val="28"/>
        </w:rPr>
      </w:pPr>
      <w:r w:rsidRPr="00FA4E96">
        <w:rPr>
          <w:sz w:val="28"/>
          <w:szCs w:val="28"/>
        </w:rPr>
        <w:t>1</w:t>
      </w:r>
      <w:r>
        <w:rPr>
          <w:sz w:val="28"/>
          <w:szCs w:val="28"/>
        </w:rPr>
        <w:t>96</w:t>
      </w:r>
      <w:r w:rsidRPr="00FA4E96">
        <w:rPr>
          <w:sz w:val="28"/>
          <w:szCs w:val="28"/>
        </w:rPr>
        <w:t>. Затвердити проект землеустрою що</w:t>
      </w:r>
      <w:r>
        <w:rPr>
          <w:sz w:val="28"/>
          <w:szCs w:val="28"/>
        </w:rPr>
        <w:t xml:space="preserve">до відведення земельної ділянки у власність гр. Шмат Ользі В’ячеславівні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на території Валківської міської</w:t>
      </w:r>
      <w:r>
        <w:rPr>
          <w:sz w:val="28"/>
          <w:szCs w:val="28"/>
        </w:rPr>
        <w:t xml:space="preserve"> </w:t>
      </w:r>
      <w:r w:rsidRPr="00FA4E96">
        <w:rPr>
          <w:sz w:val="28"/>
          <w:szCs w:val="28"/>
        </w:rPr>
        <w:t>територіальної громади</w:t>
      </w:r>
      <w:r>
        <w:rPr>
          <w:sz w:val="28"/>
          <w:szCs w:val="28"/>
        </w:rPr>
        <w:t xml:space="preserve"> </w:t>
      </w:r>
      <w:r w:rsidRPr="00FA4E96">
        <w:rPr>
          <w:sz w:val="28"/>
          <w:szCs w:val="28"/>
        </w:rPr>
        <w:t>Богодухівського району Харківської області.</w:t>
      </w:r>
    </w:p>
    <w:p w:rsidR="00B2455C" w:rsidRPr="00FA4E96" w:rsidRDefault="00B2455C" w:rsidP="00EB29F2">
      <w:pPr>
        <w:ind w:firstLine="567"/>
        <w:jc w:val="both"/>
        <w:rPr>
          <w:sz w:val="28"/>
          <w:szCs w:val="28"/>
        </w:rPr>
      </w:pPr>
      <w:r w:rsidRPr="00FA4E96">
        <w:rPr>
          <w:sz w:val="28"/>
          <w:szCs w:val="28"/>
        </w:rPr>
        <w:t>1</w:t>
      </w:r>
      <w:r>
        <w:rPr>
          <w:sz w:val="28"/>
          <w:szCs w:val="28"/>
        </w:rPr>
        <w:t>96</w:t>
      </w:r>
      <w:r w:rsidRPr="00FA4E96">
        <w:rPr>
          <w:sz w:val="28"/>
          <w:szCs w:val="28"/>
        </w:rPr>
        <w:t xml:space="preserve">.1. Передати у приватну власність гр. </w:t>
      </w:r>
      <w:r>
        <w:rPr>
          <w:sz w:val="28"/>
          <w:szCs w:val="28"/>
        </w:rPr>
        <w:t xml:space="preserve">ШМАТ Ользі В’ячеславівні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4</w:t>
      </w:r>
      <w:r w:rsidRPr="00FA4E96">
        <w:rPr>
          <w:sz w:val="28"/>
          <w:szCs w:val="28"/>
        </w:rPr>
        <w:t>:00</w:t>
      </w:r>
      <w:r>
        <w:rPr>
          <w:sz w:val="28"/>
          <w:szCs w:val="28"/>
        </w:rPr>
        <w:t>0</w:t>
      </w:r>
      <w:r w:rsidRPr="00FA4E96">
        <w:rPr>
          <w:sz w:val="28"/>
          <w:szCs w:val="28"/>
        </w:rPr>
        <w:t>:</w:t>
      </w:r>
      <w:r>
        <w:rPr>
          <w:sz w:val="28"/>
          <w:szCs w:val="28"/>
        </w:rPr>
        <w:t xml:space="preserve">0779 площею   0,5000 </w:t>
      </w:r>
      <w:r w:rsidRPr="00FA4E96">
        <w:rPr>
          <w:sz w:val="28"/>
          <w:szCs w:val="28"/>
        </w:rPr>
        <w:t xml:space="preserve">га, в тому числі </w:t>
      </w:r>
      <w:r>
        <w:rPr>
          <w:sz w:val="28"/>
          <w:szCs w:val="28"/>
        </w:rPr>
        <w:t>рілля площею 0,5000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B29F2">
      <w:pPr>
        <w:spacing w:before="240"/>
        <w:ind w:firstLine="567"/>
        <w:jc w:val="both"/>
        <w:rPr>
          <w:sz w:val="28"/>
          <w:szCs w:val="28"/>
        </w:rPr>
      </w:pPr>
      <w:r w:rsidRPr="00FA4E96">
        <w:rPr>
          <w:sz w:val="28"/>
          <w:szCs w:val="28"/>
        </w:rPr>
        <w:t>1</w:t>
      </w:r>
      <w:r>
        <w:rPr>
          <w:sz w:val="28"/>
          <w:szCs w:val="28"/>
        </w:rPr>
        <w:t>97</w:t>
      </w:r>
      <w:r w:rsidRPr="00FA4E96">
        <w:rPr>
          <w:sz w:val="28"/>
          <w:szCs w:val="28"/>
        </w:rPr>
        <w:t>. Затвердити проект землеустрою що</w:t>
      </w:r>
      <w:r>
        <w:rPr>
          <w:sz w:val="28"/>
          <w:szCs w:val="28"/>
        </w:rPr>
        <w:t xml:space="preserve">до відведення земельної ділянки у власність гр. Шмату Ярославу Володимировичу </w:t>
      </w:r>
      <w:r w:rsidRPr="00FA4E96">
        <w:rPr>
          <w:sz w:val="28"/>
          <w:szCs w:val="28"/>
        </w:rPr>
        <w:t>для ведення особистого селянського господарства</w:t>
      </w:r>
      <w:r>
        <w:rPr>
          <w:sz w:val="28"/>
          <w:szCs w:val="28"/>
        </w:rPr>
        <w:t xml:space="preserve"> </w:t>
      </w:r>
      <w:r w:rsidRPr="00FA4E96">
        <w:rPr>
          <w:sz w:val="28"/>
          <w:szCs w:val="28"/>
        </w:rPr>
        <w:t>на території Валківської міської</w:t>
      </w:r>
      <w:r>
        <w:rPr>
          <w:sz w:val="28"/>
          <w:szCs w:val="28"/>
        </w:rPr>
        <w:t xml:space="preserve"> </w:t>
      </w:r>
      <w:r w:rsidRPr="00FA4E96">
        <w:rPr>
          <w:sz w:val="28"/>
          <w:szCs w:val="28"/>
        </w:rPr>
        <w:t>територіальної громади</w:t>
      </w:r>
      <w:r>
        <w:rPr>
          <w:sz w:val="28"/>
          <w:szCs w:val="28"/>
        </w:rPr>
        <w:t xml:space="preserve"> </w:t>
      </w:r>
      <w:r w:rsidRPr="00FA4E96">
        <w:rPr>
          <w:sz w:val="28"/>
          <w:szCs w:val="28"/>
        </w:rPr>
        <w:t>Богодухівського району Харківської області.</w:t>
      </w:r>
    </w:p>
    <w:p w:rsidR="00B2455C" w:rsidRPr="00FA4E96" w:rsidRDefault="00B2455C" w:rsidP="00EB29F2">
      <w:pPr>
        <w:ind w:firstLine="567"/>
        <w:jc w:val="both"/>
        <w:rPr>
          <w:sz w:val="28"/>
          <w:szCs w:val="28"/>
        </w:rPr>
      </w:pPr>
      <w:r w:rsidRPr="00FA4E96">
        <w:rPr>
          <w:sz w:val="28"/>
          <w:szCs w:val="28"/>
        </w:rPr>
        <w:t>1</w:t>
      </w:r>
      <w:r>
        <w:rPr>
          <w:sz w:val="28"/>
          <w:szCs w:val="28"/>
        </w:rPr>
        <w:t>97</w:t>
      </w:r>
      <w:r w:rsidRPr="00FA4E96">
        <w:rPr>
          <w:sz w:val="28"/>
          <w:szCs w:val="28"/>
        </w:rPr>
        <w:t xml:space="preserve">.1. Передати у приватну власність гр. </w:t>
      </w:r>
      <w:r>
        <w:rPr>
          <w:sz w:val="28"/>
          <w:szCs w:val="28"/>
        </w:rPr>
        <w:t xml:space="preserve">ШМАТУ Ярославу Володимировичу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4</w:t>
      </w:r>
      <w:r w:rsidRPr="00FA4E96">
        <w:rPr>
          <w:sz w:val="28"/>
          <w:szCs w:val="28"/>
        </w:rPr>
        <w:t>:00</w:t>
      </w:r>
      <w:r>
        <w:rPr>
          <w:sz w:val="28"/>
          <w:szCs w:val="28"/>
        </w:rPr>
        <w:t>0</w:t>
      </w:r>
      <w:r w:rsidRPr="00FA4E96">
        <w:rPr>
          <w:sz w:val="28"/>
          <w:szCs w:val="28"/>
        </w:rPr>
        <w:t>:</w:t>
      </w:r>
      <w:r>
        <w:rPr>
          <w:sz w:val="28"/>
          <w:szCs w:val="28"/>
        </w:rPr>
        <w:t xml:space="preserve">0778 площею 0,5000 </w:t>
      </w:r>
      <w:r w:rsidRPr="00FA4E96">
        <w:rPr>
          <w:sz w:val="28"/>
          <w:szCs w:val="28"/>
        </w:rPr>
        <w:t xml:space="preserve">га, в тому числі </w:t>
      </w:r>
      <w:r>
        <w:rPr>
          <w:sz w:val="28"/>
          <w:szCs w:val="28"/>
        </w:rPr>
        <w:t>рілля площею  0,5000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5022FA">
      <w:pPr>
        <w:spacing w:before="240"/>
        <w:ind w:firstLine="567"/>
        <w:jc w:val="both"/>
        <w:rPr>
          <w:sz w:val="28"/>
          <w:szCs w:val="28"/>
        </w:rPr>
      </w:pPr>
      <w:r w:rsidRPr="00FA4E96">
        <w:rPr>
          <w:sz w:val="28"/>
          <w:szCs w:val="28"/>
        </w:rPr>
        <w:t>1</w:t>
      </w:r>
      <w:r>
        <w:rPr>
          <w:sz w:val="28"/>
          <w:szCs w:val="28"/>
        </w:rPr>
        <w:t>98</w:t>
      </w:r>
      <w:r w:rsidRPr="00FA4E96">
        <w:rPr>
          <w:sz w:val="28"/>
          <w:szCs w:val="28"/>
        </w:rPr>
        <w:t>. Затвердити проект землеустрою що</w:t>
      </w:r>
      <w:r>
        <w:rPr>
          <w:sz w:val="28"/>
          <w:szCs w:val="28"/>
        </w:rPr>
        <w:t xml:space="preserve">до відведення земельної ділянки у власність гр. Калініну Олегу Михайловичу за рахунок земель комунальної власності, сільськогосподарського призначення, </w:t>
      </w:r>
      <w:r w:rsidRPr="00FA4E96">
        <w:rPr>
          <w:sz w:val="28"/>
          <w:szCs w:val="28"/>
        </w:rPr>
        <w:t>для ведення особистого селянського господарства</w:t>
      </w:r>
      <w:r>
        <w:rPr>
          <w:sz w:val="28"/>
          <w:szCs w:val="28"/>
        </w:rPr>
        <w:t xml:space="preserve">, розташованої за межами населених пунктів </w:t>
      </w:r>
      <w:r w:rsidRPr="00FA4E96">
        <w:rPr>
          <w:sz w:val="28"/>
          <w:szCs w:val="28"/>
        </w:rPr>
        <w:t>на території Валківської міської</w:t>
      </w:r>
      <w:r>
        <w:rPr>
          <w:sz w:val="28"/>
          <w:szCs w:val="28"/>
        </w:rPr>
        <w:t xml:space="preserve"> р</w:t>
      </w:r>
      <w:r w:rsidRPr="00FA4E96">
        <w:rPr>
          <w:sz w:val="28"/>
          <w:szCs w:val="28"/>
        </w:rPr>
        <w:t>ади</w:t>
      </w:r>
      <w:r>
        <w:rPr>
          <w:sz w:val="28"/>
          <w:szCs w:val="28"/>
        </w:rPr>
        <w:t xml:space="preserve"> </w:t>
      </w:r>
      <w:r w:rsidRPr="00FA4E96">
        <w:rPr>
          <w:sz w:val="28"/>
          <w:szCs w:val="28"/>
        </w:rPr>
        <w:t>Богодухівського району Харківської області.</w:t>
      </w:r>
    </w:p>
    <w:p w:rsidR="00B2455C" w:rsidRPr="00FA4E96" w:rsidRDefault="00B2455C" w:rsidP="005022FA">
      <w:pPr>
        <w:ind w:firstLine="567"/>
        <w:jc w:val="both"/>
        <w:rPr>
          <w:sz w:val="28"/>
          <w:szCs w:val="28"/>
        </w:rPr>
      </w:pPr>
      <w:r w:rsidRPr="00FA4E96">
        <w:rPr>
          <w:sz w:val="28"/>
          <w:szCs w:val="28"/>
        </w:rPr>
        <w:t>1</w:t>
      </w:r>
      <w:r>
        <w:rPr>
          <w:sz w:val="28"/>
          <w:szCs w:val="28"/>
        </w:rPr>
        <w:t>98</w:t>
      </w:r>
      <w:r w:rsidRPr="00FA4E96">
        <w:rPr>
          <w:sz w:val="28"/>
          <w:szCs w:val="28"/>
        </w:rPr>
        <w:t xml:space="preserve">.1. Передати у приватну власність гр. </w:t>
      </w:r>
      <w:r>
        <w:rPr>
          <w:sz w:val="28"/>
          <w:szCs w:val="28"/>
        </w:rPr>
        <w:t xml:space="preserve">КАЛІНІНУ Олегу Михайловичу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4</w:t>
      </w:r>
      <w:r w:rsidRPr="00FA4E96">
        <w:rPr>
          <w:sz w:val="28"/>
          <w:szCs w:val="28"/>
        </w:rPr>
        <w:t>:00</w:t>
      </w:r>
      <w:r>
        <w:rPr>
          <w:sz w:val="28"/>
          <w:szCs w:val="28"/>
        </w:rPr>
        <w:t>0</w:t>
      </w:r>
      <w:r w:rsidRPr="00FA4E96">
        <w:rPr>
          <w:sz w:val="28"/>
          <w:szCs w:val="28"/>
        </w:rPr>
        <w:t>:</w:t>
      </w:r>
      <w:r>
        <w:rPr>
          <w:sz w:val="28"/>
          <w:szCs w:val="28"/>
        </w:rPr>
        <w:t xml:space="preserve">0780 площею 2,0000 </w:t>
      </w:r>
      <w:r w:rsidRPr="00FA4E96">
        <w:rPr>
          <w:sz w:val="28"/>
          <w:szCs w:val="28"/>
        </w:rPr>
        <w:t xml:space="preserve">га, в тому числі </w:t>
      </w:r>
      <w:r>
        <w:rPr>
          <w:sz w:val="28"/>
          <w:szCs w:val="28"/>
        </w:rPr>
        <w:t>рілля площею  2,0000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D44F1">
      <w:pPr>
        <w:spacing w:before="240"/>
        <w:ind w:firstLine="567"/>
        <w:jc w:val="both"/>
        <w:rPr>
          <w:sz w:val="28"/>
          <w:szCs w:val="28"/>
        </w:rPr>
      </w:pPr>
      <w:r w:rsidRPr="00FA4E96">
        <w:rPr>
          <w:sz w:val="28"/>
          <w:szCs w:val="28"/>
        </w:rPr>
        <w:t>1</w:t>
      </w:r>
      <w:r>
        <w:rPr>
          <w:sz w:val="28"/>
          <w:szCs w:val="28"/>
        </w:rPr>
        <w:t>99</w:t>
      </w:r>
      <w:r w:rsidRPr="00FA4E96">
        <w:rPr>
          <w:sz w:val="28"/>
          <w:szCs w:val="28"/>
        </w:rPr>
        <w:t>. Затвердити проект землеустрою що</w:t>
      </w:r>
      <w:r>
        <w:rPr>
          <w:sz w:val="28"/>
          <w:szCs w:val="28"/>
        </w:rPr>
        <w:t xml:space="preserve">до відведення у власність громадянам земельних ділянок </w:t>
      </w:r>
      <w:r w:rsidRPr="00FA4E96">
        <w:rPr>
          <w:sz w:val="28"/>
          <w:szCs w:val="28"/>
        </w:rPr>
        <w:t>для ведення особистого селянського господарства</w:t>
      </w:r>
      <w:r>
        <w:rPr>
          <w:sz w:val="28"/>
          <w:szCs w:val="28"/>
        </w:rPr>
        <w:t xml:space="preserve"> за рахунок сформованої земельної ділянки комунальної власності сільськогосподарського призначення, розташованих </w:t>
      </w:r>
      <w:r w:rsidRPr="00FA4E96">
        <w:rPr>
          <w:sz w:val="28"/>
          <w:szCs w:val="28"/>
        </w:rPr>
        <w:t>на території Валківської міської</w:t>
      </w:r>
      <w:r>
        <w:rPr>
          <w:sz w:val="28"/>
          <w:szCs w:val="28"/>
        </w:rPr>
        <w:t xml:space="preserve"> </w:t>
      </w:r>
      <w:r w:rsidRPr="00FA4E96">
        <w:rPr>
          <w:sz w:val="28"/>
          <w:szCs w:val="28"/>
        </w:rPr>
        <w:t>територіальної громади</w:t>
      </w:r>
      <w:r>
        <w:rPr>
          <w:sz w:val="28"/>
          <w:szCs w:val="28"/>
        </w:rPr>
        <w:t xml:space="preserve"> </w:t>
      </w:r>
      <w:r w:rsidRPr="00FA4E96">
        <w:rPr>
          <w:sz w:val="28"/>
          <w:szCs w:val="28"/>
        </w:rPr>
        <w:t>Богодухівського району Харківської області.</w:t>
      </w:r>
    </w:p>
    <w:p w:rsidR="00B2455C" w:rsidRPr="00FA4E96" w:rsidRDefault="00B2455C" w:rsidP="00DD44F1">
      <w:pPr>
        <w:ind w:firstLine="567"/>
        <w:jc w:val="both"/>
        <w:rPr>
          <w:sz w:val="28"/>
          <w:szCs w:val="28"/>
        </w:rPr>
      </w:pPr>
      <w:r w:rsidRPr="00FA4E96">
        <w:rPr>
          <w:sz w:val="28"/>
          <w:szCs w:val="28"/>
        </w:rPr>
        <w:t>1</w:t>
      </w:r>
      <w:r>
        <w:rPr>
          <w:sz w:val="28"/>
          <w:szCs w:val="28"/>
        </w:rPr>
        <w:t>99</w:t>
      </w:r>
      <w:r w:rsidRPr="00FA4E96">
        <w:rPr>
          <w:sz w:val="28"/>
          <w:szCs w:val="28"/>
        </w:rPr>
        <w:t xml:space="preserve">.1. Передати у приватну власність гр. </w:t>
      </w:r>
      <w:r>
        <w:rPr>
          <w:sz w:val="28"/>
          <w:szCs w:val="28"/>
        </w:rPr>
        <w:t xml:space="preserve">РУДЬ Галині Іванівні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0872 площею 1,9061 </w:t>
      </w:r>
      <w:r w:rsidRPr="00FA4E96">
        <w:rPr>
          <w:sz w:val="28"/>
          <w:szCs w:val="28"/>
        </w:rPr>
        <w:t xml:space="preserve">га, в тому числі </w:t>
      </w:r>
      <w:r>
        <w:rPr>
          <w:sz w:val="28"/>
          <w:szCs w:val="28"/>
        </w:rPr>
        <w:t xml:space="preserve">пасовища площею 1,9061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D44F1">
      <w:pPr>
        <w:ind w:firstLine="567"/>
        <w:jc w:val="both"/>
        <w:rPr>
          <w:sz w:val="28"/>
          <w:szCs w:val="28"/>
        </w:rPr>
      </w:pPr>
      <w:r w:rsidRPr="00FA4E96">
        <w:rPr>
          <w:sz w:val="28"/>
          <w:szCs w:val="28"/>
        </w:rPr>
        <w:t>1</w:t>
      </w:r>
      <w:r>
        <w:rPr>
          <w:sz w:val="28"/>
          <w:szCs w:val="28"/>
        </w:rPr>
        <w:t>99</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ІЛЮСІ Сергію Віталійовичу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0831 площею  1,7391 </w:t>
      </w:r>
      <w:r w:rsidRPr="00FA4E96">
        <w:rPr>
          <w:sz w:val="28"/>
          <w:szCs w:val="28"/>
        </w:rPr>
        <w:t xml:space="preserve">га, в тому числі </w:t>
      </w:r>
      <w:r>
        <w:rPr>
          <w:sz w:val="28"/>
          <w:szCs w:val="28"/>
        </w:rPr>
        <w:t xml:space="preserve">пасовища площею 1,7391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21F7C">
      <w:pPr>
        <w:ind w:firstLine="567"/>
        <w:jc w:val="both"/>
        <w:rPr>
          <w:sz w:val="28"/>
          <w:szCs w:val="28"/>
        </w:rPr>
      </w:pPr>
      <w:r w:rsidRPr="00FA4E96">
        <w:rPr>
          <w:sz w:val="28"/>
          <w:szCs w:val="28"/>
        </w:rPr>
        <w:t>1</w:t>
      </w:r>
      <w:r>
        <w:rPr>
          <w:sz w:val="28"/>
          <w:szCs w:val="28"/>
        </w:rPr>
        <w:t>99</w:t>
      </w:r>
      <w:r w:rsidRPr="00FA4E96">
        <w:rPr>
          <w:sz w:val="28"/>
          <w:szCs w:val="28"/>
        </w:rPr>
        <w:t>.</w:t>
      </w:r>
      <w:r>
        <w:rPr>
          <w:sz w:val="28"/>
          <w:szCs w:val="28"/>
        </w:rPr>
        <w:t>3</w:t>
      </w:r>
      <w:r w:rsidRPr="00FA4E96">
        <w:rPr>
          <w:sz w:val="28"/>
          <w:szCs w:val="28"/>
        </w:rPr>
        <w:t xml:space="preserve">. Передати у приватну власність гр. </w:t>
      </w:r>
      <w:r>
        <w:rPr>
          <w:sz w:val="28"/>
          <w:szCs w:val="28"/>
        </w:rPr>
        <w:t xml:space="preserve">ІЛЮСІ Тетяні Іванівні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0832 площею  1,4045 </w:t>
      </w:r>
      <w:r w:rsidRPr="00FA4E96">
        <w:rPr>
          <w:sz w:val="28"/>
          <w:szCs w:val="28"/>
        </w:rPr>
        <w:t xml:space="preserve">га, в тому числі </w:t>
      </w:r>
      <w:r>
        <w:rPr>
          <w:sz w:val="28"/>
          <w:szCs w:val="28"/>
        </w:rPr>
        <w:t xml:space="preserve">пасовища площею 1,4045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21F7C">
      <w:pPr>
        <w:ind w:firstLine="567"/>
        <w:jc w:val="both"/>
        <w:rPr>
          <w:sz w:val="28"/>
          <w:szCs w:val="28"/>
        </w:rPr>
      </w:pPr>
      <w:r w:rsidRPr="00FA4E96">
        <w:rPr>
          <w:sz w:val="28"/>
          <w:szCs w:val="28"/>
        </w:rPr>
        <w:t>1</w:t>
      </w:r>
      <w:r>
        <w:rPr>
          <w:sz w:val="28"/>
          <w:szCs w:val="28"/>
        </w:rPr>
        <w:t>99</w:t>
      </w:r>
      <w:r w:rsidRPr="00FA4E96">
        <w:rPr>
          <w:sz w:val="28"/>
          <w:szCs w:val="28"/>
        </w:rPr>
        <w:t>.</w:t>
      </w:r>
      <w:r>
        <w:rPr>
          <w:sz w:val="28"/>
          <w:szCs w:val="28"/>
        </w:rPr>
        <w:t>4</w:t>
      </w:r>
      <w:r w:rsidRPr="00FA4E96">
        <w:rPr>
          <w:sz w:val="28"/>
          <w:szCs w:val="28"/>
        </w:rPr>
        <w:t xml:space="preserve">. Передати у приватну власність гр. </w:t>
      </w:r>
      <w:r>
        <w:rPr>
          <w:sz w:val="28"/>
          <w:szCs w:val="28"/>
        </w:rPr>
        <w:t xml:space="preserve">БЕЗДІТКО Антоніні Миколаївні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0861 площею 1,0865 </w:t>
      </w:r>
      <w:r w:rsidRPr="00FA4E96">
        <w:rPr>
          <w:sz w:val="28"/>
          <w:szCs w:val="28"/>
        </w:rPr>
        <w:t xml:space="preserve">га, в тому числі </w:t>
      </w:r>
      <w:r>
        <w:rPr>
          <w:sz w:val="28"/>
          <w:szCs w:val="28"/>
        </w:rPr>
        <w:t xml:space="preserve">пасовища площею 1,0865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21F7C">
      <w:pPr>
        <w:ind w:firstLine="567"/>
        <w:jc w:val="both"/>
        <w:rPr>
          <w:sz w:val="28"/>
          <w:szCs w:val="28"/>
        </w:rPr>
      </w:pPr>
      <w:r w:rsidRPr="00FA4E96">
        <w:rPr>
          <w:sz w:val="28"/>
          <w:szCs w:val="28"/>
        </w:rPr>
        <w:t>1</w:t>
      </w:r>
      <w:r>
        <w:rPr>
          <w:sz w:val="28"/>
          <w:szCs w:val="28"/>
        </w:rPr>
        <w:t>99</w:t>
      </w:r>
      <w:r w:rsidRPr="00FA4E96">
        <w:rPr>
          <w:sz w:val="28"/>
          <w:szCs w:val="28"/>
        </w:rPr>
        <w:t>.</w:t>
      </w:r>
      <w:r>
        <w:rPr>
          <w:sz w:val="28"/>
          <w:szCs w:val="28"/>
        </w:rPr>
        <w:t>5</w:t>
      </w:r>
      <w:r w:rsidRPr="00FA4E96">
        <w:rPr>
          <w:sz w:val="28"/>
          <w:szCs w:val="28"/>
        </w:rPr>
        <w:t xml:space="preserve">. Передати у приватну власність гр. </w:t>
      </w:r>
      <w:r>
        <w:rPr>
          <w:sz w:val="28"/>
          <w:szCs w:val="28"/>
        </w:rPr>
        <w:t xml:space="preserve">БЕЗДІТКУ Петру Васильовичу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0871 площею  1,6069 </w:t>
      </w:r>
      <w:r w:rsidRPr="00FA4E96">
        <w:rPr>
          <w:sz w:val="28"/>
          <w:szCs w:val="28"/>
        </w:rPr>
        <w:t xml:space="preserve">га, в тому числі </w:t>
      </w:r>
      <w:r>
        <w:rPr>
          <w:sz w:val="28"/>
          <w:szCs w:val="28"/>
        </w:rPr>
        <w:t xml:space="preserve">пасовища площею 1,6069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35D7C">
      <w:pPr>
        <w:spacing w:before="240"/>
        <w:ind w:firstLine="567"/>
        <w:jc w:val="both"/>
        <w:rPr>
          <w:sz w:val="28"/>
          <w:szCs w:val="28"/>
        </w:rPr>
      </w:pPr>
      <w:r>
        <w:rPr>
          <w:sz w:val="28"/>
          <w:szCs w:val="28"/>
        </w:rPr>
        <w:t>200</w:t>
      </w:r>
      <w:r w:rsidRPr="00FA4E96">
        <w:rPr>
          <w:sz w:val="28"/>
          <w:szCs w:val="28"/>
        </w:rPr>
        <w:t>. Затвердити проект землеустрою що</w:t>
      </w:r>
      <w:r>
        <w:rPr>
          <w:sz w:val="28"/>
          <w:szCs w:val="28"/>
        </w:rPr>
        <w:t xml:space="preserve">до відведення земельної ділянки у власність гр. Індик Євгену Володимировичу </w:t>
      </w:r>
      <w:r w:rsidRPr="00FA4E96">
        <w:rPr>
          <w:sz w:val="28"/>
          <w:szCs w:val="28"/>
        </w:rPr>
        <w:t>для ведення особистого селянського господарства</w:t>
      </w:r>
      <w:r>
        <w:rPr>
          <w:sz w:val="28"/>
          <w:szCs w:val="28"/>
        </w:rPr>
        <w:t xml:space="preserve">, яка розташована в с. Водопій </w:t>
      </w:r>
      <w:r w:rsidRPr="00FA4E96">
        <w:rPr>
          <w:sz w:val="28"/>
          <w:szCs w:val="28"/>
        </w:rPr>
        <w:t>на території Валківської міської</w:t>
      </w:r>
      <w:r>
        <w:rPr>
          <w:sz w:val="28"/>
          <w:szCs w:val="28"/>
        </w:rPr>
        <w:t xml:space="preserve"> р</w:t>
      </w:r>
      <w:r w:rsidRPr="00FA4E96">
        <w:rPr>
          <w:sz w:val="28"/>
          <w:szCs w:val="28"/>
        </w:rPr>
        <w:t>ади</w:t>
      </w:r>
      <w:r>
        <w:rPr>
          <w:sz w:val="28"/>
          <w:szCs w:val="28"/>
        </w:rPr>
        <w:t xml:space="preserve"> </w:t>
      </w:r>
      <w:r w:rsidRPr="00FA4E96">
        <w:rPr>
          <w:sz w:val="28"/>
          <w:szCs w:val="28"/>
        </w:rPr>
        <w:t>Богодухівського району Харківської області.</w:t>
      </w:r>
    </w:p>
    <w:p w:rsidR="00B2455C" w:rsidRPr="00FA4E96" w:rsidRDefault="00B2455C" w:rsidP="00305700">
      <w:pPr>
        <w:ind w:firstLine="567"/>
        <w:jc w:val="both"/>
        <w:rPr>
          <w:sz w:val="28"/>
          <w:szCs w:val="28"/>
        </w:rPr>
      </w:pPr>
      <w:r>
        <w:rPr>
          <w:sz w:val="28"/>
          <w:szCs w:val="28"/>
        </w:rPr>
        <w:t>200</w:t>
      </w:r>
      <w:r w:rsidRPr="00FA4E96">
        <w:rPr>
          <w:sz w:val="28"/>
          <w:szCs w:val="28"/>
        </w:rPr>
        <w:t xml:space="preserve">.1. Передати у приватну власність гр. </w:t>
      </w:r>
      <w:r>
        <w:rPr>
          <w:sz w:val="28"/>
          <w:szCs w:val="28"/>
        </w:rPr>
        <w:t xml:space="preserve">ІНДИКУ Євгену Володимировичу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0944 площею 0,8229 </w:t>
      </w:r>
      <w:r w:rsidRPr="00FA4E96">
        <w:rPr>
          <w:sz w:val="28"/>
          <w:szCs w:val="28"/>
        </w:rPr>
        <w:t xml:space="preserve">га, в тому числі </w:t>
      </w:r>
      <w:r>
        <w:rPr>
          <w:sz w:val="28"/>
          <w:szCs w:val="28"/>
        </w:rPr>
        <w:t xml:space="preserve">рілля площею  0,8229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B2455C" w:rsidRPr="00FA4E96" w:rsidRDefault="00B2455C" w:rsidP="00900CA8">
      <w:pPr>
        <w:spacing w:before="240"/>
        <w:ind w:firstLine="567"/>
        <w:jc w:val="both"/>
        <w:rPr>
          <w:sz w:val="28"/>
          <w:szCs w:val="28"/>
        </w:rPr>
      </w:pPr>
      <w:r>
        <w:rPr>
          <w:sz w:val="28"/>
          <w:szCs w:val="28"/>
        </w:rPr>
        <w:t>201</w:t>
      </w:r>
      <w:r w:rsidRPr="00FA4E96">
        <w:rPr>
          <w:sz w:val="28"/>
          <w:szCs w:val="28"/>
        </w:rPr>
        <w:t>. Затвердити проект землеустрою що</w:t>
      </w:r>
      <w:r>
        <w:rPr>
          <w:sz w:val="28"/>
          <w:szCs w:val="28"/>
        </w:rPr>
        <w:t xml:space="preserve">до відведення земельної ділянки  із земель запасу сільськогосподарського призначення гр. Хоменко Марині Сергіївні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w:t>
      </w:r>
      <w:r>
        <w:rPr>
          <w:sz w:val="28"/>
          <w:szCs w:val="28"/>
        </w:rPr>
        <w:t xml:space="preserve">КВЦПЗ - 01.03), розташованої у с. Водопій </w:t>
      </w:r>
      <w:r w:rsidRPr="00FA4E96">
        <w:rPr>
          <w:sz w:val="28"/>
          <w:szCs w:val="28"/>
        </w:rPr>
        <w:t>Богодухівського району Харківської області.</w:t>
      </w:r>
    </w:p>
    <w:p w:rsidR="00B2455C" w:rsidRPr="00FA4E96" w:rsidRDefault="00B2455C" w:rsidP="00900CA8">
      <w:pPr>
        <w:ind w:firstLine="567"/>
        <w:jc w:val="both"/>
        <w:rPr>
          <w:sz w:val="28"/>
          <w:szCs w:val="28"/>
        </w:rPr>
      </w:pPr>
      <w:r>
        <w:rPr>
          <w:sz w:val="28"/>
          <w:szCs w:val="28"/>
        </w:rPr>
        <w:t>201</w:t>
      </w:r>
      <w:r w:rsidRPr="00FA4E96">
        <w:rPr>
          <w:sz w:val="28"/>
          <w:szCs w:val="28"/>
        </w:rPr>
        <w:t xml:space="preserve">.1. Передати у приватну власність гр. </w:t>
      </w:r>
      <w:r>
        <w:rPr>
          <w:sz w:val="28"/>
          <w:szCs w:val="28"/>
        </w:rPr>
        <w:t xml:space="preserve">ХОМЕНКО Марині Сергіївні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0943 площею  0,9000 </w:t>
      </w:r>
      <w:r w:rsidRPr="00FA4E96">
        <w:rPr>
          <w:sz w:val="28"/>
          <w:szCs w:val="28"/>
        </w:rPr>
        <w:t xml:space="preserve">га, в тому числі </w:t>
      </w:r>
      <w:r>
        <w:rPr>
          <w:sz w:val="28"/>
          <w:szCs w:val="28"/>
        </w:rPr>
        <w:t xml:space="preserve">рілля площею 0,9000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B2455C" w:rsidRPr="00FA4E96" w:rsidRDefault="00B2455C" w:rsidP="00A72CE6">
      <w:pPr>
        <w:spacing w:before="240"/>
        <w:ind w:firstLine="567"/>
        <w:jc w:val="both"/>
        <w:rPr>
          <w:sz w:val="28"/>
          <w:szCs w:val="28"/>
        </w:rPr>
      </w:pPr>
      <w:r>
        <w:rPr>
          <w:sz w:val="28"/>
          <w:szCs w:val="28"/>
        </w:rPr>
        <w:t>202</w:t>
      </w:r>
      <w:r w:rsidRPr="00FA4E96">
        <w:rPr>
          <w:sz w:val="28"/>
          <w:szCs w:val="28"/>
        </w:rPr>
        <w:t>. Затвердити проект землеустрою що</w:t>
      </w:r>
      <w:r>
        <w:rPr>
          <w:sz w:val="28"/>
          <w:szCs w:val="28"/>
        </w:rPr>
        <w:t xml:space="preserve">до відведення у власність громадянам земельних ділянок </w:t>
      </w:r>
      <w:r w:rsidRPr="00FA4E96">
        <w:rPr>
          <w:sz w:val="28"/>
          <w:szCs w:val="28"/>
        </w:rPr>
        <w:t>для ведення особистого селянського господарства</w:t>
      </w:r>
      <w:r>
        <w:rPr>
          <w:sz w:val="28"/>
          <w:szCs w:val="28"/>
        </w:rPr>
        <w:t xml:space="preserve"> за рахунок сформованої земельної ділянки комунальної власності сільськогосподарського призначення, розташованих </w:t>
      </w:r>
      <w:r w:rsidRPr="00FA4E96">
        <w:rPr>
          <w:sz w:val="28"/>
          <w:szCs w:val="28"/>
        </w:rPr>
        <w:t>на території Валківської міської</w:t>
      </w:r>
      <w:r>
        <w:rPr>
          <w:sz w:val="28"/>
          <w:szCs w:val="28"/>
        </w:rPr>
        <w:t xml:space="preserve"> </w:t>
      </w:r>
      <w:r w:rsidRPr="00FA4E96">
        <w:rPr>
          <w:sz w:val="28"/>
          <w:szCs w:val="28"/>
        </w:rPr>
        <w:t>територіальної громади</w:t>
      </w:r>
      <w:r>
        <w:rPr>
          <w:sz w:val="28"/>
          <w:szCs w:val="28"/>
        </w:rPr>
        <w:t xml:space="preserve"> </w:t>
      </w:r>
      <w:r w:rsidRPr="00FA4E96">
        <w:rPr>
          <w:sz w:val="28"/>
          <w:szCs w:val="28"/>
        </w:rPr>
        <w:t>Богодухівського району Харківської області.</w:t>
      </w:r>
    </w:p>
    <w:p w:rsidR="00B2455C" w:rsidRPr="00FA4E96" w:rsidRDefault="00B2455C" w:rsidP="00A72CE6">
      <w:pPr>
        <w:ind w:firstLine="567"/>
        <w:jc w:val="both"/>
        <w:rPr>
          <w:sz w:val="28"/>
          <w:szCs w:val="28"/>
        </w:rPr>
      </w:pPr>
      <w:r>
        <w:rPr>
          <w:sz w:val="28"/>
          <w:szCs w:val="28"/>
        </w:rPr>
        <w:t>202</w:t>
      </w:r>
      <w:r w:rsidRPr="00FA4E96">
        <w:rPr>
          <w:sz w:val="28"/>
          <w:szCs w:val="28"/>
        </w:rPr>
        <w:t xml:space="preserve">.1. Передати у приватну власність гр. </w:t>
      </w:r>
      <w:r>
        <w:rPr>
          <w:sz w:val="28"/>
          <w:szCs w:val="28"/>
        </w:rPr>
        <w:t xml:space="preserve">УШАКОВІЙ Аллі Степанівні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0377 площею 1,8052 </w:t>
      </w:r>
      <w:r w:rsidRPr="00FA4E96">
        <w:rPr>
          <w:sz w:val="28"/>
          <w:szCs w:val="28"/>
        </w:rPr>
        <w:t xml:space="preserve">га, в тому числі </w:t>
      </w:r>
      <w:r>
        <w:rPr>
          <w:sz w:val="28"/>
          <w:szCs w:val="28"/>
        </w:rPr>
        <w:t xml:space="preserve">рілля площею 1,8052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A72CE6">
      <w:pPr>
        <w:ind w:firstLine="567"/>
        <w:jc w:val="both"/>
        <w:rPr>
          <w:sz w:val="28"/>
          <w:szCs w:val="28"/>
        </w:rPr>
      </w:pPr>
      <w:r>
        <w:rPr>
          <w:sz w:val="28"/>
          <w:szCs w:val="28"/>
        </w:rPr>
        <w:t>202</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КОЛЄСНІКОВІЙ Марії Федосіївні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0378 площею  1,8051 </w:t>
      </w:r>
      <w:r w:rsidRPr="00FA4E96">
        <w:rPr>
          <w:sz w:val="28"/>
          <w:szCs w:val="28"/>
        </w:rPr>
        <w:t xml:space="preserve">га, в тому числі </w:t>
      </w:r>
      <w:r>
        <w:rPr>
          <w:sz w:val="28"/>
          <w:szCs w:val="28"/>
        </w:rPr>
        <w:t xml:space="preserve">рілля площею 1,8051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41367">
      <w:pPr>
        <w:spacing w:before="240"/>
        <w:ind w:firstLine="567"/>
        <w:jc w:val="both"/>
        <w:rPr>
          <w:sz w:val="28"/>
          <w:szCs w:val="28"/>
        </w:rPr>
      </w:pPr>
      <w:r>
        <w:rPr>
          <w:sz w:val="28"/>
          <w:szCs w:val="28"/>
        </w:rPr>
        <w:t>203</w:t>
      </w:r>
      <w:r w:rsidRPr="00FA4E96">
        <w:rPr>
          <w:sz w:val="28"/>
          <w:szCs w:val="28"/>
        </w:rPr>
        <w:t>. Затвердити проект землеустрою що</w:t>
      </w:r>
      <w:r>
        <w:rPr>
          <w:sz w:val="28"/>
          <w:szCs w:val="28"/>
        </w:rPr>
        <w:t xml:space="preserve">до відведення земельної ділянки  у власність гр. Губському Андрію Васильовичу </w:t>
      </w:r>
      <w:r w:rsidRPr="00FA4E96">
        <w:rPr>
          <w:sz w:val="28"/>
          <w:szCs w:val="28"/>
        </w:rPr>
        <w:t>для ведення особистого селянського господарства</w:t>
      </w:r>
      <w:r>
        <w:rPr>
          <w:sz w:val="28"/>
          <w:szCs w:val="28"/>
        </w:rPr>
        <w:t xml:space="preserve">, яка розташована за адресою: с. Гонтів Яр, </w:t>
      </w:r>
      <w:r w:rsidRPr="00FA4E96">
        <w:rPr>
          <w:sz w:val="28"/>
          <w:szCs w:val="28"/>
        </w:rPr>
        <w:t>Богодухівськ</w:t>
      </w:r>
      <w:r>
        <w:rPr>
          <w:sz w:val="28"/>
          <w:szCs w:val="28"/>
        </w:rPr>
        <w:t>ий</w:t>
      </w:r>
      <w:r w:rsidRPr="00FA4E96">
        <w:rPr>
          <w:sz w:val="28"/>
          <w:szCs w:val="28"/>
        </w:rPr>
        <w:t xml:space="preserve"> р</w:t>
      </w:r>
      <w:r>
        <w:rPr>
          <w:sz w:val="28"/>
          <w:szCs w:val="28"/>
        </w:rPr>
        <w:t>-</w:t>
      </w:r>
      <w:r w:rsidRPr="00FA4E96">
        <w:rPr>
          <w:sz w:val="28"/>
          <w:szCs w:val="28"/>
        </w:rPr>
        <w:t>н</w:t>
      </w:r>
      <w:r>
        <w:rPr>
          <w:sz w:val="28"/>
          <w:szCs w:val="28"/>
        </w:rPr>
        <w:t>,</w:t>
      </w:r>
      <w:r w:rsidRPr="00FA4E96">
        <w:rPr>
          <w:sz w:val="28"/>
          <w:szCs w:val="28"/>
        </w:rPr>
        <w:t xml:space="preserve"> Харківськ</w:t>
      </w:r>
      <w:r>
        <w:rPr>
          <w:sz w:val="28"/>
          <w:szCs w:val="28"/>
        </w:rPr>
        <w:t>а</w:t>
      </w:r>
      <w:r w:rsidRPr="00FA4E96">
        <w:rPr>
          <w:sz w:val="28"/>
          <w:szCs w:val="28"/>
        </w:rPr>
        <w:t xml:space="preserve"> обл.</w:t>
      </w:r>
    </w:p>
    <w:p w:rsidR="00B2455C" w:rsidRPr="00FA4E96" w:rsidRDefault="00B2455C" w:rsidP="00741367">
      <w:pPr>
        <w:ind w:firstLine="567"/>
        <w:jc w:val="both"/>
        <w:rPr>
          <w:sz w:val="28"/>
          <w:szCs w:val="28"/>
        </w:rPr>
      </w:pPr>
      <w:r>
        <w:rPr>
          <w:sz w:val="28"/>
          <w:szCs w:val="28"/>
        </w:rPr>
        <w:t>203</w:t>
      </w:r>
      <w:r w:rsidRPr="00FA4E96">
        <w:rPr>
          <w:sz w:val="28"/>
          <w:szCs w:val="28"/>
        </w:rPr>
        <w:t xml:space="preserve">.1. Передати у приватну власність гр. </w:t>
      </w:r>
      <w:r>
        <w:rPr>
          <w:sz w:val="28"/>
          <w:szCs w:val="28"/>
        </w:rPr>
        <w:t xml:space="preserve">ГУБСЬКОМУ Андрію Васильовичу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0946 площею  0,2000 </w:t>
      </w:r>
      <w:r w:rsidRPr="00FA4E96">
        <w:rPr>
          <w:sz w:val="28"/>
          <w:szCs w:val="28"/>
        </w:rPr>
        <w:t xml:space="preserve">га, в тому числі </w:t>
      </w:r>
      <w:r>
        <w:rPr>
          <w:sz w:val="28"/>
          <w:szCs w:val="28"/>
        </w:rPr>
        <w:t xml:space="preserve">рілля площею 0,2000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B2455C" w:rsidRPr="00FA4E96" w:rsidRDefault="00B2455C" w:rsidP="00741367">
      <w:pPr>
        <w:spacing w:before="240"/>
        <w:ind w:firstLine="567"/>
        <w:jc w:val="both"/>
        <w:rPr>
          <w:sz w:val="28"/>
          <w:szCs w:val="28"/>
        </w:rPr>
      </w:pPr>
      <w:r>
        <w:rPr>
          <w:sz w:val="28"/>
          <w:szCs w:val="28"/>
        </w:rPr>
        <w:t>204</w:t>
      </w:r>
      <w:r w:rsidRPr="00FA4E96">
        <w:rPr>
          <w:sz w:val="28"/>
          <w:szCs w:val="28"/>
        </w:rPr>
        <w:t>. Затвердити проект землеустрою що</w:t>
      </w:r>
      <w:r>
        <w:rPr>
          <w:sz w:val="28"/>
          <w:szCs w:val="28"/>
        </w:rPr>
        <w:t xml:space="preserve">до відведення земельної ділянки  у власність гр. Призенко Ларисі Іванівні </w:t>
      </w:r>
      <w:r w:rsidRPr="00FA4E96">
        <w:rPr>
          <w:sz w:val="28"/>
          <w:szCs w:val="28"/>
        </w:rPr>
        <w:t>для ведення особистого селянського господарства</w:t>
      </w:r>
      <w:r>
        <w:rPr>
          <w:sz w:val="28"/>
          <w:szCs w:val="28"/>
        </w:rPr>
        <w:t xml:space="preserve">, яка розташована за адресою: с. Водопій, </w:t>
      </w:r>
      <w:r w:rsidRPr="00FA4E96">
        <w:rPr>
          <w:sz w:val="28"/>
          <w:szCs w:val="28"/>
        </w:rPr>
        <w:t>Богодухівського району Харківської області.</w:t>
      </w:r>
    </w:p>
    <w:p w:rsidR="00B2455C" w:rsidRPr="00FA4E96" w:rsidRDefault="00B2455C" w:rsidP="00741367">
      <w:pPr>
        <w:ind w:firstLine="567"/>
        <w:jc w:val="both"/>
        <w:rPr>
          <w:sz w:val="28"/>
          <w:szCs w:val="28"/>
        </w:rPr>
      </w:pPr>
      <w:r>
        <w:rPr>
          <w:sz w:val="28"/>
          <w:szCs w:val="28"/>
        </w:rPr>
        <w:t>204</w:t>
      </w:r>
      <w:r w:rsidRPr="00FA4E96">
        <w:rPr>
          <w:sz w:val="28"/>
          <w:szCs w:val="28"/>
        </w:rPr>
        <w:t xml:space="preserve">.1. Передати у приватну власність гр. </w:t>
      </w:r>
      <w:r>
        <w:rPr>
          <w:sz w:val="28"/>
          <w:szCs w:val="28"/>
        </w:rPr>
        <w:t xml:space="preserve">ПРИЗЕНКО Ларисі Іванівні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0642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B2455C" w:rsidRPr="00FA4E96" w:rsidRDefault="00B2455C" w:rsidP="000B139F">
      <w:pPr>
        <w:spacing w:before="240"/>
        <w:ind w:firstLine="567"/>
        <w:jc w:val="both"/>
        <w:rPr>
          <w:sz w:val="28"/>
          <w:szCs w:val="28"/>
        </w:rPr>
      </w:pPr>
      <w:r>
        <w:rPr>
          <w:sz w:val="28"/>
          <w:szCs w:val="28"/>
        </w:rPr>
        <w:t>205</w:t>
      </w:r>
      <w:r w:rsidRPr="00FA4E96">
        <w:rPr>
          <w:sz w:val="28"/>
          <w:szCs w:val="28"/>
        </w:rPr>
        <w:t>. Затвердити проект землеустрою що</w:t>
      </w:r>
      <w:r>
        <w:rPr>
          <w:sz w:val="28"/>
          <w:szCs w:val="28"/>
        </w:rPr>
        <w:t xml:space="preserve">до відведення земельної ділянки у власність гр. Осману Олександру Володимировичу </w:t>
      </w:r>
      <w:r w:rsidRPr="00FA4E96">
        <w:rPr>
          <w:sz w:val="28"/>
          <w:szCs w:val="28"/>
        </w:rPr>
        <w:t>для ведення особистого селянського господарства</w:t>
      </w:r>
      <w:r>
        <w:rPr>
          <w:sz w:val="28"/>
          <w:szCs w:val="28"/>
        </w:rPr>
        <w:t xml:space="preserve">, яка розташована в с. Гонтів Яр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0B139F">
      <w:pPr>
        <w:ind w:firstLine="567"/>
        <w:jc w:val="both"/>
        <w:rPr>
          <w:sz w:val="28"/>
          <w:szCs w:val="28"/>
        </w:rPr>
      </w:pPr>
      <w:r>
        <w:rPr>
          <w:sz w:val="28"/>
          <w:szCs w:val="28"/>
        </w:rPr>
        <w:t>205</w:t>
      </w:r>
      <w:r w:rsidRPr="00FA4E96">
        <w:rPr>
          <w:sz w:val="28"/>
          <w:szCs w:val="28"/>
        </w:rPr>
        <w:t xml:space="preserve">.1. Передати у приватну власність гр. </w:t>
      </w:r>
      <w:r>
        <w:rPr>
          <w:sz w:val="28"/>
          <w:szCs w:val="28"/>
        </w:rPr>
        <w:t xml:space="preserve">ОСМАНУ Олександру Володимировичу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0947 площею 1,9800 </w:t>
      </w:r>
      <w:r w:rsidRPr="00FA4E96">
        <w:rPr>
          <w:sz w:val="28"/>
          <w:szCs w:val="28"/>
        </w:rPr>
        <w:t xml:space="preserve">га, в тому числі </w:t>
      </w:r>
      <w:r>
        <w:rPr>
          <w:sz w:val="28"/>
          <w:szCs w:val="28"/>
        </w:rPr>
        <w:t xml:space="preserve">рілля площею  1,9800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Гонтів Яр, </w:t>
      </w:r>
      <w:r w:rsidRPr="00FA4E96">
        <w:rPr>
          <w:sz w:val="28"/>
          <w:szCs w:val="28"/>
        </w:rPr>
        <w:t>Богодухівський район, Харківська область.</w:t>
      </w:r>
    </w:p>
    <w:p w:rsidR="00B2455C" w:rsidRPr="00FA4E96" w:rsidRDefault="00B2455C" w:rsidP="0073112B">
      <w:pPr>
        <w:spacing w:before="240"/>
        <w:ind w:firstLine="567"/>
        <w:jc w:val="both"/>
        <w:rPr>
          <w:sz w:val="28"/>
          <w:szCs w:val="28"/>
        </w:rPr>
      </w:pPr>
      <w:r>
        <w:rPr>
          <w:sz w:val="28"/>
          <w:szCs w:val="28"/>
        </w:rPr>
        <w:t>206</w:t>
      </w:r>
      <w:r w:rsidRPr="00FA4E96">
        <w:rPr>
          <w:sz w:val="28"/>
          <w:szCs w:val="28"/>
        </w:rPr>
        <w:t>. Затвердити проект землеустрою що</w:t>
      </w:r>
      <w:r>
        <w:rPr>
          <w:sz w:val="28"/>
          <w:szCs w:val="28"/>
        </w:rPr>
        <w:t xml:space="preserve">до відведення земельної ділянки у власність гр. Радченко Віталіні Геннадіївні </w:t>
      </w:r>
      <w:r w:rsidRPr="00FA4E96">
        <w:rPr>
          <w:sz w:val="28"/>
          <w:szCs w:val="28"/>
        </w:rPr>
        <w:t>для ведення особистого селянського господарства</w:t>
      </w:r>
      <w:r>
        <w:rPr>
          <w:sz w:val="28"/>
          <w:szCs w:val="28"/>
        </w:rPr>
        <w:t xml:space="preserve">, яка розташована за мажами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71595A">
      <w:pPr>
        <w:ind w:firstLine="567"/>
        <w:jc w:val="both"/>
        <w:rPr>
          <w:sz w:val="28"/>
          <w:szCs w:val="28"/>
        </w:rPr>
      </w:pPr>
      <w:r>
        <w:rPr>
          <w:sz w:val="28"/>
          <w:szCs w:val="28"/>
        </w:rPr>
        <w:t>206</w:t>
      </w:r>
      <w:r w:rsidRPr="00FA4E96">
        <w:rPr>
          <w:sz w:val="28"/>
          <w:szCs w:val="28"/>
        </w:rPr>
        <w:t xml:space="preserve">.1. Передати у приватну власність гр. </w:t>
      </w:r>
      <w:r>
        <w:rPr>
          <w:sz w:val="28"/>
          <w:szCs w:val="28"/>
        </w:rPr>
        <w:t xml:space="preserve">РАДЧЕНКО Віталіні Геннадіївні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0948 площею 2,0000 </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83AD6">
      <w:pPr>
        <w:spacing w:before="240"/>
        <w:ind w:firstLine="567"/>
        <w:jc w:val="both"/>
        <w:rPr>
          <w:sz w:val="28"/>
          <w:szCs w:val="28"/>
        </w:rPr>
      </w:pPr>
      <w:r>
        <w:rPr>
          <w:sz w:val="28"/>
          <w:szCs w:val="28"/>
        </w:rPr>
        <w:t>207</w:t>
      </w:r>
      <w:r w:rsidRPr="00FA4E96">
        <w:rPr>
          <w:sz w:val="28"/>
          <w:szCs w:val="28"/>
        </w:rPr>
        <w:t>. Затвердити проект землеустрою що</w:t>
      </w:r>
      <w:r>
        <w:rPr>
          <w:sz w:val="28"/>
          <w:szCs w:val="28"/>
        </w:rPr>
        <w:t xml:space="preserve">до відведення земельної ділянки у власність гр. Мовчану Івану Олександровичу </w:t>
      </w:r>
      <w:r w:rsidRPr="00FA4E96">
        <w:rPr>
          <w:sz w:val="28"/>
          <w:szCs w:val="28"/>
        </w:rPr>
        <w:t>для ведення особистого селянського господарства</w:t>
      </w:r>
      <w:r>
        <w:rPr>
          <w:sz w:val="28"/>
          <w:szCs w:val="28"/>
        </w:rPr>
        <w:t xml:space="preserve">, яка розташована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D83AD6">
      <w:pPr>
        <w:ind w:firstLine="567"/>
        <w:jc w:val="both"/>
        <w:rPr>
          <w:sz w:val="28"/>
          <w:szCs w:val="28"/>
        </w:rPr>
      </w:pPr>
      <w:r>
        <w:rPr>
          <w:sz w:val="28"/>
          <w:szCs w:val="28"/>
        </w:rPr>
        <w:t>207</w:t>
      </w:r>
      <w:r w:rsidRPr="00FA4E96">
        <w:rPr>
          <w:sz w:val="28"/>
          <w:szCs w:val="28"/>
        </w:rPr>
        <w:t xml:space="preserve">.1. Передати у приватну власність гр. </w:t>
      </w:r>
      <w:r>
        <w:rPr>
          <w:sz w:val="28"/>
          <w:szCs w:val="28"/>
        </w:rPr>
        <w:t xml:space="preserve">МОВЧАНУ Івану Олександровичу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0376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83AD6">
      <w:pPr>
        <w:spacing w:before="240"/>
        <w:ind w:firstLine="567"/>
        <w:jc w:val="both"/>
        <w:rPr>
          <w:sz w:val="28"/>
          <w:szCs w:val="28"/>
        </w:rPr>
      </w:pPr>
      <w:r>
        <w:rPr>
          <w:sz w:val="28"/>
          <w:szCs w:val="28"/>
        </w:rPr>
        <w:t>208</w:t>
      </w:r>
      <w:r w:rsidRPr="00FA4E96">
        <w:rPr>
          <w:sz w:val="28"/>
          <w:szCs w:val="28"/>
        </w:rPr>
        <w:t>. Затвердити проект землеустрою що</w:t>
      </w:r>
      <w:r>
        <w:rPr>
          <w:sz w:val="28"/>
          <w:szCs w:val="28"/>
        </w:rPr>
        <w:t xml:space="preserve">до відведення земельної ділянки у власність гр. Мовчан Тетяні Вікторівні </w:t>
      </w:r>
      <w:r w:rsidRPr="00FA4E96">
        <w:rPr>
          <w:sz w:val="28"/>
          <w:szCs w:val="28"/>
        </w:rPr>
        <w:t>для ведення особистого селянського господарства</w:t>
      </w:r>
      <w:r>
        <w:rPr>
          <w:sz w:val="28"/>
          <w:szCs w:val="28"/>
        </w:rPr>
        <w:t xml:space="preserve">, яка розташована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D83AD6">
      <w:pPr>
        <w:ind w:firstLine="567"/>
        <w:jc w:val="both"/>
        <w:rPr>
          <w:sz w:val="28"/>
          <w:szCs w:val="28"/>
        </w:rPr>
      </w:pPr>
      <w:r>
        <w:rPr>
          <w:sz w:val="28"/>
          <w:szCs w:val="28"/>
        </w:rPr>
        <w:t>208</w:t>
      </w:r>
      <w:r w:rsidRPr="00FA4E96">
        <w:rPr>
          <w:sz w:val="28"/>
          <w:szCs w:val="28"/>
        </w:rPr>
        <w:t xml:space="preserve">.1. Передати у приватну власність гр. </w:t>
      </w:r>
      <w:r>
        <w:rPr>
          <w:sz w:val="28"/>
          <w:szCs w:val="28"/>
        </w:rPr>
        <w:t xml:space="preserve">МОВЧАН Тетяні Вікторівні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0374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F4552C">
      <w:pPr>
        <w:spacing w:before="240"/>
        <w:ind w:firstLine="567"/>
        <w:jc w:val="both"/>
        <w:rPr>
          <w:sz w:val="28"/>
          <w:szCs w:val="28"/>
        </w:rPr>
      </w:pPr>
      <w:r>
        <w:rPr>
          <w:sz w:val="28"/>
          <w:szCs w:val="28"/>
        </w:rPr>
        <w:t>209</w:t>
      </w:r>
      <w:r w:rsidRPr="00FA4E96">
        <w:rPr>
          <w:sz w:val="28"/>
          <w:szCs w:val="28"/>
        </w:rPr>
        <w:t>. Затвердити проект землеустрою що</w:t>
      </w:r>
      <w:r>
        <w:rPr>
          <w:sz w:val="28"/>
          <w:szCs w:val="28"/>
        </w:rPr>
        <w:t xml:space="preserve">до відведення земельної ділянки у власність гр. Ілюсі Наталії Миколаївні </w:t>
      </w:r>
      <w:r w:rsidRPr="00FA4E96">
        <w:rPr>
          <w:sz w:val="28"/>
          <w:szCs w:val="28"/>
        </w:rPr>
        <w:t>для ведення особистого селянського господарства</w:t>
      </w:r>
      <w:r>
        <w:rPr>
          <w:sz w:val="28"/>
          <w:szCs w:val="28"/>
        </w:rPr>
        <w:t>, що розташована в межах населеного пункту с. Водопій Валкі</w:t>
      </w:r>
      <w:r w:rsidRPr="00FA4E96">
        <w:rPr>
          <w:sz w:val="28"/>
          <w:szCs w:val="28"/>
        </w:rPr>
        <w:t>вського району Харківської області.</w:t>
      </w:r>
    </w:p>
    <w:p w:rsidR="00B2455C" w:rsidRPr="00FA4E96" w:rsidRDefault="00B2455C" w:rsidP="00DB4B2B">
      <w:pPr>
        <w:ind w:firstLine="567"/>
        <w:jc w:val="both"/>
        <w:rPr>
          <w:sz w:val="28"/>
          <w:szCs w:val="28"/>
        </w:rPr>
      </w:pPr>
      <w:r>
        <w:rPr>
          <w:sz w:val="28"/>
          <w:szCs w:val="28"/>
        </w:rPr>
        <w:t>209</w:t>
      </w:r>
      <w:r w:rsidRPr="00FA4E96">
        <w:rPr>
          <w:sz w:val="28"/>
          <w:szCs w:val="28"/>
        </w:rPr>
        <w:t xml:space="preserve">.1. Передати у приватну власність гр. </w:t>
      </w:r>
      <w:r>
        <w:rPr>
          <w:sz w:val="28"/>
          <w:szCs w:val="28"/>
        </w:rPr>
        <w:t xml:space="preserve">ІЛЮСІ Наталії Миколаївні </w:t>
      </w:r>
      <w:r w:rsidRPr="00FA4E96">
        <w:rPr>
          <w:sz w:val="28"/>
          <w:szCs w:val="28"/>
        </w:rPr>
        <w:t>земельну ділянку кадастровий номер 63212</w:t>
      </w:r>
      <w:r>
        <w:rPr>
          <w:sz w:val="28"/>
          <w:szCs w:val="28"/>
        </w:rPr>
        <w:t>82002</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0163 площею 0,2863 </w:t>
      </w:r>
      <w:r w:rsidRPr="00FA4E96">
        <w:rPr>
          <w:sz w:val="28"/>
          <w:szCs w:val="28"/>
        </w:rPr>
        <w:t xml:space="preserve">га, в тому числі </w:t>
      </w:r>
      <w:r>
        <w:rPr>
          <w:sz w:val="28"/>
          <w:szCs w:val="28"/>
        </w:rPr>
        <w:t xml:space="preserve">рілля площею 0,2863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B2455C" w:rsidRPr="00FA4E96" w:rsidRDefault="00B2455C" w:rsidP="00B60FE2">
      <w:pPr>
        <w:spacing w:before="240"/>
        <w:ind w:firstLine="567"/>
        <w:jc w:val="both"/>
        <w:rPr>
          <w:sz w:val="28"/>
          <w:szCs w:val="28"/>
        </w:rPr>
      </w:pPr>
      <w:r>
        <w:rPr>
          <w:sz w:val="28"/>
          <w:szCs w:val="28"/>
        </w:rPr>
        <w:t>210</w:t>
      </w:r>
      <w:r w:rsidRPr="00FA4E96">
        <w:rPr>
          <w:sz w:val="28"/>
          <w:szCs w:val="28"/>
        </w:rPr>
        <w:t>. Затвердити проект землеустрою що</w:t>
      </w:r>
      <w:r>
        <w:rPr>
          <w:sz w:val="28"/>
          <w:szCs w:val="28"/>
        </w:rPr>
        <w:t xml:space="preserve">до відведення земельної ділянки у власність гр. Полозуку Юрію Олександровичу </w:t>
      </w:r>
      <w:r w:rsidRPr="00FA4E96">
        <w:rPr>
          <w:sz w:val="28"/>
          <w:szCs w:val="28"/>
        </w:rPr>
        <w:t>для ведення особистого селянського господарства</w:t>
      </w:r>
      <w:r>
        <w:rPr>
          <w:sz w:val="28"/>
          <w:szCs w:val="28"/>
        </w:rPr>
        <w:t xml:space="preserve">,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B60FE2">
      <w:pPr>
        <w:ind w:firstLine="567"/>
        <w:jc w:val="both"/>
        <w:rPr>
          <w:sz w:val="28"/>
          <w:szCs w:val="28"/>
        </w:rPr>
      </w:pPr>
      <w:r>
        <w:rPr>
          <w:sz w:val="28"/>
          <w:szCs w:val="28"/>
        </w:rPr>
        <w:t>210</w:t>
      </w:r>
      <w:r w:rsidRPr="00FA4E96">
        <w:rPr>
          <w:sz w:val="28"/>
          <w:szCs w:val="28"/>
        </w:rPr>
        <w:t xml:space="preserve">.1. Передати у приватну власність гр. </w:t>
      </w:r>
      <w:r>
        <w:rPr>
          <w:sz w:val="28"/>
          <w:szCs w:val="28"/>
        </w:rPr>
        <w:t xml:space="preserve">ПОЛОЗУКУ Юрію Олександровичу </w:t>
      </w:r>
      <w:r w:rsidRPr="00FA4E96">
        <w:rPr>
          <w:sz w:val="28"/>
          <w:szCs w:val="28"/>
        </w:rPr>
        <w:t>земельну ділянку кадастровий номер 63212</w:t>
      </w:r>
      <w:r>
        <w:rPr>
          <w:sz w:val="28"/>
          <w:szCs w:val="28"/>
        </w:rPr>
        <w:t>82500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1278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60FE2">
      <w:pPr>
        <w:spacing w:before="240"/>
        <w:ind w:firstLine="567"/>
        <w:jc w:val="both"/>
        <w:rPr>
          <w:sz w:val="28"/>
          <w:szCs w:val="28"/>
        </w:rPr>
      </w:pPr>
      <w:r>
        <w:rPr>
          <w:sz w:val="28"/>
          <w:szCs w:val="28"/>
        </w:rPr>
        <w:t>211</w:t>
      </w:r>
      <w:r w:rsidRPr="00FA4E96">
        <w:rPr>
          <w:sz w:val="28"/>
          <w:szCs w:val="28"/>
        </w:rPr>
        <w:t>. Затвердити проект землеустрою що</w:t>
      </w:r>
      <w:r>
        <w:rPr>
          <w:sz w:val="28"/>
          <w:szCs w:val="28"/>
        </w:rPr>
        <w:t xml:space="preserve">до відведення земельної ділянки у власність гр. Лісконогу Сергію Петровичу </w:t>
      </w:r>
      <w:r w:rsidRPr="00FA4E96">
        <w:rPr>
          <w:sz w:val="28"/>
          <w:szCs w:val="28"/>
        </w:rPr>
        <w:t>для ведення особистого селянського господарства</w:t>
      </w:r>
      <w:r>
        <w:rPr>
          <w:sz w:val="28"/>
          <w:szCs w:val="28"/>
        </w:rPr>
        <w:t xml:space="preserve">,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B60FE2">
      <w:pPr>
        <w:ind w:firstLine="567"/>
        <w:jc w:val="both"/>
        <w:rPr>
          <w:sz w:val="28"/>
          <w:szCs w:val="28"/>
        </w:rPr>
      </w:pPr>
      <w:r>
        <w:rPr>
          <w:sz w:val="28"/>
          <w:szCs w:val="28"/>
        </w:rPr>
        <w:t>211</w:t>
      </w:r>
      <w:r w:rsidRPr="00FA4E96">
        <w:rPr>
          <w:sz w:val="28"/>
          <w:szCs w:val="28"/>
        </w:rPr>
        <w:t xml:space="preserve">.1. Передати у приватну власність гр. </w:t>
      </w:r>
      <w:r>
        <w:rPr>
          <w:sz w:val="28"/>
          <w:szCs w:val="28"/>
        </w:rPr>
        <w:t xml:space="preserve">ЛІСКОНОГУ Сергію Петровичу </w:t>
      </w:r>
      <w:r w:rsidRPr="00FA4E96">
        <w:rPr>
          <w:sz w:val="28"/>
          <w:szCs w:val="28"/>
        </w:rPr>
        <w:t>земельну ділянку кадастровий номер 63212</w:t>
      </w:r>
      <w:r>
        <w:rPr>
          <w:sz w:val="28"/>
          <w:szCs w:val="28"/>
        </w:rPr>
        <w:t>82500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1276 площею 2,0000 </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70354A">
      <w:pPr>
        <w:spacing w:before="240"/>
        <w:ind w:firstLine="567"/>
        <w:jc w:val="both"/>
        <w:rPr>
          <w:sz w:val="28"/>
          <w:szCs w:val="28"/>
        </w:rPr>
      </w:pPr>
      <w:r>
        <w:rPr>
          <w:sz w:val="28"/>
          <w:szCs w:val="28"/>
        </w:rPr>
        <w:t>212</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для ведення особистого селянського господарства</w:t>
      </w:r>
      <w:r>
        <w:rPr>
          <w:sz w:val="28"/>
          <w:szCs w:val="28"/>
        </w:rPr>
        <w:t xml:space="preserve"> розташованої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70354A">
      <w:pPr>
        <w:ind w:firstLine="567"/>
        <w:jc w:val="both"/>
        <w:rPr>
          <w:sz w:val="28"/>
          <w:szCs w:val="28"/>
        </w:rPr>
      </w:pPr>
      <w:r>
        <w:rPr>
          <w:sz w:val="28"/>
          <w:szCs w:val="28"/>
        </w:rPr>
        <w:t>212</w:t>
      </w:r>
      <w:r w:rsidRPr="00FA4E96">
        <w:rPr>
          <w:sz w:val="28"/>
          <w:szCs w:val="28"/>
        </w:rPr>
        <w:t xml:space="preserve">.1. Передати у приватну власність гр. </w:t>
      </w:r>
      <w:r>
        <w:rPr>
          <w:sz w:val="28"/>
          <w:szCs w:val="28"/>
        </w:rPr>
        <w:t xml:space="preserve">КОМИШАНСЬКІЙ Нелі Станіславівні </w:t>
      </w:r>
      <w:r w:rsidRPr="00FA4E96">
        <w:rPr>
          <w:sz w:val="28"/>
          <w:szCs w:val="28"/>
        </w:rPr>
        <w:t>земельну ділянку кадастровий номер 63212</w:t>
      </w:r>
      <w:r>
        <w:rPr>
          <w:sz w:val="28"/>
          <w:szCs w:val="28"/>
        </w:rPr>
        <w:t>82500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0556 площею 1,9238 </w:t>
      </w:r>
      <w:r w:rsidRPr="00FA4E96">
        <w:rPr>
          <w:sz w:val="28"/>
          <w:szCs w:val="28"/>
        </w:rPr>
        <w:t xml:space="preserve">га, в тому числі </w:t>
      </w:r>
      <w:r>
        <w:rPr>
          <w:sz w:val="28"/>
          <w:szCs w:val="28"/>
        </w:rPr>
        <w:t xml:space="preserve">рілля площею 1,9238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30449">
      <w:pPr>
        <w:spacing w:before="240"/>
        <w:ind w:firstLine="567"/>
        <w:jc w:val="both"/>
        <w:rPr>
          <w:sz w:val="28"/>
          <w:szCs w:val="28"/>
        </w:rPr>
      </w:pPr>
      <w:r>
        <w:rPr>
          <w:sz w:val="28"/>
          <w:szCs w:val="28"/>
        </w:rPr>
        <w:t>213</w:t>
      </w:r>
      <w:r w:rsidRPr="00FA4E96">
        <w:rPr>
          <w:sz w:val="28"/>
          <w:szCs w:val="28"/>
        </w:rPr>
        <w:t>. Затвердити проект землеустрою що</w:t>
      </w:r>
      <w:r>
        <w:rPr>
          <w:sz w:val="28"/>
          <w:szCs w:val="28"/>
        </w:rPr>
        <w:t xml:space="preserve">до відведення земельної ділянки у власність гр. Полюховичу Анатолію Миколайовичу </w:t>
      </w:r>
      <w:r w:rsidRPr="00FA4E96">
        <w:rPr>
          <w:sz w:val="28"/>
          <w:szCs w:val="28"/>
        </w:rPr>
        <w:t>для ведення особистого селянського господарства</w:t>
      </w:r>
      <w:r>
        <w:rPr>
          <w:sz w:val="28"/>
          <w:szCs w:val="28"/>
        </w:rPr>
        <w:t xml:space="preserve"> розташованої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B30449">
      <w:pPr>
        <w:ind w:firstLine="567"/>
        <w:jc w:val="both"/>
        <w:rPr>
          <w:sz w:val="28"/>
          <w:szCs w:val="28"/>
        </w:rPr>
      </w:pPr>
      <w:r>
        <w:rPr>
          <w:sz w:val="28"/>
          <w:szCs w:val="28"/>
        </w:rPr>
        <w:t>213</w:t>
      </w:r>
      <w:r w:rsidRPr="00FA4E96">
        <w:rPr>
          <w:sz w:val="28"/>
          <w:szCs w:val="28"/>
        </w:rPr>
        <w:t xml:space="preserve">.1. Передати у приватну власність гр. </w:t>
      </w:r>
      <w:r>
        <w:rPr>
          <w:sz w:val="28"/>
          <w:szCs w:val="28"/>
        </w:rPr>
        <w:t xml:space="preserve">ПОЛЮХОВИЧУ Анатолію Миколайовичу </w:t>
      </w:r>
      <w:r w:rsidRPr="00FA4E96">
        <w:rPr>
          <w:sz w:val="28"/>
          <w:szCs w:val="28"/>
        </w:rPr>
        <w:t>земельну ділянку кадастровий номер 63212</w:t>
      </w:r>
      <w:r>
        <w:rPr>
          <w:sz w:val="28"/>
          <w:szCs w:val="28"/>
        </w:rPr>
        <w:t>83000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0362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230E36">
      <w:pPr>
        <w:spacing w:before="240"/>
        <w:ind w:firstLine="567"/>
        <w:jc w:val="both"/>
        <w:rPr>
          <w:sz w:val="28"/>
          <w:szCs w:val="28"/>
        </w:rPr>
      </w:pPr>
      <w:r>
        <w:rPr>
          <w:sz w:val="28"/>
          <w:szCs w:val="28"/>
        </w:rPr>
        <w:t>214</w:t>
      </w:r>
      <w:r w:rsidRPr="00FA4E96">
        <w:rPr>
          <w:sz w:val="28"/>
          <w:szCs w:val="28"/>
        </w:rPr>
        <w:t>. Затвердити проект землеустрою що</w:t>
      </w:r>
      <w:r>
        <w:rPr>
          <w:sz w:val="28"/>
          <w:szCs w:val="28"/>
        </w:rPr>
        <w:t xml:space="preserve">до відведення земельної ділянки у власність гр. Полюхович Любові Вікторівні </w:t>
      </w:r>
      <w:r w:rsidRPr="00FA4E96">
        <w:rPr>
          <w:sz w:val="28"/>
          <w:szCs w:val="28"/>
        </w:rPr>
        <w:t>для ведення особистого селянського господарства</w:t>
      </w:r>
      <w:r>
        <w:rPr>
          <w:sz w:val="28"/>
          <w:szCs w:val="28"/>
        </w:rPr>
        <w:t xml:space="preserve"> розташованої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230E36">
      <w:pPr>
        <w:ind w:firstLine="567"/>
        <w:jc w:val="both"/>
        <w:rPr>
          <w:sz w:val="28"/>
          <w:szCs w:val="28"/>
        </w:rPr>
      </w:pPr>
      <w:r>
        <w:rPr>
          <w:sz w:val="28"/>
          <w:szCs w:val="28"/>
        </w:rPr>
        <w:t>214</w:t>
      </w:r>
      <w:r w:rsidRPr="00FA4E96">
        <w:rPr>
          <w:sz w:val="28"/>
          <w:szCs w:val="28"/>
        </w:rPr>
        <w:t xml:space="preserve">.1. Передати у приватну власність гр. </w:t>
      </w:r>
      <w:r>
        <w:rPr>
          <w:sz w:val="28"/>
          <w:szCs w:val="28"/>
        </w:rPr>
        <w:t xml:space="preserve">ПОЛЮХОВИЧ Любові Вікторівні </w:t>
      </w:r>
      <w:r w:rsidRPr="00FA4E96">
        <w:rPr>
          <w:sz w:val="28"/>
          <w:szCs w:val="28"/>
        </w:rPr>
        <w:t>земельну ділянку кадастровий номер 63212</w:t>
      </w:r>
      <w:r>
        <w:rPr>
          <w:sz w:val="28"/>
          <w:szCs w:val="28"/>
        </w:rPr>
        <w:t>83000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0463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97AB3">
      <w:pPr>
        <w:spacing w:before="240"/>
        <w:ind w:firstLine="567"/>
        <w:jc w:val="both"/>
        <w:rPr>
          <w:sz w:val="28"/>
          <w:szCs w:val="28"/>
        </w:rPr>
      </w:pPr>
      <w:r>
        <w:rPr>
          <w:sz w:val="28"/>
          <w:szCs w:val="28"/>
        </w:rPr>
        <w:t>215</w:t>
      </w:r>
      <w:r w:rsidRPr="00FA4E96">
        <w:rPr>
          <w:sz w:val="28"/>
          <w:szCs w:val="28"/>
        </w:rPr>
        <w:t>. Затвердити проект землеустрою що</w:t>
      </w:r>
      <w:r>
        <w:rPr>
          <w:sz w:val="28"/>
          <w:szCs w:val="28"/>
        </w:rPr>
        <w:t xml:space="preserve">до відведення земельної ділянки у власність гр. Ковризі Тетяні Володимирівні за рахунок земель комунальної власності сільськогосподарського призначення, </w:t>
      </w:r>
      <w:r w:rsidRPr="00FA4E96">
        <w:rPr>
          <w:sz w:val="28"/>
          <w:szCs w:val="28"/>
        </w:rPr>
        <w:t>для ведення особистого селянського господарства</w:t>
      </w:r>
      <w:r>
        <w:rPr>
          <w:sz w:val="28"/>
          <w:szCs w:val="28"/>
        </w:rPr>
        <w:t xml:space="preserve"> розташованої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997AB3">
      <w:pPr>
        <w:ind w:firstLine="567"/>
        <w:jc w:val="both"/>
        <w:rPr>
          <w:sz w:val="28"/>
          <w:szCs w:val="28"/>
        </w:rPr>
      </w:pPr>
      <w:r>
        <w:rPr>
          <w:sz w:val="28"/>
          <w:szCs w:val="28"/>
        </w:rPr>
        <w:t>215</w:t>
      </w:r>
      <w:r w:rsidRPr="00FA4E96">
        <w:rPr>
          <w:sz w:val="28"/>
          <w:szCs w:val="28"/>
        </w:rPr>
        <w:t xml:space="preserve">.1. Передати у приватну власність гр. </w:t>
      </w:r>
      <w:r>
        <w:rPr>
          <w:sz w:val="28"/>
          <w:szCs w:val="28"/>
        </w:rPr>
        <w:t xml:space="preserve">КОВРИЗІ Тетяні Володимирівні </w:t>
      </w:r>
      <w:r w:rsidRPr="00FA4E96">
        <w:rPr>
          <w:sz w:val="28"/>
          <w:szCs w:val="28"/>
        </w:rPr>
        <w:t>земельну ділянку кадастровий номер 63212</w:t>
      </w:r>
      <w:r>
        <w:rPr>
          <w:sz w:val="28"/>
          <w:szCs w:val="28"/>
        </w:rPr>
        <w:t>83501</w:t>
      </w:r>
      <w:r w:rsidRPr="00FA4E96">
        <w:rPr>
          <w:sz w:val="28"/>
          <w:szCs w:val="28"/>
        </w:rPr>
        <w:t>:0</w:t>
      </w:r>
      <w:r>
        <w:rPr>
          <w:sz w:val="28"/>
          <w:szCs w:val="28"/>
        </w:rPr>
        <w:t>0</w:t>
      </w:r>
      <w:r w:rsidRPr="00FA4E96">
        <w:rPr>
          <w:sz w:val="28"/>
          <w:szCs w:val="28"/>
        </w:rPr>
        <w:t>:00</w:t>
      </w:r>
      <w:r>
        <w:rPr>
          <w:sz w:val="28"/>
          <w:szCs w:val="28"/>
        </w:rPr>
        <w:t>2</w:t>
      </w:r>
      <w:r w:rsidRPr="00FA4E96">
        <w:rPr>
          <w:sz w:val="28"/>
          <w:szCs w:val="28"/>
        </w:rPr>
        <w:t>:</w:t>
      </w:r>
      <w:r>
        <w:rPr>
          <w:sz w:val="28"/>
          <w:szCs w:val="28"/>
        </w:rPr>
        <w:t xml:space="preserve">0084 площею 1,4221 </w:t>
      </w:r>
      <w:r w:rsidRPr="00FA4E96">
        <w:rPr>
          <w:sz w:val="28"/>
          <w:szCs w:val="28"/>
        </w:rPr>
        <w:t xml:space="preserve">га, в тому числі </w:t>
      </w:r>
      <w:r>
        <w:rPr>
          <w:sz w:val="28"/>
          <w:szCs w:val="28"/>
        </w:rPr>
        <w:t xml:space="preserve">рілля площею 1,4221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73DE3">
      <w:pPr>
        <w:spacing w:before="240"/>
        <w:ind w:firstLine="567"/>
        <w:jc w:val="both"/>
        <w:rPr>
          <w:sz w:val="28"/>
          <w:szCs w:val="28"/>
        </w:rPr>
      </w:pPr>
      <w:r>
        <w:rPr>
          <w:sz w:val="28"/>
          <w:szCs w:val="28"/>
        </w:rPr>
        <w:t>216</w:t>
      </w:r>
      <w:r w:rsidRPr="00FA4E96">
        <w:rPr>
          <w:sz w:val="28"/>
          <w:szCs w:val="28"/>
        </w:rPr>
        <w:t>. Затвердити проект землеустрою що</w:t>
      </w:r>
      <w:r>
        <w:rPr>
          <w:sz w:val="28"/>
          <w:szCs w:val="28"/>
        </w:rPr>
        <w:t xml:space="preserve">до відведення земельної ділянки у власність гр. Копитко Валентині Володимирівні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473DE3">
      <w:pPr>
        <w:ind w:firstLine="567"/>
        <w:jc w:val="both"/>
        <w:rPr>
          <w:sz w:val="28"/>
          <w:szCs w:val="28"/>
        </w:rPr>
      </w:pPr>
      <w:r>
        <w:rPr>
          <w:sz w:val="28"/>
          <w:szCs w:val="28"/>
        </w:rPr>
        <w:t>216</w:t>
      </w:r>
      <w:r w:rsidRPr="00FA4E96">
        <w:rPr>
          <w:sz w:val="28"/>
          <w:szCs w:val="28"/>
        </w:rPr>
        <w:t xml:space="preserve">.1. Передати у приватну власність гр. </w:t>
      </w:r>
      <w:r>
        <w:rPr>
          <w:sz w:val="28"/>
          <w:szCs w:val="28"/>
        </w:rPr>
        <w:t xml:space="preserve">КОПИТКО Валентині Володимирівні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0667 площею 0,8600 </w:t>
      </w:r>
      <w:r w:rsidRPr="00FA4E96">
        <w:rPr>
          <w:sz w:val="28"/>
          <w:szCs w:val="28"/>
        </w:rPr>
        <w:t xml:space="preserve">га, в тому числі </w:t>
      </w:r>
      <w:r>
        <w:rPr>
          <w:sz w:val="28"/>
          <w:szCs w:val="28"/>
        </w:rPr>
        <w:t xml:space="preserve">пасовища площею 0,8600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73DE3">
      <w:pPr>
        <w:spacing w:before="240"/>
        <w:ind w:firstLine="567"/>
        <w:jc w:val="both"/>
        <w:rPr>
          <w:sz w:val="28"/>
          <w:szCs w:val="28"/>
        </w:rPr>
      </w:pPr>
      <w:r>
        <w:rPr>
          <w:sz w:val="28"/>
          <w:szCs w:val="28"/>
        </w:rPr>
        <w:t>217</w:t>
      </w:r>
      <w:r w:rsidRPr="00FA4E96">
        <w:rPr>
          <w:sz w:val="28"/>
          <w:szCs w:val="28"/>
        </w:rPr>
        <w:t>. Затвердити проект землеустрою що</w:t>
      </w:r>
      <w:r>
        <w:rPr>
          <w:sz w:val="28"/>
          <w:szCs w:val="28"/>
        </w:rPr>
        <w:t xml:space="preserve">до відведення земельної ділянки гр. Макаренко Тетяні Василівні </w:t>
      </w:r>
      <w:r w:rsidRPr="00FA4E96">
        <w:rPr>
          <w:sz w:val="28"/>
          <w:szCs w:val="28"/>
        </w:rPr>
        <w:t>для ведення особистого селянського господарства</w:t>
      </w:r>
      <w:r>
        <w:rPr>
          <w:sz w:val="28"/>
          <w:szCs w:val="28"/>
        </w:rPr>
        <w:t xml:space="preserve">, розташованої вул. 16 Вересня в с. Мельникове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79110D">
      <w:pPr>
        <w:ind w:firstLine="567"/>
        <w:jc w:val="both"/>
        <w:rPr>
          <w:sz w:val="28"/>
          <w:szCs w:val="28"/>
        </w:rPr>
      </w:pPr>
      <w:r>
        <w:rPr>
          <w:sz w:val="28"/>
          <w:szCs w:val="28"/>
        </w:rPr>
        <w:t>217</w:t>
      </w:r>
      <w:r w:rsidRPr="00FA4E96">
        <w:rPr>
          <w:sz w:val="28"/>
          <w:szCs w:val="28"/>
        </w:rPr>
        <w:t xml:space="preserve">.1. Передати у приватну власність гр. </w:t>
      </w:r>
      <w:r>
        <w:rPr>
          <w:sz w:val="28"/>
          <w:szCs w:val="28"/>
        </w:rPr>
        <w:t xml:space="preserve">МАКАРЕНКО Тетяні Василівні </w:t>
      </w:r>
      <w:r w:rsidRPr="00FA4E96">
        <w:rPr>
          <w:sz w:val="28"/>
          <w:szCs w:val="28"/>
        </w:rPr>
        <w:t>земельну ділянку кадастровий номер 63212</w:t>
      </w:r>
      <w:r>
        <w:rPr>
          <w:sz w:val="28"/>
          <w:szCs w:val="28"/>
        </w:rPr>
        <w:t>84001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0274 площею 0,2000 </w:t>
      </w:r>
      <w:r w:rsidRPr="00FA4E96">
        <w:rPr>
          <w:sz w:val="28"/>
          <w:szCs w:val="28"/>
        </w:rPr>
        <w:t xml:space="preserve">га, в тому числі </w:t>
      </w:r>
      <w:r>
        <w:rPr>
          <w:sz w:val="28"/>
          <w:szCs w:val="28"/>
        </w:rPr>
        <w:t xml:space="preserve">рілля площею 0,2000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16 Вересня в с. Мельникове, </w:t>
      </w:r>
      <w:r w:rsidRPr="00FA4E96">
        <w:rPr>
          <w:sz w:val="28"/>
          <w:szCs w:val="28"/>
        </w:rPr>
        <w:t>Богодухівський район, Харківська область.</w:t>
      </w:r>
    </w:p>
    <w:p w:rsidR="00B2455C" w:rsidRPr="00FA4E96" w:rsidRDefault="00B2455C" w:rsidP="00C45A3D">
      <w:pPr>
        <w:spacing w:before="240"/>
        <w:ind w:firstLine="567"/>
        <w:jc w:val="both"/>
        <w:rPr>
          <w:sz w:val="28"/>
          <w:szCs w:val="28"/>
        </w:rPr>
      </w:pPr>
      <w:r>
        <w:rPr>
          <w:sz w:val="28"/>
          <w:szCs w:val="28"/>
        </w:rPr>
        <w:t>218</w:t>
      </w:r>
      <w:r w:rsidRPr="00FA4E96">
        <w:rPr>
          <w:sz w:val="28"/>
          <w:szCs w:val="28"/>
        </w:rPr>
        <w:t>. Затвердити проект землеустрою що</w:t>
      </w:r>
      <w:r>
        <w:rPr>
          <w:sz w:val="28"/>
          <w:szCs w:val="28"/>
        </w:rPr>
        <w:t xml:space="preserve">до відведення земельної ділянки у власність гр. Назарію Сергію Сергійовичу </w:t>
      </w:r>
      <w:r w:rsidRPr="00FA4E96">
        <w:rPr>
          <w:sz w:val="28"/>
          <w:szCs w:val="28"/>
        </w:rPr>
        <w:t>для ведення особистого селянського господарства</w:t>
      </w:r>
      <w:r>
        <w:rPr>
          <w:sz w:val="28"/>
          <w:szCs w:val="28"/>
        </w:rPr>
        <w:t xml:space="preserve">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C45A3D">
      <w:pPr>
        <w:ind w:firstLine="567"/>
        <w:jc w:val="both"/>
        <w:rPr>
          <w:sz w:val="28"/>
          <w:szCs w:val="28"/>
        </w:rPr>
      </w:pPr>
      <w:r>
        <w:rPr>
          <w:sz w:val="28"/>
          <w:szCs w:val="28"/>
        </w:rPr>
        <w:t>218</w:t>
      </w:r>
      <w:r w:rsidRPr="00FA4E96">
        <w:rPr>
          <w:sz w:val="28"/>
          <w:szCs w:val="28"/>
        </w:rPr>
        <w:t xml:space="preserve">.1. Передати у приватну власність гр. </w:t>
      </w:r>
      <w:r>
        <w:rPr>
          <w:sz w:val="28"/>
          <w:szCs w:val="28"/>
        </w:rPr>
        <w:t xml:space="preserve">НАЗАРІЙ Сергію Сергійовичу </w:t>
      </w:r>
      <w:r w:rsidRPr="00FA4E96">
        <w:rPr>
          <w:sz w:val="28"/>
          <w:szCs w:val="28"/>
        </w:rPr>
        <w:t>земельну ділянку кадастровий номер 63212</w:t>
      </w:r>
      <w:r>
        <w:rPr>
          <w:sz w:val="28"/>
          <w:szCs w:val="28"/>
        </w:rPr>
        <w:t>84500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0874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EB1398">
      <w:pPr>
        <w:spacing w:before="240"/>
        <w:ind w:firstLine="567"/>
        <w:jc w:val="both"/>
        <w:rPr>
          <w:sz w:val="28"/>
          <w:szCs w:val="28"/>
        </w:rPr>
      </w:pPr>
      <w:r>
        <w:rPr>
          <w:sz w:val="28"/>
          <w:szCs w:val="28"/>
        </w:rPr>
        <w:t>219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для ведення особистого селянського господарства</w:t>
      </w:r>
      <w:r>
        <w:rPr>
          <w:sz w:val="28"/>
          <w:szCs w:val="28"/>
        </w:rPr>
        <w:t xml:space="preserve"> (01.03) яка розташована: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r>
        <w:rPr>
          <w:sz w:val="28"/>
          <w:szCs w:val="28"/>
        </w:rPr>
        <w:t xml:space="preserve"> гр. Пасічник Катерині Анатоліївні</w:t>
      </w:r>
      <w:r w:rsidRPr="00FA4E96">
        <w:rPr>
          <w:sz w:val="28"/>
          <w:szCs w:val="28"/>
        </w:rPr>
        <w:t>.</w:t>
      </w:r>
    </w:p>
    <w:p w:rsidR="00B2455C" w:rsidRPr="00FA4E96" w:rsidRDefault="00B2455C" w:rsidP="00EB1398">
      <w:pPr>
        <w:ind w:firstLine="567"/>
        <w:jc w:val="both"/>
        <w:rPr>
          <w:sz w:val="28"/>
          <w:szCs w:val="28"/>
        </w:rPr>
      </w:pPr>
      <w:r>
        <w:rPr>
          <w:sz w:val="28"/>
          <w:szCs w:val="28"/>
        </w:rPr>
        <w:t>219</w:t>
      </w:r>
      <w:r w:rsidRPr="00FA4E96">
        <w:rPr>
          <w:sz w:val="28"/>
          <w:szCs w:val="28"/>
        </w:rPr>
        <w:t xml:space="preserve">.1. Передати у приватну власність гр. </w:t>
      </w:r>
      <w:r>
        <w:rPr>
          <w:sz w:val="28"/>
          <w:szCs w:val="28"/>
        </w:rPr>
        <w:t>ПАСІЧНИК Катерині Анатоліївні</w:t>
      </w:r>
      <w:r w:rsidRPr="00FA4E96">
        <w:rPr>
          <w:sz w:val="28"/>
          <w:szCs w:val="28"/>
        </w:rPr>
        <w:t xml:space="preserve"> земельну ділянку кадастровий номер 63212</w:t>
      </w:r>
      <w:r>
        <w:rPr>
          <w:sz w:val="28"/>
          <w:szCs w:val="28"/>
        </w:rPr>
        <w:t>84500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0871 площею 1,3000 </w:t>
      </w:r>
      <w:r w:rsidRPr="00FA4E96">
        <w:rPr>
          <w:sz w:val="28"/>
          <w:szCs w:val="28"/>
        </w:rPr>
        <w:t xml:space="preserve">га, в тому числі </w:t>
      </w:r>
      <w:r>
        <w:rPr>
          <w:sz w:val="28"/>
          <w:szCs w:val="28"/>
        </w:rPr>
        <w:t xml:space="preserve">рілля площею 1,3000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D2B36">
      <w:pPr>
        <w:spacing w:before="240"/>
        <w:ind w:firstLine="567"/>
        <w:jc w:val="both"/>
        <w:rPr>
          <w:sz w:val="28"/>
          <w:szCs w:val="28"/>
        </w:rPr>
      </w:pPr>
      <w:r>
        <w:rPr>
          <w:sz w:val="28"/>
          <w:szCs w:val="28"/>
        </w:rPr>
        <w:t>220</w:t>
      </w:r>
      <w:r w:rsidRPr="00FA4E96">
        <w:rPr>
          <w:sz w:val="28"/>
          <w:szCs w:val="28"/>
        </w:rPr>
        <w:t>. Затвердити проект землеустрою що</w:t>
      </w:r>
      <w:r>
        <w:rPr>
          <w:sz w:val="28"/>
          <w:szCs w:val="28"/>
        </w:rPr>
        <w:t xml:space="preserve">до відведення у власність громадянам земельних ділянок </w:t>
      </w:r>
      <w:r w:rsidRPr="00FA4E96">
        <w:rPr>
          <w:sz w:val="28"/>
          <w:szCs w:val="28"/>
        </w:rPr>
        <w:t>для ведення особистого селянського господарства</w:t>
      </w:r>
      <w:r>
        <w:rPr>
          <w:sz w:val="28"/>
          <w:szCs w:val="28"/>
        </w:rPr>
        <w:t xml:space="preserve"> за рахунок сформованої земельної ділянки з кадастровим номером 6321285000:03:000:0531 комунальної власності сільськогосподарського призначення, розташованих </w:t>
      </w:r>
      <w:r w:rsidRPr="00FA4E96">
        <w:rPr>
          <w:sz w:val="28"/>
          <w:szCs w:val="28"/>
        </w:rPr>
        <w:t>на території Валківської міської</w:t>
      </w:r>
      <w:r>
        <w:rPr>
          <w:sz w:val="28"/>
          <w:szCs w:val="28"/>
        </w:rPr>
        <w:t xml:space="preserve"> </w:t>
      </w:r>
      <w:r w:rsidRPr="00FA4E96">
        <w:rPr>
          <w:sz w:val="28"/>
          <w:szCs w:val="28"/>
        </w:rPr>
        <w:t>територіальної громади</w:t>
      </w:r>
      <w:r>
        <w:rPr>
          <w:sz w:val="28"/>
          <w:szCs w:val="28"/>
        </w:rPr>
        <w:t xml:space="preserve"> </w:t>
      </w:r>
      <w:r w:rsidRPr="00FA4E96">
        <w:rPr>
          <w:sz w:val="28"/>
          <w:szCs w:val="28"/>
        </w:rPr>
        <w:t>Богодухівського району Харківської області.</w:t>
      </w:r>
    </w:p>
    <w:p w:rsidR="00B2455C" w:rsidRPr="00FA4E96" w:rsidRDefault="00B2455C" w:rsidP="004D2B36">
      <w:pPr>
        <w:ind w:firstLine="567"/>
        <w:jc w:val="both"/>
        <w:rPr>
          <w:sz w:val="28"/>
          <w:szCs w:val="28"/>
        </w:rPr>
      </w:pPr>
      <w:r>
        <w:rPr>
          <w:sz w:val="28"/>
          <w:szCs w:val="28"/>
        </w:rPr>
        <w:t>220</w:t>
      </w:r>
      <w:r w:rsidRPr="00FA4E96">
        <w:rPr>
          <w:sz w:val="28"/>
          <w:szCs w:val="28"/>
        </w:rPr>
        <w:t xml:space="preserve">.1. Передати у приватну власність </w:t>
      </w:r>
      <w:r>
        <w:rPr>
          <w:sz w:val="28"/>
          <w:szCs w:val="28"/>
        </w:rPr>
        <w:t xml:space="preserve">гр. БРУЛЕВИЧ Аліні Сергіївні  </w:t>
      </w:r>
      <w:r w:rsidRPr="00FA4E96">
        <w:rPr>
          <w:sz w:val="28"/>
          <w:szCs w:val="28"/>
        </w:rPr>
        <w:t>земельну ділянку кадастровий номер 63212</w:t>
      </w:r>
      <w:r>
        <w:rPr>
          <w:sz w:val="28"/>
          <w:szCs w:val="28"/>
        </w:rPr>
        <w:t>85000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0570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D2B36">
      <w:pPr>
        <w:ind w:firstLine="567"/>
        <w:jc w:val="both"/>
        <w:rPr>
          <w:sz w:val="28"/>
          <w:szCs w:val="28"/>
        </w:rPr>
      </w:pPr>
      <w:r>
        <w:rPr>
          <w:sz w:val="28"/>
          <w:szCs w:val="28"/>
        </w:rPr>
        <w:t>220</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СКУРИДІНІЙ Оксані Володимирівні </w:t>
      </w:r>
      <w:r w:rsidRPr="00FA4E96">
        <w:rPr>
          <w:sz w:val="28"/>
          <w:szCs w:val="28"/>
        </w:rPr>
        <w:t>земельну ділянку кадастровий номер 63212</w:t>
      </w:r>
      <w:r>
        <w:rPr>
          <w:sz w:val="28"/>
          <w:szCs w:val="28"/>
        </w:rPr>
        <w:t>85000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0565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D2B36">
      <w:pPr>
        <w:ind w:firstLine="567"/>
        <w:jc w:val="both"/>
        <w:rPr>
          <w:sz w:val="28"/>
          <w:szCs w:val="28"/>
        </w:rPr>
      </w:pPr>
      <w:r>
        <w:rPr>
          <w:sz w:val="28"/>
          <w:szCs w:val="28"/>
        </w:rPr>
        <w:t>220</w:t>
      </w:r>
      <w:r w:rsidRPr="00FA4E96">
        <w:rPr>
          <w:sz w:val="28"/>
          <w:szCs w:val="28"/>
        </w:rPr>
        <w:t>.</w:t>
      </w:r>
      <w:r>
        <w:rPr>
          <w:sz w:val="28"/>
          <w:szCs w:val="28"/>
        </w:rPr>
        <w:t>3</w:t>
      </w:r>
      <w:r w:rsidRPr="00FA4E96">
        <w:rPr>
          <w:sz w:val="28"/>
          <w:szCs w:val="28"/>
        </w:rPr>
        <w:t xml:space="preserve">. Передати у приватну власність гр. </w:t>
      </w:r>
      <w:r>
        <w:rPr>
          <w:sz w:val="28"/>
          <w:szCs w:val="28"/>
        </w:rPr>
        <w:t xml:space="preserve">СОЛОДОВНИК Ірині Володимирівні </w:t>
      </w:r>
      <w:r w:rsidRPr="00FA4E96">
        <w:rPr>
          <w:sz w:val="28"/>
          <w:szCs w:val="28"/>
        </w:rPr>
        <w:t>земельну ділянку кадастровий номер 63212</w:t>
      </w:r>
      <w:r>
        <w:rPr>
          <w:sz w:val="28"/>
          <w:szCs w:val="28"/>
        </w:rPr>
        <w:t>85000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0566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D2B36">
      <w:pPr>
        <w:ind w:firstLine="567"/>
        <w:jc w:val="both"/>
        <w:rPr>
          <w:sz w:val="28"/>
          <w:szCs w:val="28"/>
        </w:rPr>
      </w:pPr>
      <w:r>
        <w:rPr>
          <w:sz w:val="28"/>
          <w:szCs w:val="28"/>
        </w:rPr>
        <w:t>220</w:t>
      </w:r>
      <w:r w:rsidRPr="00FA4E96">
        <w:rPr>
          <w:sz w:val="28"/>
          <w:szCs w:val="28"/>
        </w:rPr>
        <w:t>.</w:t>
      </w:r>
      <w:r>
        <w:rPr>
          <w:sz w:val="28"/>
          <w:szCs w:val="28"/>
        </w:rPr>
        <w:t>4</w:t>
      </w:r>
      <w:r w:rsidRPr="00FA4E96">
        <w:rPr>
          <w:sz w:val="28"/>
          <w:szCs w:val="28"/>
        </w:rPr>
        <w:t xml:space="preserve">. Передати у приватну власність гр. </w:t>
      </w:r>
      <w:r>
        <w:rPr>
          <w:sz w:val="28"/>
          <w:szCs w:val="28"/>
        </w:rPr>
        <w:t xml:space="preserve">КОСТЮК Катерині Дмитрівні </w:t>
      </w:r>
      <w:r w:rsidRPr="00FA4E96">
        <w:rPr>
          <w:sz w:val="28"/>
          <w:szCs w:val="28"/>
        </w:rPr>
        <w:t>земельну ділянку кадастровий номер 63212</w:t>
      </w:r>
      <w:r>
        <w:rPr>
          <w:sz w:val="28"/>
          <w:szCs w:val="28"/>
        </w:rPr>
        <w:t>85000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0571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B57F3C">
      <w:pPr>
        <w:spacing w:before="240"/>
        <w:ind w:firstLine="567"/>
        <w:jc w:val="both"/>
        <w:rPr>
          <w:sz w:val="28"/>
          <w:szCs w:val="28"/>
        </w:rPr>
      </w:pPr>
      <w:r>
        <w:rPr>
          <w:sz w:val="28"/>
          <w:szCs w:val="28"/>
        </w:rPr>
        <w:t>221</w:t>
      </w:r>
      <w:r w:rsidRPr="00FA4E96">
        <w:rPr>
          <w:sz w:val="28"/>
          <w:szCs w:val="28"/>
        </w:rPr>
        <w:t>. Затвердити проект землеустрою що</w:t>
      </w:r>
      <w:r>
        <w:rPr>
          <w:sz w:val="28"/>
          <w:szCs w:val="28"/>
        </w:rPr>
        <w:t xml:space="preserve">до відведення земельної ділянки у власність гр. Пересаді Марії Анатоліївні, гр. Капанадзе Сергію Анзоровичу </w:t>
      </w:r>
      <w:r w:rsidRPr="00FA4E96">
        <w:rPr>
          <w:sz w:val="28"/>
          <w:szCs w:val="28"/>
        </w:rPr>
        <w:t>для ведення особистого селянського господарства</w:t>
      </w:r>
      <w:r>
        <w:rPr>
          <w:sz w:val="28"/>
          <w:szCs w:val="28"/>
        </w:rPr>
        <w:t xml:space="preserve">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4E125B">
      <w:pPr>
        <w:ind w:firstLine="567"/>
        <w:jc w:val="both"/>
        <w:rPr>
          <w:sz w:val="28"/>
          <w:szCs w:val="28"/>
        </w:rPr>
      </w:pPr>
      <w:r>
        <w:rPr>
          <w:sz w:val="28"/>
          <w:szCs w:val="28"/>
        </w:rPr>
        <w:t>221</w:t>
      </w:r>
      <w:r w:rsidRPr="00FA4E96">
        <w:rPr>
          <w:sz w:val="28"/>
          <w:szCs w:val="28"/>
        </w:rPr>
        <w:t>.1. Передати у приватну власність гр.</w:t>
      </w:r>
      <w:r>
        <w:rPr>
          <w:sz w:val="28"/>
          <w:szCs w:val="28"/>
        </w:rPr>
        <w:t xml:space="preserve"> ПЕРЕСАДІ Марії Анатоліївні</w:t>
      </w:r>
      <w:r w:rsidRPr="00FA4E96">
        <w:rPr>
          <w:sz w:val="28"/>
          <w:szCs w:val="28"/>
        </w:rPr>
        <w:t xml:space="preserve"> земельну ділянку кадастровий номер 63212</w:t>
      </w:r>
      <w:r>
        <w:rPr>
          <w:sz w:val="28"/>
          <w:szCs w:val="28"/>
        </w:rPr>
        <w:t>85500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1070 площею   2,0000 </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4E125B">
      <w:pPr>
        <w:ind w:firstLine="567"/>
        <w:jc w:val="both"/>
        <w:rPr>
          <w:sz w:val="28"/>
          <w:szCs w:val="28"/>
        </w:rPr>
      </w:pPr>
      <w:r>
        <w:rPr>
          <w:sz w:val="28"/>
          <w:szCs w:val="28"/>
        </w:rPr>
        <w:t>221</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КАПАНАДЗЕ Сергію Анзоровичу</w:t>
      </w:r>
      <w:r w:rsidRPr="00FA4E96">
        <w:rPr>
          <w:sz w:val="28"/>
          <w:szCs w:val="28"/>
        </w:rPr>
        <w:t xml:space="preserve"> земельну ділянку кадастровий номер 63212</w:t>
      </w:r>
      <w:r>
        <w:rPr>
          <w:sz w:val="28"/>
          <w:szCs w:val="28"/>
        </w:rPr>
        <w:t>85500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1071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290BE5">
      <w:pPr>
        <w:spacing w:before="240"/>
        <w:ind w:firstLine="567"/>
        <w:jc w:val="both"/>
        <w:rPr>
          <w:sz w:val="28"/>
          <w:szCs w:val="28"/>
        </w:rPr>
      </w:pPr>
      <w:r>
        <w:rPr>
          <w:sz w:val="28"/>
          <w:szCs w:val="28"/>
        </w:rPr>
        <w:t>222</w:t>
      </w:r>
      <w:r w:rsidRPr="00FA4E96">
        <w:rPr>
          <w:sz w:val="28"/>
          <w:szCs w:val="28"/>
        </w:rPr>
        <w:t>. Затвердити проект землеустрою що</w:t>
      </w:r>
      <w:r>
        <w:rPr>
          <w:sz w:val="28"/>
          <w:szCs w:val="28"/>
        </w:rPr>
        <w:t xml:space="preserve">до відведення земельної ділянки у власність гр. Дудніченко Анастасії В’ячеславівні за рахунок земель запасу сільськогосподарського призначення комунальної власності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290BE5">
      <w:pPr>
        <w:ind w:firstLine="567"/>
        <w:jc w:val="both"/>
        <w:rPr>
          <w:sz w:val="28"/>
          <w:szCs w:val="28"/>
        </w:rPr>
      </w:pPr>
      <w:r>
        <w:rPr>
          <w:sz w:val="28"/>
          <w:szCs w:val="28"/>
        </w:rPr>
        <w:t>222</w:t>
      </w:r>
      <w:r w:rsidRPr="00FA4E96">
        <w:rPr>
          <w:sz w:val="28"/>
          <w:szCs w:val="28"/>
        </w:rPr>
        <w:t xml:space="preserve">.1. Передати у приватну власність гр. </w:t>
      </w:r>
      <w:r>
        <w:rPr>
          <w:sz w:val="28"/>
          <w:szCs w:val="28"/>
        </w:rPr>
        <w:t>ДУДНІЧЕНКО Анастасії В’ячеславівні</w:t>
      </w:r>
      <w:r w:rsidRPr="00FA4E96">
        <w:rPr>
          <w:sz w:val="28"/>
          <w:szCs w:val="28"/>
        </w:rPr>
        <w:t xml:space="preserve"> земельну ділянку кадастровий номер 63212</w:t>
      </w:r>
      <w:r>
        <w:rPr>
          <w:sz w:val="28"/>
          <w:szCs w:val="28"/>
        </w:rPr>
        <w:t>86000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0666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72205">
      <w:pPr>
        <w:spacing w:before="240"/>
        <w:ind w:firstLine="567"/>
        <w:jc w:val="both"/>
        <w:rPr>
          <w:sz w:val="28"/>
          <w:szCs w:val="28"/>
        </w:rPr>
      </w:pPr>
      <w:r>
        <w:rPr>
          <w:sz w:val="28"/>
          <w:szCs w:val="28"/>
        </w:rPr>
        <w:t>223</w:t>
      </w:r>
      <w:r w:rsidRPr="00FA4E96">
        <w:rPr>
          <w:sz w:val="28"/>
          <w:szCs w:val="28"/>
        </w:rPr>
        <w:t>. Затвердити проект землеустрою що</w:t>
      </w:r>
      <w:r>
        <w:rPr>
          <w:sz w:val="28"/>
          <w:szCs w:val="28"/>
        </w:rPr>
        <w:t xml:space="preserve">до відведення земельної ділянки у власність гр. Попову Сергію Івановичу за рахунок земель запасу сільськогосподарського призначення комунальної власності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972205">
      <w:pPr>
        <w:ind w:firstLine="567"/>
        <w:jc w:val="both"/>
        <w:rPr>
          <w:sz w:val="28"/>
          <w:szCs w:val="28"/>
        </w:rPr>
      </w:pPr>
      <w:r>
        <w:rPr>
          <w:sz w:val="28"/>
          <w:szCs w:val="28"/>
        </w:rPr>
        <w:t>223</w:t>
      </w:r>
      <w:r w:rsidRPr="00FA4E96">
        <w:rPr>
          <w:sz w:val="28"/>
          <w:szCs w:val="28"/>
        </w:rPr>
        <w:t xml:space="preserve">.1. Передати у приватну власність гр. </w:t>
      </w:r>
      <w:r>
        <w:rPr>
          <w:sz w:val="28"/>
          <w:szCs w:val="28"/>
        </w:rPr>
        <w:t>ПОПОВУ Сергію Івановичу</w:t>
      </w:r>
      <w:r w:rsidRPr="00FA4E96">
        <w:rPr>
          <w:sz w:val="28"/>
          <w:szCs w:val="28"/>
        </w:rPr>
        <w:t xml:space="preserve"> земельну ділянку кадастровий номер 63212</w:t>
      </w:r>
      <w:r>
        <w:rPr>
          <w:sz w:val="28"/>
          <w:szCs w:val="28"/>
        </w:rPr>
        <w:t>86000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0667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72205">
      <w:pPr>
        <w:spacing w:before="240"/>
        <w:ind w:firstLine="567"/>
        <w:jc w:val="both"/>
        <w:rPr>
          <w:sz w:val="28"/>
          <w:szCs w:val="28"/>
        </w:rPr>
      </w:pPr>
      <w:r>
        <w:rPr>
          <w:sz w:val="28"/>
          <w:szCs w:val="28"/>
        </w:rPr>
        <w:t>224</w:t>
      </w:r>
      <w:r w:rsidRPr="00FA4E96">
        <w:rPr>
          <w:sz w:val="28"/>
          <w:szCs w:val="28"/>
        </w:rPr>
        <w:t>. Затвердити проект землеустрою що</w:t>
      </w:r>
      <w:r>
        <w:rPr>
          <w:sz w:val="28"/>
          <w:szCs w:val="28"/>
        </w:rPr>
        <w:t xml:space="preserve">до відведення земельної ділянки у власність гр. Поплавському Євгену Валерійовичу за рахунок земель запасу сільськогосподарського призначення комунальної власності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на території Валківської міської територіальної громади Богодухівського району Харківської області.</w:t>
      </w:r>
    </w:p>
    <w:p w:rsidR="00B2455C" w:rsidRPr="00FA4E96" w:rsidRDefault="00B2455C" w:rsidP="00972205">
      <w:pPr>
        <w:ind w:firstLine="567"/>
        <w:jc w:val="both"/>
        <w:rPr>
          <w:sz w:val="28"/>
          <w:szCs w:val="28"/>
        </w:rPr>
      </w:pPr>
      <w:r>
        <w:rPr>
          <w:sz w:val="28"/>
          <w:szCs w:val="28"/>
        </w:rPr>
        <w:t>224</w:t>
      </w:r>
      <w:r w:rsidRPr="00FA4E96">
        <w:rPr>
          <w:sz w:val="28"/>
          <w:szCs w:val="28"/>
        </w:rPr>
        <w:t xml:space="preserve">.1. Передати у приватну власність гр. </w:t>
      </w:r>
      <w:r>
        <w:rPr>
          <w:sz w:val="28"/>
          <w:szCs w:val="28"/>
        </w:rPr>
        <w:t xml:space="preserve">ПОПЛАВСЬКОМУ Євгену Валерійовичу </w:t>
      </w:r>
      <w:r w:rsidRPr="00FA4E96">
        <w:rPr>
          <w:sz w:val="28"/>
          <w:szCs w:val="28"/>
        </w:rPr>
        <w:t>земельну ділянку кадастровий номер 63212</w:t>
      </w:r>
      <w:r>
        <w:rPr>
          <w:sz w:val="28"/>
          <w:szCs w:val="28"/>
        </w:rPr>
        <w:t>86000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0668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94731C">
      <w:pPr>
        <w:spacing w:before="240"/>
        <w:ind w:firstLine="567"/>
        <w:jc w:val="both"/>
        <w:rPr>
          <w:sz w:val="28"/>
          <w:szCs w:val="28"/>
        </w:rPr>
      </w:pPr>
      <w:r>
        <w:rPr>
          <w:sz w:val="28"/>
          <w:szCs w:val="28"/>
        </w:rPr>
        <w:t>225</w:t>
      </w:r>
      <w:r w:rsidRPr="00FA4E96">
        <w:rPr>
          <w:sz w:val="28"/>
          <w:szCs w:val="28"/>
        </w:rPr>
        <w:t>. Затвердити проект землеустрою що</w:t>
      </w:r>
      <w:r>
        <w:rPr>
          <w:sz w:val="28"/>
          <w:szCs w:val="28"/>
        </w:rPr>
        <w:t xml:space="preserve">до відведення земельної ділянки у власність гр. Заваді Любові Борисівні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94731C">
      <w:pPr>
        <w:ind w:firstLine="567"/>
        <w:jc w:val="both"/>
        <w:rPr>
          <w:sz w:val="28"/>
          <w:szCs w:val="28"/>
        </w:rPr>
      </w:pPr>
      <w:r>
        <w:rPr>
          <w:sz w:val="28"/>
          <w:szCs w:val="28"/>
        </w:rPr>
        <w:t>225</w:t>
      </w:r>
      <w:r w:rsidRPr="00FA4E96">
        <w:rPr>
          <w:sz w:val="28"/>
          <w:szCs w:val="28"/>
        </w:rPr>
        <w:t xml:space="preserve">.1. Передати у приватну власність гр. </w:t>
      </w:r>
      <w:r>
        <w:rPr>
          <w:sz w:val="28"/>
          <w:szCs w:val="28"/>
        </w:rPr>
        <w:t xml:space="preserve">ЗАВАДІ Любові Борисівні </w:t>
      </w:r>
      <w:r w:rsidRPr="00FA4E96">
        <w:rPr>
          <w:sz w:val="28"/>
          <w:szCs w:val="28"/>
        </w:rPr>
        <w:t>земельну ділянку кадастровий номер 63212</w:t>
      </w:r>
      <w:r>
        <w:rPr>
          <w:sz w:val="28"/>
          <w:szCs w:val="28"/>
        </w:rPr>
        <w:t>86000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0504 площею   0,3400 </w:t>
      </w:r>
      <w:r w:rsidRPr="00FA4E96">
        <w:rPr>
          <w:sz w:val="28"/>
          <w:szCs w:val="28"/>
        </w:rPr>
        <w:t xml:space="preserve">га, в тому числі </w:t>
      </w:r>
      <w:r>
        <w:rPr>
          <w:sz w:val="28"/>
          <w:szCs w:val="28"/>
        </w:rPr>
        <w:t xml:space="preserve">рілля площею 0,3400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A20462">
      <w:pPr>
        <w:spacing w:before="240"/>
        <w:ind w:firstLine="567"/>
        <w:jc w:val="both"/>
        <w:rPr>
          <w:sz w:val="28"/>
          <w:szCs w:val="28"/>
        </w:rPr>
      </w:pPr>
      <w:r>
        <w:rPr>
          <w:sz w:val="28"/>
          <w:szCs w:val="28"/>
        </w:rPr>
        <w:t>226</w:t>
      </w:r>
      <w:r w:rsidRPr="00FA4E96">
        <w:rPr>
          <w:sz w:val="28"/>
          <w:szCs w:val="28"/>
        </w:rPr>
        <w:t>. Затвердити проект землеустрою що</w:t>
      </w:r>
      <w:r>
        <w:rPr>
          <w:sz w:val="28"/>
          <w:szCs w:val="28"/>
        </w:rPr>
        <w:t xml:space="preserve">до відведення земельної ділянки у власність гр. Холод Інна Василівна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A20462">
      <w:pPr>
        <w:ind w:firstLine="567"/>
        <w:jc w:val="both"/>
        <w:rPr>
          <w:sz w:val="28"/>
          <w:szCs w:val="28"/>
        </w:rPr>
      </w:pPr>
      <w:r>
        <w:rPr>
          <w:sz w:val="28"/>
          <w:szCs w:val="28"/>
        </w:rPr>
        <w:t>226</w:t>
      </w:r>
      <w:r w:rsidRPr="00FA4E96">
        <w:rPr>
          <w:sz w:val="28"/>
          <w:szCs w:val="28"/>
        </w:rPr>
        <w:t xml:space="preserve">.1. Передати у приватну власність гр. </w:t>
      </w:r>
      <w:r>
        <w:rPr>
          <w:sz w:val="28"/>
          <w:szCs w:val="28"/>
        </w:rPr>
        <w:t xml:space="preserve">ХОЛОД Інні Василівні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1868 площею  1,2131 </w:t>
      </w:r>
      <w:r w:rsidRPr="00FA4E96">
        <w:rPr>
          <w:sz w:val="28"/>
          <w:szCs w:val="28"/>
        </w:rPr>
        <w:t xml:space="preserve">га, в тому числі </w:t>
      </w:r>
      <w:r>
        <w:rPr>
          <w:sz w:val="28"/>
          <w:szCs w:val="28"/>
        </w:rPr>
        <w:t xml:space="preserve">рілля площею 1,2131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137C75">
      <w:pPr>
        <w:spacing w:before="240"/>
        <w:ind w:firstLine="567"/>
        <w:jc w:val="both"/>
        <w:rPr>
          <w:sz w:val="28"/>
          <w:szCs w:val="28"/>
        </w:rPr>
      </w:pPr>
      <w:r>
        <w:rPr>
          <w:sz w:val="28"/>
          <w:szCs w:val="28"/>
        </w:rPr>
        <w:t>227</w:t>
      </w:r>
      <w:r w:rsidRPr="00FA4E96">
        <w:rPr>
          <w:sz w:val="28"/>
          <w:szCs w:val="28"/>
        </w:rPr>
        <w:t>. Затвердити проект землеустрою що</w:t>
      </w:r>
      <w:r>
        <w:rPr>
          <w:sz w:val="28"/>
          <w:szCs w:val="28"/>
        </w:rPr>
        <w:t xml:space="preserve">до відведення земельної ділянки у власність гр. Клименко Валентині Василівні </w:t>
      </w:r>
      <w:r w:rsidRPr="00FA4E96">
        <w:rPr>
          <w:sz w:val="28"/>
          <w:szCs w:val="28"/>
        </w:rPr>
        <w:t>для ведення особистого селянського господарства</w:t>
      </w:r>
      <w:r>
        <w:rPr>
          <w:sz w:val="28"/>
          <w:szCs w:val="28"/>
        </w:rPr>
        <w:t>,</w:t>
      </w:r>
      <w:r w:rsidRPr="00137C75">
        <w:rPr>
          <w:sz w:val="28"/>
          <w:szCs w:val="28"/>
        </w:rPr>
        <w:t xml:space="preserve"> </w:t>
      </w:r>
      <w:r w:rsidRPr="00FA4E96">
        <w:rPr>
          <w:sz w:val="28"/>
          <w:szCs w:val="28"/>
        </w:rPr>
        <w:t xml:space="preserve">(код </w:t>
      </w:r>
      <w:r>
        <w:rPr>
          <w:sz w:val="28"/>
          <w:szCs w:val="28"/>
        </w:rPr>
        <w:t>згідно КВЦПЗ – секція А</w:t>
      </w:r>
      <w:r w:rsidRPr="00FA4E96">
        <w:rPr>
          <w:sz w:val="28"/>
          <w:szCs w:val="28"/>
        </w:rPr>
        <w:t xml:space="preserve"> - 01.03), </w:t>
      </w:r>
      <w:r>
        <w:rPr>
          <w:sz w:val="28"/>
          <w:szCs w:val="28"/>
        </w:rPr>
        <w:t xml:space="preserve">яка розташована в с. Сніжків, вул. Надії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137C75">
      <w:pPr>
        <w:ind w:firstLine="567"/>
        <w:jc w:val="both"/>
        <w:rPr>
          <w:sz w:val="28"/>
          <w:szCs w:val="28"/>
        </w:rPr>
      </w:pPr>
      <w:r>
        <w:rPr>
          <w:sz w:val="28"/>
          <w:szCs w:val="28"/>
        </w:rPr>
        <w:t>227</w:t>
      </w:r>
      <w:r w:rsidRPr="00FA4E96">
        <w:rPr>
          <w:sz w:val="28"/>
          <w:szCs w:val="28"/>
        </w:rPr>
        <w:t xml:space="preserve">.1. Передати у приватну власність гр. </w:t>
      </w:r>
      <w:r>
        <w:rPr>
          <w:sz w:val="28"/>
          <w:szCs w:val="28"/>
        </w:rPr>
        <w:t xml:space="preserve">КЛИМЕНКО Валентині Василівні </w:t>
      </w:r>
      <w:r w:rsidRPr="00FA4E96">
        <w:rPr>
          <w:sz w:val="28"/>
          <w:szCs w:val="28"/>
        </w:rPr>
        <w:t>земельну ділянку кадастровий номер 63212</w:t>
      </w:r>
      <w:r>
        <w:rPr>
          <w:sz w:val="28"/>
          <w:szCs w:val="28"/>
        </w:rPr>
        <w:t>87501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0517 площею 1,0459 </w:t>
      </w:r>
      <w:r w:rsidRPr="00FA4E96">
        <w:rPr>
          <w:sz w:val="28"/>
          <w:szCs w:val="28"/>
        </w:rPr>
        <w:t xml:space="preserve">га, в тому числі </w:t>
      </w:r>
      <w:r>
        <w:rPr>
          <w:sz w:val="28"/>
          <w:szCs w:val="28"/>
        </w:rPr>
        <w:t xml:space="preserve">рілля площею 1,0459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Надії, с. Сніжків, </w:t>
      </w:r>
      <w:r w:rsidRPr="00FA4E96">
        <w:rPr>
          <w:sz w:val="28"/>
          <w:szCs w:val="28"/>
        </w:rPr>
        <w:t>Богодухівський район, Харківська область.</w:t>
      </w:r>
    </w:p>
    <w:p w:rsidR="00B2455C" w:rsidRPr="00FA4E96" w:rsidRDefault="00B2455C" w:rsidP="00D07C35">
      <w:pPr>
        <w:spacing w:before="240"/>
        <w:ind w:firstLine="567"/>
        <w:jc w:val="both"/>
        <w:rPr>
          <w:sz w:val="28"/>
          <w:szCs w:val="28"/>
        </w:rPr>
      </w:pPr>
      <w:r>
        <w:rPr>
          <w:sz w:val="28"/>
          <w:szCs w:val="28"/>
        </w:rPr>
        <w:t>228</w:t>
      </w:r>
      <w:r w:rsidRPr="00FA4E96">
        <w:rPr>
          <w:sz w:val="28"/>
          <w:szCs w:val="28"/>
        </w:rPr>
        <w:t>. Затвердити проект землеустрою що</w:t>
      </w:r>
      <w:r>
        <w:rPr>
          <w:sz w:val="28"/>
          <w:szCs w:val="28"/>
        </w:rPr>
        <w:t xml:space="preserve">до відведення земельної ділянки у власність гр. Гиска Михайлу Петровичу </w:t>
      </w:r>
      <w:r w:rsidRPr="00FA4E96">
        <w:rPr>
          <w:sz w:val="28"/>
          <w:szCs w:val="28"/>
        </w:rPr>
        <w:t>для ведення особистого селянського господарства</w:t>
      </w:r>
      <w:r>
        <w:rPr>
          <w:sz w:val="28"/>
          <w:szCs w:val="28"/>
        </w:rPr>
        <w:t>,</w:t>
      </w:r>
      <w:r w:rsidRPr="00137C75">
        <w:rPr>
          <w:sz w:val="28"/>
          <w:szCs w:val="28"/>
        </w:rPr>
        <w:t xml:space="preserve"> </w:t>
      </w:r>
      <w:r w:rsidRPr="00FA4E96">
        <w:rPr>
          <w:sz w:val="28"/>
          <w:szCs w:val="28"/>
        </w:rPr>
        <w:t xml:space="preserve">(код </w:t>
      </w:r>
      <w:r>
        <w:rPr>
          <w:sz w:val="28"/>
          <w:szCs w:val="28"/>
        </w:rPr>
        <w:t>згідно КВЦПЗ – секція А</w:t>
      </w:r>
      <w:r w:rsidRPr="00FA4E96">
        <w:rPr>
          <w:sz w:val="28"/>
          <w:szCs w:val="28"/>
        </w:rPr>
        <w:t xml:space="preserve"> - 01.03), </w:t>
      </w:r>
      <w:r>
        <w:rPr>
          <w:sz w:val="28"/>
          <w:szCs w:val="28"/>
        </w:rPr>
        <w:t xml:space="preserve">яка розташована в с. Сніжків, вул. Селянська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137C75">
      <w:pPr>
        <w:ind w:firstLine="567"/>
        <w:jc w:val="both"/>
        <w:rPr>
          <w:sz w:val="28"/>
          <w:szCs w:val="28"/>
        </w:rPr>
      </w:pPr>
      <w:r>
        <w:rPr>
          <w:sz w:val="28"/>
          <w:szCs w:val="28"/>
        </w:rPr>
        <w:t>228</w:t>
      </w:r>
      <w:r w:rsidRPr="00FA4E96">
        <w:rPr>
          <w:sz w:val="28"/>
          <w:szCs w:val="28"/>
        </w:rPr>
        <w:t xml:space="preserve">.1. Передати у приватну власність гр. </w:t>
      </w:r>
      <w:r>
        <w:rPr>
          <w:sz w:val="28"/>
          <w:szCs w:val="28"/>
        </w:rPr>
        <w:t xml:space="preserve">ГИСЦІ Михайлу Петровичу </w:t>
      </w:r>
      <w:r w:rsidRPr="00FA4E96">
        <w:rPr>
          <w:sz w:val="28"/>
          <w:szCs w:val="28"/>
        </w:rPr>
        <w:t>земельну ділянку кадастровий номер 63212</w:t>
      </w:r>
      <w:r>
        <w:rPr>
          <w:sz w:val="28"/>
          <w:szCs w:val="28"/>
        </w:rPr>
        <w:t>87501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0514 площею              0,1500 </w:t>
      </w:r>
      <w:r w:rsidRPr="00FA4E96">
        <w:rPr>
          <w:sz w:val="28"/>
          <w:szCs w:val="28"/>
        </w:rPr>
        <w:t xml:space="preserve">га, в тому числі </w:t>
      </w:r>
      <w:r>
        <w:rPr>
          <w:sz w:val="28"/>
          <w:szCs w:val="28"/>
        </w:rPr>
        <w:t xml:space="preserve">рілля площею 0,1500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w:t>
      </w:r>
      <w:r w:rsidRPr="00FA4E96">
        <w:rPr>
          <w:sz w:val="28"/>
          <w:szCs w:val="28"/>
        </w:rPr>
        <w:t xml:space="preserve"> </w:t>
      </w:r>
      <w:r>
        <w:rPr>
          <w:sz w:val="28"/>
          <w:szCs w:val="28"/>
        </w:rPr>
        <w:t xml:space="preserve">вул. Селянська, с. Сніжків, </w:t>
      </w:r>
      <w:r w:rsidRPr="00FA4E96">
        <w:rPr>
          <w:sz w:val="28"/>
          <w:szCs w:val="28"/>
        </w:rPr>
        <w:t>Богодухівський район, Харківська область.</w:t>
      </w:r>
    </w:p>
    <w:p w:rsidR="00B2455C" w:rsidRPr="00FA4E96" w:rsidRDefault="00B2455C" w:rsidP="00D07C35">
      <w:pPr>
        <w:spacing w:before="240"/>
        <w:ind w:firstLine="567"/>
        <w:jc w:val="both"/>
        <w:rPr>
          <w:sz w:val="28"/>
          <w:szCs w:val="28"/>
        </w:rPr>
      </w:pPr>
      <w:r>
        <w:rPr>
          <w:sz w:val="28"/>
          <w:szCs w:val="28"/>
        </w:rPr>
        <w:t>229</w:t>
      </w:r>
      <w:r w:rsidRPr="00FA4E96">
        <w:rPr>
          <w:sz w:val="28"/>
          <w:szCs w:val="28"/>
        </w:rPr>
        <w:t>. Затвердити проект землеустрою що</w:t>
      </w:r>
      <w:r>
        <w:rPr>
          <w:sz w:val="28"/>
          <w:szCs w:val="28"/>
        </w:rPr>
        <w:t xml:space="preserve">до відведення земельної ділянки у власність гр. Новіковій Тетяні Іванівні </w:t>
      </w:r>
      <w:r w:rsidRPr="00FA4E96">
        <w:rPr>
          <w:sz w:val="28"/>
          <w:szCs w:val="28"/>
        </w:rPr>
        <w:t>для ведення особистого селянського господарства</w:t>
      </w:r>
      <w:r>
        <w:rPr>
          <w:sz w:val="28"/>
          <w:szCs w:val="28"/>
        </w:rPr>
        <w:t>,</w:t>
      </w:r>
      <w:r w:rsidRPr="00137C75">
        <w:rPr>
          <w:sz w:val="28"/>
          <w:szCs w:val="28"/>
        </w:rPr>
        <w:t xml:space="preserve"> </w:t>
      </w:r>
      <w:r w:rsidRPr="00FA4E96">
        <w:rPr>
          <w:sz w:val="28"/>
          <w:szCs w:val="28"/>
        </w:rPr>
        <w:t xml:space="preserve">код </w:t>
      </w:r>
      <w:r>
        <w:rPr>
          <w:sz w:val="28"/>
          <w:szCs w:val="28"/>
        </w:rPr>
        <w:t xml:space="preserve">згідно КВЦПЗ - 01.03 в с. Заміське, вул. Центральна, 1 </w:t>
      </w:r>
      <w:r w:rsidRPr="00FA4E96">
        <w:rPr>
          <w:sz w:val="28"/>
          <w:szCs w:val="28"/>
        </w:rPr>
        <w:t xml:space="preserve">на території Валківської міської </w:t>
      </w:r>
      <w:r>
        <w:rPr>
          <w:sz w:val="28"/>
          <w:szCs w:val="28"/>
        </w:rPr>
        <w:t>р</w:t>
      </w:r>
      <w:r w:rsidRPr="00FA4E96">
        <w:rPr>
          <w:sz w:val="28"/>
          <w:szCs w:val="28"/>
        </w:rPr>
        <w:t xml:space="preserve">ади </w:t>
      </w:r>
      <w:r>
        <w:rPr>
          <w:sz w:val="28"/>
          <w:szCs w:val="28"/>
        </w:rPr>
        <w:t xml:space="preserve">(колишня Заміська сільська рада) </w:t>
      </w:r>
      <w:r w:rsidRPr="00FA4E96">
        <w:rPr>
          <w:sz w:val="28"/>
          <w:szCs w:val="28"/>
        </w:rPr>
        <w:t xml:space="preserve">Богодухівського району </w:t>
      </w:r>
      <w:r>
        <w:rPr>
          <w:sz w:val="28"/>
          <w:szCs w:val="28"/>
        </w:rPr>
        <w:t xml:space="preserve">(колишній Валківський район) </w:t>
      </w:r>
      <w:r w:rsidRPr="00FA4E96">
        <w:rPr>
          <w:sz w:val="28"/>
          <w:szCs w:val="28"/>
        </w:rPr>
        <w:t>Харківської області.</w:t>
      </w:r>
    </w:p>
    <w:p w:rsidR="00B2455C" w:rsidRPr="00FA4E96" w:rsidRDefault="00B2455C" w:rsidP="00D07C35">
      <w:pPr>
        <w:ind w:firstLine="567"/>
        <w:jc w:val="both"/>
        <w:rPr>
          <w:sz w:val="28"/>
          <w:szCs w:val="28"/>
        </w:rPr>
      </w:pPr>
      <w:r>
        <w:rPr>
          <w:sz w:val="28"/>
          <w:szCs w:val="28"/>
        </w:rPr>
        <w:t>229</w:t>
      </w:r>
      <w:r w:rsidRPr="00FA4E96">
        <w:rPr>
          <w:sz w:val="28"/>
          <w:szCs w:val="28"/>
        </w:rPr>
        <w:t xml:space="preserve">.1. Передати у приватну власність гр. </w:t>
      </w:r>
      <w:r>
        <w:rPr>
          <w:sz w:val="28"/>
          <w:szCs w:val="28"/>
        </w:rPr>
        <w:t xml:space="preserve">НОВІКОВІЙ Тетяні Іванівні </w:t>
      </w:r>
      <w:r w:rsidRPr="00FA4E96">
        <w:rPr>
          <w:sz w:val="28"/>
          <w:szCs w:val="28"/>
        </w:rPr>
        <w:t>земельну ділянку кадастровий номер 63212</w:t>
      </w:r>
      <w:r>
        <w:rPr>
          <w:sz w:val="28"/>
          <w:szCs w:val="28"/>
        </w:rPr>
        <w:t>87501</w:t>
      </w:r>
      <w:r w:rsidRPr="00FA4E96">
        <w:rPr>
          <w:sz w:val="28"/>
          <w:szCs w:val="28"/>
        </w:rPr>
        <w:t>:0</w:t>
      </w:r>
      <w:r>
        <w:rPr>
          <w:sz w:val="28"/>
          <w:szCs w:val="28"/>
        </w:rPr>
        <w:t>0</w:t>
      </w:r>
      <w:r w:rsidRPr="00FA4E96">
        <w:rPr>
          <w:sz w:val="28"/>
          <w:szCs w:val="28"/>
        </w:rPr>
        <w:t>:00</w:t>
      </w:r>
      <w:r>
        <w:rPr>
          <w:sz w:val="28"/>
          <w:szCs w:val="28"/>
        </w:rPr>
        <w:t>2</w:t>
      </w:r>
      <w:r w:rsidRPr="00FA4E96">
        <w:rPr>
          <w:sz w:val="28"/>
          <w:szCs w:val="28"/>
        </w:rPr>
        <w:t>:</w:t>
      </w:r>
      <w:r>
        <w:rPr>
          <w:sz w:val="28"/>
          <w:szCs w:val="28"/>
        </w:rPr>
        <w:t xml:space="preserve">0121 площею 0,5000 </w:t>
      </w:r>
      <w:r w:rsidRPr="00FA4E96">
        <w:rPr>
          <w:sz w:val="28"/>
          <w:szCs w:val="28"/>
        </w:rPr>
        <w:t xml:space="preserve">га, в тому числі </w:t>
      </w:r>
      <w:r>
        <w:rPr>
          <w:sz w:val="28"/>
          <w:szCs w:val="28"/>
        </w:rPr>
        <w:t xml:space="preserve">рілля площею 0,5000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Центральна, 1, с. Заміське, </w:t>
      </w:r>
      <w:r w:rsidRPr="00FA4E96">
        <w:rPr>
          <w:sz w:val="28"/>
          <w:szCs w:val="28"/>
        </w:rPr>
        <w:t>Богодухівський район, Харківська область.</w:t>
      </w:r>
    </w:p>
    <w:p w:rsidR="00B2455C" w:rsidRPr="00FA4E96" w:rsidRDefault="00B2455C" w:rsidP="00D97C2D">
      <w:pPr>
        <w:spacing w:before="240"/>
        <w:ind w:firstLine="567"/>
        <w:jc w:val="both"/>
        <w:rPr>
          <w:sz w:val="28"/>
          <w:szCs w:val="28"/>
        </w:rPr>
      </w:pPr>
      <w:r>
        <w:rPr>
          <w:sz w:val="28"/>
          <w:szCs w:val="28"/>
        </w:rPr>
        <w:t>230</w:t>
      </w:r>
      <w:r w:rsidRPr="00FA4E96">
        <w:rPr>
          <w:sz w:val="28"/>
          <w:szCs w:val="28"/>
        </w:rPr>
        <w:t>. Затвердити проект землеустрою що</w:t>
      </w:r>
      <w:r>
        <w:rPr>
          <w:sz w:val="28"/>
          <w:szCs w:val="28"/>
        </w:rPr>
        <w:t xml:space="preserve">до відведення земельної ділянки у власність гр. Микитченко Оксані Володимирівні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 xml:space="preserve">ади </w:t>
      </w:r>
      <w:r>
        <w:rPr>
          <w:sz w:val="28"/>
          <w:szCs w:val="28"/>
        </w:rPr>
        <w:t xml:space="preserve">Богодухівського району </w:t>
      </w:r>
      <w:r w:rsidRPr="00FA4E96">
        <w:rPr>
          <w:sz w:val="28"/>
          <w:szCs w:val="28"/>
        </w:rPr>
        <w:t>Харківської області.</w:t>
      </w:r>
    </w:p>
    <w:p w:rsidR="00B2455C" w:rsidRPr="00FA4E96" w:rsidRDefault="00B2455C" w:rsidP="00D97C2D">
      <w:pPr>
        <w:ind w:firstLine="567"/>
        <w:jc w:val="both"/>
        <w:rPr>
          <w:sz w:val="28"/>
          <w:szCs w:val="28"/>
        </w:rPr>
      </w:pPr>
      <w:r>
        <w:rPr>
          <w:sz w:val="28"/>
          <w:szCs w:val="28"/>
        </w:rPr>
        <w:t>230</w:t>
      </w:r>
      <w:r w:rsidRPr="00FA4E96">
        <w:rPr>
          <w:sz w:val="28"/>
          <w:szCs w:val="28"/>
        </w:rPr>
        <w:t xml:space="preserve">.1. Передати у приватну власність гр. </w:t>
      </w:r>
      <w:r>
        <w:rPr>
          <w:sz w:val="28"/>
          <w:szCs w:val="28"/>
        </w:rPr>
        <w:t xml:space="preserve">МИКИТЧЕНКО Оксані Володимирівні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1233 площею 1,3323 </w:t>
      </w:r>
      <w:r w:rsidRPr="00FA4E96">
        <w:rPr>
          <w:sz w:val="28"/>
          <w:szCs w:val="28"/>
        </w:rPr>
        <w:t xml:space="preserve">га, в тому числі </w:t>
      </w:r>
      <w:r>
        <w:rPr>
          <w:sz w:val="28"/>
          <w:szCs w:val="28"/>
        </w:rPr>
        <w:t xml:space="preserve">рілля площею 1,3323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B2455C" w:rsidRPr="00FA4E96" w:rsidRDefault="00B2455C" w:rsidP="00D97C2D">
      <w:pPr>
        <w:spacing w:before="240"/>
        <w:ind w:firstLine="567"/>
        <w:jc w:val="both"/>
        <w:rPr>
          <w:sz w:val="28"/>
          <w:szCs w:val="28"/>
        </w:rPr>
      </w:pPr>
      <w:r>
        <w:rPr>
          <w:sz w:val="28"/>
          <w:szCs w:val="28"/>
        </w:rPr>
        <w:t>231</w:t>
      </w:r>
      <w:r w:rsidRPr="00FA4E96">
        <w:rPr>
          <w:sz w:val="28"/>
          <w:szCs w:val="28"/>
        </w:rPr>
        <w:t>. Затвердити проект землеустрою що</w:t>
      </w:r>
      <w:r>
        <w:rPr>
          <w:sz w:val="28"/>
          <w:szCs w:val="28"/>
        </w:rPr>
        <w:t xml:space="preserve">до відведення земельної ділянки у власність гр. Гарбуз Євгенії Володимирівни </w:t>
      </w:r>
      <w:r w:rsidRPr="00FA4E96">
        <w:rPr>
          <w:sz w:val="28"/>
          <w:szCs w:val="28"/>
        </w:rPr>
        <w:t>для ведення особистого селянського господарства</w:t>
      </w:r>
      <w:r>
        <w:rPr>
          <w:sz w:val="28"/>
          <w:szCs w:val="28"/>
        </w:rPr>
        <w:t xml:space="preserve">, розташованої в с. Сніжків, по вул. Абрикосовій в кінці домоволодіння №25 Богодухівського району </w:t>
      </w:r>
      <w:r w:rsidRPr="00FA4E96">
        <w:rPr>
          <w:sz w:val="28"/>
          <w:szCs w:val="28"/>
        </w:rPr>
        <w:t>Харківської області.</w:t>
      </w:r>
    </w:p>
    <w:p w:rsidR="00B2455C" w:rsidRPr="00FA4E96" w:rsidRDefault="00B2455C" w:rsidP="00556044">
      <w:pPr>
        <w:ind w:firstLine="567"/>
        <w:jc w:val="both"/>
        <w:rPr>
          <w:sz w:val="28"/>
          <w:szCs w:val="28"/>
        </w:rPr>
      </w:pPr>
      <w:r>
        <w:rPr>
          <w:sz w:val="28"/>
          <w:szCs w:val="28"/>
        </w:rPr>
        <w:t>231</w:t>
      </w:r>
      <w:r w:rsidRPr="00FA4E96">
        <w:rPr>
          <w:sz w:val="28"/>
          <w:szCs w:val="28"/>
        </w:rPr>
        <w:t xml:space="preserve">.1. Передати у приватну власність гр. </w:t>
      </w:r>
      <w:r>
        <w:rPr>
          <w:sz w:val="28"/>
          <w:szCs w:val="28"/>
        </w:rPr>
        <w:t xml:space="preserve">ГАРБУЗ Євгенії Володимирівні </w:t>
      </w:r>
      <w:r w:rsidRPr="00FA4E96">
        <w:rPr>
          <w:sz w:val="28"/>
          <w:szCs w:val="28"/>
        </w:rPr>
        <w:t>земельну ділянку кадастровий номер 63212</w:t>
      </w:r>
      <w:r>
        <w:rPr>
          <w:sz w:val="28"/>
          <w:szCs w:val="28"/>
        </w:rPr>
        <w:t>87501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0504 площею      0,1700 </w:t>
      </w:r>
      <w:r w:rsidRPr="00FA4E96">
        <w:rPr>
          <w:sz w:val="28"/>
          <w:szCs w:val="28"/>
        </w:rPr>
        <w:t xml:space="preserve">га, в тому числі </w:t>
      </w:r>
      <w:r>
        <w:rPr>
          <w:sz w:val="28"/>
          <w:szCs w:val="28"/>
        </w:rPr>
        <w:t xml:space="preserve">рілля площею 0,1700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w:t>
      </w:r>
      <w:r w:rsidRPr="00FA4E96">
        <w:rPr>
          <w:sz w:val="28"/>
          <w:szCs w:val="28"/>
        </w:rPr>
        <w:t xml:space="preserve"> </w:t>
      </w:r>
      <w:r>
        <w:rPr>
          <w:sz w:val="28"/>
          <w:szCs w:val="28"/>
        </w:rPr>
        <w:t xml:space="preserve">вул. Абрикосова, с. Сніжків, </w:t>
      </w:r>
      <w:r w:rsidRPr="00FA4E96">
        <w:rPr>
          <w:sz w:val="28"/>
          <w:szCs w:val="28"/>
        </w:rPr>
        <w:t>Богодухівський район, Харківська область.</w:t>
      </w:r>
    </w:p>
    <w:p w:rsidR="00B2455C" w:rsidRPr="00FA4E96" w:rsidRDefault="00B2455C" w:rsidP="001C0246">
      <w:pPr>
        <w:spacing w:before="240"/>
        <w:ind w:firstLine="567"/>
        <w:jc w:val="both"/>
        <w:rPr>
          <w:sz w:val="28"/>
          <w:szCs w:val="28"/>
        </w:rPr>
      </w:pPr>
      <w:r>
        <w:rPr>
          <w:sz w:val="28"/>
          <w:szCs w:val="28"/>
        </w:rPr>
        <w:t>232</w:t>
      </w:r>
      <w:r w:rsidRPr="00FA4E96">
        <w:rPr>
          <w:sz w:val="28"/>
          <w:szCs w:val="28"/>
        </w:rPr>
        <w:t>. Затвердити проект землеустрою що</w:t>
      </w:r>
      <w:r>
        <w:rPr>
          <w:sz w:val="28"/>
          <w:szCs w:val="28"/>
        </w:rPr>
        <w:t xml:space="preserve">до відведення земельної ділянки у власність гр. Філоненко Любові Михайлівні </w:t>
      </w:r>
      <w:r w:rsidRPr="00FA4E96">
        <w:rPr>
          <w:sz w:val="28"/>
          <w:szCs w:val="28"/>
        </w:rPr>
        <w:t>для ведення особистого селянського господарства</w:t>
      </w:r>
      <w:r>
        <w:rPr>
          <w:sz w:val="28"/>
          <w:szCs w:val="28"/>
        </w:rPr>
        <w:t xml:space="preserve">, яка розташована в с. Очеретове, вул. 8-го Березня, 8 на території </w:t>
      </w:r>
      <w:r w:rsidRPr="00FA4E96">
        <w:rPr>
          <w:sz w:val="28"/>
          <w:szCs w:val="28"/>
        </w:rPr>
        <w:t xml:space="preserve">Валківської міської </w:t>
      </w:r>
      <w:r>
        <w:rPr>
          <w:sz w:val="28"/>
          <w:szCs w:val="28"/>
        </w:rPr>
        <w:t>р</w:t>
      </w:r>
      <w:r w:rsidRPr="00FA4E96">
        <w:rPr>
          <w:sz w:val="28"/>
          <w:szCs w:val="28"/>
        </w:rPr>
        <w:t>ади</w:t>
      </w:r>
      <w:r>
        <w:rPr>
          <w:sz w:val="28"/>
          <w:szCs w:val="28"/>
        </w:rPr>
        <w:t xml:space="preserve"> Богодухівського району </w:t>
      </w:r>
      <w:r w:rsidRPr="00FA4E96">
        <w:rPr>
          <w:sz w:val="28"/>
          <w:szCs w:val="28"/>
        </w:rPr>
        <w:t>Харківської області.</w:t>
      </w:r>
    </w:p>
    <w:p w:rsidR="00B2455C" w:rsidRPr="00FA4E96" w:rsidRDefault="00B2455C" w:rsidP="001C0246">
      <w:pPr>
        <w:ind w:firstLine="567"/>
        <w:jc w:val="both"/>
        <w:rPr>
          <w:sz w:val="28"/>
          <w:szCs w:val="28"/>
        </w:rPr>
      </w:pPr>
      <w:r>
        <w:rPr>
          <w:sz w:val="28"/>
          <w:szCs w:val="28"/>
        </w:rPr>
        <w:t>232</w:t>
      </w:r>
      <w:r w:rsidRPr="00FA4E96">
        <w:rPr>
          <w:sz w:val="28"/>
          <w:szCs w:val="28"/>
        </w:rPr>
        <w:t xml:space="preserve">.1. Передати у приватну власність гр. </w:t>
      </w:r>
      <w:r>
        <w:rPr>
          <w:sz w:val="28"/>
          <w:szCs w:val="28"/>
        </w:rPr>
        <w:t xml:space="preserve">ФІЛОНЕНКО Любові Михайлівні </w:t>
      </w:r>
      <w:r w:rsidRPr="00FA4E96">
        <w:rPr>
          <w:sz w:val="28"/>
          <w:szCs w:val="28"/>
        </w:rPr>
        <w:t>земельну ділянку кадастровий номер 63212</w:t>
      </w:r>
      <w:r>
        <w:rPr>
          <w:sz w:val="28"/>
          <w:szCs w:val="28"/>
        </w:rPr>
        <w:t>87005</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0068 площею 0,2583 </w:t>
      </w:r>
      <w:r w:rsidRPr="00FA4E96">
        <w:rPr>
          <w:sz w:val="28"/>
          <w:szCs w:val="28"/>
        </w:rPr>
        <w:t xml:space="preserve">га, в тому числі </w:t>
      </w:r>
      <w:r>
        <w:rPr>
          <w:sz w:val="28"/>
          <w:szCs w:val="28"/>
        </w:rPr>
        <w:t xml:space="preserve">рілля площею 0,2583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8-го Березня, 8, с. Очеретове, </w:t>
      </w:r>
      <w:r w:rsidRPr="00FA4E96">
        <w:rPr>
          <w:sz w:val="28"/>
          <w:szCs w:val="28"/>
        </w:rPr>
        <w:t>Богодухівський район, Харківська область.</w:t>
      </w:r>
    </w:p>
    <w:p w:rsidR="00B2455C" w:rsidRPr="00FA4E96" w:rsidRDefault="00B2455C" w:rsidP="00B74196">
      <w:pPr>
        <w:spacing w:before="240"/>
        <w:ind w:firstLine="567"/>
        <w:jc w:val="both"/>
        <w:rPr>
          <w:sz w:val="28"/>
          <w:szCs w:val="28"/>
        </w:rPr>
      </w:pPr>
      <w:r>
        <w:rPr>
          <w:sz w:val="28"/>
          <w:szCs w:val="28"/>
        </w:rPr>
        <w:t>233</w:t>
      </w:r>
      <w:r w:rsidRPr="00FA4E96">
        <w:rPr>
          <w:sz w:val="28"/>
          <w:szCs w:val="28"/>
        </w:rPr>
        <w:t>. Затвердити проект землеустрою що</w:t>
      </w:r>
      <w:r>
        <w:rPr>
          <w:sz w:val="28"/>
          <w:szCs w:val="28"/>
        </w:rPr>
        <w:t xml:space="preserve">до відведення земельної ділянки гр. Толокнєєву Сергію Артуровичу </w:t>
      </w:r>
      <w:r w:rsidRPr="00FA4E96">
        <w:rPr>
          <w:sz w:val="28"/>
          <w:szCs w:val="28"/>
        </w:rPr>
        <w:t>для ведення особистого селянського господарства</w:t>
      </w:r>
      <w:r>
        <w:rPr>
          <w:sz w:val="28"/>
          <w:szCs w:val="28"/>
        </w:rPr>
        <w:t xml:space="preserve">, </w:t>
      </w:r>
      <w:r w:rsidRPr="00FA4E96">
        <w:rPr>
          <w:sz w:val="28"/>
          <w:szCs w:val="28"/>
        </w:rPr>
        <w:t xml:space="preserve">код </w:t>
      </w:r>
      <w:r>
        <w:rPr>
          <w:sz w:val="28"/>
          <w:szCs w:val="28"/>
        </w:rPr>
        <w:t>згідно КВЦПЗ</w:t>
      </w:r>
      <w:r w:rsidRPr="00FA4E96">
        <w:rPr>
          <w:sz w:val="28"/>
          <w:szCs w:val="28"/>
        </w:rPr>
        <w:t xml:space="preserve"> - 01.03</w:t>
      </w:r>
      <w:r>
        <w:rPr>
          <w:sz w:val="28"/>
          <w:szCs w:val="28"/>
        </w:rPr>
        <w:t xml:space="preserve"> розташованої за адресою:                  с. Рудий Байрак на території </w:t>
      </w:r>
      <w:r w:rsidRPr="00FA4E96">
        <w:rPr>
          <w:sz w:val="28"/>
          <w:szCs w:val="28"/>
        </w:rPr>
        <w:t xml:space="preserve">Валківської міської </w:t>
      </w:r>
      <w:r>
        <w:rPr>
          <w:sz w:val="28"/>
          <w:szCs w:val="28"/>
        </w:rPr>
        <w:t>р</w:t>
      </w:r>
      <w:r w:rsidRPr="00FA4E96">
        <w:rPr>
          <w:sz w:val="28"/>
          <w:szCs w:val="28"/>
        </w:rPr>
        <w:t>ади</w:t>
      </w:r>
      <w:r>
        <w:rPr>
          <w:sz w:val="28"/>
          <w:szCs w:val="28"/>
        </w:rPr>
        <w:t xml:space="preserve"> Богодухівського району </w:t>
      </w:r>
      <w:r w:rsidRPr="00FA4E96">
        <w:rPr>
          <w:sz w:val="28"/>
          <w:szCs w:val="28"/>
        </w:rPr>
        <w:t>Харківської області.</w:t>
      </w:r>
    </w:p>
    <w:p w:rsidR="00B2455C" w:rsidRPr="00FA4E96" w:rsidRDefault="00B2455C" w:rsidP="00B74196">
      <w:pPr>
        <w:ind w:firstLine="567"/>
        <w:jc w:val="both"/>
        <w:rPr>
          <w:sz w:val="28"/>
          <w:szCs w:val="28"/>
        </w:rPr>
      </w:pPr>
      <w:r>
        <w:rPr>
          <w:sz w:val="28"/>
          <w:szCs w:val="28"/>
        </w:rPr>
        <w:t>233</w:t>
      </w:r>
      <w:r w:rsidRPr="00FA4E96">
        <w:rPr>
          <w:sz w:val="28"/>
          <w:szCs w:val="28"/>
        </w:rPr>
        <w:t xml:space="preserve">.1. Передати у приватну власність гр. </w:t>
      </w:r>
      <w:r>
        <w:rPr>
          <w:sz w:val="28"/>
          <w:szCs w:val="28"/>
        </w:rPr>
        <w:t xml:space="preserve">ТОЛОКНЄЄВУ Сергію Артуровичу </w:t>
      </w:r>
      <w:r w:rsidRPr="00FA4E96">
        <w:rPr>
          <w:sz w:val="28"/>
          <w:szCs w:val="28"/>
        </w:rPr>
        <w:t>земельну ділянку кадастровий номер 63212</w:t>
      </w:r>
      <w:r>
        <w:rPr>
          <w:sz w:val="28"/>
          <w:szCs w:val="28"/>
        </w:rPr>
        <w:t>82508</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0036 площею 2,0000 </w:t>
      </w:r>
      <w:r w:rsidRPr="00FA4E96">
        <w:rPr>
          <w:sz w:val="28"/>
          <w:szCs w:val="28"/>
        </w:rPr>
        <w:t xml:space="preserve">га, в тому числі </w:t>
      </w:r>
      <w:r>
        <w:rPr>
          <w:sz w:val="28"/>
          <w:szCs w:val="28"/>
        </w:rPr>
        <w:t xml:space="preserve">рілля площею 1,1189 </w:t>
      </w:r>
      <w:r w:rsidRPr="00FA4E96">
        <w:rPr>
          <w:sz w:val="28"/>
          <w:szCs w:val="28"/>
        </w:rPr>
        <w:t>га</w:t>
      </w:r>
      <w:r>
        <w:rPr>
          <w:sz w:val="28"/>
          <w:szCs w:val="28"/>
        </w:rPr>
        <w:t xml:space="preserve"> та пасовища площею 0,8811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Рудий Байрак, </w:t>
      </w:r>
      <w:r w:rsidRPr="00FA4E96">
        <w:rPr>
          <w:sz w:val="28"/>
          <w:szCs w:val="28"/>
        </w:rPr>
        <w:t>Богодухівський район, Харківська область.</w:t>
      </w:r>
    </w:p>
    <w:p w:rsidR="00B2455C" w:rsidRPr="00FA4E96" w:rsidRDefault="00B2455C" w:rsidP="00EC16D4">
      <w:pPr>
        <w:spacing w:before="240"/>
        <w:ind w:firstLine="567"/>
        <w:jc w:val="both"/>
        <w:rPr>
          <w:sz w:val="28"/>
          <w:szCs w:val="28"/>
        </w:rPr>
      </w:pPr>
      <w:r>
        <w:rPr>
          <w:sz w:val="28"/>
          <w:szCs w:val="28"/>
        </w:rPr>
        <w:t>234</w:t>
      </w:r>
      <w:r w:rsidRPr="00FA4E96">
        <w:rPr>
          <w:sz w:val="28"/>
          <w:szCs w:val="28"/>
        </w:rPr>
        <w:t>. Затвердити проект землеустрою що</w:t>
      </w:r>
      <w:r>
        <w:rPr>
          <w:sz w:val="28"/>
          <w:szCs w:val="28"/>
        </w:rPr>
        <w:t xml:space="preserve">до відведення земельної ділянки у власність гр. Євдошенко Ользі Павлівні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 xml:space="preserve">код </w:t>
      </w:r>
      <w:r>
        <w:rPr>
          <w:sz w:val="28"/>
          <w:szCs w:val="28"/>
        </w:rPr>
        <w:t>згідно КВЦПЗ</w:t>
      </w:r>
      <w:r w:rsidRPr="00FA4E96">
        <w:rPr>
          <w:sz w:val="28"/>
          <w:szCs w:val="28"/>
        </w:rPr>
        <w:t xml:space="preserve"> - 01.03</w:t>
      </w:r>
      <w:r>
        <w:rPr>
          <w:sz w:val="28"/>
          <w:szCs w:val="28"/>
        </w:rPr>
        <w:t xml:space="preserve"> с. Черемушна по                   вул. Першотравневій  на території Черемушнянської сільської</w:t>
      </w:r>
      <w:r w:rsidRPr="00FA4E96">
        <w:rPr>
          <w:sz w:val="28"/>
          <w:szCs w:val="28"/>
        </w:rPr>
        <w:t xml:space="preserve"> </w:t>
      </w:r>
      <w:r>
        <w:rPr>
          <w:sz w:val="28"/>
          <w:szCs w:val="28"/>
        </w:rPr>
        <w:t>р</w:t>
      </w:r>
      <w:r w:rsidRPr="00FA4E96">
        <w:rPr>
          <w:sz w:val="28"/>
          <w:szCs w:val="28"/>
        </w:rPr>
        <w:t>ади</w:t>
      </w:r>
      <w:r>
        <w:rPr>
          <w:sz w:val="28"/>
          <w:szCs w:val="28"/>
        </w:rPr>
        <w:t xml:space="preserve"> </w:t>
      </w:r>
      <w:r w:rsidRPr="00FA4E96">
        <w:rPr>
          <w:sz w:val="28"/>
          <w:szCs w:val="28"/>
        </w:rPr>
        <w:t>Валків</w:t>
      </w:r>
      <w:r>
        <w:rPr>
          <w:sz w:val="28"/>
          <w:szCs w:val="28"/>
        </w:rPr>
        <w:t xml:space="preserve">ського району </w:t>
      </w:r>
      <w:r w:rsidRPr="00FA4E96">
        <w:rPr>
          <w:sz w:val="28"/>
          <w:szCs w:val="28"/>
        </w:rPr>
        <w:t>Харківської області.</w:t>
      </w:r>
    </w:p>
    <w:p w:rsidR="00B2455C" w:rsidRPr="00FA4E96" w:rsidRDefault="00B2455C" w:rsidP="00EC16D4">
      <w:pPr>
        <w:ind w:firstLine="567"/>
        <w:jc w:val="both"/>
        <w:rPr>
          <w:sz w:val="28"/>
          <w:szCs w:val="28"/>
        </w:rPr>
      </w:pPr>
      <w:r>
        <w:rPr>
          <w:sz w:val="28"/>
          <w:szCs w:val="28"/>
        </w:rPr>
        <w:t>234</w:t>
      </w:r>
      <w:r w:rsidRPr="00FA4E96">
        <w:rPr>
          <w:sz w:val="28"/>
          <w:szCs w:val="28"/>
        </w:rPr>
        <w:t xml:space="preserve">.1. Передати у приватну власність гр. </w:t>
      </w:r>
      <w:r>
        <w:rPr>
          <w:sz w:val="28"/>
          <w:szCs w:val="28"/>
        </w:rPr>
        <w:t xml:space="preserve">ЄВДОШЕНКО Ользі Павлівні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0429 площею   0,7500 </w:t>
      </w:r>
      <w:r w:rsidRPr="00FA4E96">
        <w:rPr>
          <w:sz w:val="28"/>
          <w:szCs w:val="28"/>
        </w:rPr>
        <w:t xml:space="preserve">га, в тому числі </w:t>
      </w:r>
      <w:r>
        <w:rPr>
          <w:sz w:val="28"/>
          <w:szCs w:val="28"/>
        </w:rPr>
        <w:t xml:space="preserve">рілля площею 0,7500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w:t>
      </w:r>
      <w:r w:rsidRPr="00FA4E96">
        <w:rPr>
          <w:sz w:val="28"/>
          <w:szCs w:val="28"/>
        </w:rPr>
        <w:t xml:space="preserve"> </w:t>
      </w:r>
      <w:r>
        <w:rPr>
          <w:sz w:val="28"/>
          <w:szCs w:val="28"/>
        </w:rPr>
        <w:t xml:space="preserve">вул. Першотравнева, с. Черемушна, </w:t>
      </w:r>
      <w:r w:rsidRPr="00FA4E96">
        <w:rPr>
          <w:sz w:val="28"/>
          <w:szCs w:val="28"/>
        </w:rPr>
        <w:t>Богодухівський район, Харківська область.</w:t>
      </w:r>
    </w:p>
    <w:p w:rsidR="00B2455C" w:rsidRPr="00FA4E96" w:rsidRDefault="00B2455C" w:rsidP="00E33CD9">
      <w:pPr>
        <w:spacing w:before="240"/>
        <w:ind w:firstLine="567"/>
        <w:jc w:val="both"/>
        <w:rPr>
          <w:sz w:val="28"/>
          <w:szCs w:val="28"/>
        </w:rPr>
      </w:pPr>
      <w:r>
        <w:rPr>
          <w:sz w:val="28"/>
          <w:szCs w:val="28"/>
        </w:rPr>
        <w:t>235</w:t>
      </w:r>
      <w:r w:rsidRPr="00FA4E96">
        <w:rPr>
          <w:sz w:val="28"/>
          <w:szCs w:val="28"/>
        </w:rPr>
        <w:t>. Затвердити проект землеустрою що</w:t>
      </w:r>
      <w:r>
        <w:rPr>
          <w:sz w:val="28"/>
          <w:szCs w:val="28"/>
        </w:rPr>
        <w:t xml:space="preserve">до відведення земельної ділянки гр. Грибач Лесі Олексіївні </w:t>
      </w:r>
      <w:r w:rsidRPr="00FA4E96">
        <w:rPr>
          <w:sz w:val="28"/>
          <w:szCs w:val="28"/>
        </w:rPr>
        <w:t>для ведення особистого селянського господарства</w:t>
      </w:r>
      <w:r>
        <w:rPr>
          <w:sz w:val="28"/>
          <w:szCs w:val="28"/>
        </w:rPr>
        <w:t>, с. Черемушна, вул. Ветеранів на території Черемушнянської сільської</w:t>
      </w:r>
      <w:r w:rsidRPr="00FA4E96">
        <w:rPr>
          <w:sz w:val="28"/>
          <w:szCs w:val="28"/>
        </w:rPr>
        <w:t xml:space="preserve"> </w:t>
      </w:r>
      <w:r>
        <w:rPr>
          <w:sz w:val="28"/>
          <w:szCs w:val="28"/>
        </w:rPr>
        <w:t>р</w:t>
      </w:r>
      <w:r w:rsidRPr="00FA4E96">
        <w:rPr>
          <w:sz w:val="28"/>
          <w:szCs w:val="28"/>
        </w:rPr>
        <w:t>ади</w:t>
      </w:r>
      <w:r>
        <w:rPr>
          <w:sz w:val="28"/>
          <w:szCs w:val="28"/>
        </w:rPr>
        <w:t xml:space="preserve"> </w:t>
      </w:r>
      <w:r w:rsidRPr="00FA4E96">
        <w:rPr>
          <w:sz w:val="28"/>
          <w:szCs w:val="28"/>
        </w:rPr>
        <w:t>Валків</w:t>
      </w:r>
      <w:r>
        <w:rPr>
          <w:sz w:val="28"/>
          <w:szCs w:val="28"/>
        </w:rPr>
        <w:t xml:space="preserve">ського району </w:t>
      </w:r>
      <w:r w:rsidRPr="00FA4E96">
        <w:rPr>
          <w:sz w:val="28"/>
          <w:szCs w:val="28"/>
        </w:rPr>
        <w:t>Харківської області.</w:t>
      </w:r>
    </w:p>
    <w:p w:rsidR="00B2455C" w:rsidRPr="00FA4E96" w:rsidRDefault="00B2455C" w:rsidP="00E33CD9">
      <w:pPr>
        <w:ind w:firstLine="567"/>
        <w:jc w:val="both"/>
        <w:rPr>
          <w:sz w:val="28"/>
          <w:szCs w:val="28"/>
        </w:rPr>
      </w:pPr>
      <w:r>
        <w:rPr>
          <w:sz w:val="28"/>
          <w:szCs w:val="28"/>
        </w:rPr>
        <w:t>235</w:t>
      </w:r>
      <w:r w:rsidRPr="00FA4E96">
        <w:rPr>
          <w:sz w:val="28"/>
          <w:szCs w:val="28"/>
        </w:rPr>
        <w:t xml:space="preserve">.1. Передати у приватну власність гр. </w:t>
      </w:r>
      <w:r>
        <w:rPr>
          <w:sz w:val="28"/>
          <w:szCs w:val="28"/>
        </w:rPr>
        <w:t xml:space="preserve">ГРИБАЧ Лесі Олексіївні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0417 площею  0,2359 </w:t>
      </w:r>
      <w:r w:rsidRPr="00FA4E96">
        <w:rPr>
          <w:sz w:val="28"/>
          <w:szCs w:val="28"/>
        </w:rPr>
        <w:t xml:space="preserve">га, в тому числі </w:t>
      </w:r>
      <w:r>
        <w:rPr>
          <w:sz w:val="28"/>
          <w:szCs w:val="28"/>
        </w:rPr>
        <w:t xml:space="preserve">рілля площею 0,2359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Ветеранів, с. Черемушна, </w:t>
      </w:r>
      <w:r w:rsidRPr="00FA4E96">
        <w:rPr>
          <w:sz w:val="28"/>
          <w:szCs w:val="28"/>
        </w:rPr>
        <w:t>Богодухівський район, Харківська область.</w:t>
      </w:r>
    </w:p>
    <w:p w:rsidR="00B2455C" w:rsidRPr="00FA4E96" w:rsidRDefault="00B2455C" w:rsidP="00E33CD9">
      <w:pPr>
        <w:spacing w:before="240"/>
        <w:ind w:firstLine="567"/>
        <w:jc w:val="both"/>
        <w:rPr>
          <w:sz w:val="28"/>
          <w:szCs w:val="28"/>
        </w:rPr>
      </w:pPr>
      <w:r>
        <w:rPr>
          <w:sz w:val="28"/>
          <w:szCs w:val="28"/>
        </w:rPr>
        <w:t>236</w:t>
      </w:r>
      <w:r w:rsidRPr="00FA4E96">
        <w:rPr>
          <w:sz w:val="28"/>
          <w:szCs w:val="28"/>
        </w:rPr>
        <w:t>. Затвердити проект землеустрою що</w:t>
      </w:r>
      <w:r>
        <w:rPr>
          <w:sz w:val="28"/>
          <w:szCs w:val="28"/>
        </w:rPr>
        <w:t xml:space="preserve">до відведення земельної ділянки гр. Лебідь Зінаїді Іванівні </w:t>
      </w:r>
      <w:r w:rsidRPr="00FA4E96">
        <w:rPr>
          <w:sz w:val="28"/>
          <w:szCs w:val="28"/>
        </w:rPr>
        <w:t>для ведення особистого селянського господарства</w:t>
      </w:r>
      <w:r>
        <w:rPr>
          <w:sz w:val="28"/>
          <w:szCs w:val="28"/>
        </w:rPr>
        <w:t>, в с. Черемушна, вул. Польова, 14 на території Черемушнянської сільської</w:t>
      </w:r>
      <w:r w:rsidRPr="00FA4E96">
        <w:rPr>
          <w:sz w:val="28"/>
          <w:szCs w:val="28"/>
        </w:rPr>
        <w:t xml:space="preserve"> </w:t>
      </w:r>
      <w:r>
        <w:rPr>
          <w:sz w:val="28"/>
          <w:szCs w:val="28"/>
        </w:rPr>
        <w:t>р</w:t>
      </w:r>
      <w:r w:rsidRPr="00FA4E96">
        <w:rPr>
          <w:sz w:val="28"/>
          <w:szCs w:val="28"/>
        </w:rPr>
        <w:t>ади</w:t>
      </w:r>
      <w:r>
        <w:rPr>
          <w:sz w:val="28"/>
          <w:szCs w:val="28"/>
        </w:rPr>
        <w:t xml:space="preserve"> </w:t>
      </w:r>
      <w:r w:rsidRPr="00FA4E96">
        <w:rPr>
          <w:sz w:val="28"/>
          <w:szCs w:val="28"/>
        </w:rPr>
        <w:t>Валків</w:t>
      </w:r>
      <w:r>
        <w:rPr>
          <w:sz w:val="28"/>
          <w:szCs w:val="28"/>
        </w:rPr>
        <w:t xml:space="preserve">ського району </w:t>
      </w:r>
      <w:r w:rsidRPr="00FA4E96">
        <w:rPr>
          <w:sz w:val="28"/>
          <w:szCs w:val="28"/>
        </w:rPr>
        <w:t>Харківської області.</w:t>
      </w:r>
    </w:p>
    <w:p w:rsidR="00B2455C" w:rsidRPr="00FA4E96" w:rsidRDefault="00B2455C" w:rsidP="00E33CD9">
      <w:pPr>
        <w:ind w:firstLine="567"/>
        <w:jc w:val="both"/>
        <w:rPr>
          <w:sz w:val="28"/>
          <w:szCs w:val="28"/>
        </w:rPr>
      </w:pPr>
      <w:r>
        <w:rPr>
          <w:sz w:val="28"/>
          <w:szCs w:val="28"/>
        </w:rPr>
        <w:t>236</w:t>
      </w:r>
      <w:r w:rsidRPr="00FA4E96">
        <w:rPr>
          <w:sz w:val="28"/>
          <w:szCs w:val="28"/>
        </w:rPr>
        <w:t xml:space="preserve">.1. Передати у приватну власність гр. </w:t>
      </w:r>
      <w:r>
        <w:rPr>
          <w:sz w:val="28"/>
          <w:szCs w:val="28"/>
        </w:rPr>
        <w:t xml:space="preserve">ЛЕБІДЬ Зінаїді Іванівні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0418 площею  0,1645 </w:t>
      </w:r>
      <w:r w:rsidRPr="00FA4E96">
        <w:rPr>
          <w:sz w:val="28"/>
          <w:szCs w:val="28"/>
        </w:rPr>
        <w:t xml:space="preserve">га, в тому числі </w:t>
      </w:r>
      <w:r>
        <w:rPr>
          <w:sz w:val="28"/>
          <w:szCs w:val="28"/>
        </w:rPr>
        <w:t xml:space="preserve">рілля площею 0,1645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Польова, 14, с. Черемушна, </w:t>
      </w:r>
      <w:r w:rsidRPr="00FA4E96">
        <w:rPr>
          <w:sz w:val="28"/>
          <w:szCs w:val="28"/>
        </w:rPr>
        <w:t>Богодухівський район, Харківська область.</w:t>
      </w:r>
    </w:p>
    <w:p w:rsidR="00B2455C" w:rsidRPr="00FA4E96" w:rsidRDefault="00B2455C" w:rsidP="009A466E">
      <w:pPr>
        <w:spacing w:before="240"/>
        <w:ind w:firstLine="567"/>
        <w:jc w:val="both"/>
        <w:rPr>
          <w:sz w:val="28"/>
          <w:szCs w:val="28"/>
        </w:rPr>
      </w:pPr>
      <w:r>
        <w:rPr>
          <w:sz w:val="28"/>
          <w:szCs w:val="28"/>
        </w:rPr>
        <w:t xml:space="preserve">237. </w:t>
      </w:r>
      <w:r w:rsidRPr="00FA4E96">
        <w:rPr>
          <w:sz w:val="28"/>
          <w:szCs w:val="28"/>
        </w:rPr>
        <w:t>Затвердити проект землеустрою що</w:t>
      </w:r>
      <w:r>
        <w:rPr>
          <w:sz w:val="28"/>
          <w:szCs w:val="28"/>
        </w:rPr>
        <w:t xml:space="preserve">до відведення земельної ділянки у власність гр. Кириченку Сергію Євгеновичу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на </w:t>
      </w:r>
      <w:r w:rsidRPr="00FA4E96">
        <w:rPr>
          <w:sz w:val="28"/>
          <w:szCs w:val="28"/>
        </w:rPr>
        <w:t xml:space="preserve">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9A466E">
      <w:pPr>
        <w:ind w:firstLine="567"/>
        <w:jc w:val="both"/>
        <w:rPr>
          <w:sz w:val="28"/>
          <w:szCs w:val="28"/>
        </w:rPr>
      </w:pPr>
      <w:r>
        <w:rPr>
          <w:sz w:val="28"/>
          <w:szCs w:val="28"/>
        </w:rPr>
        <w:t>237</w:t>
      </w:r>
      <w:r w:rsidRPr="00FA4E96">
        <w:rPr>
          <w:sz w:val="28"/>
          <w:szCs w:val="28"/>
        </w:rPr>
        <w:t xml:space="preserve">.1. Передати у приватну власність гр. </w:t>
      </w:r>
      <w:r>
        <w:rPr>
          <w:sz w:val="28"/>
          <w:szCs w:val="28"/>
        </w:rPr>
        <w:t xml:space="preserve">КИРИЧЕНКУ Сергію Євгеновичу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1234 площею 1,0000</w:t>
      </w:r>
      <w:r w:rsidRPr="00FA4E96">
        <w:rPr>
          <w:sz w:val="28"/>
          <w:szCs w:val="28"/>
        </w:rPr>
        <w:t xml:space="preserve">га, в тому числі </w:t>
      </w:r>
      <w:r>
        <w:rPr>
          <w:sz w:val="28"/>
          <w:szCs w:val="28"/>
        </w:rPr>
        <w:t xml:space="preserve">рілля площею 1,0000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r>
        <w:rPr>
          <w:sz w:val="28"/>
          <w:szCs w:val="28"/>
        </w:rPr>
        <w:t>.</w:t>
      </w:r>
    </w:p>
    <w:p w:rsidR="00B2455C" w:rsidRPr="00FA4E96" w:rsidRDefault="00B2455C" w:rsidP="009A466E">
      <w:pPr>
        <w:ind w:firstLine="567"/>
        <w:jc w:val="both"/>
        <w:rPr>
          <w:sz w:val="28"/>
          <w:szCs w:val="28"/>
        </w:rPr>
      </w:pPr>
    </w:p>
    <w:p w:rsidR="00B2455C" w:rsidRPr="00FA4E96" w:rsidRDefault="00B2455C" w:rsidP="009A466E">
      <w:pPr>
        <w:spacing w:before="240"/>
        <w:ind w:firstLine="567"/>
        <w:jc w:val="both"/>
        <w:rPr>
          <w:sz w:val="28"/>
          <w:szCs w:val="28"/>
        </w:rPr>
      </w:pPr>
      <w:r>
        <w:rPr>
          <w:sz w:val="28"/>
          <w:szCs w:val="28"/>
        </w:rPr>
        <w:t xml:space="preserve">238. </w:t>
      </w:r>
      <w:r w:rsidRPr="00FA4E96">
        <w:rPr>
          <w:sz w:val="28"/>
          <w:szCs w:val="28"/>
        </w:rPr>
        <w:t>Затвердити проект землеустрою що</w:t>
      </w:r>
      <w:r>
        <w:rPr>
          <w:sz w:val="28"/>
          <w:szCs w:val="28"/>
        </w:rPr>
        <w:t xml:space="preserve">до відведення земельної ділянки у власність гр. Варенку Олексію Харитоновичу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на </w:t>
      </w:r>
      <w:r w:rsidRPr="00FA4E96">
        <w:rPr>
          <w:sz w:val="28"/>
          <w:szCs w:val="28"/>
        </w:rPr>
        <w:t xml:space="preserve">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9A466E">
      <w:pPr>
        <w:ind w:firstLine="567"/>
        <w:jc w:val="both"/>
        <w:rPr>
          <w:sz w:val="28"/>
          <w:szCs w:val="28"/>
        </w:rPr>
      </w:pPr>
      <w:r>
        <w:rPr>
          <w:sz w:val="28"/>
          <w:szCs w:val="28"/>
        </w:rPr>
        <w:t>238</w:t>
      </w:r>
      <w:r w:rsidRPr="00FA4E96">
        <w:rPr>
          <w:sz w:val="28"/>
          <w:szCs w:val="28"/>
        </w:rPr>
        <w:t xml:space="preserve">.1. Передати у приватну власність гр. </w:t>
      </w:r>
      <w:r>
        <w:rPr>
          <w:sz w:val="28"/>
          <w:szCs w:val="28"/>
        </w:rPr>
        <w:t xml:space="preserve">ВАРЕНКУ Олексію Харитоновичу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1231 площею 0,5000 </w:t>
      </w:r>
      <w:r w:rsidRPr="00FA4E96">
        <w:rPr>
          <w:sz w:val="28"/>
          <w:szCs w:val="28"/>
        </w:rPr>
        <w:t xml:space="preserve">га, в тому числі </w:t>
      </w:r>
      <w:r>
        <w:rPr>
          <w:sz w:val="28"/>
          <w:szCs w:val="28"/>
        </w:rPr>
        <w:t xml:space="preserve">рілля площею 0,5000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r>
        <w:rPr>
          <w:sz w:val="28"/>
          <w:szCs w:val="28"/>
        </w:rPr>
        <w:t>.</w:t>
      </w:r>
    </w:p>
    <w:p w:rsidR="00B2455C" w:rsidRPr="00FA4E96" w:rsidRDefault="00B2455C" w:rsidP="009A466E">
      <w:pPr>
        <w:spacing w:before="240"/>
        <w:ind w:firstLine="567"/>
        <w:jc w:val="both"/>
        <w:rPr>
          <w:sz w:val="28"/>
          <w:szCs w:val="28"/>
        </w:rPr>
      </w:pPr>
      <w:r>
        <w:rPr>
          <w:sz w:val="28"/>
          <w:szCs w:val="28"/>
        </w:rPr>
        <w:t>239</w:t>
      </w:r>
      <w:r w:rsidRPr="00FA4E96">
        <w:rPr>
          <w:sz w:val="28"/>
          <w:szCs w:val="28"/>
        </w:rPr>
        <w:t>. Затвердити проект землеустрою що</w:t>
      </w:r>
      <w:r>
        <w:rPr>
          <w:sz w:val="28"/>
          <w:szCs w:val="28"/>
        </w:rPr>
        <w:t xml:space="preserve">до відведення земельної ділянки гр. Маліченко Валентині Іванівні </w:t>
      </w:r>
      <w:r w:rsidRPr="00FA4E96">
        <w:rPr>
          <w:sz w:val="28"/>
          <w:szCs w:val="28"/>
        </w:rPr>
        <w:t>для ведення особистого селянського господарства</w:t>
      </w:r>
      <w:r>
        <w:rPr>
          <w:sz w:val="28"/>
          <w:szCs w:val="28"/>
        </w:rPr>
        <w:t>, яка розташована в с. Кантакузівка, вул. Ватутіна, в кінці домоволодіння № 35 на</w:t>
      </w:r>
      <w:r w:rsidRPr="00FA4E96">
        <w:rPr>
          <w:sz w:val="28"/>
          <w:szCs w:val="28"/>
        </w:rPr>
        <w:t xml:space="preserve"> території Валківської міської </w:t>
      </w:r>
      <w:r>
        <w:rPr>
          <w:sz w:val="28"/>
          <w:szCs w:val="28"/>
        </w:rPr>
        <w:t>р</w:t>
      </w:r>
      <w:r w:rsidRPr="00FA4E96">
        <w:rPr>
          <w:sz w:val="28"/>
          <w:szCs w:val="28"/>
        </w:rPr>
        <w:t>ади Богодухівського району Харківської області.</w:t>
      </w:r>
    </w:p>
    <w:p w:rsidR="00B2455C" w:rsidRPr="00FA4E96" w:rsidRDefault="00B2455C" w:rsidP="009A466E">
      <w:pPr>
        <w:ind w:firstLine="567"/>
        <w:jc w:val="both"/>
        <w:rPr>
          <w:sz w:val="28"/>
          <w:szCs w:val="28"/>
        </w:rPr>
      </w:pPr>
      <w:r>
        <w:rPr>
          <w:sz w:val="28"/>
          <w:szCs w:val="28"/>
        </w:rPr>
        <w:t>239</w:t>
      </w:r>
      <w:r w:rsidRPr="00FA4E96">
        <w:rPr>
          <w:sz w:val="28"/>
          <w:szCs w:val="28"/>
        </w:rPr>
        <w:t xml:space="preserve">.1. Передати у приватну власність гр. </w:t>
      </w:r>
      <w:r>
        <w:rPr>
          <w:sz w:val="28"/>
          <w:szCs w:val="28"/>
        </w:rPr>
        <w:t xml:space="preserve">МАЛІЧЕНКО Валентині Іванівні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1230 площею 0,1816 </w:t>
      </w:r>
      <w:r w:rsidRPr="00FA4E96">
        <w:rPr>
          <w:sz w:val="28"/>
          <w:szCs w:val="28"/>
        </w:rPr>
        <w:t xml:space="preserve">га, в тому числі </w:t>
      </w:r>
      <w:r>
        <w:rPr>
          <w:sz w:val="28"/>
          <w:szCs w:val="28"/>
        </w:rPr>
        <w:t xml:space="preserve">рілля площею 0,1816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Ватутіна, с. Кантакузівка, </w:t>
      </w:r>
      <w:r w:rsidRPr="00FA4E96">
        <w:rPr>
          <w:sz w:val="28"/>
          <w:szCs w:val="28"/>
        </w:rPr>
        <w:t>Богодухівський район, Харківська область</w:t>
      </w:r>
      <w:r>
        <w:rPr>
          <w:sz w:val="28"/>
          <w:szCs w:val="28"/>
        </w:rPr>
        <w:t>.</w:t>
      </w:r>
    </w:p>
    <w:p w:rsidR="00B2455C" w:rsidRPr="00FA4E96" w:rsidRDefault="00B2455C" w:rsidP="009A466E">
      <w:pPr>
        <w:spacing w:before="240"/>
        <w:ind w:firstLine="567"/>
        <w:jc w:val="both"/>
        <w:rPr>
          <w:sz w:val="28"/>
          <w:szCs w:val="28"/>
        </w:rPr>
      </w:pPr>
      <w:r>
        <w:rPr>
          <w:sz w:val="28"/>
          <w:szCs w:val="28"/>
        </w:rPr>
        <w:t xml:space="preserve">240. </w:t>
      </w:r>
      <w:r w:rsidRPr="00FA4E96">
        <w:rPr>
          <w:sz w:val="28"/>
          <w:szCs w:val="28"/>
        </w:rPr>
        <w:t>Затвердити проект землеустрою що</w:t>
      </w:r>
      <w:r>
        <w:rPr>
          <w:sz w:val="28"/>
          <w:szCs w:val="28"/>
        </w:rPr>
        <w:t xml:space="preserve">до відведення земельної ділянки у власність </w:t>
      </w:r>
      <w:r w:rsidRPr="00FA4E96">
        <w:rPr>
          <w:sz w:val="28"/>
          <w:szCs w:val="28"/>
        </w:rPr>
        <w:t>для ведення особистого селянського господарства</w:t>
      </w:r>
      <w:r>
        <w:rPr>
          <w:sz w:val="28"/>
          <w:szCs w:val="28"/>
        </w:rPr>
        <w:t xml:space="preserve"> гр. Усаню Олександру Юрійовичу (код згідно КВЦПЗ – секція А-01.03) в межах                      с. Сніжків в районі водонапірної башні Сніжківської сільської ради Валківського</w:t>
      </w:r>
      <w:r w:rsidRPr="00FA4E96">
        <w:rPr>
          <w:sz w:val="28"/>
          <w:szCs w:val="28"/>
        </w:rPr>
        <w:t xml:space="preserve"> району Харківської області.</w:t>
      </w:r>
    </w:p>
    <w:p w:rsidR="00B2455C" w:rsidRPr="00FA4E96" w:rsidRDefault="00B2455C" w:rsidP="009A466E">
      <w:pPr>
        <w:ind w:firstLine="567"/>
        <w:jc w:val="both"/>
        <w:rPr>
          <w:sz w:val="28"/>
          <w:szCs w:val="28"/>
        </w:rPr>
      </w:pPr>
      <w:r>
        <w:rPr>
          <w:sz w:val="28"/>
          <w:szCs w:val="28"/>
        </w:rPr>
        <w:t>240</w:t>
      </w:r>
      <w:r w:rsidRPr="00FA4E96">
        <w:rPr>
          <w:sz w:val="28"/>
          <w:szCs w:val="28"/>
        </w:rPr>
        <w:t xml:space="preserve">.1. Передати у приватну власність гр. </w:t>
      </w:r>
      <w:r>
        <w:rPr>
          <w:sz w:val="28"/>
          <w:szCs w:val="28"/>
        </w:rPr>
        <w:t xml:space="preserve">УСАНЮ Олександру Юрійовичу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1806 площею 0,5000 </w:t>
      </w:r>
      <w:r w:rsidRPr="00FA4E96">
        <w:rPr>
          <w:sz w:val="28"/>
          <w:szCs w:val="28"/>
        </w:rPr>
        <w:t xml:space="preserve">га, в тому числі </w:t>
      </w:r>
      <w:r>
        <w:rPr>
          <w:sz w:val="28"/>
          <w:szCs w:val="28"/>
        </w:rPr>
        <w:t xml:space="preserve">рілля площею 0,5000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Сніжків, </w:t>
      </w:r>
      <w:r w:rsidRPr="00FA4E96">
        <w:rPr>
          <w:sz w:val="28"/>
          <w:szCs w:val="28"/>
        </w:rPr>
        <w:t>Богодухівський район, Харківська область</w:t>
      </w:r>
      <w:r>
        <w:rPr>
          <w:sz w:val="28"/>
          <w:szCs w:val="28"/>
        </w:rPr>
        <w:t>.</w:t>
      </w:r>
    </w:p>
    <w:p w:rsidR="00B2455C" w:rsidRPr="00FA4E96" w:rsidRDefault="00B2455C" w:rsidP="009A466E">
      <w:pPr>
        <w:spacing w:before="240"/>
        <w:ind w:firstLine="567"/>
        <w:jc w:val="both"/>
        <w:rPr>
          <w:sz w:val="28"/>
          <w:szCs w:val="28"/>
        </w:rPr>
      </w:pPr>
      <w:r>
        <w:rPr>
          <w:sz w:val="28"/>
          <w:szCs w:val="28"/>
        </w:rPr>
        <w:t xml:space="preserve">241. </w:t>
      </w:r>
      <w:r w:rsidRPr="00FA4E96">
        <w:rPr>
          <w:sz w:val="28"/>
          <w:szCs w:val="28"/>
        </w:rPr>
        <w:t>Затвердити проект землеустрою що</w:t>
      </w:r>
      <w:r>
        <w:rPr>
          <w:sz w:val="28"/>
          <w:szCs w:val="28"/>
        </w:rPr>
        <w:t xml:space="preserve">до відведення земельної ділянки у власність гр. Сиротенку Костянтину Павловичу </w:t>
      </w:r>
      <w:r w:rsidRPr="00FA4E96">
        <w:rPr>
          <w:sz w:val="28"/>
          <w:szCs w:val="28"/>
        </w:rPr>
        <w:t>для ведення особистого селянського господарства</w:t>
      </w:r>
      <w:r>
        <w:rPr>
          <w:sz w:val="28"/>
          <w:szCs w:val="28"/>
        </w:rPr>
        <w:t>, яка розташована за адресою: с. Сніжків</w:t>
      </w:r>
      <w:r w:rsidRPr="00FA4E96">
        <w:rPr>
          <w:sz w:val="28"/>
          <w:szCs w:val="28"/>
        </w:rPr>
        <w:t xml:space="preserve"> Богодухівського району Харківської області.</w:t>
      </w:r>
    </w:p>
    <w:p w:rsidR="00B2455C" w:rsidRPr="00FA4E96" w:rsidRDefault="00B2455C" w:rsidP="009A466E">
      <w:pPr>
        <w:ind w:firstLine="567"/>
        <w:jc w:val="both"/>
        <w:rPr>
          <w:sz w:val="28"/>
          <w:szCs w:val="28"/>
        </w:rPr>
      </w:pPr>
      <w:r>
        <w:rPr>
          <w:sz w:val="28"/>
          <w:szCs w:val="28"/>
        </w:rPr>
        <w:t>241</w:t>
      </w:r>
      <w:r w:rsidRPr="00FA4E96">
        <w:rPr>
          <w:sz w:val="28"/>
          <w:szCs w:val="28"/>
        </w:rPr>
        <w:t xml:space="preserve">.1. Передати у приватну власність гр. </w:t>
      </w:r>
      <w:r>
        <w:rPr>
          <w:sz w:val="28"/>
          <w:szCs w:val="28"/>
        </w:rPr>
        <w:t xml:space="preserve">СИРОТЕНКУ Костянтину Павловичу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1229 площею 0,2850 </w:t>
      </w:r>
      <w:r w:rsidRPr="00FA4E96">
        <w:rPr>
          <w:sz w:val="28"/>
          <w:szCs w:val="28"/>
        </w:rPr>
        <w:t xml:space="preserve">га, в тому числі </w:t>
      </w:r>
      <w:r>
        <w:rPr>
          <w:sz w:val="28"/>
          <w:szCs w:val="28"/>
        </w:rPr>
        <w:t xml:space="preserve">рілля площею 0,2850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с. Сніжків, </w:t>
      </w:r>
      <w:r w:rsidRPr="00FA4E96">
        <w:rPr>
          <w:sz w:val="28"/>
          <w:szCs w:val="28"/>
        </w:rPr>
        <w:t>Богодухівський район, Харківська область</w:t>
      </w:r>
      <w:r>
        <w:rPr>
          <w:sz w:val="28"/>
          <w:szCs w:val="28"/>
        </w:rPr>
        <w:t>.</w:t>
      </w:r>
    </w:p>
    <w:p w:rsidR="00B2455C" w:rsidRPr="00FA4E96" w:rsidRDefault="00B2455C" w:rsidP="002515DA">
      <w:pPr>
        <w:spacing w:before="240"/>
        <w:ind w:firstLine="567"/>
        <w:jc w:val="both"/>
        <w:rPr>
          <w:sz w:val="28"/>
          <w:szCs w:val="28"/>
        </w:rPr>
      </w:pPr>
      <w:r>
        <w:rPr>
          <w:sz w:val="28"/>
          <w:szCs w:val="28"/>
        </w:rPr>
        <w:t xml:space="preserve">242. </w:t>
      </w:r>
      <w:r w:rsidRPr="00FA4E96">
        <w:rPr>
          <w:sz w:val="28"/>
          <w:szCs w:val="28"/>
        </w:rPr>
        <w:t>Затвердити проект землеустрою що</w:t>
      </w:r>
      <w:r>
        <w:rPr>
          <w:sz w:val="28"/>
          <w:szCs w:val="28"/>
        </w:rPr>
        <w:t xml:space="preserve">до відведення земельної ділянки гр. Гречка Олексію Володимировичу </w:t>
      </w:r>
      <w:r w:rsidRPr="00FA4E96">
        <w:rPr>
          <w:sz w:val="28"/>
          <w:szCs w:val="28"/>
        </w:rPr>
        <w:t>для ведення особистого селянського господарства</w:t>
      </w:r>
      <w:r>
        <w:rPr>
          <w:sz w:val="28"/>
          <w:szCs w:val="28"/>
        </w:rPr>
        <w:t>, в с. Черемушна, вул. Лісна, 21 на території Черемушнянської сільської</w:t>
      </w:r>
      <w:r w:rsidRPr="00FA4E96">
        <w:rPr>
          <w:sz w:val="28"/>
          <w:szCs w:val="28"/>
        </w:rPr>
        <w:t xml:space="preserve"> </w:t>
      </w:r>
      <w:r>
        <w:rPr>
          <w:sz w:val="28"/>
          <w:szCs w:val="28"/>
        </w:rPr>
        <w:t>р</w:t>
      </w:r>
      <w:r w:rsidRPr="00FA4E96">
        <w:rPr>
          <w:sz w:val="28"/>
          <w:szCs w:val="28"/>
        </w:rPr>
        <w:t>ади</w:t>
      </w:r>
      <w:r>
        <w:rPr>
          <w:sz w:val="28"/>
          <w:szCs w:val="28"/>
        </w:rPr>
        <w:t xml:space="preserve"> </w:t>
      </w:r>
      <w:r w:rsidRPr="00FA4E96">
        <w:rPr>
          <w:sz w:val="28"/>
          <w:szCs w:val="28"/>
        </w:rPr>
        <w:t>Валків</w:t>
      </w:r>
      <w:r>
        <w:rPr>
          <w:sz w:val="28"/>
          <w:szCs w:val="28"/>
        </w:rPr>
        <w:t>ського району</w:t>
      </w:r>
      <w:r w:rsidRPr="00FA4E96">
        <w:rPr>
          <w:sz w:val="28"/>
          <w:szCs w:val="28"/>
        </w:rPr>
        <w:t xml:space="preserve"> Харківської області.</w:t>
      </w:r>
    </w:p>
    <w:p w:rsidR="00B2455C" w:rsidRPr="00FA4E96" w:rsidRDefault="00B2455C" w:rsidP="002515DA">
      <w:pPr>
        <w:ind w:firstLine="567"/>
        <w:jc w:val="both"/>
        <w:rPr>
          <w:sz w:val="28"/>
          <w:szCs w:val="28"/>
        </w:rPr>
      </w:pPr>
      <w:r>
        <w:rPr>
          <w:sz w:val="28"/>
          <w:szCs w:val="28"/>
        </w:rPr>
        <w:t>242</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ГРЕЧЦІ Олексію Володимировичу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0413 площею 0,2072 </w:t>
      </w:r>
      <w:r w:rsidRPr="00FA4E96">
        <w:rPr>
          <w:sz w:val="28"/>
          <w:szCs w:val="28"/>
        </w:rPr>
        <w:t xml:space="preserve">га, в тому числі </w:t>
      </w:r>
      <w:r>
        <w:rPr>
          <w:sz w:val="28"/>
          <w:szCs w:val="28"/>
        </w:rPr>
        <w:t xml:space="preserve">рілля площею    0,2072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вул. Лісна, 21,</w:t>
      </w:r>
      <w:r w:rsidRPr="002515DA">
        <w:rPr>
          <w:sz w:val="28"/>
          <w:szCs w:val="28"/>
        </w:rPr>
        <w:t xml:space="preserve"> </w:t>
      </w:r>
      <w:r>
        <w:rPr>
          <w:sz w:val="28"/>
          <w:szCs w:val="28"/>
        </w:rPr>
        <w:t xml:space="preserve">с. Черемушна,  </w:t>
      </w:r>
      <w:r w:rsidRPr="00FA4E96">
        <w:rPr>
          <w:sz w:val="28"/>
          <w:szCs w:val="28"/>
        </w:rPr>
        <w:t>Богодухівський район, Харківська область</w:t>
      </w:r>
      <w:r>
        <w:rPr>
          <w:sz w:val="28"/>
          <w:szCs w:val="28"/>
        </w:rPr>
        <w:t>.</w:t>
      </w:r>
    </w:p>
    <w:p w:rsidR="00B2455C" w:rsidRPr="00FA4E96" w:rsidRDefault="00B2455C" w:rsidP="00C9483E">
      <w:pPr>
        <w:spacing w:before="240"/>
        <w:ind w:firstLine="567"/>
        <w:jc w:val="both"/>
        <w:rPr>
          <w:sz w:val="28"/>
          <w:szCs w:val="28"/>
        </w:rPr>
      </w:pPr>
      <w:r>
        <w:rPr>
          <w:sz w:val="28"/>
          <w:szCs w:val="28"/>
        </w:rPr>
        <w:t xml:space="preserve">243. </w:t>
      </w:r>
      <w:r w:rsidRPr="00FA4E96">
        <w:rPr>
          <w:sz w:val="28"/>
          <w:szCs w:val="28"/>
        </w:rPr>
        <w:t>Затвердити проект землеустрою що</w:t>
      </w:r>
      <w:r>
        <w:rPr>
          <w:sz w:val="28"/>
          <w:szCs w:val="28"/>
        </w:rPr>
        <w:t xml:space="preserve">до відведення земельної ділянки гр. Бондаренко Марії Андріївни </w:t>
      </w:r>
      <w:r w:rsidRPr="00FA4E96">
        <w:rPr>
          <w:sz w:val="28"/>
          <w:szCs w:val="28"/>
        </w:rPr>
        <w:t>для ведення особистого селянського господарства</w:t>
      </w:r>
      <w:r>
        <w:rPr>
          <w:sz w:val="28"/>
          <w:szCs w:val="28"/>
        </w:rPr>
        <w:t xml:space="preserve">, в с. Литвинівка, вул. Центральна, 25 на території </w:t>
      </w:r>
      <w:r w:rsidRPr="00FA4E96">
        <w:rPr>
          <w:sz w:val="28"/>
          <w:szCs w:val="28"/>
        </w:rPr>
        <w:t xml:space="preserve">Валківської міської </w:t>
      </w:r>
      <w:r>
        <w:rPr>
          <w:sz w:val="28"/>
          <w:szCs w:val="28"/>
        </w:rPr>
        <w:t>р</w:t>
      </w:r>
      <w:r w:rsidRPr="00FA4E96">
        <w:rPr>
          <w:sz w:val="28"/>
          <w:szCs w:val="28"/>
        </w:rPr>
        <w:t>ади</w:t>
      </w:r>
      <w:r>
        <w:rPr>
          <w:sz w:val="28"/>
          <w:szCs w:val="28"/>
        </w:rPr>
        <w:t xml:space="preserve"> </w:t>
      </w:r>
      <w:r w:rsidRPr="00FA4E96">
        <w:rPr>
          <w:sz w:val="28"/>
          <w:szCs w:val="28"/>
        </w:rPr>
        <w:t>Богодухівськ</w:t>
      </w:r>
      <w:r>
        <w:rPr>
          <w:sz w:val="28"/>
          <w:szCs w:val="28"/>
        </w:rPr>
        <w:t>ого району</w:t>
      </w:r>
      <w:r w:rsidRPr="00FA4E96">
        <w:rPr>
          <w:sz w:val="28"/>
          <w:szCs w:val="28"/>
        </w:rPr>
        <w:t xml:space="preserve"> Харківської області.</w:t>
      </w:r>
    </w:p>
    <w:p w:rsidR="00B2455C" w:rsidRPr="00FA4E96" w:rsidRDefault="00B2455C" w:rsidP="00C9483E">
      <w:pPr>
        <w:ind w:firstLine="567"/>
        <w:jc w:val="both"/>
        <w:rPr>
          <w:sz w:val="28"/>
          <w:szCs w:val="28"/>
        </w:rPr>
      </w:pPr>
      <w:r>
        <w:rPr>
          <w:sz w:val="28"/>
          <w:szCs w:val="28"/>
        </w:rPr>
        <w:t>243</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БОНДАРЕНКО Марії Андріївні </w:t>
      </w:r>
      <w:r w:rsidRPr="00FA4E96">
        <w:rPr>
          <w:sz w:val="28"/>
          <w:szCs w:val="28"/>
        </w:rPr>
        <w:t>земельну ділянку кадастровий номер 63212</w:t>
      </w:r>
      <w:r>
        <w:rPr>
          <w:sz w:val="28"/>
          <w:szCs w:val="28"/>
        </w:rPr>
        <w:t>88003</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0166 площею 0,2308 </w:t>
      </w:r>
      <w:r w:rsidRPr="00FA4E96">
        <w:rPr>
          <w:sz w:val="28"/>
          <w:szCs w:val="28"/>
        </w:rPr>
        <w:t xml:space="preserve">га, в тому числі </w:t>
      </w:r>
      <w:r>
        <w:rPr>
          <w:sz w:val="28"/>
          <w:szCs w:val="28"/>
        </w:rPr>
        <w:t xml:space="preserve">рілля площею 0,2308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вул. Центральна, 25,</w:t>
      </w:r>
      <w:r w:rsidRPr="002515DA">
        <w:rPr>
          <w:sz w:val="28"/>
          <w:szCs w:val="28"/>
        </w:rPr>
        <w:t xml:space="preserve"> </w:t>
      </w:r>
      <w:r>
        <w:rPr>
          <w:sz w:val="28"/>
          <w:szCs w:val="28"/>
        </w:rPr>
        <w:t xml:space="preserve">с. Литвинівка,  </w:t>
      </w:r>
      <w:r w:rsidRPr="00FA4E96">
        <w:rPr>
          <w:sz w:val="28"/>
          <w:szCs w:val="28"/>
        </w:rPr>
        <w:t>Богодухівський район, Харківська область</w:t>
      </w:r>
      <w:r>
        <w:rPr>
          <w:sz w:val="28"/>
          <w:szCs w:val="28"/>
        </w:rPr>
        <w:t>.</w:t>
      </w:r>
    </w:p>
    <w:p w:rsidR="00B2455C" w:rsidRPr="00FA4E96" w:rsidRDefault="00B2455C" w:rsidP="00C9483E">
      <w:pPr>
        <w:spacing w:before="240"/>
        <w:ind w:firstLine="567"/>
        <w:jc w:val="both"/>
        <w:rPr>
          <w:sz w:val="28"/>
          <w:szCs w:val="28"/>
        </w:rPr>
      </w:pPr>
      <w:r>
        <w:rPr>
          <w:sz w:val="28"/>
          <w:szCs w:val="28"/>
        </w:rPr>
        <w:t xml:space="preserve">244. </w:t>
      </w:r>
      <w:r w:rsidRPr="00FA4E96">
        <w:rPr>
          <w:sz w:val="28"/>
          <w:szCs w:val="28"/>
        </w:rPr>
        <w:t>Затвердити проект землеустрою що</w:t>
      </w:r>
      <w:r>
        <w:rPr>
          <w:sz w:val="28"/>
          <w:szCs w:val="28"/>
        </w:rPr>
        <w:t xml:space="preserve">до відведення земельної ділянки гр. Гречка Ганні Дмитрівні </w:t>
      </w:r>
      <w:r w:rsidRPr="00FA4E96">
        <w:rPr>
          <w:sz w:val="28"/>
          <w:szCs w:val="28"/>
        </w:rPr>
        <w:t>для ведення особистого селянського господарства</w:t>
      </w:r>
      <w:r>
        <w:rPr>
          <w:sz w:val="28"/>
          <w:szCs w:val="28"/>
        </w:rPr>
        <w:t>, в с. Черемушна, вул. Першотравнева на території Черемушнянської сільської</w:t>
      </w:r>
      <w:r w:rsidRPr="00FA4E96">
        <w:rPr>
          <w:sz w:val="28"/>
          <w:szCs w:val="28"/>
        </w:rPr>
        <w:t xml:space="preserve"> </w:t>
      </w:r>
      <w:r>
        <w:rPr>
          <w:sz w:val="28"/>
          <w:szCs w:val="28"/>
        </w:rPr>
        <w:t>р</w:t>
      </w:r>
      <w:r w:rsidRPr="00FA4E96">
        <w:rPr>
          <w:sz w:val="28"/>
          <w:szCs w:val="28"/>
        </w:rPr>
        <w:t>ади</w:t>
      </w:r>
      <w:r>
        <w:rPr>
          <w:sz w:val="28"/>
          <w:szCs w:val="28"/>
        </w:rPr>
        <w:t xml:space="preserve"> </w:t>
      </w:r>
      <w:r w:rsidRPr="00FA4E96">
        <w:rPr>
          <w:sz w:val="28"/>
          <w:szCs w:val="28"/>
        </w:rPr>
        <w:t>Валків</w:t>
      </w:r>
      <w:r>
        <w:rPr>
          <w:sz w:val="28"/>
          <w:szCs w:val="28"/>
        </w:rPr>
        <w:t>ського району</w:t>
      </w:r>
      <w:r w:rsidRPr="00FA4E96">
        <w:rPr>
          <w:sz w:val="28"/>
          <w:szCs w:val="28"/>
        </w:rPr>
        <w:t xml:space="preserve"> Харківської області.</w:t>
      </w:r>
    </w:p>
    <w:p w:rsidR="00B2455C" w:rsidRPr="00FA4E96" w:rsidRDefault="00B2455C" w:rsidP="00C9483E">
      <w:pPr>
        <w:ind w:firstLine="567"/>
        <w:jc w:val="both"/>
        <w:rPr>
          <w:sz w:val="28"/>
          <w:szCs w:val="28"/>
        </w:rPr>
      </w:pPr>
      <w:r>
        <w:rPr>
          <w:sz w:val="28"/>
          <w:szCs w:val="28"/>
        </w:rPr>
        <w:t>244</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ГРЕЧКА Ганні Дмитрівні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0420 площею  0,4150 </w:t>
      </w:r>
      <w:r w:rsidRPr="00FA4E96">
        <w:rPr>
          <w:sz w:val="28"/>
          <w:szCs w:val="28"/>
        </w:rPr>
        <w:t xml:space="preserve">га, в тому числі </w:t>
      </w:r>
      <w:r>
        <w:rPr>
          <w:sz w:val="28"/>
          <w:szCs w:val="28"/>
        </w:rPr>
        <w:t xml:space="preserve">рілля площею 0,4150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вул. Першотравнева,</w:t>
      </w:r>
      <w:r w:rsidRPr="002515DA">
        <w:rPr>
          <w:sz w:val="28"/>
          <w:szCs w:val="28"/>
        </w:rPr>
        <w:t xml:space="preserve"> </w:t>
      </w:r>
      <w:r>
        <w:rPr>
          <w:sz w:val="28"/>
          <w:szCs w:val="28"/>
        </w:rPr>
        <w:t xml:space="preserve">с. Черемушна, </w:t>
      </w:r>
      <w:r w:rsidRPr="00FA4E96">
        <w:rPr>
          <w:sz w:val="28"/>
          <w:szCs w:val="28"/>
        </w:rPr>
        <w:t>Богодухівський район, Харківська область</w:t>
      </w:r>
      <w:r>
        <w:rPr>
          <w:sz w:val="28"/>
          <w:szCs w:val="28"/>
        </w:rPr>
        <w:t>.</w:t>
      </w:r>
    </w:p>
    <w:p w:rsidR="00B2455C" w:rsidRPr="00FA4E96" w:rsidRDefault="00B2455C" w:rsidP="00D7746E">
      <w:pPr>
        <w:spacing w:before="120" w:after="240"/>
        <w:ind w:firstLine="567"/>
        <w:jc w:val="both"/>
        <w:rPr>
          <w:sz w:val="28"/>
          <w:szCs w:val="28"/>
        </w:rPr>
      </w:pPr>
      <w:r>
        <w:rPr>
          <w:sz w:val="28"/>
          <w:szCs w:val="28"/>
        </w:rPr>
        <w:t>245</w:t>
      </w:r>
      <w:r w:rsidRPr="00FA4E96">
        <w:rPr>
          <w:sz w:val="28"/>
          <w:szCs w:val="28"/>
        </w:rPr>
        <w:t>. Попередити громадян про те, що:</w:t>
      </w:r>
    </w:p>
    <w:p w:rsidR="00B2455C" w:rsidRPr="00FA4E96" w:rsidRDefault="00B2455C" w:rsidP="00BD1648">
      <w:pPr>
        <w:jc w:val="both"/>
        <w:rPr>
          <w:sz w:val="28"/>
          <w:szCs w:val="28"/>
        </w:rPr>
      </w:pPr>
      <w:r>
        <w:rPr>
          <w:sz w:val="28"/>
          <w:szCs w:val="28"/>
        </w:rPr>
        <w:t>245</w:t>
      </w:r>
      <w:r w:rsidRPr="00FA4E96">
        <w:rPr>
          <w:sz w:val="28"/>
          <w:szCs w:val="28"/>
        </w:rPr>
        <w:t>.1. Право власності на земельну ділянку виникає з моменту державної реєстрації цього права в Державному реєстрі прав відповідно до Закону України «Про державну реєстрацію речових прав на нерухоме майно та їх обтяжень».</w:t>
      </w:r>
    </w:p>
    <w:p w:rsidR="00B2455C" w:rsidRPr="00FA4E96" w:rsidRDefault="00B2455C" w:rsidP="00BD1648">
      <w:pPr>
        <w:spacing w:before="120"/>
        <w:ind w:firstLine="567"/>
        <w:jc w:val="both"/>
        <w:rPr>
          <w:sz w:val="28"/>
          <w:szCs w:val="28"/>
        </w:rPr>
      </w:pPr>
      <w:r>
        <w:rPr>
          <w:sz w:val="28"/>
          <w:szCs w:val="28"/>
        </w:rPr>
        <w:t>246</w:t>
      </w:r>
      <w:r w:rsidRPr="00FA4E96">
        <w:rPr>
          <w:sz w:val="28"/>
          <w:szCs w:val="28"/>
        </w:rPr>
        <w:t>.  Громадянам:</w:t>
      </w:r>
    </w:p>
    <w:p w:rsidR="00B2455C" w:rsidRPr="00FA4E96" w:rsidRDefault="00B2455C" w:rsidP="00BD1648">
      <w:pPr>
        <w:jc w:val="both"/>
        <w:rPr>
          <w:sz w:val="28"/>
          <w:szCs w:val="28"/>
        </w:rPr>
      </w:pPr>
      <w:r>
        <w:rPr>
          <w:sz w:val="28"/>
          <w:szCs w:val="28"/>
        </w:rPr>
        <w:t>246</w:t>
      </w:r>
      <w:r w:rsidRPr="00FA4E96">
        <w:rPr>
          <w:sz w:val="28"/>
          <w:szCs w:val="28"/>
        </w:rPr>
        <w:t>.1. Використовувати земельну ділянку за цільовим призначенням, з дотриманням вимог статей 91, 103 Земельного кодексу України, Закону України «Про особисте селянське господарство» та інших нормативно-правових актів.</w:t>
      </w:r>
    </w:p>
    <w:p w:rsidR="00B2455C" w:rsidRPr="00FA4E96" w:rsidRDefault="00B2455C" w:rsidP="00BD1648">
      <w:pPr>
        <w:jc w:val="both"/>
        <w:rPr>
          <w:sz w:val="28"/>
          <w:szCs w:val="28"/>
        </w:rPr>
      </w:pPr>
      <w:r>
        <w:rPr>
          <w:sz w:val="28"/>
          <w:szCs w:val="28"/>
        </w:rPr>
        <w:t>246</w:t>
      </w:r>
      <w:r w:rsidRPr="00FA4E96">
        <w:rPr>
          <w:sz w:val="28"/>
          <w:szCs w:val="28"/>
        </w:rPr>
        <w:t>.2. 3дійснювати заходи щодо охорони родючості грунтів, передбачені статтею 37 Закону України «Про охорону земель».</w:t>
      </w:r>
    </w:p>
    <w:p w:rsidR="00B2455C" w:rsidRPr="00FA4E96" w:rsidRDefault="00B2455C" w:rsidP="00DC6CB5">
      <w:pPr>
        <w:pStyle w:val="NormalWeb"/>
        <w:spacing w:before="120" w:beforeAutospacing="0" w:after="0" w:afterAutospacing="0"/>
        <w:ind w:firstLine="709"/>
        <w:jc w:val="both"/>
        <w:rPr>
          <w:sz w:val="28"/>
          <w:szCs w:val="28"/>
        </w:rPr>
      </w:pPr>
      <w:r>
        <w:rPr>
          <w:sz w:val="28"/>
          <w:szCs w:val="28"/>
        </w:rPr>
        <w:t>247</w:t>
      </w:r>
      <w:r w:rsidRPr="00FA4E96">
        <w:rPr>
          <w:sz w:val="28"/>
          <w:szCs w:val="28"/>
        </w:rPr>
        <w:t>. Контроль за виконанням даного рішення покласти на постійну комісію міської ради з питань містобудування, будівництва, земельних відносин та охорони природи (Володимир ДАРАГАН).</w:t>
      </w:r>
    </w:p>
    <w:p w:rsidR="00B2455C" w:rsidRPr="00FA4E96" w:rsidRDefault="00B2455C" w:rsidP="00441E3D">
      <w:pPr>
        <w:pStyle w:val="NormalWeb"/>
        <w:spacing w:before="0" w:beforeAutospacing="0" w:after="0" w:afterAutospacing="0"/>
        <w:rPr>
          <w:sz w:val="28"/>
          <w:szCs w:val="28"/>
        </w:rPr>
      </w:pPr>
    </w:p>
    <w:p w:rsidR="00B2455C" w:rsidRPr="00FA4E96" w:rsidRDefault="00B2455C" w:rsidP="00441E3D">
      <w:pPr>
        <w:pStyle w:val="NormalWeb"/>
        <w:spacing w:before="0" w:beforeAutospacing="0" w:after="0" w:afterAutospacing="0"/>
      </w:pPr>
    </w:p>
    <w:p w:rsidR="00B2455C" w:rsidRPr="00FA4E96" w:rsidRDefault="00B2455C" w:rsidP="00BD1648">
      <w:pPr>
        <w:pStyle w:val="NormalWeb"/>
        <w:spacing w:before="0" w:beforeAutospacing="0" w:after="0" w:afterAutospacing="0"/>
      </w:pPr>
      <w:r w:rsidRPr="00FA4E96">
        <w:rPr>
          <w:color w:val="000000"/>
          <w:sz w:val="28"/>
          <w:szCs w:val="28"/>
        </w:rPr>
        <w:t>Міський голова                                                  Валерій СКРИПНІЧЕНКО</w:t>
      </w:r>
    </w:p>
    <w:sectPr w:rsidR="00B2455C" w:rsidRPr="00FA4E96" w:rsidSect="00ED0A0D">
      <w:type w:val="continuous"/>
      <w:pgSz w:w="11906" w:h="16838" w:code="9"/>
      <w:pgMar w:top="360" w:right="86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E3D"/>
    <w:rsid w:val="000018CD"/>
    <w:rsid w:val="00010400"/>
    <w:rsid w:val="00014618"/>
    <w:rsid w:val="00014AF3"/>
    <w:rsid w:val="0001790A"/>
    <w:rsid w:val="0002012A"/>
    <w:rsid w:val="00021ACD"/>
    <w:rsid w:val="00022202"/>
    <w:rsid w:val="00024052"/>
    <w:rsid w:val="00032520"/>
    <w:rsid w:val="000350D1"/>
    <w:rsid w:val="0003782F"/>
    <w:rsid w:val="00040DBA"/>
    <w:rsid w:val="00041926"/>
    <w:rsid w:val="00055824"/>
    <w:rsid w:val="00055861"/>
    <w:rsid w:val="0006346B"/>
    <w:rsid w:val="00066F80"/>
    <w:rsid w:val="0007362E"/>
    <w:rsid w:val="00073808"/>
    <w:rsid w:val="00074A43"/>
    <w:rsid w:val="0007723D"/>
    <w:rsid w:val="00077DCF"/>
    <w:rsid w:val="00081E57"/>
    <w:rsid w:val="00090F1A"/>
    <w:rsid w:val="00092898"/>
    <w:rsid w:val="000A3A2F"/>
    <w:rsid w:val="000A406D"/>
    <w:rsid w:val="000A52DB"/>
    <w:rsid w:val="000A63E9"/>
    <w:rsid w:val="000B139F"/>
    <w:rsid w:val="000B3904"/>
    <w:rsid w:val="000B4D7E"/>
    <w:rsid w:val="000B4E7C"/>
    <w:rsid w:val="000B6151"/>
    <w:rsid w:val="000B6CD8"/>
    <w:rsid w:val="000C0730"/>
    <w:rsid w:val="000C1FB5"/>
    <w:rsid w:val="000C297A"/>
    <w:rsid w:val="000C3865"/>
    <w:rsid w:val="000C6A24"/>
    <w:rsid w:val="000C7739"/>
    <w:rsid w:val="000D4946"/>
    <w:rsid w:val="000D4A5D"/>
    <w:rsid w:val="000D6C98"/>
    <w:rsid w:val="000D7603"/>
    <w:rsid w:val="000D7ECF"/>
    <w:rsid w:val="000E1858"/>
    <w:rsid w:val="000E1AE8"/>
    <w:rsid w:val="000E24EC"/>
    <w:rsid w:val="000F36F2"/>
    <w:rsid w:val="00102D8D"/>
    <w:rsid w:val="00103594"/>
    <w:rsid w:val="001070B1"/>
    <w:rsid w:val="00110337"/>
    <w:rsid w:val="001107CE"/>
    <w:rsid w:val="0011266A"/>
    <w:rsid w:val="00113C63"/>
    <w:rsid w:val="001165E8"/>
    <w:rsid w:val="0011769D"/>
    <w:rsid w:val="00121F68"/>
    <w:rsid w:val="00124E0D"/>
    <w:rsid w:val="0012629C"/>
    <w:rsid w:val="00130064"/>
    <w:rsid w:val="001315F7"/>
    <w:rsid w:val="0013307F"/>
    <w:rsid w:val="00136059"/>
    <w:rsid w:val="00137C75"/>
    <w:rsid w:val="00141451"/>
    <w:rsid w:val="001451B6"/>
    <w:rsid w:val="00151DF7"/>
    <w:rsid w:val="00155AC0"/>
    <w:rsid w:val="0015752B"/>
    <w:rsid w:val="001601EA"/>
    <w:rsid w:val="001614A8"/>
    <w:rsid w:val="001635E0"/>
    <w:rsid w:val="001649C6"/>
    <w:rsid w:val="00166B75"/>
    <w:rsid w:val="00172840"/>
    <w:rsid w:val="00174106"/>
    <w:rsid w:val="00175F02"/>
    <w:rsid w:val="00176F46"/>
    <w:rsid w:val="00177B37"/>
    <w:rsid w:val="0018102D"/>
    <w:rsid w:val="00181651"/>
    <w:rsid w:val="00181BF9"/>
    <w:rsid w:val="001822FC"/>
    <w:rsid w:val="00192E96"/>
    <w:rsid w:val="001951F1"/>
    <w:rsid w:val="001A343C"/>
    <w:rsid w:val="001A6C28"/>
    <w:rsid w:val="001A70F3"/>
    <w:rsid w:val="001B15FC"/>
    <w:rsid w:val="001B3E81"/>
    <w:rsid w:val="001C0246"/>
    <w:rsid w:val="001C22BF"/>
    <w:rsid w:val="001C4A65"/>
    <w:rsid w:val="001C5447"/>
    <w:rsid w:val="001D1CAD"/>
    <w:rsid w:val="001D32D3"/>
    <w:rsid w:val="001D4CD8"/>
    <w:rsid w:val="001D77C5"/>
    <w:rsid w:val="001D7F8A"/>
    <w:rsid w:val="001E0EF1"/>
    <w:rsid w:val="001E1AC0"/>
    <w:rsid w:val="001E25B9"/>
    <w:rsid w:val="001E3970"/>
    <w:rsid w:val="001E64B0"/>
    <w:rsid w:val="001E698D"/>
    <w:rsid w:val="001E7AF4"/>
    <w:rsid w:val="001F064A"/>
    <w:rsid w:val="001F0A08"/>
    <w:rsid w:val="001F2EC0"/>
    <w:rsid w:val="001F3905"/>
    <w:rsid w:val="001F722C"/>
    <w:rsid w:val="002024F5"/>
    <w:rsid w:val="00205ED4"/>
    <w:rsid w:val="0021160A"/>
    <w:rsid w:val="00212425"/>
    <w:rsid w:val="0022063D"/>
    <w:rsid w:val="0022177B"/>
    <w:rsid w:val="00224063"/>
    <w:rsid w:val="00230C5B"/>
    <w:rsid w:val="00230E36"/>
    <w:rsid w:val="0023389A"/>
    <w:rsid w:val="00233A77"/>
    <w:rsid w:val="00234365"/>
    <w:rsid w:val="00234962"/>
    <w:rsid w:val="00236A5C"/>
    <w:rsid w:val="0024195A"/>
    <w:rsid w:val="002515DA"/>
    <w:rsid w:val="00255C6E"/>
    <w:rsid w:val="00257EB1"/>
    <w:rsid w:val="002609C1"/>
    <w:rsid w:val="00260C0A"/>
    <w:rsid w:val="0026194C"/>
    <w:rsid w:val="00272005"/>
    <w:rsid w:val="00282F4E"/>
    <w:rsid w:val="002843FA"/>
    <w:rsid w:val="00284C52"/>
    <w:rsid w:val="0028507F"/>
    <w:rsid w:val="00286939"/>
    <w:rsid w:val="00290BE5"/>
    <w:rsid w:val="00290E32"/>
    <w:rsid w:val="00292AD1"/>
    <w:rsid w:val="00294481"/>
    <w:rsid w:val="00295AF8"/>
    <w:rsid w:val="00296E5D"/>
    <w:rsid w:val="002A1736"/>
    <w:rsid w:val="002A3581"/>
    <w:rsid w:val="002A5F23"/>
    <w:rsid w:val="002A6FFD"/>
    <w:rsid w:val="002B03DB"/>
    <w:rsid w:val="002B41E1"/>
    <w:rsid w:val="002B6634"/>
    <w:rsid w:val="002C192F"/>
    <w:rsid w:val="002C67F2"/>
    <w:rsid w:val="002C6EA6"/>
    <w:rsid w:val="002C758A"/>
    <w:rsid w:val="002D1C46"/>
    <w:rsid w:val="002D223E"/>
    <w:rsid w:val="002D7B93"/>
    <w:rsid w:val="002E3290"/>
    <w:rsid w:val="002E3D38"/>
    <w:rsid w:val="002E4C4D"/>
    <w:rsid w:val="002E5659"/>
    <w:rsid w:val="002E7A5B"/>
    <w:rsid w:val="002F1C7F"/>
    <w:rsid w:val="002F2256"/>
    <w:rsid w:val="002F2704"/>
    <w:rsid w:val="00305700"/>
    <w:rsid w:val="00307197"/>
    <w:rsid w:val="00307FD7"/>
    <w:rsid w:val="00310701"/>
    <w:rsid w:val="00320486"/>
    <w:rsid w:val="00323D4A"/>
    <w:rsid w:val="00324111"/>
    <w:rsid w:val="00324816"/>
    <w:rsid w:val="00326515"/>
    <w:rsid w:val="003313DF"/>
    <w:rsid w:val="00335C19"/>
    <w:rsid w:val="003376CC"/>
    <w:rsid w:val="003376F9"/>
    <w:rsid w:val="00337730"/>
    <w:rsid w:val="00337F78"/>
    <w:rsid w:val="00341DA6"/>
    <w:rsid w:val="00341DB5"/>
    <w:rsid w:val="00343B6A"/>
    <w:rsid w:val="003444EA"/>
    <w:rsid w:val="00345784"/>
    <w:rsid w:val="00345E6B"/>
    <w:rsid w:val="0034656E"/>
    <w:rsid w:val="0035163A"/>
    <w:rsid w:val="003516B7"/>
    <w:rsid w:val="00351A4D"/>
    <w:rsid w:val="00355B7C"/>
    <w:rsid w:val="00362243"/>
    <w:rsid w:val="00364609"/>
    <w:rsid w:val="00364955"/>
    <w:rsid w:val="00380D08"/>
    <w:rsid w:val="00383C6F"/>
    <w:rsid w:val="003855A3"/>
    <w:rsid w:val="00385AEC"/>
    <w:rsid w:val="003901EE"/>
    <w:rsid w:val="00392AF7"/>
    <w:rsid w:val="00397B1A"/>
    <w:rsid w:val="003A6C5A"/>
    <w:rsid w:val="003A7308"/>
    <w:rsid w:val="003B0CEC"/>
    <w:rsid w:val="003B762E"/>
    <w:rsid w:val="003C347C"/>
    <w:rsid w:val="003C3DB8"/>
    <w:rsid w:val="003D5EBF"/>
    <w:rsid w:val="003E1EC1"/>
    <w:rsid w:val="003E29DA"/>
    <w:rsid w:val="003E31C9"/>
    <w:rsid w:val="003E4AA6"/>
    <w:rsid w:val="003F0B00"/>
    <w:rsid w:val="003F2AB3"/>
    <w:rsid w:val="003F331F"/>
    <w:rsid w:val="003F72D2"/>
    <w:rsid w:val="003F7BCD"/>
    <w:rsid w:val="00402107"/>
    <w:rsid w:val="004062B4"/>
    <w:rsid w:val="00406383"/>
    <w:rsid w:val="00411A86"/>
    <w:rsid w:val="00413B54"/>
    <w:rsid w:val="00414E11"/>
    <w:rsid w:val="00415173"/>
    <w:rsid w:val="00415900"/>
    <w:rsid w:val="00415BF6"/>
    <w:rsid w:val="00420609"/>
    <w:rsid w:val="00424E76"/>
    <w:rsid w:val="0042634E"/>
    <w:rsid w:val="00426AB2"/>
    <w:rsid w:val="00431A83"/>
    <w:rsid w:val="00435C94"/>
    <w:rsid w:val="00441E3D"/>
    <w:rsid w:val="0044597C"/>
    <w:rsid w:val="0044613E"/>
    <w:rsid w:val="00446F07"/>
    <w:rsid w:val="00453417"/>
    <w:rsid w:val="0045347D"/>
    <w:rsid w:val="004550D0"/>
    <w:rsid w:val="00456228"/>
    <w:rsid w:val="004636DA"/>
    <w:rsid w:val="004654B0"/>
    <w:rsid w:val="00466031"/>
    <w:rsid w:val="00472DE0"/>
    <w:rsid w:val="004734DD"/>
    <w:rsid w:val="004739CB"/>
    <w:rsid w:val="00473DE3"/>
    <w:rsid w:val="00474458"/>
    <w:rsid w:val="00475AB4"/>
    <w:rsid w:val="0047711D"/>
    <w:rsid w:val="004771C1"/>
    <w:rsid w:val="004821C8"/>
    <w:rsid w:val="0048668B"/>
    <w:rsid w:val="00492E6A"/>
    <w:rsid w:val="00495DF4"/>
    <w:rsid w:val="00495E78"/>
    <w:rsid w:val="00496867"/>
    <w:rsid w:val="004A0326"/>
    <w:rsid w:val="004A049E"/>
    <w:rsid w:val="004A0810"/>
    <w:rsid w:val="004A2E36"/>
    <w:rsid w:val="004B5673"/>
    <w:rsid w:val="004B5EA7"/>
    <w:rsid w:val="004B6045"/>
    <w:rsid w:val="004B6070"/>
    <w:rsid w:val="004B779E"/>
    <w:rsid w:val="004C1E76"/>
    <w:rsid w:val="004C1E8E"/>
    <w:rsid w:val="004C2953"/>
    <w:rsid w:val="004C6C4F"/>
    <w:rsid w:val="004C76D5"/>
    <w:rsid w:val="004D0A70"/>
    <w:rsid w:val="004D2B36"/>
    <w:rsid w:val="004D3E43"/>
    <w:rsid w:val="004D60CC"/>
    <w:rsid w:val="004D656B"/>
    <w:rsid w:val="004D7037"/>
    <w:rsid w:val="004E125B"/>
    <w:rsid w:val="004E45E2"/>
    <w:rsid w:val="004E4F19"/>
    <w:rsid w:val="004E67FE"/>
    <w:rsid w:val="004F2B23"/>
    <w:rsid w:val="004F59BB"/>
    <w:rsid w:val="005022FA"/>
    <w:rsid w:val="00502EE9"/>
    <w:rsid w:val="00506DF7"/>
    <w:rsid w:val="00506F56"/>
    <w:rsid w:val="00514966"/>
    <w:rsid w:val="0051792B"/>
    <w:rsid w:val="00520120"/>
    <w:rsid w:val="005206D8"/>
    <w:rsid w:val="00522533"/>
    <w:rsid w:val="005269D1"/>
    <w:rsid w:val="0052731C"/>
    <w:rsid w:val="005276B4"/>
    <w:rsid w:val="005307DF"/>
    <w:rsid w:val="005339A0"/>
    <w:rsid w:val="00541800"/>
    <w:rsid w:val="00545CB7"/>
    <w:rsid w:val="00545E3D"/>
    <w:rsid w:val="0054726A"/>
    <w:rsid w:val="005476E6"/>
    <w:rsid w:val="00551DA8"/>
    <w:rsid w:val="00553770"/>
    <w:rsid w:val="00553C9F"/>
    <w:rsid w:val="00556044"/>
    <w:rsid w:val="00563F85"/>
    <w:rsid w:val="00565BBF"/>
    <w:rsid w:val="00570AC5"/>
    <w:rsid w:val="0057473D"/>
    <w:rsid w:val="00577302"/>
    <w:rsid w:val="00582629"/>
    <w:rsid w:val="00587810"/>
    <w:rsid w:val="00591BC8"/>
    <w:rsid w:val="00595986"/>
    <w:rsid w:val="005A2A59"/>
    <w:rsid w:val="005A5CC6"/>
    <w:rsid w:val="005A6709"/>
    <w:rsid w:val="005B07A6"/>
    <w:rsid w:val="005B6ABD"/>
    <w:rsid w:val="005B7076"/>
    <w:rsid w:val="005B70D7"/>
    <w:rsid w:val="005C7D9F"/>
    <w:rsid w:val="005D02CD"/>
    <w:rsid w:val="005D2D08"/>
    <w:rsid w:val="005D52B8"/>
    <w:rsid w:val="005D67C5"/>
    <w:rsid w:val="005E13D2"/>
    <w:rsid w:val="005E316A"/>
    <w:rsid w:val="005E4616"/>
    <w:rsid w:val="005E7512"/>
    <w:rsid w:val="005F0AC2"/>
    <w:rsid w:val="005F44D2"/>
    <w:rsid w:val="00601D85"/>
    <w:rsid w:val="006036E6"/>
    <w:rsid w:val="00604B06"/>
    <w:rsid w:val="006053B3"/>
    <w:rsid w:val="00605854"/>
    <w:rsid w:val="00606C1F"/>
    <w:rsid w:val="006100ED"/>
    <w:rsid w:val="00610459"/>
    <w:rsid w:val="006111C9"/>
    <w:rsid w:val="006116BD"/>
    <w:rsid w:val="00621B95"/>
    <w:rsid w:val="00623177"/>
    <w:rsid w:val="00624431"/>
    <w:rsid w:val="00624D2E"/>
    <w:rsid w:val="00625251"/>
    <w:rsid w:val="00626513"/>
    <w:rsid w:val="0062730C"/>
    <w:rsid w:val="00630719"/>
    <w:rsid w:val="006324F3"/>
    <w:rsid w:val="00635E27"/>
    <w:rsid w:val="00635EC2"/>
    <w:rsid w:val="00640EE2"/>
    <w:rsid w:val="00640F61"/>
    <w:rsid w:val="006423B3"/>
    <w:rsid w:val="00642690"/>
    <w:rsid w:val="00642713"/>
    <w:rsid w:val="00643840"/>
    <w:rsid w:val="006503D5"/>
    <w:rsid w:val="0065195D"/>
    <w:rsid w:val="006521AC"/>
    <w:rsid w:val="00660287"/>
    <w:rsid w:val="006633D0"/>
    <w:rsid w:val="00674381"/>
    <w:rsid w:val="006768B7"/>
    <w:rsid w:val="0067734C"/>
    <w:rsid w:val="0068273C"/>
    <w:rsid w:val="00690186"/>
    <w:rsid w:val="00691517"/>
    <w:rsid w:val="00692D84"/>
    <w:rsid w:val="00694592"/>
    <w:rsid w:val="006957E2"/>
    <w:rsid w:val="006A4D74"/>
    <w:rsid w:val="006B3F9D"/>
    <w:rsid w:val="006B4120"/>
    <w:rsid w:val="006B43A1"/>
    <w:rsid w:val="006C2A18"/>
    <w:rsid w:val="006C4031"/>
    <w:rsid w:val="006C7A0B"/>
    <w:rsid w:val="006D08A7"/>
    <w:rsid w:val="006D4083"/>
    <w:rsid w:val="006E0A95"/>
    <w:rsid w:val="006E0DA3"/>
    <w:rsid w:val="006E594E"/>
    <w:rsid w:val="006F28E7"/>
    <w:rsid w:val="006F52C2"/>
    <w:rsid w:val="006F6960"/>
    <w:rsid w:val="00700283"/>
    <w:rsid w:val="00701159"/>
    <w:rsid w:val="0070354A"/>
    <w:rsid w:val="0070454C"/>
    <w:rsid w:val="0071040F"/>
    <w:rsid w:val="0071595A"/>
    <w:rsid w:val="00721F7C"/>
    <w:rsid w:val="007263AA"/>
    <w:rsid w:val="0073112B"/>
    <w:rsid w:val="0073367B"/>
    <w:rsid w:val="00733D08"/>
    <w:rsid w:val="00736D93"/>
    <w:rsid w:val="00741367"/>
    <w:rsid w:val="00743273"/>
    <w:rsid w:val="00743F4D"/>
    <w:rsid w:val="00745AC5"/>
    <w:rsid w:val="00746CD8"/>
    <w:rsid w:val="00751E7F"/>
    <w:rsid w:val="00753536"/>
    <w:rsid w:val="007538D3"/>
    <w:rsid w:val="0075571B"/>
    <w:rsid w:val="00756D68"/>
    <w:rsid w:val="00760CB8"/>
    <w:rsid w:val="00763070"/>
    <w:rsid w:val="007639C3"/>
    <w:rsid w:val="00763CBC"/>
    <w:rsid w:val="00767C4A"/>
    <w:rsid w:val="00767F88"/>
    <w:rsid w:val="0077125B"/>
    <w:rsid w:val="00775C51"/>
    <w:rsid w:val="007765B9"/>
    <w:rsid w:val="0077742F"/>
    <w:rsid w:val="00782B23"/>
    <w:rsid w:val="007838A0"/>
    <w:rsid w:val="00785E11"/>
    <w:rsid w:val="0078679F"/>
    <w:rsid w:val="0079110D"/>
    <w:rsid w:val="007917F8"/>
    <w:rsid w:val="00792ADE"/>
    <w:rsid w:val="00794A1D"/>
    <w:rsid w:val="00794A8C"/>
    <w:rsid w:val="00796715"/>
    <w:rsid w:val="007A0A5C"/>
    <w:rsid w:val="007A1D83"/>
    <w:rsid w:val="007A2A21"/>
    <w:rsid w:val="007A5ADB"/>
    <w:rsid w:val="007A61D5"/>
    <w:rsid w:val="007B02CC"/>
    <w:rsid w:val="007B11B3"/>
    <w:rsid w:val="007B41A9"/>
    <w:rsid w:val="007B5F41"/>
    <w:rsid w:val="007C122E"/>
    <w:rsid w:val="007C567D"/>
    <w:rsid w:val="007D053C"/>
    <w:rsid w:val="007D1A95"/>
    <w:rsid w:val="007D7556"/>
    <w:rsid w:val="007E0537"/>
    <w:rsid w:val="007E2F99"/>
    <w:rsid w:val="007E3A1F"/>
    <w:rsid w:val="007E52D4"/>
    <w:rsid w:val="007E53FB"/>
    <w:rsid w:val="007E77B4"/>
    <w:rsid w:val="007F15F8"/>
    <w:rsid w:val="00800025"/>
    <w:rsid w:val="0081060C"/>
    <w:rsid w:val="00810C0C"/>
    <w:rsid w:val="00811139"/>
    <w:rsid w:val="0081205B"/>
    <w:rsid w:val="00814D76"/>
    <w:rsid w:val="00825BED"/>
    <w:rsid w:val="008270AE"/>
    <w:rsid w:val="00827AB9"/>
    <w:rsid w:val="0083067E"/>
    <w:rsid w:val="0083544B"/>
    <w:rsid w:val="00840271"/>
    <w:rsid w:val="00843827"/>
    <w:rsid w:val="0084725C"/>
    <w:rsid w:val="008564A8"/>
    <w:rsid w:val="00880094"/>
    <w:rsid w:val="00880422"/>
    <w:rsid w:val="00880D45"/>
    <w:rsid w:val="0088383F"/>
    <w:rsid w:val="00884C35"/>
    <w:rsid w:val="00885674"/>
    <w:rsid w:val="00885B27"/>
    <w:rsid w:val="00886D64"/>
    <w:rsid w:val="008907CD"/>
    <w:rsid w:val="0089139B"/>
    <w:rsid w:val="00893931"/>
    <w:rsid w:val="00894B26"/>
    <w:rsid w:val="00895F87"/>
    <w:rsid w:val="008A00DB"/>
    <w:rsid w:val="008A2923"/>
    <w:rsid w:val="008A447B"/>
    <w:rsid w:val="008A4BA8"/>
    <w:rsid w:val="008B1525"/>
    <w:rsid w:val="008B1C4D"/>
    <w:rsid w:val="008B2436"/>
    <w:rsid w:val="008B46BE"/>
    <w:rsid w:val="008B5FA1"/>
    <w:rsid w:val="008B7BF0"/>
    <w:rsid w:val="008C6C71"/>
    <w:rsid w:val="008C75DE"/>
    <w:rsid w:val="008D0551"/>
    <w:rsid w:val="008D37F0"/>
    <w:rsid w:val="008D5177"/>
    <w:rsid w:val="008D79C2"/>
    <w:rsid w:val="008E2048"/>
    <w:rsid w:val="008E214E"/>
    <w:rsid w:val="008E5AD5"/>
    <w:rsid w:val="00900CA8"/>
    <w:rsid w:val="0090217C"/>
    <w:rsid w:val="0090311A"/>
    <w:rsid w:val="00903C78"/>
    <w:rsid w:val="00905C31"/>
    <w:rsid w:val="0090699A"/>
    <w:rsid w:val="00906C1F"/>
    <w:rsid w:val="00910600"/>
    <w:rsid w:val="009145DE"/>
    <w:rsid w:val="00916B30"/>
    <w:rsid w:val="009266F4"/>
    <w:rsid w:val="00927615"/>
    <w:rsid w:val="00927DC0"/>
    <w:rsid w:val="00930025"/>
    <w:rsid w:val="00932207"/>
    <w:rsid w:val="00933466"/>
    <w:rsid w:val="00935D91"/>
    <w:rsid w:val="00944806"/>
    <w:rsid w:val="00944F85"/>
    <w:rsid w:val="00945883"/>
    <w:rsid w:val="0094731C"/>
    <w:rsid w:val="009535A8"/>
    <w:rsid w:val="009535F7"/>
    <w:rsid w:val="0095438C"/>
    <w:rsid w:val="0095624E"/>
    <w:rsid w:val="00956FAA"/>
    <w:rsid w:val="009572C7"/>
    <w:rsid w:val="0096082B"/>
    <w:rsid w:val="00960BBB"/>
    <w:rsid w:val="00962850"/>
    <w:rsid w:val="00963A88"/>
    <w:rsid w:val="00972205"/>
    <w:rsid w:val="009734EB"/>
    <w:rsid w:val="009737EF"/>
    <w:rsid w:val="00973AA6"/>
    <w:rsid w:val="0097447F"/>
    <w:rsid w:val="00975A18"/>
    <w:rsid w:val="0098602E"/>
    <w:rsid w:val="00986C2A"/>
    <w:rsid w:val="00986DCA"/>
    <w:rsid w:val="009873DE"/>
    <w:rsid w:val="00990668"/>
    <w:rsid w:val="00990BBB"/>
    <w:rsid w:val="0099406E"/>
    <w:rsid w:val="0099542E"/>
    <w:rsid w:val="00997AB3"/>
    <w:rsid w:val="009A04EE"/>
    <w:rsid w:val="009A0FC1"/>
    <w:rsid w:val="009A466E"/>
    <w:rsid w:val="009B1B93"/>
    <w:rsid w:val="009B309F"/>
    <w:rsid w:val="009B3B2E"/>
    <w:rsid w:val="009B63C2"/>
    <w:rsid w:val="009B7CB1"/>
    <w:rsid w:val="009C1856"/>
    <w:rsid w:val="009C2C85"/>
    <w:rsid w:val="009C35F6"/>
    <w:rsid w:val="009C4F12"/>
    <w:rsid w:val="009D169A"/>
    <w:rsid w:val="009D16EE"/>
    <w:rsid w:val="009D3E87"/>
    <w:rsid w:val="009D4EA4"/>
    <w:rsid w:val="009E011A"/>
    <w:rsid w:val="009E020B"/>
    <w:rsid w:val="009E20B1"/>
    <w:rsid w:val="009E40E4"/>
    <w:rsid w:val="009E4B79"/>
    <w:rsid w:val="009F1857"/>
    <w:rsid w:val="009F63CA"/>
    <w:rsid w:val="00A01AA5"/>
    <w:rsid w:val="00A077D5"/>
    <w:rsid w:val="00A078EB"/>
    <w:rsid w:val="00A07CDE"/>
    <w:rsid w:val="00A11E11"/>
    <w:rsid w:val="00A133B3"/>
    <w:rsid w:val="00A14419"/>
    <w:rsid w:val="00A14B50"/>
    <w:rsid w:val="00A20462"/>
    <w:rsid w:val="00A26183"/>
    <w:rsid w:val="00A27C98"/>
    <w:rsid w:val="00A30FCF"/>
    <w:rsid w:val="00A314E1"/>
    <w:rsid w:val="00A34070"/>
    <w:rsid w:val="00A36263"/>
    <w:rsid w:val="00A369CF"/>
    <w:rsid w:val="00A420E0"/>
    <w:rsid w:val="00A4515E"/>
    <w:rsid w:val="00A47C4E"/>
    <w:rsid w:val="00A5576C"/>
    <w:rsid w:val="00A56529"/>
    <w:rsid w:val="00A6383A"/>
    <w:rsid w:val="00A64758"/>
    <w:rsid w:val="00A64CCA"/>
    <w:rsid w:val="00A672E1"/>
    <w:rsid w:val="00A67C2A"/>
    <w:rsid w:val="00A70432"/>
    <w:rsid w:val="00A705EA"/>
    <w:rsid w:val="00A71EE2"/>
    <w:rsid w:val="00A72CE6"/>
    <w:rsid w:val="00A77C26"/>
    <w:rsid w:val="00A77FF0"/>
    <w:rsid w:val="00A81B22"/>
    <w:rsid w:val="00A82FFF"/>
    <w:rsid w:val="00A8358A"/>
    <w:rsid w:val="00A83B32"/>
    <w:rsid w:val="00A8518A"/>
    <w:rsid w:val="00A942D6"/>
    <w:rsid w:val="00A94D8D"/>
    <w:rsid w:val="00AA0DCF"/>
    <w:rsid w:val="00AA4E3F"/>
    <w:rsid w:val="00AA5FEC"/>
    <w:rsid w:val="00AA63BF"/>
    <w:rsid w:val="00AB1739"/>
    <w:rsid w:val="00AB3CB6"/>
    <w:rsid w:val="00AB487C"/>
    <w:rsid w:val="00AB4FE7"/>
    <w:rsid w:val="00AC19A1"/>
    <w:rsid w:val="00AC5C94"/>
    <w:rsid w:val="00AD1287"/>
    <w:rsid w:val="00AD67A1"/>
    <w:rsid w:val="00AD78B5"/>
    <w:rsid w:val="00AE48C3"/>
    <w:rsid w:val="00AE4F40"/>
    <w:rsid w:val="00AE541D"/>
    <w:rsid w:val="00AF445C"/>
    <w:rsid w:val="00AF4B4C"/>
    <w:rsid w:val="00AF7936"/>
    <w:rsid w:val="00B02518"/>
    <w:rsid w:val="00B03418"/>
    <w:rsid w:val="00B03F36"/>
    <w:rsid w:val="00B05909"/>
    <w:rsid w:val="00B0694D"/>
    <w:rsid w:val="00B06F15"/>
    <w:rsid w:val="00B135A9"/>
    <w:rsid w:val="00B14DCF"/>
    <w:rsid w:val="00B15C0E"/>
    <w:rsid w:val="00B16D4B"/>
    <w:rsid w:val="00B17C35"/>
    <w:rsid w:val="00B20C6B"/>
    <w:rsid w:val="00B21955"/>
    <w:rsid w:val="00B21E7F"/>
    <w:rsid w:val="00B2455C"/>
    <w:rsid w:val="00B255C3"/>
    <w:rsid w:val="00B2711D"/>
    <w:rsid w:val="00B30449"/>
    <w:rsid w:val="00B30698"/>
    <w:rsid w:val="00B30763"/>
    <w:rsid w:val="00B30C09"/>
    <w:rsid w:val="00B318FA"/>
    <w:rsid w:val="00B35277"/>
    <w:rsid w:val="00B3532E"/>
    <w:rsid w:val="00B35D7C"/>
    <w:rsid w:val="00B401E1"/>
    <w:rsid w:val="00B426BD"/>
    <w:rsid w:val="00B43257"/>
    <w:rsid w:val="00B51D83"/>
    <w:rsid w:val="00B53102"/>
    <w:rsid w:val="00B56EDD"/>
    <w:rsid w:val="00B57241"/>
    <w:rsid w:val="00B57F3C"/>
    <w:rsid w:val="00B60FE2"/>
    <w:rsid w:val="00B61B3E"/>
    <w:rsid w:val="00B62340"/>
    <w:rsid w:val="00B6634E"/>
    <w:rsid w:val="00B66D99"/>
    <w:rsid w:val="00B67D0E"/>
    <w:rsid w:val="00B74196"/>
    <w:rsid w:val="00B74489"/>
    <w:rsid w:val="00B7451D"/>
    <w:rsid w:val="00B813CD"/>
    <w:rsid w:val="00B84C0A"/>
    <w:rsid w:val="00B8740F"/>
    <w:rsid w:val="00B9114C"/>
    <w:rsid w:val="00B9525C"/>
    <w:rsid w:val="00B95F5E"/>
    <w:rsid w:val="00B966B5"/>
    <w:rsid w:val="00B9702E"/>
    <w:rsid w:val="00B9745D"/>
    <w:rsid w:val="00BA0299"/>
    <w:rsid w:val="00BA123B"/>
    <w:rsid w:val="00BA26F7"/>
    <w:rsid w:val="00BA28B1"/>
    <w:rsid w:val="00BA329C"/>
    <w:rsid w:val="00BA5116"/>
    <w:rsid w:val="00BB4577"/>
    <w:rsid w:val="00BC28CA"/>
    <w:rsid w:val="00BC4A10"/>
    <w:rsid w:val="00BC5BE1"/>
    <w:rsid w:val="00BD1648"/>
    <w:rsid w:val="00BD4B4D"/>
    <w:rsid w:val="00BD7C97"/>
    <w:rsid w:val="00BE03FC"/>
    <w:rsid w:val="00BE0BDB"/>
    <w:rsid w:val="00BE0FAA"/>
    <w:rsid w:val="00BE4901"/>
    <w:rsid w:val="00BE7820"/>
    <w:rsid w:val="00BF21E7"/>
    <w:rsid w:val="00BF50E5"/>
    <w:rsid w:val="00C02E4E"/>
    <w:rsid w:val="00C04FCC"/>
    <w:rsid w:val="00C10FB1"/>
    <w:rsid w:val="00C123D1"/>
    <w:rsid w:val="00C16478"/>
    <w:rsid w:val="00C21B79"/>
    <w:rsid w:val="00C228FF"/>
    <w:rsid w:val="00C241DF"/>
    <w:rsid w:val="00C26248"/>
    <w:rsid w:val="00C2665B"/>
    <w:rsid w:val="00C311B9"/>
    <w:rsid w:val="00C31DEF"/>
    <w:rsid w:val="00C3679C"/>
    <w:rsid w:val="00C40775"/>
    <w:rsid w:val="00C40FF8"/>
    <w:rsid w:val="00C42BE4"/>
    <w:rsid w:val="00C43F82"/>
    <w:rsid w:val="00C44616"/>
    <w:rsid w:val="00C44B1F"/>
    <w:rsid w:val="00C45A3D"/>
    <w:rsid w:val="00C4728A"/>
    <w:rsid w:val="00C5018F"/>
    <w:rsid w:val="00C5223C"/>
    <w:rsid w:val="00C54A39"/>
    <w:rsid w:val="00C55739"/>
    <w:rsid w:val="00C56917"/>
    <w:rsid w:val="00C577D1"/>
    <w:rsid w:val="00C604C0"/>
    <w:rsid w:val="00C61CC3"/>
    <w:rsid w:val="00C61CE3"/>
    <w:rsid w:val="00C62AE7"/>
    <w:rsid w:val="00C710D7"/>
    <w:rsid w:val="00C72624"/>
    <w:rsid w:val="00C737C3"/>
    <w:rsid w:val="00C75070"/>
    <w:rsid w:val="00C750BD"/>
    <w:rsid w:val="00C76301"/>
    <w:rsid w:val="00C76821"/>
    <w:rsid w:val="00C80DB6"/>
    <w:rsid w:val="00C83594"/>
    <w:rsid w:val="00C850B0"/>
    <w:rsid w:val="00C9102E"/>
    <w:rsid w:val="00C92149"/>
    <w:rsid w:val="00C932E6"/>
    <w:rsid w:val="00C94343"/>
    <w:rsid w:val="00C9483E"/>
    <w:rsid w:val="00CA04CF"/>
    <w:rsid w:val="00CA2A1D"/>
    <w:rsid w:val="00CA6C83"/>
    <w:rsid w:val="00CB0DCD"/>
    <w:rsid w:val="00CB4542"/>
    <w:rsid w:val="00CC20CC"/>
    <w:rsid w:val="00CC425E"/>
    <w:rsid w:val="00CD304F"/>
    <w:rsid w:val="00CD3FC4"/>
    <w:rsid w:val="00CE2D4D"/>
    <w:rsid w:val="00CE3452"/>
    <w:rsid w:val="00CE35CE"/>
    <w:rsid w:val="00CE3825"/>
    <w:rsid w:val="00CE3D11"/>
    <w:rsid w:val="00CE4557"/>
    <w:rsid w:val="00CE4836"/>
    <w:rsid w:val="00CE7AD4"/>
    <w:rsid w:val="00CF1381"/>
    <w:rsid w:val="00CF24AB"/>
    <w:rsid w:val="00CF5022"/>
    <w:rsid w:val="00CF626D"/>
    <w:rsid w:val="00D02260"/>
    <w:rsid w:val="00D0264C"/>
    <w:rsid w:val="00D03712"/>
    <w:rsid w:val="00D04630"/>
    <w:rsid w:val="00D05217"/>
    <w:rsid w:val="00D07C35"/>
    <w:rsid w:val="00D13923"/>
    <w:rsid w:val="00D13C25"/>
    <w:rsid w:val="00D263E5"/>
    <w:rsid w:val="00D3683F"/>
    <w:rsid w:val="00D43313"/>
    <w:rsid w:val="00D50986"/>
    <w:rsid w:val="00D57B70"/>
    <w:rsid w:val="00D617EE"/>
    <w:rsid w:val="00D676F1"/>
    <w:rsid w:val="00D72886"/>
    <w:rsid w:val="00D72A1D"/>
    <w:rsid w:val="00D737D4"/>
    <w:rsid w:val="00D73BA7"/>
    <w:rsid w:val="00D74930"/>
    <w:rsid w:val="00D7746E"/>
    <w:rsid w:val="00D83AD6"/>
    <w:rsid w:val="00D9196F"/>
    <w:rsid w:val="00D95411"/>
    <w:rsid w:val="00D963EC"/>
    <w:rsid w:val="00D97858"/>
    <w:rsid w:val="00D97C2D"/>
    <w:rsid w:val="00DA2964"/>
    <w:rsid w:val="00DA3367"/>
    <w:rsid w:val="00DA52EB"/>
    <w:rsid w:val="00DA55BF"/>
    <w:rsid w:val="00DA6D3F"/>
    <w:rsid w:val="00DB111A"/>
    <w:rsid w:val="00DB2EE9"/>
    <w:rsid w:val="00DB41BB"/>
    <w:rsid w:val="00DB496F"/>
    <w:rsid w:val="00DB4B2B"/>
    <w:rsid w:val="00DB521C"/>
    <w:rsid w:val="00DB5744"/>
    <w:rsid w:val="00DB60A4"/>
    <w:rsid w:val="00DB7808"/>
    <w:rsid w:val="00DC1429"/>
    <w:rsid w:val="00DC5130"/>
    <w:rsid w:val="00DC51E4"/>
    <w:rsid w:val="00DC5268"/>
    <w:rsid w:val="00DC6CB5"/>
    <w:rsid w:val="00DC773D"/>
    <w:rsid w:val="00DD2E58"/>
    <w:rsid w:val="00DD44F1"/>
    <w:rsid w:val="00DD7F92"/>
    <w:rsid w:val="00DD7FBC"/>
    <w:rsid w:val="00DE013A"/>
    <w:rsid w:val="00DE1942"/>
    <w:rsid w:val="00DE5D16"/>
    <w:rsid w:val="00DE7005"/>
    <w:rsid w:val="00DF0DB8"/>
    <w:rsid w:val="00DF2F66"/>
    <w:rsid w:val="00DF595C"/>
    <w:rsid w:val="00DF6454"/>
    <w:rsid w:val="00DF7066"/>
    <w:rsid w:val="00DF7241"/>
    <w:rsid w:val="00E028FF"/>
    <w:rsid w:val="00E060CB"/>
    <w:rsid w:val="00E0796F"/>
    <w:rsid w:val="00E11261"/>
    <w:rsid w:val="00E11A0B"/>
    <w:rsid w:val="00E13C49"/>
    <w:rsid w:val="00E14809"/>
    <w:rsid w:val="00E165BA"/>
    <w:rsid w:val="00E17463"/>
    <w:rsid w:val="00E218F0"/>
    <w:rsid w:val="00E21D49"/>
    <w:rsid w:val="00E246F5"/>
    <w:rsid w:val="00E24B7C"/>
    <w:rsid w:val="00E30224"/>
    <w:rsid w:val="00E32947"/>
    <w:rsid w:val="00E33CD9"/>
    <w:rsid w:val="00E35B25"/>
    <w:rsid w:val="00E4342C"/>
    <w:rsid w:val="00E4522B"/>
    <w:rsid w:val="00E460E3"/>
    <w:rsid w:val="00E46E68"/>
    <w:rsid w:val="00E52F7B"/>
    <w:rsid w:val="00E56E74"/>
    <w:rsid w:val="00E57ED7"/>
    <w:rsid w:val="00E60A68"/>
    <w:rsid w:val="00E62CC7"/>
    <w:rsid w:val="00E65B8A"/>
    <w:rsid w:val="00E66459"/>
    <w:rsid w:val="00E70772"/>
    <w:rsid w:val="00E75D58"/>
    <w:rsid w:val="00E765FB"/>
    <w:rsid w:val="00E82C0A"/>
    <w:rsid w:val="00E8433A"/>
    <w:rsid w:val="00E847A3"/>
    <w:rsid w:val="00E90C32"/>
    <w:rsid w:val="00E915D3"/>
    <w:rsid w:val="00E92ED5"/>
    <w:rsid w:val="00E97F2E"/>
    <w:rsid w:val="00EA3FBD"/>
    <w:rsid w:val="00EA6122"/>
    <w:rsid w:val="00EB1398"/>
    <w:rsid w:val="00EB29F2"/>
    <w:rsid w:val="00EB30C3"/>
    <w:rsid w:val="00EB343E"/>
    <w:rsid w:val="00EB3C32"/>
    <w:rsid w:val="00EB533B"/>
    <w:rsid w:val="00EC16D4"/>
    <w:rsid w:val="00EC5380"/>
    <w:rsid w:val="00EC61B6"/>
    <w:rsid w:val="00ED0A0D"/>
    <w:rsid w:val="00ED0C52"/>
    <w:rsid w:val="00ED1217"/>
    <w:rsid w:val="00EE053B"/>
    <w:rsid w:val="00EE0FC7"/>
    <w:rsid w:val="00EE173D"/>
    <w:rsid w:val="00EE17EB"/>
    <w:rsid w:val="00EE296D"/>
    <w:rsid w:val="00EF0489"/>
    <w:rsid w:val="00EF1620"/>
    <w:rsid w:val="00EF283C"/>
    <w:rsid w:val="00EF2D50"/>
    <w:rsid w:val="00EF4260"/>
    <w:rsid w:val="00EF524F"/>
    <w:rsid w:val="00EF535D"/>
    <w:rsid w:val="00F00438"/>
    <w:rsid w:val="00F07A85"/>
    <w:rsid w:val="00F125A1"/>
    <w:rsid w:val="00F14798"/>
    <w:rsid w:val="00F15E6C"/>
    <w:rsid w:val="00F20709"/>
    <w:rsid w:val="00F2088B"/>
    <w:rsid w:val="00F2265F"/>
    <w:rsid w:val="00F235EB"/>
    <w:rsid w:val="00F27940"/>
    <w:rsid w:val="00F30655"/>
    <w:rsid w:val="00F310F5"/>
    <w:rsid w:val="00F31289"/>
    <w:rsid w:val="00F32783"/>
    <w:rsid w:val="00F32A15"/>
    <w:rsid w:val="00F34DD5"/>
    <w:rsid w:val="00F3533F"/>
    <w:rsid w:val="00F41A08"/>
    <w:rsid w:val="00F43CD2"/>
    <w:rsid w:val="00F44FE2"/>
    <w:rsid w:val="00F4552C"/>
    <w:rsid w:val="00F4732F"/>
    <w:rsid w:val="00F55ED9"/>
    <w:rsid w:val="00F563E9"/>
    <w:rsid w:val="00F62BF3"/>
    <w:rsid w:val="00F65252"/>
    <w:rsid w:val="00F6539C"/>
    <w:rsid w:val="00F673E6"/>
    <w:rsid w:val="00F735F8"/>
    <w:rsid w:val="00F864FC"/>
    <w:rsid w:val="00F87998"/>
    <w:rsid w:val="00F948E0"/>
    <w:rsid w:val="00FA280C"/>
    <w:rsid w:val="00FA4433"/>
    <w:rsid w:val="00FA4E96"/>
    <w:rsid w:val="00FA57C9"/>
    <w:rsid w:val="00FA72E6"/>
    <w:rsid w:val="00FB0CF5"/>
    <w:rsid w:val="00FB4D3C"/>
    <w:rsid w:val="00FC5B49"/>
    <w:rsid w:val="00FD0967"/>
    <w:rsid w:val="00FD1D1D"/>
    <w:rsid w:val="00FD24B5"/>
    <w:rsid w:val="00FD2857"/>
    <w:rsid w:val="00FD466A"/>
    <w:rsid w:val="00FE1446"/>
    <w:rsid w:val="00FE16DF"/>
    <w:rsid w:val="00FE18DA"/>
    <w:rsid w:val="00FE484E"/>
    <w:rsid w:val="00FE4CA5"/>
    <w:rsid w:val="00FE4DA9"/>
    <w:rsid w:val="00FE516B"/>
    <w:rsid w:val="00FE79EC"/>
    <w:rsid w:val="00FF0C70"/>
    <w:rsid w:val="00FF0DC9"/>
    <w:rsid w:val="00FF0E4F"/>
    <w:rsid w:val="00FF320E"/>
    <w:rsid w:val="00FF53A7"/>
    <w:rsid w:val="00FF6A7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60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data">
    <w:name w:val="docdata"/>
    <w:aliases w:val="docy,v5,16566,baiaagaaboqcaaad0juaaaxgnqaaaaaaaaaaaaaaaaaaaaaaaaaaaaaaaaaaaaaaaaaaaaaaaaaaaaaaaaaaaaaaaaaaaaaaaaaaaaaaaaaaaaaaaaaaaaaaaaaaaaaaaaaaaaaaaaaaaaaaaaaaaaaaaaaaaaaaaaaaaaaaaaaaaaaaaaaaaaaaaaaaaaaaaaaaaaaaaaaaaaaaaaaaaaaaaaaaaaaaaaaaaa"/>
    <w:basedOn w:val="Normal"/>
    <w:uiPriority w:val="99"/>
    <w:rsid w:val="00441E3D"/>
    <w:pPr>
      <w:spacing w:before="100" w:beforeAutospacing="1" w:after="100" w:afterAutospacing="1"/>
    </w:pPr>
  </w:style>
  <w:style w:type="paragraph" w:styleId="NormalWeb">
    <w:name w:val="Normal (Web)"/>
    <w:basedOn w:val="Normal"/>
    <w:uiPriority w:val="99"/>
    <w:rsid w:val="00441E3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58508927">
      <w:marLeft w:val="0"/>
      <w:marRight w:val="0"/>
      <w:marTop w:val="0"/>
      <w:marBottom w:val="0"/>
      <w:divBdr>
        <w:top w:val="none" w:sz="0" w:space="0" w:color="auto"/>
        <w:left w:val="none" w:sz="0" w:space="0" w:color="auto"/>
        <w:bottom w:val="none" w:sz="0" w:space="0" w:color="auto"/>
        <w:right w:val="none" w:sz="0" w:space="0" w:color="auto"/>
      </w:divBdr>
    </w:div>
    <w:div w:id="2058508928">
      <w:marLeft w:val="0"/>
      <w:marRight w:val="0"/>
      <w:marTop w:val="0"/>
      <w:marBottom w:val="0"/>
      <w:divBdr>
        <w:top w:val="none" w:sz="0" w:space="0" w:color="auto"/>
        <w:left w:val="none" w:sz="0" w:space="0" w:color="auto"/>
        <w:bottom w:val="none" w:sz="0" w:space="0" w:color="auto"/>
        <w:right w:val="none" w:sz="0" w:space="0" w:color="auto"/>
      </w:divBdr>
    </w:div>
    <w:div w:id="20585089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10790</TotalTime>
  <Pages>70</Pages>
  <Words>-32766</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101</cp:revision>
  <cp:lastPrinted>2021-06-25T05:29:00Z</cp:lastPrinted>
  <dcterms:created xsi:type="dcterms:W3CDTF">2021-05-07T08:04:00Z</dcterms:created>
  <dcterms:modified xsi:type="dcterms:W3CDTF">2021-11-09T11:48:00Z</dcterms:modified>
</cp:coreProperties>
</file>