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17" w:rsidRPr="0068351B" w:rsidRDefault="006A6017" w:rsidP="00972B9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8351B">
        <w:rPr>
          <w:rFonts w:ascii="Times New Roman" w:hAnsi="Times New Roman"/>
          <w:b/>
          <w:bCs/>
          <w:sz w:val="24"/>
          <w:szCs w:val="24"/>
        </w:rPr>
        <w:t>ЗВЕРНЕННЯ</w:t>
      </w:r>
    </w:p>
    <w:p w:rsidR="006A6017" w:rsidRPr="0068351B" w:rsidRDefault="006A6017" w:rsidP="00972B9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8351B">
        <w:rPr>
          <w:rFonts w:ascii="Times New Roman" w:hAnsi="Times New Roman"/>
          <w:b/>
          <w:bCs/>
          <w:sz w:val="24"/>
          <w:szCs w:val="24"/>
        </w:rPr>
        <w:t xml:space="preserve">ДЕПУТАТІВ </w:t>
      </w:r>
      <w:r>
        <w:rPr>
          <w:rFonts w:ascii="Times New Roman" w:hAnsi="Times New Roman"/>
          <w:b/>
          <w:bCs/>
          <w:sz w:val="24"/>
          <w:szCs w:val="24"/>
        </w:rPr>
        <w:t xml:space="preserve">ВАЛКІВСЬКОЇ МІСЬКОЇ </w:t>
      </w:r>
      <w:r w:rsidRPr="0068351B">
        <w:rPr>
          <w:rFonts w:ascii="Times New Roman" w:hAnsi="Times New Roman"/>
          <w:b/>
          <w:bCs/>
          <w:sz w:val="24"/>
          <w:szCs w:val="24"/>
        </w:rPr>
        <w:t xml:space="preserve"> РАДИ </w:t>
      </w:r>
    </w:p>
    <w:p w:rsidR="006A6017" w:rsidRPr="0068351B" w:rsidRDefault="006A6017" w:rsidP="00972B9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8351B">
        <w:rPr>
          <w:rFonts w:ascii="Times New Roman" w:hAnsi="Times New Roman"/>
          <w:b/>
          <w:bCs/>
          <w:sz w:val="24"/>
          <w:szCs w:val="24"/>
        </w:rPr>
        <w:t xml:space="preserve">ДО ЖИТЕЛІВ </w:t>
      </w:r>
      <w:r>
        <w:rPr>
          <w:rFonts w:ascii="Times New Roman" w:hAnsi="Times New Roman"/>
          <w:b/>
          <w:bCs/>
          <w:sz w:val="24"/>
          <w:szCs w:val="24"/>
        </w:rPr>
        <w:t>ГРОМАДИ</w:t>
      </w:r>
    </w:p>
    <w:p w:rsidR="006A6017" w:rsidRPr="0068351B" w:rsidRDefault="006A6017">
      <w:pPr>
        <w:rPr>
          <w:rFonts w:ascii="Times New Roman" w:hAnsi="Times New Roman"/>
          <w:sz w:val="24"/>
          <w:szCs w:val="24"/>
        </w:rPr>
      </w:pPr>
    </w:p>
    <w:p w:rsidR="006A6017" w:rsidRPr="0068351B" w:rsidRDefault="006A6017" w:rsidP="006835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8351B">
        <w:rPr>
          <w:rFonts w:ascii="Times New Roman" w:hAnsi="Times New Roman"/>
          <w:sz w:val="24"/>
          <w:szCs w:val="24"/>
        </w:rPr>
        <w:t>В Україні з 2014 року триває війна, але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351B">
        <w:rPr>
          <w:rFonts w:ascii="Times New Roman" w:hAnsi="Times New Roman"/>
          <w:sz w:val="24"/>
          <w:szCs w:val="24"/>
        </w:rPr>
        <w:t xml:space="preserve">останнім часом на кордонах нашої держави склалася дуже непроста обстановка. </w:t>
      </w:r>
    </w:p>
    <w:p w:rsidR="006A6017" w:rsidRPr="0068351B" w:rsidRDefault="006A6017" w:rsidP="006835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8351B">
        <w:rPr>
          <w:rFonts w:ascii="Times New Roman" w:hAnsi="Times New Roman"/>
          <w:sz w:val="24"/>
          <w:szCs w:val="24"/>
        </w:rPr>
        <w:t xml:space="preserve">Росія постійно нагнітає безпекову ситуацію, накопичуючи війська і техніку, проводячи сухопутні й морські маневри поблизу нашої держави. Російська влада погрожує Україні та Європі, висуваючи ультиматуми й вимагаючи так званих «гарантій безпеки» для себе, при цьому абсолютно нехтуючи такими ж правами інших держав. </w:t>
      </w:r>
    </w:p>
    <w:p w:rsidR="006A6017" w:rsidRPr="0068351B" w:rsidRDefault="006A6017" w:rsidP="006835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8351B">
        <w:rPr>
          <w:rFonts w:ascii="Times New Roman" w:hAnsi="Times New Roman"/>
          <w:sz w:val="24"/>
          <w:szCs w:val="24"/>
        </w:rPr>
        <w:t>І наша влада, і провідні світові лідери докладають максимум зусиль для того, щоби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351B">
        <w:rPr>
          <w:rFonts w:ascii="Times New Roman" w:hAnsi="Times New Roman"/>
          <w:sz w:val="24"/>
          <w:szCs w:val="24"/>
        </w:rPr>
        <w:t xml:space="preserve">врегулювати ситуацію політико-дипломатичним шляхом. Свідчення тому – десятки перемовин на найвищому рівні, що відбулися протягом останніх кількох тижнів. </w:t>
      </w:r>
    </w:p>
    <w:p w:rsidR="006A6017" w:rsidRPr="0068351B" w:rsidRDefault="006A6017" w:rsidP="006835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8351B">
        <w:rPr>
          <w:rFonts w:ascii="Times New Roman" w:hAnsi="Times New Roman"/>
          <w:sz w:val="24"/>
          <w:szCs w:val="24"/>
        </w:rPr>
        <w:t xml:space="preserve">Наша держава хоче миру, наша держава хоче сісти за стіл переговоріві вести конструктивний діалог, протеУкраїна не готова поступатися національними інтересами чи суверенітетом. </w:t>
      </w:r>
    </w:p>
    <w:p w:rsidR="006A6017" w:rsidRPr="0068351B" w:rsidRDefault="006A6017" w:rsidP="0068351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Ми, депутати Валківської міської</w:t>
      </w:r>
      <w:r w:rsidRPr="0068351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68351B">
        <w:rPr>
          <w:rFonts w:ascii="Times New Roman" w:hAnsi="Times New Roman"/>
          <w:sz w:val="24"/>
          <w:szCs w:val="24"/>
        </w:rPr>
        <w:t xml:space="preserve">ради, повністю підтримуємо зусилля Президента України Володимира Зеленського, вітчизняних дипломатів, а також наших захисників – Збройні сили України. </w:t>
      </w:r>
    </w:p>
    <w:p w:rsidR="006A6017" w:rsidRPr="0068351B" w:rsidRDefault="006A6017" w:rsidP="006835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8351B">
        <w:rPr>
          <w:rFonts w:ascii="Times New Roman" w:hAnsi="Times New Roman"/>
          <w:sz w:val="24"/>
          <w:szCs w:val="24"/>
        </w:rPr>
        <w:t xml:space="preserve">Закликаємо всі політичні сили до єдності, консолідації зусиль, щоб спільно протистояти тиску з боку агресора, не розхитувати політичну ситуацію всередині країни. </w:t>
      </w:r>
    </w:p>
    <w:p w:rsidR="006A6017" w:rsidRPr="0068351B" w:rsidRDefault="006A6017" w:rsidP="006835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8351B">
        <w:rPr>
          <w:rFonts w:ascii="Times New Roman" w:hAnsi="Times New Roman"/>
          <w:sz w:val="24"/>
          <w:szCs w:val="24"/>
        </w:rPr>
        <w:t>Звертаємося до жителів нашої області/містай усіх українців із закликом не поширювати панічні настрої, чутки та російську пропаганду, не піддаватися на інформаційно-психологічні атаки йне підігрувати агресору. Наш спокій допомагає владі, дипломатам і силовикам гідно виконувати свою роботу із захисту держави та українців.</w:t>
      </w:r>
    </w:p>
    <w:p w:rsidR="006A6017" w:rsidRPr="0068351B" w:rsidRDefault="006A6017" w:rsidP="006835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8351B">
        <w:rPr>
          <w:rFonts w:ascii="Times New Roman" w:hAnsi="Times New Roman"/>
          <w:sz w:val="24"/>
          <w:szCs w:val="24"/>
        </w:rPr>
        <w:t>Вірте в нашу армію, у наших воїнів, які мають достатньо сил і засобів, а також відповідний бойовий досвід, щоб у разі потреби відстояти нашу державу. Українське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351B">
        <w:rPr>
          <w:rFonts w:ascii="Times New Roman" w:hAnsi="Times New Roman"/>
          <w:sz w:val="24"/>
          <w:szCs w:val="24"/>
        </w:rPr>
        <w:t>військо сьогодні найбільш потужне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351B">
        <w:rPr>
          <w:rFonts w:ascii="Times New Roman" w:hAnsi="Times New Roman"/>
          <w:sz w:val="24"/>
          <w:szCs w:val="24"/>
        </w:rPr>
        <w:t>з 2014 року, а коаліція партнерів, які надають нам підтримку, найширша з моменту проголошення незалежності.</w:t>
      </w:r>
    </w:p>
    <w:p w:rsidR="006A6017" w:rsidRPr="0068351B" w:rsidRDefault="006A6017" w:rsidP="006835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8351B">
        <w:rPr>
          <w:rFonts w:ascii="Times New Roman" w:hAnsi="Times New Roman"/>
          <w:sz w:val="24"/>
          <w:szCs w:val="24"/>
        </w:rPr>
        <w:t>Ми просимо всіх, хто має таку можливість і відповідний досвід, підтримати загони територіальної оборони, максимально сприяти їхній розбудові. Водночас громадяни мають продовжувати працювати, не змінювати свій звичайний спосіб життя – це забезпечить нормальну економічну діяльність, а отже, і можливість Збройних сил захищати Україну так, як потрібно, і стільки, скільки потрібно.</w:t>
      </w:r>
    </w:p>
    <w:p w:rsidR="006A6017" w:rsidRDefault="006A6017" w:rsidP="0068351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8351B">
        <w:rPr>
          <w:rFonts w:ascii="Times New Roman" w:hAnsi="Times New Roman"/>
          <w:sz w:val="24"/>
          <w:szCs w:val="24"/>
        </w:rPr>
        <w:t xml:space="preserve">Пам’ятаймо, що в єдності – наша сила! Разом ми переможемо будь-якого ворога – і зовнішнього, і внутрішнього. Слава Україні! </w:t>
      </w:r>
    </w:p>
    <w:p w:rsidR="006A6017" w:rsidRDefault="006A6017" w:rsidP="0068351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6A6017" w:rsidSect="008857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017" w:rsidRDefault="006A6017" w:rsidP="00F0571B">
      <w:pPr>
        <w:spacing w:after="0" w:line="240" w:lineRule="auto"/>
      </w:pPr>
      <w:r>
        <w:separator/>
      </w:r>
    </w:p>
  </w:endnote>
  <w:endnote w:type="continuationSeparator" w:id="0">
    <w:p w:rsidR="006A6017" w:rsidRDefault="006A6017" w:rsidP="00F0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017" w:rsidRDefault="006A6017" w:rsidP="00F0571B">
      <w:pPr>
        <w:spacing w:after="0" w:line="240" w:lineRule="auto"/>
      </w:pPr>
      <w:r>
        <w:separator/>
      </w:r>
    </w:p>
  </w:footnote>
  <w:footnote w:type="continuationSeparator" w:id="0">
    <w:p w:rsidR="006A6017" w:rsidRDefault="006A6017" w:rsidP="00F05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B96"/>
    <w:rsid w:val="00036FD1"/>
    <w:rsid w:val="0004788C"/>
    <w:rsid w:val="000E44EE"/>
    <w:rsid w:val="001246BF"/>
    <w:rsid w:val="00187645"/>
    <w:rsid w:val="00196671"/>
    <w:rsid w:val="001B6EE5"/>
    <w:rsid w:val="001F2D34"/>
    <w:rsid w:val="00341181"/>
    <w:rsid w:val="003B60FC"/>
    <w:rsid w:val="003C48E0"/>
    <w:rsid w:val="003E3C4B"/>
    <w:rsid w:val="004026DE"/>
    <w:rsid w:val="00445E70"/>
    <w:rsid w:val="00471D5F"/>
    <w:rsid w:val="0051006A"/>
    <w:rsid w:val="0054739E"/>
    <w:rsid w:val="0055197C"/>
    <w:rsid w:val="0068351B"/>
    <w:rsid w:val="006A6017"/>
    <w:rsid w:val="007153AE"/>
    <w:rsid w:val="00727AA4"/>
    <w:rsid w:val="00770CFD"/>
    <w:rsid w:val="007D6292"/>
    <w:rsid w:val="0082099F"/>
    <w:rsid w:val="0082615E"/>
    <w:rsid w:val="0085744C"/>
    <w:rsid w:val="00885703"/>
    <w:rsid w:val="00972B96"/>
    <w:rsid w:val="009C4CA9"/>
    <w:rsid w:val="009E3A38"/>
    <w:rsid w:val="009F5854"/>
    <w:rsid w:val="00A72CC5"/>
    <w:rsid w:val="00A936EA"/>
    <w:rsid w:val="00BA7342"/>
    <w:rsid w:val="00BB06B5"/>
    <w:rsid w:val="00C957C2"/>
    <w:rsid w:val="00D57336"/>
    <w:rsid w:val="00DA64BC"/>
    <w:rsid w:val="00DF63B2"/>
    <w:rsid w:val="00E21767"/>
    <w:rsid w:val="00EB2047"/>
    <w:rsid w:val="00F05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03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057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0571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057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0571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10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0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09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357</Words>
  <Characters>2035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ilyk</dc:creator>
  <cp:keywords/>
  <dc:description/>
  <cp:lastModifiedBy>Админ</cp:lastModifiedBy>
  <cp:revision>3</cp:revision>
  <dcterms:created xsi:type="dcterms:W3CDTF">2022-02-15T15:22:00Z</dcterms:created>
  <dcterms:modified xsi:type="dcterms:W3CDTF">2022-02-15T15:54:00Z</dcterms:modified>
</cp:coreProperties>
</file>