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D3" w:rsidRPr="00FA4E96" w:rsidRDefault="00D84FD3" w:rsidP="006324F3">
      <w:pPr>
        <w:ind w:right="579"/>
        <w:jc w:val="center"/>
        <w:rPr>
          <w:b/>
        </w:rPr>
      </w:pPr>
      <w:r w:rsidRPr="00FA4E96">
        <w:rPr>
          <w:b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.75pt" o:ole="" fillcolor="window">
            <v:imagedata r:id="rId6" o:title=""/>
          </v:shape>
          <o:OLEObject Type="Embed" ProgID="Word.Picture.8" ShapeID="_x0000_i1025" DrawAspect="Content" ObjectID="_1707122481" r:id="rId7"/>
        </w:object>
      </w:r>
    </w:p>
    <w:p w:rsidR="00D84FD3" w:rsidRPr="00FA4E96" w:rsidRDefault="00D84FD3" w:rsidP="006324F3">
      <w:pPr>
        <w:pStyle w:val="docdata"/>
        <w:spacing w:before="0" w:beforeAutospacing="0" w:after="0" w:afterAutospacing="0"/>
      </w:pPr>
    </w:p>
    <w:p w:rsidR="00D84FD3" w:rsidRPr="00FA4E96" w:rsidRDefault="00D84FD3" w:rsidP="006324F3">
      <w:pPr>
        <w:pStyle w:val="NormalWeb"/>
        <w:spacing w:before="0" w:beforeAutospacing="0" w:after="0" w:afterAutospacing="0"/>
        <w:jc w:val="center"/>
      </w:pPr>
      <w:r w:rsidRPr="00FA4E96">
        <w:rPr>
          <w:b/>
          <w:bCs/>
          <w:color w:val="000000"/>
          <w:sz w:val="28"/>
          <w:szCs w:val="28"/>
        </w:rPr>
        <w:t>УКРАЇНА</w:t>
      </w:r>
    </w:p>
    <w:p w:rsidR="00D84FD3" w:rsidRDefault="00D84FD3" w:rsidP="00BE4901">
      <w:pPr>
        <w:pStyle w:val="NormalWeb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D84FD3" w:rsidRDefault="00D84FD3" w:rsidP="00BE4901">
      <w:pPr>
        <w:pStyle w:val="NormalWeb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БОГОДУХІВСЬКОГО РАЙОНУ ХАРКІВСЬКОЇ ОБЛАСТІ</w:t>
      </w:r>
    </w:p>
    <w:p w:rsidR="00D84FD3" w:rsidRDefault="00D84FD3" w:rsidP="00BE4901">
      <w:pPr>
        <w:pStyle w:val="NormalWeb"/>
        <w:spacing w:before="0" w:beforeAutospacing="0" w:after="0" w:afterAutospacing="0"/>
        <w:jc w:val="center"/>
      </w:pPr>
      <w:r>
        <w:t> </w:t>
      </w:r>
    </w:p>
    <w:p w:rsidR="00D84FD3" w:rsidRDefault="00D84FD3" w:rsidP="00BE4901">
      <w:pPr>
        <w:pStyle w:val="NormalWeb"/>
        <w:spacing w:before="0" w:beforeAutospacing="0" w:after="0" w:afterAutospacing="0"/>
        <w:jc w:val="center"/>
      </w:pPr>
      <w:r w:rsidRPr="001F1ED8">
        <w:rPr>
          <w:b/>
          <w:bCs/>
          <w:sz w:val="28"/>
          <w:szCs w:val="28"/>
        </w:rPr>
        <w:t>ХХ</w:t>
      </w:r>
      <w:r>
        <w:rPr>
          <w:b/>
          <w:bCs/>
          <w:sz w:val="28"/>
          <w:szCs w:val="28"/>
        </w:rPr>
        <w:t>І</w:t>
      </w:r>
      <w:r w:rsidRPr="001F1ED8">
        <w:rPr>
          <w:b/>
          <w:bCs/>
          <w:sz w:val="28"/>
          <w:szCs w:val="28"/>
        </w:rPr>
        <w:t>І сесія</w:t>
      </w:r>
      <w:r w:rsidRPr="001F1ED8">
        <w:rPr>
          <w:b/>
          <w:bCs/>
          <w:color w:val="000000"/>
          <w:sz w:val="28"/>
          <w:szCs w:val="28"/>
        </w:rPr>
        <w:t xml:space="preserve"> VIII</w:t>
      </w:r>
      <w:r w:rsidRPr="0021768C">
        <w:rPr>
          <w:b/>
          <w:bCs/>
          <w:color w:val="000000"/>
          <w:sz w:val="28"/>
          <w:szCs w:val="28"/>
        </w:rPr>
        <w:t xml:space="preserve"> скликання</w:t>
      </w:r>
    </w:p>
    <w:p w:rsidR="00D84FD3" w:rsidRDefault="00D84FD3" w:rsidP="00BE4901">
      <w:pPr>
        <w:pStyle w:val="NormalWeb"/>
        <w:tabs>
          <w:tab w:val="left" w:pos="4153"/>
          <w:tab w:val="left" w:pos="8307"/>
        </w:tabs>
        <w:spacing w:before="0" w:beforeAutospacing="0" w:after="0" w:afterAutospacing="0"/>
        <w:jc w:val="center"/>
      </w:pPr>
      <w:r>
        <w:t> </w:t>
      </w:r>
    </w:p>
    <w:p w:rsidR="00D84FD3" w:rsidRPr="0045553B" w:rsidRDefault="00D84FD3" w:rsidP="00C67EC4">
      <w:pPr>
        <w:pStyle w:val="NormalWeb"/>
        <w:spacing w:before="0" w:beforeAutospacing="0" w:after="0" w:afterAutospacing="0"/>
        <w:rPr>
          <w:b/>
          <w:bCs/>
          <w:color w:val="000000"/>
          <w:sz w:val="32"/>
          <w:szCs w:val="32"/>
          <w:lang w:val="ru-RU"/>
        </w:rPr>
      </w:pPr>
      <w:r>
        <w:rPr>
          <w:b/>
          <w:bCs/>
          <w:color w:val="000000"/>
          <w:sz w:val="32"/>
          <w:szCs w:val="32"/>
          <w:lang w:val="ru-RU"/>
        </w:rPr>
        <w:t xml:space="preserve">                        ПРОЕКТ      </w:t>
      </w:r>
      <w:r>
        <w:rPr>
          <w:b/>
          <w:bCs/>
          <w:color w:val="000000"/>
          <w:sz w:val="32"/>
          <w:szCs w:val="32"/>
        </w:rPr>
        <w:t>РІШЕННЯ</w:t>
      </w:r>
    </w:p>
    <w:p w:rsidR="00D84FD3" w:rsidRDefault="00D84FD3" w:rsidP="00BE4901">
      <w:pPr>
        <w:pStyle w:val="NormalWeb"/>
        <w:spacing w:before="0" w:beforeAutospacing="0" w:after="0" w:afterAutospacing="0"/>
        <w:jc w:val="both"/>
      </w:pPr>
      <w:r>
        <w:t xml:space="preserve">                         </w:t>
      </w:r>
    </w:p>
    <w:tbl>
      <w:tblPr>
        <w:tblW w:w="0" w:type="auto"/>
        <w:tblCellSpacing w:w="0" w:type="dxa"/>
        <w:tblLook w:val="0000"/>
      </w:tblPr>
      <w:tblGrid>
        <w:gridCol w:w="3708"/>
        <w:gridCol w:w="3043"/>
        <w:gridCol w:w="2804"/>
      </w:tblGrid>
      <w:tr w:rsidR="00D84FD3" w:rsidTr="005E13D2">
        <w:trPr>
          <w:tblCellSpacing w:w="0" w:type="dxa"/>
        </w:trPr>
        <w:tc>
          <w:tcPr>
            <w:tcW w:w="3708" w:type="dxa"/>
            <w:vAlign w:val="center"/>
          </w:tcPr>
          <w:p w:rsidR="00D84FD3" w:rsidRDefault="00D84FD3" w:rsidP="00041F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1F1ED8">
              <w:rPr>
                <w:b/>
                <w:bCs/>
                <w:sz w:val="28"/>
                <w:szCs w:val="28"/>
              </w:rPr>
              <w:t xml:space="preserve">від 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1F1ED8">
              <w:rPr>
                <w:b/>
                <w:bCs/>
                <w:sz w:val="28"/>
                <w:szCs w:val="28"/>
              </w:rPr>
              <w:t xml:space="preserve"> лютого 2022</w:t>
            </w:r>
            <w:r>
              <w:rPr>
                <w:b/>
                <w:bCs/>
                <w:sz w:val="28"/>
                <w:szCs w:val="28"/>
              </w:rPr>
              <w:t xml:space="preserve"> року</w:t>
            </w:r>
          </w:p>
        </w:tc>
        <w:tc>
          <w:tcPr>
            <w:tcW w:w="3043" w:type="dxa"/>
            <w:vAlign w:val="center"/>
          </w:tcPr>
          <w:p w:rsidR="00D84FD3" w:rsidRDefault="00D84FD3" w:rsidP="005E13D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Валки</w:t>
            </w:r>
          </w:p>
        </w:tc>
        <w:tc>
          <w:tcPr>
            <w:tcW w:w="2804" w:type="dxa"/>
            <w:vAlign w:val="center"/>
          </w:tcPr>
          <w:p w:rsidR="00D84FD3" w:rsidRDefault="00D84FD3" w:rsidP="005E13D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№ </w:t>
            </w:r>
          </w:p>
        </w:tc>
      </w:tr>
    </w:tbl>
    <w:p w:rsidR="00D84FD3" w:rsidRPr="00FA4E96" w:rsidRDefault="00D84FD3" w:rsidP="00441E3D">
      <w:pPr>
        <w:pStyle w:val="NormalWeb"/>
        <w:spacing w:before="0" w:beforeAutospacing="0" w:after="0" w:afterAutospacing="0"/>
      </w:pPr>
      <w:r w:rsidRPr="00FA4E96">
        <w:t> </w:t>
      </w:r>
    </w:p>
    <w:p w:rsidR="00D84FD3" w:rsidRPr="00FA4E96" w:rsidRDefault="00D84FD3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Про затвердження проектів </w:t>
      </w:r>
    </w:p>
    <w:p w:rsidR="00D84FD3" w:rsidRPr="00FA4E96" w:rsidRDefault="00D84FD3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землеустрою щодо відведення </w:t>
      </w:r>
    </w:p>
    <w:p w:rsidR="00D84FD3" w:rsidRPr="00FA4E96" w:rsidRDefault="00D84FD3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>земельних ділянок громадянам</w:t>
      </w:r>
    </w:p>
    <w:p w:rsidR="00D84FD3" w:rsidRPr="00FA4E96" w:rsidRDefault="00D84FD3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для ведення особистого </w:t>
      </w:r>
    </w:p>
    <w:p w:rsidR="00D84FD3" w:rsidRPr="00FA4E96" w:rsidRDefault="00D84FD3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селянського господарства </w:t>
      </w:r>
    </w:p>
    <w:p w:rsidR="00D84FD3" w:rsidRPr="00FA4E96" w:rsidRDefault="00D84FD3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>та передачі їх у власність</w:t>
      </w:r>
    </w:p>
    <w:p w:rsidR="00D84FD3" w:rsidRPr="00FA4E96" w:rsidRDefault="00D84FD3" w:rsidP="00ED0A0D">
      <w:pPr>
        <w:pStyle w:val="NormalWeb"/>
        <w:spacing w:before="0" w:beforeAutospacing="0" w:after="0" w:afterAutospacing="0"/>
        <w:ind w:right="5527"/>
      </w:pPr>
      <w:r w:rsidRPr="00FA4E96">
        <w:t> </w:t>
      </w:r>
    </w:p>
    <w:p w:rsidR="00D84FD3" w:rsidRPr="00FA4E96" w:rsidRDefault="00D84FD3" w:rsidP="00604B06">
      <w:pPr>
        <w:tabs>
          <w:tab w:val="left" w:pos="9480"/>
        </w:tabs>
        <w:ind w:right="99" w:firstLine="567"/>
        <w:jc w:val="both"/>
        <w:rPr>
          <w:b/>
          <w:sz w:val="28"/>
          <w:szCs w:val="28"/>
        </w:rPr>
      </w:pPr>
      <w:r w:rsidRPr="00FA4E96">
        <w:rPr>
          <w:sz w:val="28"/>
          <w:szCs w:val="28"/>
        </w:rPr>
        <w:t>Розглянувши клопотання та додані до них матеріали громадян про затвердження проектів землеустрою щодо відведення земельних ділянок для ведення особистого селянського господарства та надання їх у власність, керуючись статями 26, 42, 59 Закону України «Про місцеве самоврядування в Україні», статтями 12, 22, 116, 118, 121, 122, 126, 186,</w:t>
      </w:r>
      <w:r w:rsidRPr="00FA4E96">
        <w:rPr>
          <w:color w:val="000000"/>
          <w:sz w:val="28"/>
          <w:szCs w:val="28"/>
        </w:rPr>
        <w:t xml:space="preserve"> пунктом 24 Перехідних положень</w:t>
      </w:r>
      <w:r w:rsidRPr="00FA4E96">
        <w:rPr>
          <w:sz w:val="28"/>
          <w:szCs w:val="28"/>
        </w:rPr>
        <w:t xml:space="preserve"> Земельного кодексу України, врахувавши  висновки та рекомендації  постійної комісії міської ради з питань містобудування, будівництва, земельних відносин та охорони природи, Валківська міська рада </w:t>
      </w:r>
      <w:r w:rsidRPr="00FA4E96">
        <w:rPr>
          <w:b/>
          <w:sz w:val="28"/>
          <w:szCs w:val="28"/>
        </w:rPr>
        <w:t>вирішила:</w:t>
      </w:r>
    </w:p>
    <w:p w:rsidR="00D84FD3" w:rsidRPr="00FA4E96" w:rsidRDefault="00D84FD3" w:rsidP="00F310F5">
      <w:pPr>
        <w:spacing w:before="240"/>
        <w:ind w:firstLine="567"/>
        <w:jc w:val="both"/>
        <w:rPr>
          <w:sz w:val="28"/>
          <w:szCs w:val="28"/>
        </w:rPr>
      </w:pPr>
      <w:r w:rsidRPr="00FA4E96">
        <w:rPr>
          <w:sz w:val="28"/>
          <w:szCs w:val="28"/>
        </w:rPr>
        <w:t xml:space="preserve">1.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Сидоренко Світлана Леонідівна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(код КВЦПЗ 01.03), яка розташована за адресою: вул. Ломоносова,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>13,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>. Валки, Богодухівський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н,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D84FD3" w:rsidRDefault="00D84FD3" w:rsidP="00F310F5">
      <w:pPr>
        <w:ind w:firstLine="567"/>
        <w:jc w:val="both"/>
        <w:rPr>
          <w:sz w:val="28"/>
          <w:szCs w:val="28"/>
        </w:rPr>
      </w:pPr>
      <w:r w:rsidRPr="00FA4E96">
        <w:rPr>
          <w:sz w:val="28"/>
          <w:szCs w:val="28"/>
        </w:rPr>
        <w:t xml:space="preserve">1.1. Передати у приватну власність гр. </w:t>
      </w:r>
      <w:r>
        <w:rPr>
          <w:sz w:val="28"/>
          <w:szCs w:val="28"/>
        </w:rPr>
        <w:t>СИДОРЕНКО Світлані Леонідівні</w:t>
      </w:r>
      <w:r w:rsidRPr="00FA4E96">
        <w:rPr>
          <w:sz w:val="28"/>
          <w:szCs w:val="28"/>
        </w:rPr>
        <w:t xml:space="preserve"> земельну ділянку кадастровий номер 6321210100:00:0</w:t>
      </w:r>
      <w:r>
        <w:rPr>
          <w:sz w:val="28"/>
          <w:szCs w:val="28"/>
        </w:rPr>
        <w:t>18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041 площею </w:t>
      </w:r>
      <w:smartTag w:uri="urn:schemas-microsoft-com:office:smarttags" w:element="metricconverter">
        <w:smartTagPr>
          <w:attr w:name="ProductID" w:val="0,042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0427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042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0427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адресою:                </w:t>
      </w:r>
      <w:r>
        <w:rPr>
          <w:sz w:val="28"/>
          <w:szCs w:val="28"/>
        </w:rPr>
        <w:t xml:space="preserve">вул. Ломоносова,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 xml:space="preserve">13, </w:t>
        </w:r>
        <w:r w:rsidRPr="00FA4E96">
          <w:rPr>
            <w:sz w:val="28"/>
            <w:szCs w:val="28"/>
          </w:rPr>
          <w:t>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D84FD3" w:rsidRPr="00FA4E96" w:rsidRDefault="00D84FD3" w:rsidP="00D8336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Панченко Ігор Олегович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Скіфська, </w:t>
      </w:r>
      <w:smartTag w:uri="urn:schemas-microsoft-com:office:smarttags" w:element="metricconverter">
        <w:smartTagPr>
          <w:attr w:name="ProductID" w:val="5, м"/>
        </w:smartTagPr>
        <w:r>
          <w:rPr>
            <w:sz w:val="28"/>
            <w:szCs w:val="28"/>
          </w:rPr>
          <w:t>5,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>. Валки, Богодухівський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н,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асть</w:t>
      </w:r>
      <w:r w:rsidRPr="00FA4E96">
        <w:rPr>
          <w:sz w:val="28"/>
          <w:szCs w:val="28"/>
        </w:rPr>
        <w:t>.</w:t>
      </w:r>
    </w:p>
    <w:p w:rsidR="00D84FD3" w:rsidRDefault="00D84FD3" w:rsidP="00D833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ПАНЧЕНКУ Ігорю Олеговичу</w:t>
      </w:r>
      <w:r w:rsidRPr="00FA4E96">
        <w:rPr>
          <w:sz w:val="28"/>
          <w:szCs w:val="28"/>
        </w:rPr>
        <w:t xml:space="preserve"> земельну ділянку кадастровий номер 6321210100:00:0</w:t>
      </w:r>
      <w:r>
        <w:rPr>
          <w:sz w:val="28"/>
          <w:szCs w:val="28"/>
        </w:rPr>
        <w:t>14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029 площею  </w:t>
      </w:r>
      <w:smartTag w:uri="urn:schemas-microsoft-com:office:smarttags" w:element="metricconverter">
        <w:smartTagPr>
          <w:attr w:name="ProductID" w:val="0,018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0187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018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0187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Скіфська, </w:t>
      </w:r>
      <w:smartTag w:uri="urn:schemas-microsoft-com:office:smarttags" w:element="metricconverter">
        <w:smartTagPr>
          <w:attr w:name="ProductID" w:val="5, м"/>
        </w:smartTagPr>
        <w:r>
          <w:rPr>
            <w:sz w:val="28"/>
            <w:szCs w:val="28"/>
          </w:rPr>
          <w:t xml:space="preserve">5, </w:t>
        </w:r>
        <w:r w:rsidRPr="00FA4E96">
          <w:rPr>
            <w:sz w:val="28"/>
            <w:szCs w:val="28"/>
          </w:rPr>
          <w:t>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D84FD3" w:rsidRPr="00FA4E96" w:rsidRDefault="00D84FD3" w:rsidP="00B42B5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Кузьменко Людмилі Іванівні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</w:t>
      </w:r>
      <w:r w:rsidRPr="00FA4E96">
        <w:rPr>
          <w:sz w:val="28"/>
          <w:szCs w:val="28"/>
        </w:rPr>
        <w:t>м. Валки,</w:t>
      </w:r>
      <w:r>
        <w:rPr>
          <w:sz w:val="28"/>
          <w:szCs w:val="28"/>
        </w:rPr>
        <w:t xml:space="preserve"> вул. Богодухівська, 109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B42B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КУЗЬМЕНКО Людмилі Іванівні</w:t>
      </w:r>
      <w:r w:rsidRPr="00FA4E96">
        <w:rPr>
          <w:sz w:val="28"/>
          <w:szCs w:val="28"/>
        </w:rPr>
        <w:t xml:space="preserve"> земельну ділянку кадастровий номер 6321210100:00:0</w:t>
      </w:r>
      <w:r>
        <w:rPr>
          <w:sz w:val="28"/>
          <w:szCs w:val="28"/>
        </w:rPr>
        <w:t>12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127 площею  </w:t>
      </w:r>
      <w:smartTag w:uri="urn:schemas-microsoft-com:office:smarttags" w:element="metricconverter">
        <w:smartTagPr>
          <w:attr w:name="ProductID" w:val="0,146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1460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146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1460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вул.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Богодухівська, </w:t>
      </w:r>
      <w:smartTag w:uri="urn:schemas-microsoft-com:office:smarttags" w:element="metricconverter">
        <w:smartTagPr>
          <w:attr w:name="ProductID" w:val="109, м"/>
        </w:smartTagPr>
        <w:r>
          <w:rPr>
            <w:sz w:val="28"/>
            <w:szCs w:val="28"/>
          </w:rPr>
          <w:t xml:space="preserve">109, </w:t>
        </w:r>
        <w:r w:rsidRPr="00FA4E96">
          <w:rPr>
            <w:sz w:val="28"/>
            <w:szCs w:val="28"/>
          </w:rPr>
          <w:t>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D84FD3" w:rsidRPr="00FA4E96" w:rsidRDefault="00D84FD3" w:rsidP="00F204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Яковенка Олександра Олександровича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Журавлі, вул. Богодухівська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F204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ЯКОВЕНКУ Олександру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55401</w:t>
      </w:r>
      <w:r w:rsidRPr="00FA4E96">
        <w:rPr>
          <w:sz w:val="28"/>
          <w:szCs w:val="28"/>
        </w:rPr>
        <w:t>:00:0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 xml:space="preserve">026 площею </w:t>
      </w:r>
      <w:smartTag w:uri="urn:schemas-microsoft-com:office:smarttags" w:element="metricconverter">
        <w:smartTagPr>
          <w:attr w:name="ProductID" w:val="0,500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5000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500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5000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вул.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>Богодухівська, с. Журавлі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9A0BD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Чебан Світлані Миколаївні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(КВЦПЗ – 01.03), розташованої в межах смт Ков’яги </w:t>
      </w:r>
      <w:r w:rsidRPr="00FA4E96">
        <w:rPr>
          <w:sz w:val="28"/>
          <w:szCs w:val="28"/>
        </w:rPr>
        <w:t>на території Валківської міської територіальної громади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9A0B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ЧЕБАН Світлані Миколаївні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1059 площею  </w:t>
      </w:r>
      <w:smartTag w:uri="urn:schemas-microsoft-com:office:smarttags" w:element="metricconverter">
        <w:smartTagPr>
          <w:attr w:name="ProductID" w:val="1,2204 га"/>
        </w:smartTagPr>
        <w:r>
          <w:rPr>
            <w:sz w:val="28"/>
            <w:szCs w:val="28"/>
          </w:rPr>
          <w:t>1,2204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під сільськогосподарськими та іншими господарськими будівлями і дворами площею </w:t>
      </w:r>
      <w:smartTag w:uri="urn:schemas-microsoft-com:office:smarttags" w:element="metricconverter">
        <w:smartTagPr>
          <w:attr w:name="ProductID" w:val="1,2204 га"/>
        </w:smartTagPr>
        <w:r>
          <w:rPr>
            <w:sz w:val="28"/>
            <w:szCs w:val="28"/>
          </w:rPr>
          <w:t>1,2204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смт Ков’яги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54220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Ковалю Андрію Миколайовичу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(КВЦПЗ – 01.03), розташованої в межах смт Ков’яги </w:t>
      </w:r>
      <w:r w:rsidRPr="00FA4E96">
        <w:rPr>
          <w:sz w:val="28"/>
          <w:szCs w:val="28"/>
        </w:rPr>
        <w:t>на території Валківської міської територіальної громади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5422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КОВАЛЮ Андрію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55400:01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0825 площею </w:t>
      </w:r>
      <w:smartTag w:uri="urn:schemas-microsoft-com:office:smarttags" w:element="metricconverter">
        <w:smartTagPr>
          <w:attr w:name="ProductID" w:val="0,6300 га"/>
        </w:smartTagPr>
        <w:r>
          <w:rPr>
            <w:sz w:val="28"/>
            <w:szCs w:val="28"/>
          </w:rPr>
          <w:t>0,6300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під сільськогосподарськими та іншими господарськими будівлями і дворами площею </w:t>
      </w:r>
      <w:smartTag w:uri="urn:schemas-microsoft-com:office:smarttags" w:element="metricconverter">
        <w:smartTagPr>
          <w:attr w:name="ProductID" w:val="0,6300 га"/>
        </w:smartTagPr>
        <w:r>
          <w:rPr>
            <w:sz w:val="28"/>
            <w:szCs w:val="28"/>
          </w:rPr>
          <w:t>0,6300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смт Ков’яги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791BF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Савінову Олегу Миколайовичу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в межах смт Старий Мерчик, вул. Довжанська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791B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САВІНОВУ Олегу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0113 площею </w:t>
      </w:r>
      <w:smartTag w:uri="urn:schemas-microsoft-com:office:smarttags" w:element="metricconverter">
        <w:smartTagPr>
          <w:attr w:name="ProductID" w:val="0,7000 га"/>
        </w:smartTagPr>
        <w:r>
          <w:rPr>
            <w:sz w:val="28"/>
            <w:szCs w:val="28"/>
          </w:rPr>
          <w:t>0,7000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000 га"/>
        </w:smartTagPr>
        <w:r>
          <w:rPr>
            <w:sz w:val="28"/>
            <w:szCs w:val="28"/>
          </w:rPr>
          <w:t>0,7000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вул. Довжанська, смт Старий Мерчик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6F55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із земель запасу сільськогосподарського призначення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Забарі Віктору Васильовичу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в межах смт Старий Мерчик по вул. Миру, 30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6F55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ЗАБАРІ Віктору Васильовичу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0224 площею   </w:t>
      </w:r>
      <w:smartTag w:uri="urn:schemas-microsoft-com:office:smarttags" w:element="metricconverter">
        <w:smartTagPr>
          <w:attr w:name="ProductID" w:val="0,0746 га"/>
        </w:smartTagPr>
        <w:r>
          <w:rPr>
            <w:sz w:val="28"/>
            <w:szCs w:val="28"/>
          </w:rPr>
          <w:t>0,0746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746 га"/>
        </w:smartTagPr>
        <w:r>
          <w:rPr>
            <w:sz w:val="28"/>
            <w:szCs w:val="28"/>
          </w:rPr>
          <w:t>0,0746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вул. Миру, 30, смт Старий Мерчик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6F55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Тимошенко Олені Володимирівні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по вул. Степовій, 3, с. Крута Балка,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6F554C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9.1.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ТИМОШЕНКО Олені Володимирівні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81003:00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0014 площею </w:t>
      </w:r>
      <w:smartTag w:uri="urn:schemas-microsoft-com:office:smarttags" w:element="metricconverter">
        <w:smartTagPr>
          <w:attr w:name="ProductID" w:val="0,7500 га"/>
        </w:smartTagPr>
        <w:r>
          <w:rPr>
            <w:sz w:val="28"/>
            <w:szCs w:val="28"/>
          </w:rPr>
          <w:t xml:space="preserve">0,7500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 xml:space="preserve">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500 га"/>
        </w:smartTagPr>
        <w:r>
          <w:rPr>
            <w:sz w:val="28"/>
            <w:szCs w:val="28"/>
          </w:rPr>
          <w:t>0,7500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вул. Степова, 3, с. Крута Балка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F34AC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Молодець Ользі Федорівні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Ландишове,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F34ACD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10.1.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МОЛОДЕЦЬ Ользі Федорівні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81004:00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0068 площею 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с. Ландишове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782EF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Білецькій Людмилі Анатоліївні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                         с. Серпневе, вул. Польова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782EF4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БІЛЕЦЬКІЙ Людмилі Анатоліївні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0163 площею 0,2400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0,2400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вул. Польова</w:t>
      </w:r>
      <w:r w:rsidRPr="00FA4E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0847A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Михайлик Наталії Анатоліївні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                           с. Серпневе, вул. Польова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0847A7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МИХАЙЛИК Наталії Анатоліївні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1164 площею 0,2800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0,2800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вул. Польова</w:t>
      </w:r>
      <w:r w:rsidRPr="00FA4E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0847A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Кукса Наталії Леонідівни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межах с. Гонтів Яр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0847A7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КУКСІ Наталії Леонідівні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0963 площею  0,2000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F34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B018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Вільхівській Тамарі Петрівні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Гонтів Яр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B018F9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ВІЛЬХІВСЬКІЙ Тамарі Петрівні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0295 площею 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0,4659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пасовища площею                0,5341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B018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Чернікової Наталії Михайлівни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адресою: с. Заміське, вул. Пасіки 5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(колишньої Заміської сільської ради )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 (колишнього Валківського району)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B018F9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ЧЕРНІКОВІЙ Наталії Михайлівні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0031 площею 0,2313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0,2313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вул. Пасіки 5, с. Заміське,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F04A4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Миргородської Юлії Григорівни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в с. Рудий Байрак, вул. Діброви, 8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F04A49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МИРГОРОДСЬКІЙ Юлії Григорівні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0038 площею 1,0482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1,0482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вул. Діброва, 8, с. Рудий Байрак,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5A6D4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Корсуна Олексія Вікторовича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с. Рудий Байрак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5A6D48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КОРСУНУ Олексію Вікторовичу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0039 площею 1,8685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1,1904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пасовища площею 0,6781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Рудий Байрак,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0624C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Костюка Віталія Валерійовича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с. Рудий Байрак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0624C8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КОСТЮКУ Віталію Валерійовичу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0037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0,0611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пасовища площею 0,9389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Рудий Байрак,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11074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Трубаєв Олександр Іванович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яка розташована за адресою: вул. Широка, 4,                   с. Зайцівка,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D84FD3" w:rsidRDefault="00D84FD3" w:rsidP="0011074E">
      <w:pPr>
        <w:ind w:firstLine="567"/>
        <w:jc w:val="both"/>
        <w:rPr>
          <w:sz w:val="28"/>
          <w:szCs w:val="28"/>
        </w:rPr>
      </w:pPr>
      <w:r w:rsidRPr="00F34ACD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ТРУБАЄВУ Олександру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0728 площею 0,5125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0,5125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Широка, 4, с. Зайцівка,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A51BF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Радченку Олексію Васильовичу із земель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код згідно КВЦПЗ – 01.03 розташованої в с. Кобзарівка,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A51B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РАДЧЕНКУ Олексію Васильовичу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0116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0,4000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с. Кобзарівка,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0A4D8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(01.03), яка розташована: село Гонтів Яр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Дарагану Володимиру Андрійовичу</w:t>
      </w:r>
      <w:r w:rsidRPr="00FA4E96">
        <w:rPr>
          <w:sz w:val="28"/>
          <w:szCs w:val="28"/>
        </w:rPr>
        <w:t>.</w:t>
      </w:r>
    </w:p>
    <w:p w:rsidR="00D84FD3" w:rsidRDefault="00D84FD3" w:rsidP="000A4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ДАРАГАНУ Володимиру Андрійовичу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0978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5C30B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Романюку Анатолію Дмитровичу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вул. Гагаріна, 29а в с. Кобзарівка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територіальної громади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5C3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РОМАНЮКУ Анатолію Дмитровичу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0117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0,3000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 вул. Гагаріна, 29а, с. Кобзарівка,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1137B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Грінченко Віри Володимирівни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Козаченківка, вул. Польова, 16 на території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1137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ГРІНЧЕНКО Віри Володимирівни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0050 площею 0,2213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0,2213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Польова, 16, с. Козаченківка,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F7135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Кабренюку Олексію Вадимовичу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 с. Костів, вул. Перемоги, 21, </w:t>
      </w:r>
      <w:r w:rsidRPr="00FA4E96">
        <w:rPr>
          <w:sz w:val="28"/>
          <w:szCs w:val="28"/>
        </w:rPr>
        <w:t>Валківськ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F7135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КАБРЕНЮКУ Олексію Вадимовичу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0071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0,3000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вул. Перемоги, 21, с. Костів,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703E0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Косухіна Ганна Тимофіївна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(код  КВЦПЗД 01.03) яка розташована за адресою: вул. Вербова, с. Вишневе, </w:t>
      </w:r>
      <w:r w:rsidRPr="00FA4E96">
        <w:rPr>
          <w:sz w:val="28"/>
          <w:szCs w:val="28"/>
        </w:rPr>
        <w:t>Богодухівський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D84FD3" w:rsidRDefault="00D84FD3" w:rsidP="00703E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КОСУХІНІЙ Ганні Тимофіївні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84005:00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0136 площею         0,5815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0,5815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вул. Вербова, с. Вишневе,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FB2C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Гладуну Володимиру Михайловичу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Огульці,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FB2C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ГЛАДУНУ Володимиру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0486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Огульці,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F501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Швітова Сергія Михайловича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Козаченківка, вул. Польова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F501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ШВІТОВУ Сергію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0051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вул. Польова, с. Козаченківка,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2900A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Вільхівської Тамари Іванівни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Лисконоги, вул. Шевченко, 12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2900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ВІЛЬХІВСЬКОЇ Тамари Іванівни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0030 площею 0,2458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0,2458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7A7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вул. Шевченко, 12, с. Лисконоги,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8C6C8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Кухоцької Ольги Сергіївни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Велика Кадигробівка, пров. Дачний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8C6C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КУХОЦЬКІЙ Ользі Сергіївні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84504:00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0016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пров. Дачний,</w:t>
      </w:r>
      <w:r w:rsidRPr="002263D5">
        <w:rPr>
          <w:sz w:val="28"/>
          <w:szCs w:val="28"/>
        </w:rPr>
        <w:t xml:space="preserve"> </w:t>
      </w:r>
      <w:r>
        <w:rPr>
          <w:sz w:val="28"/>
          <w:szCs w:val="28"/>
        </w:rPr>
        <w:t>с. Велика Кадигробівка,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2263D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Гребінник Валентина Олексіївна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(код КВЦПЗД 01.03), яка розташована за адресою: вул. Грабовського, с. Гребінники,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D84FD3" w:rsidRDefault="00D84FD3" w:rsidP="002263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ГРЕБІННИК Валентині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0046 площею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0,7000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вул. Грабовського, с. Гребінники,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F54D5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Зінченку Олексію Олексійовичу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 с. Різдвяне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F54D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ЗІНЧЕНКУ Олексію Олексійовичу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84015:00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Різдвяне,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111C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Мірошніченко Тетяна Анатоліївна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Нестеренки,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D84FD3" w:rsidRDefault="00D84FD3" w:rsidP="00111C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МІРОШНІЧЕНКО Тетяна Анатоліївна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0761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0,4000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с. Нестеренки,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111C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із земель запасу сільськогосподарського призначення гр. Пшеничному Олександру Володимировичу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(КВЦПЗ – 01.03) в с. Перекіп по                                     вул. Половиківська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111C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ПШЕНИЧНОМУ Олександру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0326 площею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  1,5000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>вул. Половиківська,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>с. Перекіп,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E65B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Куделіну Івану Сергійовичу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E65B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КУДЕЛІНУ Івану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0952 площею  1,5000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1,5000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Сидоренківського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E65B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Кириченку Олексію Сергійовичу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 в с. Сніжків,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E65B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КИРИЧЕНКУ Олексію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87500:01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1238 площею 0,4977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0,4977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>с. Сніжків,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C94A4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Ляшенку Василю Михайловичу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Сніжків, вул. Гагаріна, 11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C94A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ЛЯШЕНКУ Василю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0522 площею 0,1153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0,1153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вул. Гагаріна, 11,</w:t>
      </w:r>
      <w:r w:rsidRPr="008947E0">
        <w:rPr>
          <w:sz w:val="28"/>
          <w:szCs w:val="28"/>
        </w:rPr>
        <w:t xml:space="preserve"> </w:t>
      </w:r>
      <w:r>
        <w:rPr>
          <w:sz w:val="28"/>
          <w:szCs w:val="28"/>
        </w:rPr>
        <w:t>с. Сніжків,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C97B0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Євсюкова Олена Миколаївна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Сніжків,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асть</w:t>
      </w:r>
      <w:r w:rsidRPr="00FA4E96">
        <w:rPr>
          <w:sz w:val="28"/>
          <w:szCs w:val="28"/>
        </w:rPr>
        <w:t>.</w:t>
      </w:r>
    </w:p>
    <w:p w:rsidR="00D84FD3" w:rsidRDefault="00D84FD3" w:rsidP="00C97B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ЄВСЮКОВІЙ Олені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1882 площею  0,4069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0,4069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>с. Сніжків,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59613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Шевченко Юлія Олександрівна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Ватутіна, (поряд з домоволодінням №27), с. Кантакузівка,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D84FD3" w:rsidRDefault="00D84FD3" w:rsidP="005961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ШЕВЧЕНКО Юлії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87504:00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0097 площею  1,0270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1,0270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вул. Ватутіна, (поряд з домоволодінням №27), с. Кантакузівка,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4F426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Колесника Василя Андрійовича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Литвинівка, вул. Центральна, 23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4F42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КОЛЕСНИКУ Василю Андрійовичу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88003:00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0167 площею 0,1900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0,1900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C97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вул. Центральна, 23, с. Литвинівка,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4F426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40. Затвердити проє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село Петренкове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Єсіповій Вікторії Сергіївні</w:t>
      </w:r>
      <w:r w:rsidRPr="00FA4E96">
        <w:rPr>
          <w:sz w:val="28"/>
          <w:szCs w:val="28"/>
        </w:rPr>
        <w:t>.</w:t>
      </w:r>
    </w:p>
    <w:p w:rsidR="00D84FD3" w:rsidRDefault="00D84FD3" w:rsidP="004F42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ЄСІПОВІЙ Вікторії Сергіївні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0038 площею  1,5054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1,5054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Петренкове,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8261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41. Затвердити прое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Слісь Олександра Василівна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Шевченкове,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D84FD3" w:rsidRDefault="00D84FD3" w:rsidP="008261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СЛІСЬ Олександрі Василівні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88509:00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0140 площею  0,5160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0,5160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Шевченкове,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D171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42. Затвердити проє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село Петренкове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Карпенку Леоніду Віталійовичу</w:t>
      </w:r>
      <w:r w:rsidRPr="00FA4E96">
        <w:rPr>
          <w:sz w:val="28"/>
          <w:szCs w:val="28"/>
        </w:rPr>
        <w:t>.</w:t>
      </w:r>
    </w:p>
    <w:p w:rsidR="00D84FD3" w:rsidRDefault="00D84FD3" w:rsidP="00D17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КАРПЕНКУ Леоніду Віталійовичу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88506:00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0039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1,0000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Петренкове,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182E8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43. Затвердити прое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Гончаренку Борису Івановичу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Хворостове,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обл.</w:t>
      </w:r>
    </w:p>
    <w:p w:rsidR="00D84FD3" w:rsidRDefault="00D84FD3" w:rsidP="00182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ГОНЧАРЕНКУ Борису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88508:00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0118 площею 0,4420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0,4420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с. Хворостове,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B4149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44. Затвердити проє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село Шевченкове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Душці Олені Леонідівні</w:t>
      </w:r>
      <w:r w:rsidRPr="00FA4E96">
        <w:rPr>
          <w:sz w:val="28"/>
          <w:szCs w:val="28"/>
        </w:rPr>
        <w:t>.</w:t>
      </w:r>
    </w:p>
    <w:p w:rsidR="00D84FD3" w:rsidRDefault="00D84FD3" w:rsidP="00B414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ДУШЦІ Олені Леонідівні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88509:00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0138 площею  1,3363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1,1976</w:t>
      </w:r>
      <w:r w:rsidRPr="00FA4E9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</w:t>
      </w:r>
      <w:r w:rsidRPr="00682B23">
        <w:rPr>
          <w:sz w:val="28"/>
          <w:szCs w:val="28"/>
        </w:rPr>
        <w:t>чагарникова рослинність природного походження площею 0,1387 га, із земель сільськогосподарського призначення комунальної власності для ведення особистого</w:t>
      </w:r>
      <w:r w:rsidRPr="00FA4E96">
        <w:rPr>
          <w:sz w:val="28"/>
          <w:szCs w:val="28"/>
        </w:rPr>
        <w:t xml:space="preserve">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B5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Шевченкове,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580AD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Чубинській Вірі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код згідно КВЦПЗ - 01.03 розташованої в с. Шевченкове,                вул. 9 Травня</w:t>
      </w:r>
      <w:r w:rsidRPr="000878D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 xml:space="preserve">ого </w:t>
      </w:r>
      <w:r w:rsidRPr="00FA4E96">
        <w:rPr>
          <w:sz w:val="28"/>
          <w:szCs w:val="28"/>
        </w:rPr>
        <w:t>р</w:t>
      </w:r>
      <w:r>
        <w:rPr>
          <w:sz w:val="28"/>
          <w:szCs w:val="28"/>
        </w:rPr>
        <w:t>айону,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</w:t>
      </w:r>
      <w:r w:rsidRPr="00FA4E96">
        <w:rPr>
          <w:sz w:val="28"/>
          <w:szCs w:val="28"/>
        </w:rPr>
        <w:t>.</w:t>
      </w:r>
    </w:p>
    <w:p w:rsidR="00D84FD3" w:rsidRDefault="00D84FD3" w:rsidP="00580A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ЧУБИНСЬКІЙ Вірі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88509:00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0143 площею  0,2078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0,2078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9 Травня, с. Шевченкове,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Default="00D84FD3" w:rsidP="006E6C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Гетьману Анатолію Андрійовичу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Слов’янська, 35, с. Шлях,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обл.</w:t>
      </w:r>
    </w:p>
    <w:p w:rsidR="00D84FD3" w:rsidRDefault="00D84FD3" w:rsidP="006E6C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ГЕТЬМАНУ Анатолію Андрійовичу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88510:00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0151 площею 0,1500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0,1500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Слов’янська, 35, с. Шлях,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Default="00D84FD3" w:rsidP="006E6C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Гетьман Олександрі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Слов’янська, с. Шлях,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обл.</w:t>
      </w:r>
    </w:p>
    <w:p w:rsidR="00D84FD3" w:rsidRDefault="00D84FD3" w:rsidP="006E6C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ГЕТЬМАН Олександрі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88510:00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0152 площею  0,1500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0,1500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Слов’янська, с. Шлях,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Default="00D84FD3" w:rsidP="00643A6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Шмуля Максим Миколайович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асті. </w:t>
      </w:r>
    </w:p>
    <w:p w:rsidR="00D84FD3" w:rsidRDefault="00D84FD3" w:rsidP="009B2A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ШМУЛІ Максиму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56000:02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0415 площею 1,9722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1,9722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Старомерчицького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D62F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(за рахунок сформованої земельної ділянки з кадастровим номером 6321288500:03:000:1200)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 xml:space="preserve">асті гр. Варичу Богдану Вячеславовичу, гр. Варичу Владиславу В’ячеслововичу </w:t>
      </w:r>
    </w:p>
    <w:p w:rsidR="00D84FD3" w:rsidRDefault="00D84FD3" w:rsidP="001D62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ВАРИЧУ Богдану Вячеславовичу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 w:rsidRPr="004E6F22">
        <w:rPr>
          <w:sz w:val="28"/>
        </w:rPr>
        <w:t>6321288500:03:000:1230</w:t>
      </w:r>
      <w:r w:rsidRPr="004E6F22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E6F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34AC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34ACD">
        <w:rPr>
          <w:sz w:val="28"/>
          <w:szCs w:val="28"/>
        </w:rPr>
        <w:t>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ВАРИЧУ Владиславу В’ячеслововичу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 w:rsidRPr="004E6F22">
        <w:rPr>
          <w:sz w:val="28"/>
        </w:rPr>
        <w:t>6321288500:03:000:12</w:t>
      </w:r>
      <w:r>
        <w:rPr>
          <w:sz w:val="28"/>
        </w:rPr>
        <w:t>29</w:t>
      </w:r>
      <w:r w:rsidRPr="004E6F22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807F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гр. Ілюсі Олександру Олексійовичу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що розташована в межах населеного пункту                    с. Водопій Валківського району Харківської області.</w:t>
      </w:r>
    </w:p>
    <w:p w:rsidR="00D84FD3" w:rsidRDefault="00D84FD3" w:rsidP="009807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ІЛЮСІ Олександру Олексійовичу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0645 площею 0,6453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0,6453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Водопій,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Default="00D84FD3" w:rsidP="009807F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гр. Безулик Анні Миколаївні із земель сільськогосподарського призначення 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код згідно КВЦПЗ – 01.03 розташованої в с. Гонтів Яр на території Валківської міської ради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D84FD3" w:rsidRDefault="00D84FD3" w:rsidP="009807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БЕЗУЛИК Анні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0969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с. Гонтів Яр,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Default="00D84FD3" w:rsidP="003A42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 у власність гр. Бондарєвій Аллі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в с. Костів, вул. Перемоги,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D84FD3" w:rsidRDefault="00D84FD3" w:rsidP="003A42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БОНДАРЄВІЙ Аллі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83501:00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0085 площею  0,2339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0,2339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вул. Перемоги,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с. Костів,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Default="00D84FD3" w:rsidP="00683BE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 у власність гр. Лукінову Андрію Михайловичу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D84FD3" w:rsidRDefault="00D84FD3" w:rsidP="00683B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ЛУКІНОВУ Андрію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0387 площею 1,7734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1,7734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Гонтів’ярського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E399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 у власність гр. Матюсі Валерію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</w:t>
      </w:r>
      <w:r>
        <w:rPr>
          <w:sz w:val="28"/>
          <w:szCs w:val="28"/>
        </w:rPr>
        <w:t>ського району Харківської області.</w:t>
      </w:r>
    </w:p>
    <w:p w:rsidR="00D84FD3" w:rsidRDefault="00D84FD3" w:rsidP="004E39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54</w:t>
      </w:r>
      <w:r w:rsidRPr="00F34ACD">
        <w:rPr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 xml:space="preserve">МАТЮСІ Валерію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0979 площею 0,6363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0,6363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Гонтів’ярського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  <w:lang w:val="ru-RU"/>
        </w:rPr>
        <w:t>Гарькавцю Володимиру Юрійовичу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ГАРЬКАВЦЮ Володимиру Юрійовичу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875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1264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>3500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3500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Дараган Єлизаветі Володимирівні.</w:t>
      </w:r>
    </w:p>
    <w:p w:rsidR="00D84FD3" w:rsidRDefault="00D84FD3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ДАРАГАН Єлизаветі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0148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Степанову Івану Михайловичу.</w:t>
      </w:r>
    </w:p>
    <w:p w:rsidR="00D84FD3" w:rsidRDefault="00D84FD3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СТЕПАНОВУ Івану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0147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8C0E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  <w:lang w:val="ru-RU"/>
        </w:rPr>
        <w:t>Петрик Тетяні Іванівні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с. Водопій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C0E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ПЕТРИК Тетяні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0967 площею  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2674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2674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B42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r w:rsidRPr="00FA4E96">
        <w:rPr>
          <w:sz w:val="28"/>
          <w:szCs w:val="28"/>
        </w:rPr>
        <w:t>В</w:t>
      </w:r>
      <w:r>
        <w:rPr>
          <w:sz w:val="28"/>
          <w:szCs w:val="28"/>
        </w:rPr>
        <w:t>одопій</w:t>
      </w:r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Цікалу Юрію Юрійовичу.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ЦІКАЛУ Юрію Юрійовичу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0146 площею 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Рєзніку Сергію Васильовичу.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РЄЗНІКУ Сергію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560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1208 площею  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4279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4279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Старомерчицького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  <w:lang w:val="ru-RU"/>
        </w:rPr>
        <w:t>Моргуну Станіславу Васильовичу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1.1. Передати у приватну власність гр. </w:t>
      </w:r>
      <w:r>
        <w:rPr>
          <w:sz w:val="28"/>
          <w:szCs w:val="28"/>
        </w:rPr>
        <w:t xml:space="preserve">МОРГУНУ Станіславу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0031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>1813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1813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Баранівського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 w:rsidRPr="002F4A9B">
        <w:rPr>
          <w:sz w:val="28"/>
          <w:szCs w:val="28"/>
        </w:rPr>
        <w:t>Тимощук Катерині Дмитрівні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КВЦПЗ-01.03 за рахунок земельної ділянки із земель запасу сільськогосподарського призначення комунальної власності з кадастровим номером 6321280500:03:000:0676,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ТИМОЩУК Катерині Дмитрівні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0712 площею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3300 </w:t>
      </w:r>
      <w:r w:rsidRPr="00FA4E96">
        <w:rPr>
          <w:sz w:val="28"/>
          <w:szCs w:val="28"/>
        </w:rPr>
        <w:t>га, в тому числі рілля площею 0,</w:t>
      </w:r>
      <w:r>
        <w:rPr>
          <w:sz w:val="28"/>
          <w:szCs w:val="28"/>
        </w:rPr>
        <w:t xml:space="preserve">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Баранівського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>у власність гр. Сіренко Любові Григорівні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СІРЕНКО Любові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0198 площею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>3400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3400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Баранівського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 xml:space="preserve">Шапаренко Андрію Олександровичу для ведення </w:t>
      </w:r>
      <w:r w:rsidRPr="00FA4E96">
        <w:rPr>
          <w:sz w:val="28"/>
          <w:szCs w:val="28"/>
        </w:rPr>
        <w:t>особистого селянського господарства</w:t>
      </w:r>
      <w:r>
        <w:rPr>
          <w:sz w:val="28"/>
          <w:szCs w:val="28"/>
        </w:rPr>
        <w:t xml:space="preserve">, код згідно КВЦПЗ-01.03,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ШАПАРЕНКУ Андрію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1224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>га, в тому числі рілля площею</w:t>
      </w:r>
      <w:r>
        <w:rPr>
          <w:sz w:val="28"/>
          <w:szCs w:val="28"/>
        </w:rPr>
        <w:t xml:space="preserve">    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Благодатненського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  <w:lang w:val="ru-RU"/>
        </w:rPr>
        <w:t>Колісник Наталії Олександрівні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  <w:lang w:val="ru-RU"/>
        </w:rPr>
        <w:t>КОЛІСНИК Наталії Олександрівні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0973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Гонтів’ярського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  <w:lang w:val="ru-RU"/>
        </w:rPr>
        <w:t>Колісник Ользі Степанівні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  <w:lang w:val="ru-RU"/>
        </w:rPr>
        <w:t>КОЛІСНИК Ользі Степанівні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0972 площею 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Гонтів’ярського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Полтавському Олександру Григоровичу.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ПОЛТАВСЬКОМУ Олександру Григоровичу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1033 площею 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Корсуна Олега Олександровича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</w:t>
      </w:r>
      <w:r w:rsidRPr="00F34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комунальної власності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КОРСУНУ Олегу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0584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6896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 xml:space="preserve">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6896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914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Глазкова Віктора Івановича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</w:t>
      </w:r>
      <w:r w:rsidRPr="00F34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комунальної власності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91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ГЛАЗКОВУ Віктору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0582 площею 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4385 </w:t>
      </w:r>
      <w:r w:rsidRPr="00FA4E96">
        <w:rPr>
          <w:sz w:val="28"/>
          <w:szCs w:val="28"/>
        </w:rPr>
        <w:t>га, в тому числі рілля площею 0,</w:t>
      </w:r>
      <w:r>
        <w:rPr>
          <w:sz w:val="28"/>
          <w:szCs w:val="28"/>
        </w:rPr>
        <w:t xml:space="preserve">4385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7215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Рак Лідії Федорівні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215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РАК Лідії Федорівні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0732 площею </w:t>
      </w:r>
      <w:r w:rsidRPr="00FA4E96">
        <w:rPr>
          <w:sz w:val="28"/>
          <w:szCs w:val="28"/>
        </w:rPr>
        <w:t>0,</w:t>
      </w:r>
      <w:r>
        <w:rPr>
          <w:sz w:val="28"/>
          <w:szCs w:val="28"/>
        </w:rPr>
        <w:t xml:space="preserve">6000 </w:t>
      </w:r>
      <w:r w:rsidRPr="00FA4E96">
        <w:rPr>
          <w:sz w:val="28"/>
          <w:szCs w:val="28"/>
        </w:rPr>
        <w:t>га, в тому числі рілля площею 0,</w:t>
      </w:r>
      <w:r>
        <w:rPr>
          <w:sz w:val="28"/>
          <w:szCs w:val="28"/>
        </w:rPr>
        <w:t xml:space="preserve">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Минківського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F949E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Новікову Володимиру Миколайовичу за рахунок земель запасу державної власності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розташованої за межами населених пунктів на території Костівської сільської ради Валкі</w:t>
      </w:r>
      <w:r w:rsidRPr="00FA4E96">
        <w:rPr>
          <w:sz w:val="28"/>
          <w:szCs w:val="28"/>
        </w:rPr>
        <w:t>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F949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НОВІКОВУ Володимиру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0842 площею 2,0000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Костівського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02E3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Пляки Євгена В</w:t>
      </w:r>
      <w:r>
        <w:rPr>
          <w:sz w:val="28"/>
          <w:szCs w:val="28"/>
          <w:lang w:bidi="he-IL"/>
        </w:rPr>
        <w:t>ֹ’</w:t>
      </w:r>
      <w:r>
        <w:rPr>
          <w:sz w:val="28"/>
          <w:szCs w:val="28"/>
        </w:rPr>
        <w:t>ячеславовича із земель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02E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ПЛЯЦІ Євгену В</w:t>
      </w:r>
      <w:r>
        <w:rPr>
          <w:sz w:val="28"/>
          <w:szCs w:val="28"/>
          <w:lang w:bidi="he-IL"/>
        </w:rPr>
        <w:t>ֹ’</w:t>
      </w:r>
      <w:r>
        <w:rPr>
          <w:sz w:val="28"/>
          <w:szCs w:val="28"/>
        </w:rPr>
        <w:t xml:space="preserve">ячеславовичу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0577 площею  0,5000 </w:t>
      </w:r>
      <w:r w:rsidRPr="00FA4E96">
        <w:rPr>
          <w:sz w:val="28"/>
          <w:szCs w:val="28"/>
        </w:rPr>
        <w:t xml:space="preserve">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 xml:space="preserve">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100A4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Мельник Євдокії Макарівні за рахунок земель                                (кад. № 6321282500:02:000:1242) із земель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100A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МЕЛЬНИК Євдокії Макарівні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1282 площею  0,6500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0,6500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09716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Гойденко Наталії Миколаївні, гр. Гойденку Віталію Олексійовичу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0971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ГОЙДЕНКО Наталії Миколаївні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1036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F761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>ГОЙДЕНКУ Віталію Олексійовичу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1035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C36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Маловацькій Ользі Григорівні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C36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МАЛОВАЦЬКІЙ Ользі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1037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A3774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гр. </w:t>
      </w:r>
      <w:r>
        <w:rPr>
          <w:sz w:val="28"/>
          <w:szCs w:val="28"/>
        </w:rPr>
        <w:t xml:space="preserve">Порчинської Світлани Григорівни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 комунальної власності 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A377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ПОРЧИНСЬКІЙ Світлані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0583 площею 0,6070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0,6070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DD01E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гр. </w:t>
      </w:r>
      <w:r>
        <w:rPr>
          <w:sz w:val="28"/>
          <w:szCs w:val="28"/>
        </w:rPr>
        <w:t xml:space="preserve">Гойденко Алли Вікторівни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 комунальної власності 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D01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ГОЙДЕНКО Аллі Вікторівні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0580 площею  0,9339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0,9339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DD01E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Pr="00FA4E96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гр. </w:t>
      </w:r>
      <w:r>
        <w:rPr>
          <w:sz w:val="28"/>
          <w:szCs w:val="28"/>
        </w:rPr>
        <w:t xml:space="preserve">Полтавської Євгенії Володимирівни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6321282500:03:000:0514 комунальної власності 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D01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ПОЛТАВСЬКІЙ Євгенії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0581 площею 0,5030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0,5030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0476B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79.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Корсун Ірині Миколаївні</w:t>
      </w:r>
    </w:p>
    <w:p w:rsidR="00D84FD3" w:rsidRDefault="00D84FD3" w:rsidP="000476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Ірині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1286 площею       1,2000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E31A1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 ділянок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 рахунок сформованої земельної ділянки з кадастровим номером 6321283500:01:000:0397)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Яценку Олександру Володимировичу, гр. Цікало Олександру Юрійовичу, гр. Юрченко Вікторії Миколаївні.</w:t>
      </w:r>
    </w:p>
    <w:p w:rsidR="00D84FD3" w:rsidRDefault="00D84FD3" w:rsidP="00773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ЮРЧЕНКО Вікторії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0432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Костівського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773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ЦІКАЛУ Олександру Юрійовичу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0435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Костівського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773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ЯЦЕНКУ Олександру Володимировичу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835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0434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Костівського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6370D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Чернишенку Сергію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6370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ЧЕРНИШЕНКУ Сергію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0686 площею 1,6000 </w:t>
      </w:r>
      <w:r w:rsidRPr="00FA4E96">
        <w:rPr>
          <w:sz w:val="28"/>
          <w:szCs w:val="28"/>
        </w:rPr>
        <w:t xml:space="preserve">га, в тому числі під </w:t>
      </w:r>
      <w:r w:rsidRPr="00682B23">
        <w:rPr>
          <w:sz w:val="28"/>
          <w:szCs w:val="28"/>
        </w:rPr>
        <w:t>сільськогосподарськими та іншими господарськими будівлями і дворами площею 1,5206 га та чагарникова рослинність природного походження площею 0,0794</w:t>
      </w:r>
      <w:r>
        <w:rPr>
          <w:sz w:val="28"/>
          <w:szCs w:val="28"/>
        </w:rPr>
        <w:t xml:space="preserve">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Мельниківського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7307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Чернишенку Олексію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307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ЧЕРНИШЕНКУ Олексію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0687 площею 1,6000 </w:t>
      </w:r>
      <w:r w:rsidRPr="00FA4E96">
        <w:rPr>
          <w:sz w:val="28"/>
          <w:szCs w:val="28"/>
        </w:rPr>
        <w:t xml:space="preserve">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 xml:space="preserve">1,1735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682B23">
        <w:rPr>
          <w:sz w:val="28"/>
          <w:szCs w:val="28"/>
        </w:rPr>
        <w:t>чагарникова рослинність природного походження п</w:t>
      </w:r>
      <w:r>
        <w:rPr>
          <w:sz w:val="28"/>
          <w:szCs w:val="28"/>
        </w:rPr>
        <w:t>лощею 0,4265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Мельниківського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7F146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Пойдак Сергію Івановичу, гр. Бородіну Руслану Олександровичу, гр. Вовк Любові Василівні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на території Валківської 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F1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ПОЙДАКУ Сергію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Мельниківського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E435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БОРОДІНУ Руслану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Мельниківського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E435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ВОВК Любові Василівні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</w:t>
      </w:r>
      <w:r w:rsidRPr="00FA4E9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0683 площею  0,8690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0,8690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Мельниківського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9A6D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84.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Собакар Діні Федорівні.</w:t>
      </w:r>
    </w:p>
    <w:p w:rsidR="00D84FD3" w:rsidRDefault="00D84FD3" w:rsidP="009A6D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СОБАКАР Діні Федорівні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0049 площею  1,7000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Минківського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5C4F1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Шелєпову Олександру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- 01.03,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5C4F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ШЕЛЄПОВУ Олександру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Новомерчицького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72065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86.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Харченковій Ларисі Володимирівні.</w:t>
      </w:r>
    </w:p>
    <w:p w:rsidR="00D84FD3" w:rsidRDefault="00D84FD3" w:rsidP="007206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ХАРЧЕНКОВІЙ Ларисі Володимирівні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Новомерчицького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8B0B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Решетьку Станіславу Віталійовичу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- 01.03,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B0B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РЕШЕТЬКУ Станіславу Віталійовичу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Новомерчицького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D44DB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Решетьку Віталію Валентиновичу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- 01.03 за рахунок земельної ділянки із земель запасу сільськогосподарського призначення комунальної власності з кадастровим номером </w:t>
      </w:r>
      <w:r w:rsidRPr="00FA4E96">
        <w:rPr>
          <w:sz w:val="28"/>
          <w:szCs w:val="28"/>
        </w:rPr>
        <w:t>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0572,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44D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РЕШЕТЬКУ Віталію Валентиновичу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Новомерчицького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C34A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Мішиній Катерині Юріївні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C34A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МІШИНІЙ Катерині Юріївні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0805 площею  2,0000 </w:t>
      </w:r>
      <w:r w:rsidRPr="00FA4E96">
        <w:rPr>
          <w:sz w:val="28"/>
          <w:szCs w:val="28"/>
        </w:rPr>
        <w:t xml:space="preserve">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Огульцівського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6B175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Куценко Валентині Петрівні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6B17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КУЦЕНКО Валентині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1081 площею  0,3100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0,3100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Огульцівського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6B175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Гладун Олені Олексіївні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6B17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ГЛАДУН Олені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1077 площею  0,5184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0,5184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Огульцівського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0A648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92.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Соломко Наталії Володимирівні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0A6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СОЛОМКО Наталії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0715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82215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Богатської Тетяни Іванівни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6321287000:03:000:0893 комунальної власності сільськогосподарського призначення, яка розташована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221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БОГАТСЬКІЙ Тетяні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1013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Сидоренківського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1514D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Скрипник Олені Іванівні за рахунок земель (кад. № 6321287000:03:000:0887) із земель сільськогосподарського призначення,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1514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СКРИПНИК Олені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1070 площею 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Сидоренківського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255A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Гаркавій Наталії Василівні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255A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ГАРКАВІЙ Наталії Василівні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1887 площею  1,1130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1,1130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943FC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Єріній Вікторії Олександрівні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943F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ЄРІНІЙ Вікторії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1251 площею  0,8693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0,8693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E148A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Хорольський Микола Іванович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14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ХОРОЛЬСЬКОМУ Миколі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1889 площею 0,7200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0,7200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E148A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Корсун Анні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14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Анні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1243 площею        0,8500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D91C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Галакуц Зінаїді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91C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ГАЛАКУЦ Зінаїді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1258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F029A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Пасько Тетяні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F029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ПАСЬКО Тетяні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D65C4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Кириченко Любові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65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КИРИЧЕНКО Любові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1237 площею  0,8917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0,8917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89127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102.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Гриню Володимиру Володимировичу.</w:t>
      </w:r>
    </w:p>
    <w:p w:rsidR="00D84FD3" w:rsidRDefault="00D84FD3" w:rsidP="00891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ГРИНЮ Володимиру Володимировичу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0040 площею 1,3496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1,3496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FC04B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Маловацькій Світлані Вікторівні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на території Валківської міської </w:t>
      </w:r>
      <w:r w:rsidRPr="00C44D42">
        <w:rPr>
          <w:color w:val="000000"/>
          <w:sz w:val="28"/>
          <w:szCs w:val="28"/>
        </w:rPr>
        <w:t xml:space="preserve">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FC04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МАЛОВАЦЬКІЙ Світлані Вікторівні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9427E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104.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 xml:space="preserve">их </w:t>
      </w:r>
      <w:r w:rsidRPr="00FA4E96">
        <w:rPr>
          <w:sz w:val="28"/>
          <w:szCs w:val="28"/>
        </w:rPr>
        <w:t>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>к</w:t>
      </w:r>
      <w:r>
        <w:rPr>
          <w:sz w:val="28"/>
          <w:szCs w:val="28"/>
        </w:rPr>
        <w:t xml:space="preserve"> (за рахунок сформованої земельної ділянки з кадастровим номером 6321288500:04:000:1054)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 xml:space="preserve">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Колодяжній Людмилі Сергіївні, гр. Колодяжному Василю Григоровичу.</w:t>
      </w:r>
    </w:p>
    <w:p w:rsidR="00D84FD3" w:rsidRDefault="00D84FD3" w:rsidP="009427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КОЛОДЯЖНІЙ Людмилі Сергіївні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9427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КОЛОДЯЖНОМУ Василю Григоровичу 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1057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E731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Орлов Анатолій Олександрович, гр. Котлік Володимир Володимирович, гр. Чередниченко Олександр Миколайович гр. Чередниченко Юрій Миколайович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розташовані за межами населених пунктів 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73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ОРЛОВУ Анатолію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1061 площею  0,3500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0,3500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E73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КОТЛІКУ Володимиру Володимировичу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4374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ЧЕРЕДНИЧЕНКУ Олександру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4374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ЧЕРЕДНИЧЕНКУ Юрію Миколайовичу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0241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505D3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106. Затвердити прое</w:t>
      </w:r>
      <w:r w:rsidRPr="00FA4E96">
        <w:rPr>
          <w:sz w:val="28"/>
          <w:szCs w:val="28"/>
        </w:rPr>
        <w:t xml:space="preserve">кт землеустрою щодо відведення </w:t>
      </w:r>
      <w:r>
        <w:rPr>
          <w:sz w:val="28"/>
          <w:szCs w:val="28"/>
        </w:rPr>
        <w:t xml:space="preserve">у власність громадянам </w:t>
      </w:r>
      <w:r w:rsidRPr="00FA4E96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для ведення особистого селянського </w:t>
      </w:r>
      <w:r>
        <w:rPr>
          <w:sz w:val="28"/>
          <w:szCs w:val="28"/>
        </w:rPr>
        <w:t xml:space="preserve">господарства за рахунок сформованої земельної ділянки з кадастровим номером 6321288000:04:000:0844 комунальної власності сільськогосподарського призначення, розташованих 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505D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БАЙРАЧНІЙ Любові Борисівні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Черемушанського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E4B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БАЙРАЧНОМУ Василю Федоровичу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Черемушанського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C300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ЖИГИЛІЙ Олені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0861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Черемушанського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C300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ЖИГИЛІЮ Анатолію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Черемушанського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C300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ЖИГИЛІЮ Володимиру Анатолійовичу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Черемушанського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E073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Губському Руслану Івановичу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в с. Благодатне,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E07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ГУБСЬКОМУ Руслану Івановичу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0878 площею 1,1678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1,1678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Благодатненського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47281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108.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Степаненку Сергію Вікторовичу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72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СТЕПАНЕНКУ Сергію Вікторовичу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0728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47281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Семененко Марії Віталіївні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01.03, розташованої в смт Ков’яги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6414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СЕМЕНЕНКО Марії Віталіївні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0823 площею  1,0000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0,7718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FA4E96">
        <w:rPr>
          <w:sz w:val="28"/>
          <w:szCs w:val="28"/>
        </w:rPr>
        <w:t>під сільськогосподарськими та іншими господарськими будівлями і дворами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0,2282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смт Ков’яги,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E8412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Семененко Сергію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01.03, розташованої в смт Ков’яги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6414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СЕМЕНЕНКУ Сергію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0824 площею 1,0000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0,8087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FA4E96">
        <w:rPr>
          <w:sz w:val="28"/>
          <w:szCs w:val="28"/>
        </w:rPr>
        <w:t>під сільськогосподарськими та іншими господарськими будівлями і дворами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0,1913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смт Ков’яги,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CD4B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Єфременку Андрію Сергійовичу за рахунок земель (кад. № 6321281000:02:000:0701)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01.03,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841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ЄФРЕМЕНКУ Андрію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0723 площею 0,2049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0,2049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Благодатненського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CD4BB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Бондарчуку Віктору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в с. Благодатне,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CE0E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БОНДАРЧУКУ Віктору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1230 площею 0,7000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с. Благодатне,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8242D5">
      <w:pPr>
        <w:spacing w:before="240"/>
        <w:ind w:firstLine="567"/>
        <w:jc w:val="both"/>
        <w:rPr>
          <w:sz w:val="28"/>
          <w:szCs w:val="28"/>
        </w:rPr>
      </w:pPr>
      <w:r w:rsidRPr="008A430F">
        <w:rPr>
          <w:sz w:val="28"/>
          <w:szCs w:val="28"/>
        </w:rPr>
        <w:t>113. Затвердити проект землеустрою щодо відведення у власність громадянам земельних ділянок для ведення особистого селянського господарства за рахунок сформованої земельної ділянки з кадастровим номером 6321255400:03:000:0802 сільськогосподарського призначення комунальної власності, розташованої на території Валківської міської територіальної громади, Богодухівського району Харківської області.</w:t>
      </w:r>
    </w:p>
    <w:p w:rsidR="00D84FD3" w:rsidRDefault="00D84FD3" w:rsidP="008242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ЛІСАЄВУ Олексію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Ков’язького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ДАЦЕНКУ Сергію Олексійовичу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Ков’язького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ДАЦЕНКУ Дмитру Сергійовичу з</w:t>
      </w:r>
      <w:r w:rsidRPr="00FA4E96">
        <w:rPr>
          <w:sz w:val="28"/>
          <w:szCs w:val="28"/>
        </w:rPr>
        <w:t>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Ков’язького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ЗМІЇВСЬКІЙ Наталії Іванівні з</w:t>
      </w:r>
      <w:r w:rsidRPr="00FA4E96">
        <w:rPr>
          <w:sz w:val="28"/>
          <w:szCs w:val="28"/>
        </w:rPr>
        <w:t>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1063 площею   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Ков’язького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679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ДАЦЕНКО Вікторії Іванівні з</w:t>
      </w:r>
      <w:r w:rsidRPr="00FA4E96">
        <w:rPr>
          <w:sz w:val="28"/>
          <w:szCs w:val="28"/>
        </w:rPr>
        <w:t>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1060 площею   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Ков’язького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FC1BB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Круглому Андрію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73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КРУГЛОМУ Андрію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0981 площею 1,8500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Гонтів’ярського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546F6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115.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село Велика Кадигробівка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Пересаді Любові Миколаївні.</w:t>
      </w:r>
    </w:p>
    <w:p w:rsidR="00D84FD3" w:rsidRDefault="00D84FD3" w:rsidP="008A43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ПЕРЕСАДІ Любові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0017 площею   1,2300 </w:t>
      </w:r>
      <w:r w:rsidRPr="00FA4E96">
        <w:rPr>
          <w:sz w:val="28"/>
          <w:szCs w:val="28"/>
        </w:rPr>
        <w:t xml:space="preserve">га, в тому числі </w:t>
      </w:r>
      <w:r w:rsidRPr="006414EB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1,2300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с. Велика Кадигробівка,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D84FD3" w:rsidRPr="00FA4E96" w:rsidRDefault="00D84FD3" w:rsidP="003455B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116.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Осокіну Сергію Анатолійовичу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23C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ОСОКІНУ Сергію Анатолійовичу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0718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A45F7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117.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Клочко Валентині Яківні.</w:t>
      </w:r>
    </w:p>
    <w:p w:rsidR="00D84FD3" w:rsidRDefault="00D84FD3" w:rsidP="00A45F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КЛОЧКО Валентині Яківні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10100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0149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0A586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Шеховцову Ігорю Борисовичу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(код згідно КВЦПЗ – секція А - 01.03) яка розташована в смт Ков’яги, вул. Польова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0A58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ШЕХОВЦОВУ Ігорю Борисовичу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0827 площею 0,0500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0,0280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пасовища                  0,0220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>вул. Польова,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смт Ков’яги,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0A586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Лаврову Миколі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0A58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ЛАВРОВУ Миколі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0881 площею 1,9000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Минківського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A64D9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Сідь Оксани Володимирівни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6321287000:03:000:0893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A64D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СІДЬ Оксані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1020 площею  1,5876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1,5876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CE25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Чешко Олені Миколаївні за рахунок земель (кад. № 6321287000:03:000:0887) із земель сільськогосподарського призначення</w:t>
      </w:r>
      <w:r w:rsidRPr="00CE25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CE25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ЧЕШКО Олені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1069 площею 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CC364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Костенко Людмилі Леонідівні за рахунок земель (кад. № 6321287000:03:000:0884) із земель сільськогосподарського призначення</w:t>
      </w:r>
      <w:r w:rsidRPr="00CE25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CC36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КОСТЕНКО Людмилі Леонідівні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0890 площею 1,5802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1,5802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013A1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Кабанової Валентини Захарівни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за рахунок раніше сформованої земельної ділянки з кадастровим номером 6321287000:03:000:0904 комунальної власності сільськогосподарського призначення,</w:t>
      </w:r>
      <w:r w:rsidRPr="00CE25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013A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КАБАНОВІЙ Валентині Захарівні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0976 площею 1,6659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1,6659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DB41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Зеховій Тетяні Миколаївні за рахунок земель (кад. № 6321287000:03:000:0884)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B41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ЗЕХОВІЙ Тетяні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0979 площею 1,5803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1,5803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AD67B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Губському Валерію Сергійовичу за рахунок земель (кад. № 6321287000:03:000:0888)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AD67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ГУБСЬКОМУ Валерію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1022 площею 1,3000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AD67B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Сяському Сергію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AD67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СЯСЬКОМУ Сергію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0736 площею 0,5117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0,5117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Минківського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911D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Винокурову Геннадію Геннадійовичу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911D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ВИНОКУРОВУ Геннадію Геннадійовичу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1896 площею 0,8800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Сніжківського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7459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128.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Маврову Анатолію Івановичу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с. Сніжків, по вул. 17 Вересня, перед забудовою №1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459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МАВРОВУ Анатолію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0523 площею 0,1355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0,1355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>вул. 17 Вересня перед забудовою №1,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7459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Бучному Сергію Олександровичу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459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БУЧНОМУ Сергію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1908 площею 0,2908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0,2908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Сніжківського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3D3ED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Золотаренко Олені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Ковпака,                          с. Сніжків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D3E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ЗОЛОТАРЕНКО Олені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0118 площею 0,1891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0,1891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вул. Ковпака,</w:t>
      </w:r>
      <w:r w:rsidRPr="000A5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420CC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131.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Нєробєєвій Марині Леонідівні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(код згідно КВЦПЗ – секція А – 01.03) яка розташована в с. Сніжків</w:t>
      </w:r>
      <w:r w:rsidRPr="005F1945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20C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НЄРОБЄЄВІЙ Марині Леонідівні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1904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5906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Ольховській Ірині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5906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ОЛЬХОВСЬКІЙ Ірині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0367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Минківського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5906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Лісконог Надії Анатоліївні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5906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ЛІСКОНОГ Надії Анатоліївні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1096 площею  1,2298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1,2298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D447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Червоний Богдан Валентинович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Садова, 6,                    с. Довжик,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D84FD3" w:rsidRDefault="00D84FD3" w:rsidP="00CA38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ЧЕРВОНОМУ Богдану Валентиновичу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0026 площею 0,6755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0,6755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Садова, 6, с. Довжик,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CA38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Коваль Олені Павлівні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1B32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КОВАЛЬ Олені Павлівні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0330 площею 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Минківського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C47A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Сухарєву Сергію Олександровичу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C47A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СУХАРЄВУ Сергію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Ков’язького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623C3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Ковратенко Наталії Михайлівні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623C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КОВРАТЕНКО Наталії Михайлівні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84500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0844 площею 1,5564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1,5564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Минківського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Pr="00FA4E96" w:rsidRDefault="00D84FD3" w:rsidP="00A4292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Богатирю Анатолію Андрійовичу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по вул. Кузнечна в м. Валки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A4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БОГАТИРЮ Анатолію Андрійовичу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10100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52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0074 площею 0,1100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Кузнечна, м. Валки,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A4292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139.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Троцькому Роману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с. Гонтів Яр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A4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ТРОЦЬКОМУ Роману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0983 площею 0,7076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0,7076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Гонтів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F1069E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140</w:t>
      </w:r>
      <w:r>
        <w:rPr>
          <w:sz w:val="28"/>
          <w:szCs w:val="28"/>
        </w:rPr>
        <w:t>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Мирошниченку Геннадію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A42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МИРОШНИЧЕНКУ Геннадію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82507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0081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Заміського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035C70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Костирку Антону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сформованої земельної ділянки з кадастровим номером 6321280500:01:000:1158, розташованої в с. Тетющине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5B3C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КОСТИРКУ Антону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1158 площею 1,7522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1,7522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Тетющине,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5B3C45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Войтенко Тетяна Сергіївна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23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ВОЙТЕНКО Тетяні Сергіївні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1064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Шарівського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B77747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Тимошенку Олексію Сергійовичу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B777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ТИМОШЕНКУ Олексію Сергійовичу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80300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0510 площею 1,9491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1,9491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Олександрівського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6F2071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Книшенко Катерині Іллінічні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вул. Перемоги, 76 в с. Добропілля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B1B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КНИШЕНКО Катерині Іллінічні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56002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0336 площею 0,4371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0,4371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Перемоги, 76 в с. Добропілля,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3B1BF9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5.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Клименку Вадиму Вячеславовичу.</w:t>
      </w:r>
    </w:p>
    <w:p w:rsidR="00D84FD3" w:rsidRDefault="00D84FD3" w:rsidP="009B2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КЛИМЕНКУ Вадиму Вячеславовичу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0544 площею 1,4000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E265D1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Сидоренка Сергія Івановича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6321287000:03:000:0883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265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СИДОРЕНКУ Сергію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1041 площею 1,6674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1,6674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954F9A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Дворядкіній Раїсі Миколаївні за рахунок земель (кад. № 6321287000:03:000:0887) із земель сільськогосподарського призначення</w:t>
      </w:r>
      <w:r w:rsidRPr="00954F9A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954F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ДВОРЯДКІНІЙ Раїсі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1068 площею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7D760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Оберемок Валентині Василівні за рахунок земель (кад. № 6321287000:03:000:0884) із земель сільськогосподарського призначення</w:t>
      </w:r>
      <w:r w:rsidRPr="00954F9A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D76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ОБЕРЕМОК Валентині Василівні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1003 площею 1,5803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1,5803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7D760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14</w:t>
      </w:r>
      <w:r>
        <w:rPr>
          <w:sz w:val="28"/>
          <w:szCs w:val="28"/>
        </w:rPr>
        <w:t>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Клименко Світлані Володимирівні за рахунок земель (кад. № 6321287000:03:000:0887) із земель сільськогосподарського призначення</w:t>
      </w:r>
      <w:r w:rsidRPr="00954F9A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D76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КЛИМЕНКО Світлані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1043 площею 1,6389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1,6389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Сидоренківського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316BF1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Мироненко Сергій Петрович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(код КВЦПЗД 01.03), яка розташована за адресою: вул. Польова, смт Ков’яги,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D84FD3" w:rsidRDefault="00D84FD3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МИРОНЕНКО Сергію Петровичу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0828 площею 0,1200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Польова, смт Ков’яги,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8A4B0F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Обуховському Сергію Юрійовичу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ОБУХОВСЬКОМУ Сергію Юрійовичу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8A4B0F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Орябинському Миколі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ОРЯБИНСЬКОМУ Миколі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1085 площею 0,1400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0,1400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410815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Гладуну Володимиру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10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ГЛАДУНУ Володимиру Володимировичу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0766 площею 1,7000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1,7000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410815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Обуховській Яні Петрівні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10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ОБУХОВСЬКІЙ Яні Петрівні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1099 площею  1,3000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F219DD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гр. Коліснику Володимиру Григоровичу, гр. Натіну Вадиму Олександровичу, гр. Суяркіну Роману Олександровичу, гр. Висторопу Олександру Віталійовичу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F21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КОЛІСНИКУ Володимиру Григоровичу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1093 площею 1,7000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21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НАТІНУ Вадиму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21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СУЯРКІНУ Роману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6D20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219DD">
        <w:rPr>
          <w:sz w:val="28"/>
          <w:szCs w:val="28"/>
        </w:rPr>
        <w:t xml:space="preserve"> </w:t>
      </w:r>
      <w:r>
        <w:rPr>
          <w:sz w:val="28"/>
          <w:szCs w:val="28"/>
        </w:rPr>
        <w:t>ВИСТОРОПУ Олександру Віталійовичу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1090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Огульцівського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0278B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Білецька Лариса Леонідівна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с. Водопій,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D84FD3" w:rsidRDefault="00D84FD3" w:rsidP="00027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БІЛЕЦЬКІЙ Ларисі Леонідівні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0982 площею 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Водопій,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0278B6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57.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Малахай Людмилі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межами населених пунктів на території Гонтів’ярського старостинського округу Валківської міської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027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МАЛАХАЙ Людмилі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0149 площею 0,4909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0,4909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Гонтів’ярського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A41FDE">
      <w:pPr>
        <w:spacing w:before="240"/>
        <w:ind w:firstLine="567"/>
        <w:jc w:val="both"/>
        <w:rPr>
          <w:sz w:val="28"/>
          <w:szCs w:val="28"/>
        </w:rPr>
      </w:pPr>
      <w:r w:rsidRPr="00035C70">
        <w:rPr>
          <w:sz w:val="28"/>
          <w:szCs w:val="28"/>
        </w:rPr>
        <w:t>1</w:t>
      </w:r>
      <w:r>
        <w:rPr>
          <w:sz w:val="28"/>
          <w:szCs w:val="28"/>
        </w:rPr>
        <w:t>58.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на території Валківської міської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Нечитайло Олені Сергіївні</w:t>
      </w:r>
    </w:p>
    <w:p w:rsidR="00D84FD3" w:rsidRDefault="00D84FD3" w:rsidP="00A41F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>
        <w:rPr>
          <w:color w:val="000000"/>
          <w:sz w:val="28"/>
          <w:szCs w:val="28"/>
        </w:rPr>
        <w:t xml:space="preserve"> НЕЧИТАЙЛО Олені Сергіївні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1069 площею 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Шарівського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3F11D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Буцькій Олені Григорівні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в с. Буцьківка,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F11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БУЦЬКІЙ Олені Григорівні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0094 площею  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Буцьківка,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3F11D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Варганова Лілія Олександрівна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Дружби, 6,                 с. Буцьківка,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асть.</w:t>
      </w:r>
    </w:p>
    <w:p w:rsidR="00D84FD3" w:rsidRDefault="00D84FD3" w:rsidP="003F11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ВАРГАНОВІЙ Лілії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0095 площею 0,1470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0,1470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Дружби, 6, с. Буцьківка,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B737D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Пінчуку Сергію Івановичу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B737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ПІНЧУКУ Сергію Івановичу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0366 площею    0,6771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0,6771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4D3D1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Яросі Віталію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D3D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ЯРОСІ Віталію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1215 площею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11658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Овчаренко Зінаїді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1165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ОВЧАРЕНКО Зінаїді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1209 площею    1,3100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11658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Малярчуку Миколі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1165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МАЛЯРЧУКУ Миколі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1206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EE5E8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Гурі Олені Олександрівні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E5E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ГУРІ Олені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1208 площею 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EE5E8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Дембовській Марині Павлівні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E5E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ДЕМБОВСЬКІЙ Марині Павлівні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1204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F746E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Неровній Надії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F746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НЕРОВНІЙ Надії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1205 площею   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F746E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Кобзарю Олександру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F746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КОБЗАРЮ Олександру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0735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Pr="00FA4E96" w:rsidRDefault="00D84FD3" w:rsidP="004A795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Ткаченку Євгену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по вул. Польова, 18 в с. Козаченківка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B0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ТКАЧЕНКУ Євгену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83006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0052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Польова, 18, с. Козаченківка,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4B00E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Тімченко Валерій Віталійович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Підгірнівська,                с. Новий Мерчик,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B0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ТІМЧЕНКУ Валерію Віталійовичу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85001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0200 площею 0,2100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Підгірнівська, с. Новий Мерчик,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502BC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Корсун Людмилі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A4B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Людмилі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1290 площею   0,7937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0,7937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502BC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Попову Івану Костянтиновичу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502B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ПОПОВУ Івану Костянтиновичу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0629 площею 0,6500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0,6500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E660B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173.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Мельник Лідії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E660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МЕЛЬНИК Лідії Олексіївні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1293 площею   0,5100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D7604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раніше сформованої земельної ділянки кадастровий № 6321256000:04:000:1112 гр. Ковтун Тетяні Григорівні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(КВЦПЗ – 01.03)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760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КОВТУН Тетяні Григорівні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1215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D7604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раніше сформованої земельної ділянки кадастровий № 6321256000:04:000:1099 гр. Рєзнік Юлії Михайлівні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(КВЦПЗ – 01.03) розташованої за межами населеного пункту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D760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РЄЗНІК Юлії Михайлівні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1212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4D5A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Яцишина Андрія Олександровича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що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D5A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ЯЦИШИНУ Андрію Олександровичу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1249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165ADE" w:rsidRDefault="00D84FD3" w:rsidP="00380602">
      <w:pPr>
        <w:spacing w:before="240"/>
        <w:ind w:firstLine="567"/>
        <w:jc w:val="both"/>
        <w:rPr>
          <w:sz w:val="28"/>
          <w:szCs w:val="28"/>
        </w:rPr>
      </w:pPr>
      <w:r w:rsidRPr="00165ADE">
        <w:rPr>
          <w:sz w:val="28"/>
          <w:szCs w:val="28"/>
        </w:rPr>
        <w:t>177. Затвердити про</w:t>
      </w:r>
      <w:r>
        <w:rPr>
          <w:sz w:val="28"/>
          <w:szCs w:val="28"/>
        </w:rPr>
        <w:t>є</w:t>
      </w:r>
      <w:r w:rsidRPr="00165ADE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165ADE">
        <w:rPr>
          <w:sz w:val="28"/>
          <w:szCs w:val="28"/>
        </w:rPr>
        <w:t xml:space="preserve">гр. </w:t>
      </w:r>
      <w:r>
        <w:rPr>
          <w:sz w:val="28"/>
          <w:szCs w:val="28"/>
        </w:rPr>
        <w:t>Коляді</w:t>
      </w:r>
      <w:r w:rsidRPr="00165ADE">
        <w:rPr>
          <w:sz w:val="28"/>
          <w:szCs w:val="28"/>
        </w:rPr>
        <w:t xml:space="preserve"> Олександр</w:t>
      </w:r>
      <w:r>
        <w:rPr>
          <w:sz w:val="28"/>
          <w:szCs w:val="28"/>
        </w:rPr>
        <w:t>у</w:t>
      </w:r>
      <w:r w:rsidRPr="00165ADE">
        <w:rPr>
          <w:sz w:val="28"/>
          <w:szCs w:val="28"/>
        </w:rPr>
        <w:t xml:space="preserve"> Іванович</w:t>
      </w:r>
      <w:r>
        <w:rPr>
          <w:sz w:val="28"/>
          <w:szCs w:val="28"/>
        </w:rPr>
        <w:t>у</w:t>
      </w:r>
      <w:r w:rsidRPr="00165ADE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Баранове, вул. Миру, 82</w:t>
      </w:r>
      <w:r w:rsidRPr="00165ADE">
        <w:rPr>
          <w:sz w:val="28"/>
          <w:szCs w:val="28"/>
        </w:rPr>
        <w:t xml:space="preserve"> на території Валківської міської </w:t>
      </w:r>
      <w:r w:rsidRPr="00165ADE">
        <w:rPr>
          <w:color w:val="000000"/>
          <w:sz w:val="28"/>
          <w:szCs w:val="28"/>
        </w:rPr>
        <w:t>ради</w:t>
      </w:r>
      <w:r w:rsidRPr="00165ADE">
        <w:rPr>
          <w:sz w:val="28"/>
          <w:szCs w:val="28"/>
        </w:rPr>
        <w:t xml:space="preserve"> Богодухівського району, Харківської області.</w:t>
      </w:r>
    </w:p>
    <w:p w:rsidR="00D84FD3" w:rsidRDefault="00D84FD3" w:rsidP="00165ADE">
      <w:pPr>
        <w:ind w:firstLine="567"/>
        <w:jc w:val="both"/>
        <w:rPr>
          <w:sz w:val="28"/>
          <w:szCs w:val="28"/>
        </w:rPr>
      </w:pPr>
      <w:r w:rsidRPr="00165ADE">
        <w:rPr>
          <w:sz w:val="28"/>
          <w:szCs w:val="28"/>
        </w:rPr>
        <w:t xml:space="preserve">177.1. Передати у приватну власність гр. </w:t>
      </w:r>
      <w:r>
        <w:rPr>
          <w:sz w:val="28"/>
          <w:szCs w:val="28"/>
        </w:rPr>
        <w:t>КОЛЯДІ</w:t>
      </w:r>
      <w:r w:rsidRPr="00165ADE">
        <w:rPr>
          <w:sz w:val="28"/>
          <w:szCs w:val="28"/>
        </w:rPr>
        <w:t xml:space="preserve"> Олександру Івановичу земельну ділянку кадастровий номер 632128</w:t>
      </w:r>
      <w:r>
        <w:rPr>
          <w:sz w:val="28"/>
          <w:szCs w:val="28"/>
        </w:rPr>
        <w:t>0</w:t>
      </w:r>
      <w:r w:rsidRPr="00165ADE">
        <w:rPr>
          <w:sz w:val="28"/>
          <w:szCs w:val="28"/>
        </w:rPr>
        <w:t>50</w:t>
      </w:r>
      <w:r>
        <w:rPr>
          <w:sz w:val="28"/>
          <w:szCs w:val="28"/>
        </w:rPr>
        <w:t>1</w:t>
      </w:r>
      <w:r w:rsidRPr="00165ADE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165ADE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65ADE">
        <w:rPr>
          <w:sz w:val="28"/>
          <w:szCs w:val="28"/>
        </w:rPr>
        <w:t>:</w:t>
      </w:r>
      <w:r>
        <w:rPr>
          <w:sz w:val="28"/>
          <w:szCs w:val="28"/>
        </w:rPr>
        <w:t xml:space="preserve">0147 </w:t>
      </w:r>
      <w:r w:rsidRPr="00165ADE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   0,2500</w:t>
      </w:r>
      <w:r w:rsidRPr="00165ADE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0,2500</w:t>
      </w:r>
      <w:r w:rsidRPr="00165ADE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КВЦПЗД - 01.03),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Миру, 82, с. Баранове,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F114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Рибницькому Олександру Михайловичу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с. Сніжків, вул. Абрикосова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F114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РИБНИЦЬКОМУ Олександру Михайловичу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0515 площею 1,1100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1,1100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вул. Абрикосова,</w:t>
      </w:r>
      <w:r w:rsidRPr="00F114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F114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Бондаренко Наталії Анатоліївні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1708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БОНДАРЕНКО Наталії Анатоліївні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1907 площею 1,9566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1,9566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2A1ED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180.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для ведення особистого селянського </w:t>
      </w:r>
      <w:r>
        <w:rPr>
          <w:sz w:val="28"/>
          <w:szCs w:val="28"/>
        </w:rPr>
        <w:t xml:space="preserve">господарства (01.03) яка розташована: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Мищенко Вікторії Олександрівні, гр. Мищенку Сергію Олександровичу.</w:t>
      </w:r>
    </w:p>
    <w:p w:rsidR="00D84FD3" w:rsidRDefault="00D84FD3" w:rsidP="002A1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МИЩЕНКО Вікторії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0619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багаторічні насадження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A1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180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МИЩЕНКУ Сергію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0616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багаторічні насадження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88551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Буцькому Андрію Григоровичу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в с. Буцьківка,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85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БУЦЬКОМУ Андрію Григоровичу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88503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0096 площею 0,6506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0,6506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Буцьківка,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88551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Панькова Андрія Миколайовича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6321282500:03:000:0527 комунальної власності сільськогосподарського призначення, яка розташована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5D5C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ПАНЬКОВУ Андрію Миколайовичу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0630 площею 0,7100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0,7100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8861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Макаренко Вікторії Андріївни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86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МАКАРЕНКО Вікторії Андріївні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0578 площею 0,2218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0,2218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8861E2">
      <w:pPr>
        <w:spacing w:before="240"/>
        <w:ind w:firstLine="567"/>
        <w:jc w:val="both"/>
        <w:rPr>
          <w:sz w:val="28"/>
          <w:szCs w:val="28"/>
        </w:rPr>
      </w:pPr>
      <w:r w:rsidRPr="00061A9A">
        <w:rPr>
          <w:sz w:val="28"/>
          <w:szCs w:val="28"/>
        </w:rPr>
        <w:t>184.</w:t>
      </w:r>
      <w:r>
        <w:rPr>
          <w:sz w:val="28"/>
          <w:szCs w:val="28"/>
        </w:rPr>
        <w:t xml:space="preserve">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Макаренко Ірини Миколаївни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86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МАКАРЕНКО Ірині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0632 площею 0,5305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0,5305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C5173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Каркан Анжеліці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C517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КАРКАН Анжеліці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0621 площею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C5173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Пипі Володимиру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код згідно КВЦПЗД – 01.03 за рахунок земельної ділянки із земель запасу сільськогосподарського призначення з кадастровим номером 6321280505:00:001:0176 розташованої за межами населених пунктів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C517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ПИПІ Володимиру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6321280505:00:001:0202 площею 0,8200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sz w:val="28"/>
          <w:szCs w:val="28"/>
        </w:rPr>
        <w:t>Баранівського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7517E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Пономаренко Юлії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по вул. Валківській, с. Данильчин Кут,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517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ПОНОМАРЕНКО Юлії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6321283002:00:001:0054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вул. Валківська, с. Данильчин Кут,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474A8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Іванського Олега Івановича, гр. Іванської Зінаїди Василівни із земель сільськогосподарського призначення державної власності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в межах смт Ков’яги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474A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ІВАНСЬКОМУ Олегу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6321255400:03:000:1003 площею  1,6859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1,6859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234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смт Ков’яги 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Default="00D84FD3" w:rsidP="00234F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ІВАНСЬКІЙ Зінаїді Василівні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6321255400:03:000:1002 площею  1,6859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1,6859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234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смт Ков’яги,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0606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189.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>господарства (01.03) яка розташована: село Шевченкове</w:t>
      </w:r>
      <w:r w:rsidRPr="00060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 гр. Оберемок Світлані Леонідівні.</w:t>
      </w:r>
    </w:p>
    <w:p w:rsidR="00D84FD3" w:rsidRDefault="00D84FD3" w:rsidP="000606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ОБЕРЕМОК Світлані Леонідівні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6321288509:00:001:0139 площею 1,0064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1,0064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с. Шевченкове,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323EC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Кухоцької Ірини Миколаївни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в с. Кобзарівка, вул. Центральна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323E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КУХОЦЬКІЙ Ірині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6321283001:00:002:0032 площею  1,2000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Центральна, с. Кобзарівка,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D84FD3" w:rsidRPr="00FA4E96" w:rsidRDefault="00D84FD3" w:rsidP="00471B48">
      <w:pPr>
        <w:spacing w:before="240"/>
        <w:ind w:firstLine="567"/>
        <w:jc w:val="both"/>
        <w:rPr>
          <w:sz w:val="28"/>
          <w:szCs w:val="28"/>
        </w:rPr>
      </w:pPr>
      <w:r w:rsidRPr="00416B5E">
        <w:rPr>
          <w:sz w:val="28"/>
          <w:szCs w:val="28"/>
        </w:rPr>
        <w:t>191.</w:t>
      </w:r>
      <w:r>
        <w:rPr>
          <w:sz w:val="28"/>
          <w:szCs w:val="28"/>
        </w:rPr>
        <w:t xml:space="preserve">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Солоха Валентина Володимирівна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(код КВЦПЗД 01.03) яка розташована за межами населених пунктів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D84FD3" w:rsidRDefault="00D84FD3" w:rsidP="00740A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СОЛОСІ Валентині Володимирівні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6321288500:04:000:1047 площею 1,8066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1,8066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Шарівського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740A18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192</w:t>
      </w:r>
      <w:r>
        <w:rPr>
          <w:sz w:val="28"/>
          <w:szCs w:val="28"/>
        </w:rPr>
        <w:t>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Коліснику Олександру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за межами населених пунктів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740A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КОЛІСНИКУ Олександру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6321282000:03:000:0974 площею 1,9500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Гонтів’ярського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E52944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гр. Ковтуну Миколі Івановичу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розташованої за межами населеного пункту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529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КОВТУНУ Миколі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6321256000:03:000:0275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E52944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раніше сформованої земельної ділянки кадастровий № 6321256000:04:000:1109 гр. Розумній Наталі Валеріївні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   (КВЦПЗ – 01.03) розташованої за межами населеного пункту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529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РОЗУМНІЙ Наталі Валеріївні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6321256000:04:000:1209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EA5599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Чопик Людмили Михайлівни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A55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ЧОПИК Людмилі Михайлівні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6321287000:03:000:1072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EA5599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Таянова Тетяна Костянтинівна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адресою: вул. Новоселів, 12,                с. Велика Губщина,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-н,</w:t>
      </w:r>
      <w:r w:rsidRPr="00C44D42">
        <w:rPr>
          <w:color w:val="000000"/>
          <w:sz w:val="28"/>
          <w:szCs w:val="28"/>
        </w:rPr>
        <w:t xml:space="preserve"> 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</w:t>
      </w:r>
      <w:r>
        <w:rPr>
          <w:color w:val="000000"/>
          <w:sz w:val="28"/>
          <w:szCs w:val="28"/>
        </w:rPr>
        <w:t>.</w:t>
      </w:r>
    </w:p>
    <w:p w:rsidR="00D84FD3" w:rsidRDefault="00D84FD3" w:rsidP="00EA55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ТАЯНОВІЙ Тетяні Костянтинівні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6321284000:02:000:0764 площею 0,3200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0,3200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Новоселів, 12, с. Велика Губщина,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FE45D9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7.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Поляк Надії Павлівні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в с. Мельникове, вул. Миру, 10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FE45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ПОЛЯК Надії Павлівні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6321284001:00:001:0278 площею 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Миру, 10, с. Мельникове,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627137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Омельченку Олександру Івановичу, гр. Тютюн Лілії Олегівні та гр. Красі Владиславу Сергійовичу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за рахунок земель запасу сільськогосподарського призначення комунальної власності кадастровий номер 6321284000:01:000:0982, розташованої за межами населених пунктів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6271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ОМЕЛЬЧЕНКУ Олександру Івановичу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6321284000:01:000:1014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Мельниківського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6271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198.2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ТЮТЮН Лілії Олегівні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6321284000:01:000:1015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 xml:space="preserve">), </w:t>
      </w:r>
      <w:r w:rsidRPr="00165ADE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Мельниківського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84B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198.3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КРАСІ Владиславу Сергійовичу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6321284000:01:000:1012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Мельниківського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84BBE">
      <w:pPr>
        <w:spacing w:before="240"/>
        <w:ind w:firstLine="567"/>
        <w:jc w:val="both"/>
        <w:rPr>
          <w:sz w:val="28"/>
          <w:szCs w:val="28"/>
        </w:rPr>
      </w:pPr>
      <w:r w:rsidRPr="00740A18">
        <w:rPr>
          <w:sz w:val="28"/>
          <w:szCs w:val="28"/>
        </w:rPr>
        <w:t>19</w:t>
      </w:r>
      <w:r>
        <w:rPr>
          <w:sz w:val="28"/>
          <w:szCs w:val="28"/>
        </w:rPr>
        <w:t>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Гопцій Аллі Василівні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розташованої по вул. Валківська в с. Мельникове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284B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ГОПЦІЙ Аллі Василівні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6321284000:01:000:1005 площею 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вул. Валківська, с. Мельникове,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284BB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Шаповал Володимир Феодосійович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4102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ШАПОВАЛУ Володимиру Феодосійовичу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6321280300:01:000:0524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Олександрівського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577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Шаповал Валентина Іванівна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A57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ШАПОВАЛ Валентині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6321280300:01:000:0525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Олександрівського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1528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гр. Кобзар Наталії Яківні, гр. Перепелиці Олександру В’ячеславовичу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7152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КОБЗАР Наталії Яківні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6321283000:02:000:0737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0,6067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багаторічні насадження 1,3933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152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ПЕРЕПЕЛИЦІ Олександру В’ячеславовичу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6321283000:02:000:0738 площею 1,7998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0,3381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багаторічні насадження 1,4617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D4C7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Неділько Ірині Олексіївні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DD4C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НЕДІЛЬКО Ірині Олексіївні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6321283000:02:000:0712 площею  1,4186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1,4186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D4C7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Гребіннику Сергію Костянтиновичу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 розташованої м. Валки, вул. Коваля І., 15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території Валківської міської</w:t>
      </w:r>
      <w:r>
        <w:rPr>
          <w:sz w:val="28"/>
          <w:szCs w:val="28"/>
        </w:rPr>
        <w:t xml:space="preserve"> р</w:t>
      </w:r>
      <w:r w:rsidRPr="00FA4E96">
        <w:rPr>
          <w:sz w:val="28"/>
          <w:szCs w:val="28"/>
        </w:rPr>
        <w:t>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1269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ГРЕБІННИКУ Сергію Костянтиновичу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6321210100:00:038:0101 площею 0,1200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0,1200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вул. Коваля І., 15, м. Валки,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942D5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Андреєвій Катерині Миколаївні </w:t>
      </w:r>
      <w:r w:rsidRPr="00FA4E96">
        <w:rPr>
          <w:sz w:val="28"/>
          <w:szCs w:val="28"/>
        </w:rPr>
        <w:t xml:space="preserve">для особистого селянського </w:t>
      </w:r>
      <w:r>
        <w:rPr>
          <w:sz w:val="28"/>
          <w:szCs w:val="28"/>
        </w:rPr>
        <w:t xml:space="preserve">господарства, що розташована </w:t>
      </w:r>
      <w:r w:rsidRPr="00FA4E96">
        <w:rPr>
          <w:sz w:val="28"/>
          <w:szCs w:val="28"/>
        </w:rPr>
        <w:t>на території Валківської міської територіальної громади 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2E18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АНДРЕЄВІЙ Катерині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6321286000:01:000:0716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Високопільського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E18C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206.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>господарства (код КВЦПЗД – 01.03)            гр. Подлєсному Сергію Миколайовичу яка знаходиться на</w:t>
      </w:r>
      <w:r w:rsidRPr="0006065B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території </w:t>
      </w:r>
      <w:r>
        <w:rPr>
          <w:sz w:val="28"/>
          <w:szCs w:val="28"/>
        </w:rPr>
        <w:t>Олександрівського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ького району Харківської області</w:t>
      </w:r>
      <w:r>
        <w:rPr>
          <w:sz w:val="28"/>
          <w:szCs w:val="28"/>
        </w:rPr>
        <w:t>.</w:t>
      </w:r>
    </w:p>
    <w:p w:rsidR="00D84FD3" w:rsidRDefault="00D84FD3" w:rsidP="002E18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ПОДЛЄСНОМУ Сергію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6321280300:02:000:0513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Олександрівського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D76B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(01.03)                    гр. Кулінічу Сергію Євгенійовичу, яка знаходиться: </w:t>
      </w:r>
      <w:r w:rsidRPr="00C44D42">
        <w:rPr>
          <w:color w:val="000000"/>
          <w:sz w:val="28"/>
          <w:szCs w:val="28"/>
        </w:rPr>
        <w:t>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област</w:t>
      </w:r>
      <w:r>
        <w:rPr>
          <w:color w:val="000000"/>
          <w:sz w:val="28"/>
          <w:szCs w:val="28"/>
        </w:rPr>
        <w:t xml:space="preserve">ь,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, с. Шелудькове</w:t>
      </w:r>
      <w:r>
        <w:rPr>
          <w:sz w:val="28"/>
          <w:szCs w:val="28"/>
        </w:rPr>
        <w:t>.</w:t>
      </w:r>
    </w:p>
    <w:p w:rsidR="00D84FD3" w:rsidRDefault="00D84FD3" w:rsidP="00A762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КУЛІНІЧУ Сергію Євгенійовичу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6321287006:00:001:0021 площею 1,8034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1,8034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</w:t>
      </w:r>
      <w:r>
        <w:rPr>
          <w:color w:val="000000"/>
          <w:sz w:val="28"/>
          <w:szCs w:val="28"/>
        </w:rPr>
        <w:t>с. Шелудькове</w:t>
      </w:r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9047C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(01.03)                    гр. Соймі Володимиру Дмитровичу, яка знаходиться: </w:t>
      </w:r>
      <w:r w:rsidRPr="00C44D42">
        <w:rPr>
          <w:color w:val="000000"/>
          <w:sz w:val="28"/>
          <w:szCs w:val="28"/>
        </w:rPr>
        <w:t>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област</w:t>
      </w:r>
      <w:r>
        <w:rPr>
          <w:color w:val="000000"/>
          <w:sz w:val="28"/>
          <w:szCs w:val="28"/>
        </w:rPr>
        <w:t xml:space="preserve">ь, </w:t>
      </w:r>
      <w:r w:rsidRPr="00FA4E96">
        <w:rPr>
          <w:sz w:val="28"/>
          <w:szCs w:val="28"/>
        </w:rPr>
        <w:t>Богодухівс</w:t>
      </w:r>
      <w:r w:rsidRPr="00C44D42">
        <w:rPr>
          <w:color w:val="000000"/>
          <w:sz w:val="28"/>
          <w:szCs w:val="28"/>
        </w:rPr>
        <w:t>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,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>.</w:t>
      </w:r>
    </w:p>
    <w:p w:rsidR="00D84FD3" w:rsidRDefault="00D84FD3" w:rsidP="009047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СОЙМІ Володимиру Дмитровичу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6321287000:01:000:0532 площею 0,9999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0,9999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047C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209.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Аббасову Шамо Іши огли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 xml:space="preserve">, в с. Добропілля, вул. Зарічна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047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 w:rsidRPr="00145808">
        <w:rPr>
          <w:sz w:val="28"/>
          <w:szCs w:val="28"/>
        </w:rPr>
        <w:t>А</w:t>
      </w:r>
      <w:r>
        <w:rPr>
          <w:sz w:val="28"/>
          <w:szCs w:val="28"/>
        </w:rPr>
        <w:t>ББАСОВУ</w:t>
      </w:r>
      <w:r w:rsidRPr="00145808">
        <w:rPr>
          <w:sz w:val="28"/>
          <w:szCs w:val="28"/>
        </w:rPr>
        <w:t xml:space="preserve"> Шамо Іши огли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6321256002:00:001:0338 площею  0,7900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0,7900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вул. Зарічна</w:t>
      </w:r>
      <w:r>
        <w:rPr>
          <w:sz w:val="28"/>
          <w:szCs w:val="28"/>
        </w:rPr>
        <w:t>,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 Добропілля,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0A153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Виноградова Інна Борисівна 01.03 -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6321284500:01:000:0850</w:t>
      </w:r>
      <w:r>
        <w:rPr>
          <w:sz w:val="28"/>
          <w:szCs w:val="28"/>
        </w:rPr>
        <w:t>.</w:t>
      </w:r>
    </w:p>
    <w:p w:rsidR="00D84FD3" w:rsidRDefault="00D84FD3" w:rsidP="000A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ВИНОГРАДОВІЙ Інні Борисівні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color w:val="000000"/>
          <w:sz w:val="28"/>
          <w:szCs w:val="28"/>
        </w:rPr>
        <w:t xml:space="preserve">6321284500:01:000:0850 </w:t>
      </w:r>
      <w:r>
        <w:rPr>
          <w:sz w:val="28"/>
          <w:szCs w:val="28"/>
        </w:rPr>
        <w:t xml:space="preserve">площею 1,3484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1,3484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18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Карпенко Денис Анатолійович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>, яка розташована за межами населених пунктів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047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КАРПЕНКУ Денису Анатолійовичу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6321256000:03:000:0280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7131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Кобзар Валентині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 xml:space="preserve">,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713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КОБЗАР Валентині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6321283500:01:000:0438 площею 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Костівського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927D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Ноженко Кароліні Валентинівні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</w:t>
      </w:r>
      <w:r>
        <w:rPr>
          <w:color w:val="000000"/>
          <w:sz w:val="28"/>
          <w:szCs w:val="28"/>
        </w:rPr>
        <w:t xml:space="preserve">, що розташована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927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НОЖЕНКО Кароліні Валентинівні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6321285500:01:000:1098 площею 1,4000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Огульцівського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165B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Шевченко Олексію Юрійовичу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код згідно КВЦПЗД – 01.03</w:t>
      </w:r>
      <w:r>
        <w:rPr>
          <w:color w:val="000000"/>
          <w:sz w:val="28"/>
          <w:szCs w:val="28"/>
        </w:rPr>
        <w:t xml:space="preserve">, розташованої в с. Лисконоги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165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ШЕВЧЕНКО Олексію Юрійовичу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6321284508:00:001:0032 площею 0,8364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0,6881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99760E">
        <w:rPr>
          <w:sz w:val="28"/>
          <w:szCs w:val="28"/>
        </w:rPr>
        <w:t>чагарникова рослинність природного походження площею 0,1483 га, із</w:t>
      </w:r>
      <w:r w:rsidRPr="00FA4E96">
        <w:rPr>
          <w:sz w:val="28"/>
          <w:szCs w:val="28"/>
        </w:rPr>
        <w:t xml:space="preserve">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с. Лисконоги,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2F103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Москаленко Євгену Миколайовичу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код згідно КВЦПЗД – 01.03</w:t>
      </w:r>
      <w:r>
        <w:rPr>
          <w:color w:val="000000"/>
          <w:sz w:val="28"/>
          <w:szCs w:val="28"/>
        </w:rPr>
        <w:t xml:space="preserve">, розташованої за адресою:                      с. Козаченківка, вул. Польова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F10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МОСКАЛЕНКУ Євгену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6321283006:00:001:0054 площею 1,0868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0,2292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Pr="0099760E">
        <w:rPr>
          <w:sz w:val="28"/>
          <w:szCs w:val="28"/>
        </w:rPr>
        <w:t>чагарникова рослинність природного походження площею 0,8576 га, із земель сільськогосподарського призначення комунальної власності для</w:t>
      </w:r>
      <w:r w:rsidRPr="00FA4E96">
        <w:rPr>
          <w:sz w:val="28"/>
          <w:szCs w:val="28"/>
        </w:rPr>
        <w:t xml:space="preserve">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9047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вул. Польова,</w:t>
      </w:r>
      <w:r w:rsidRPr="005477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 Козаченківка,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5477F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Кабанова Анатолія Олексійовича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5477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КАБАНОВУ Анатолію Олексійовичу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6321287000:03:000:1081 площею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7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Неділько Надії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7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НЕДІЛЬКО Надії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6321287000:03:000:1095 площею  0,3300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7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Чопик Лесі Богданівни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7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ЧОПИК Лесі Богданівні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6321287000:03:000:1080 площею 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77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Михайленко Любові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7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МИХАЙЛЕНКО Любові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6321287000:03:000:1094 площею 0,3300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340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Чепелєва Миколи Миколайовича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340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ЧЕПЕЛЄВУ Миколі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6321287000:03:000:1078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3405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Сташенко Тетяні Миколаївні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340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СТАШЕНКО Тетяні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6321287000:03:000:1088 площею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209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Новоселу Олексію Михайловичу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209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НОВОСЕЛУ Олексію Михайловичу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6321287000:03:000:1096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209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Москалюк Ксенії Олексіївні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209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МОСКАЛЮК Ксенії Олексіївні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6321287000:03:000:1102 площею 0,3000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209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Зарівняку Миколі Васильовичу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209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ЗАРІВНЯКУ Миколі Васильовичу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6321287000:03:000:1091 площею 0,8000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D56E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Олексієнко Ігорю Івановичу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D56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ОЛЕКСІЄНКО Ігорю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6321287000:03:000:1106 площею 0,8000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55F7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Ляскало Ольги Леонідівни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55F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ЛЯСКАЛО Ользі Леонідівні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6321287000:03:000:1039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D75C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Римарчук Олени Вакулівни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D75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РИМАРЧУК Олені Вакулівні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6321287000:03:000:1100 площею   0,6000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13A6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Костенку Віктору Миколайовичу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13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КОСТЕНКУ Віктору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6321287000:03:000:1104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13A6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Зінченко Любові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13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ЗІНЧЕНКО Любові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6321287000:03:000:1084 площею  0,5600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0,5600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1365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Мірошниченку Івану Івановичу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136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МІРОШНИЧЕНКУ Івану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6321287000:03:000:1103 площею 0,7000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1365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Євтушенко Євгенії Трохимівни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6321287000:03:000:0893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136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ЄВТУШЕНКО Євгенії Трохимівні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6321287000:03:000:1014 площею 1,5875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1,5875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35D2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Євтушенку Роману Олександровичу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35D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ЄВТУШЕНКУ Роману Олександровичу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6321287000:03:000:1110 площею 1,2000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1,2000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35D2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Щербак Марії Станіславівні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35D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ЩЕРБАК Марії Станіславівні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6321287000:03:000:1086 площею  0,4980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0,4980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35D2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Полтавцю Дмитру Валерійовичу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35D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ПОЛТАВЦЮ Дмитру Валерійовичу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6321287000:03:000:1101 площею 0,2000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23B3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Архіпову Олександру Анатолійовичу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23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АРХІПОВУ Олександру Анатолійовичу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6321287000:03:000:1107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23B3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Доценка Ярослава Миколайовича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23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ДОЦЕНКО Ярославу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23B3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237.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</w:t>
      </w:r>
      <w:r>
        <w:rPr>
          <w:color w:val="000000"/>
          <w:sz w:val="28"/>
          <w:szCs w:val="28"/>
        </w:rPr>
        <w:t xml:space="preserve">розташована: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Сергієнко Ірині Володимирівні.</w:t>
      </w:r>
    </w:p>
    <w:p w:rsidR="00D84FD3" w:rsidRDefault="00D84FD3" w:rsidP="00423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СЕРГІЄНКО Ірині Володимирівні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6321282500:03:000:0626 площею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C12E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Сердечній Юлії Володимирівні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C12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СЕРДЕЧНІЙ Юлії Володимирівні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6321282500:02:000:1288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Заміського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903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Беленко Ользі Павлівні із земель сільськогосподарського призначення 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903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БЕЛЕНКО Ользі Павлівні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6321287500:02:000:1909 площею  1,0912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1,0912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903F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240.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</w:t>
      </w:r>
      <w:r>
        <w:rPr>
          <w:color w:val="000000"/>
          <w:sz w:val="28"/>
          <w:szCs w:val="28"/>
        </w:rPr>
        <w:t xml:space="preserve">розташована: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Макаренко Віті Володимирівні.</w:t>
      </w:r>
    </w:p>
    <w:p w:rsidR="00D84FD3" w:rsidRDefault="00D84FD3" w:rsidP="00F903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МАКАРЕНКО Віті Володимирівні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6321285000:03:000:0578 площею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Новомерчицького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E5D0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Круглій Олександрі Андріївні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E5D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КРУГЛІЙ Олександрі Андріївні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6321282000:03:000:0985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Гонтів’ярського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807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Полозуці Олександру Олександровичу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80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ПОЛОЗУЦІ Олександру Олександровичу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6321284500:01:000:0885 площею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807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Пшенишному Артему Вікторовичу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80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ПШЕНИШНОМУ Артему Вікторовичу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6321286000:01:000:0734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Високопільського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F576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Жученку Олександру Володимировичу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F57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ЖУЧЕНКУ Олександру Володимировичу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6321286000:01:000:0731 площею 2,0000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Високопільського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013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Корсун Аліні Ігорівні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за адресою: с. Водопій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013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КОРСУН Аліні Ігорівні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6321282000:03:000:0968 площею  2,0000 </w:t>
      </w:r>
      <w:r w:rsidRPr="00FA4E96">
        <w:rPr>
          <w:sz w:val="28"/>
          <w:szCs w:val="28"/>
        </w:rPr>
        <w:t xml:space="preserve">га, в тому числі </w:t>
      </w:r>
      <w:r w:rsidRPr="00F01302"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с. Водопій,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F013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РАДЧЕНКО Світлані Леонтіївні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яка розташована за межами населених пунктів на території Гонтів’ярського старостинського округу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601A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РАДЧЕНКО Світлані Леонтіївні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6321282000:03:000:0931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Гонтів’ярського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601AD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комунальної власності гр. Островській Наталії Петрівні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господарства, розташованої на території Старомерчицького старостинського округу </w:t>
      </w:r>
      <w:r w:rsidRPr="00FA4E96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601A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ОСТРОВСЬКІЙ Наталії Петрівні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6321256000:04:000:1100 площею 0,9000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0,9000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F68B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ГУБСЬКОМУ Владиславу Віталійовичу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>господарства, яка розташована за адресою:                с. Гонтів Яр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F68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ГУБСЬКОМУ Владиславу Віталійовичу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6321282001:00:001:0300 площею 0,2397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0,2397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</w:t>
      </w:r>
      <w:r>
        <w:rPr>
          <w:color w:val="000000"/>
          <w:sz w:val="28"/>
          <w:szCs w:val="28"/>
        </w:rPr>
        <w:t xml:space="preserve">с. </w:t>
      </w:r>
      <w:r>
        <w:rPr>
          <w:sz w:val="28"/>
          <w:szCs w:val="28"/>
        </w:rPr>
        <w:t>Гонтів Яр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A1687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Марющенко Юлії Володимирівни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168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МАРЮЩЕНКО Юлії Володимирівни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630E3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Ванюхіній Олені Іванівні за рахунок земель ( кад. № 6321287000:03:000:0860) із земель сільськогосподарського призначення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код згідно КВЦПЗ – 01.03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630E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ВАНЮХІНІЙ Олені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6321287000:03:000:1108 площею  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B2D8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Марющенко Олени Андріївни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B2D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МАРЮЩЕНКО Олени Андріївни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6321287000:03:000:1083 площею 1,6000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6343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Толстій Надії Іванівні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3634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ТОЛСТІЙ Надії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6321287000:03:000:1089 площею     0,2500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0,2500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C51C4">
      <w:pPr>
        <w:spacing w:before="240"/>
        <w:ind w:firstLine="567"/>
        <w:jc w:val="both"/>
        <w:rPr>
          <w:sz w:val="28"/>
          <w:szCs w:val="28"/>
        </w:rPr>
      </w:pPr>
      <w:r w:rsidRPr="001E3BEB">
        <w:rPr>
          <w:sz w:val="28"/>
          <w:szCs w:val="28"/>
        </w:rPr>
        <w:t>253.</w:t>
      </w:r>
      <w:r>
        <w:rPr>
          <w:sz w:val="28"/>
          <w:szCs w:val="28"/>
        </w:rPr>
        <w:t xml:space="preserve">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Михайленку Володимиру Михайловичу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</w:t>
      </w:r>
      <w:r>
        <w:rPr>
          <w:color w:val="000000"/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C51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МИХАЙЛЕНКУ Володимиру Михайловичу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6321287000:03:000:1092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E3BE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254.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</w:t>
      </w:r>
      <w:r>
        <w:rPr>
          <w:sz w:val="28"/>
          <w:szCs w:val="28"/>
        </w:rPr>
        <w:t xml:space="preserve">господарства (01.03) яка </w:t>
      </w:r>
      <w:r>
        <w:rPr>
          <w:color w:val="000000"/>
          <w:sz w:val="28"/>
          <w:szCs w:val="28"/>
        </w:rPr>
        <w:t xml:space="preserve">розташована: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Гончарову Анатолію Анатолійовичу.</w:t>
      </w:r>
    </w:p>
    <w:p w:rsidR="00D84FD3" w:rsidRDefault="00D84FD3" w:rsidP="001E3B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ГОНЧАРОВУ Анатолію Анатолійовичу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6321284500:02:000:0333 площею 0,3300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0,3300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E3BE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Годунку Сергію Сергійовичу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>
        <w:rPr>
          <w:color w:val="000000"/>
          <w:sz w:val="28"/>
          <w:szCs w:val="28"/>
        </w:rPr>
        <w:t xml:space="preserve">розташованої с. Черемушна, вул. Східна, 10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1E3B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ГОДУНКУ Сергію Сергійовичу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6321288001:00:001:0462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</w:t>
      </w:r>
      <w:r>
        <w:rPr>
          <w:color w:val="000000"/>
          <w:sz w:val="28"/>
          <w:szCs w:val="28"/>
        </w:rPr>
        <w:t>с. Черемушна, вул. Східна, 10,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C8198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Зміївській Оксані Сергіївні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</w:t>
      </w:r>
      <w:r>
        <w:rPr>
          <w:color w:val="000000"/>
          <w:sz w:val="28"/>
          <w:szCs w:val="28"/>
        </w:rPr>
        <w:t xml:space="preserve">розташованої с. Черемушна, вул. Східна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819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ЗМІЇВСЬКІЙ Оксані Сергіївні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6321288001:00:001:0464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с. Черемушна, вул. Східна,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0C54F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Дубецької Наталії Петрівни для ведення особистого селянського господарства,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C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ДУБЕЦЬКІЙ Наталії Петрівні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6321287000:03:000:1073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B0A7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Волкової Надії Леонідівни для ведення особистого селянського господарства,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B0A7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258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ВОЛКОВІЙ Надії Леонідівні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6321287000:03:000:1075 площею 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E3B8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 власність за рахунок раніше сформованої земельної ділянки кад. № 6321256000:04:000:1097 гр. Чалапко Вероніці Павлівні, гр. Чалапку Володимиру Вікторовичу, гр. Шевцову Володимиру Сергійовичу, гр. Гармашу Владиславу Вікторовичу, гр. Бездетку Володимиру Петровичу для ведення особистого селянського господарства, які </w:t>
      </w:r>
      <w:r>
        <w:rPr>
          <w:color w:val="000000"/>
          <w:sz w:val="28"/>
          <w:szCs w:val="28"/>
        </w:rPr>
        <w:t xml:space="preserve">розташовані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E3B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ЧАЛАПКО Вероніці Павлівні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6321256000:04:000:1217 площею 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865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ЧАЛАПКУ Володимиру Вікторовичу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6321256000:04:000:1218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865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ШЕВЦОВУ Володимиру Сергійовичу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6321256000:04:000:1219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865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ГАРМАШУ Владиславу Вікторовичу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6321256000:04:000:1220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865D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259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БЕЗДЕТКУ Володимиру Петровичу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6321256000:04:000:1221 площею 1,8848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1,8848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Старомерчицького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C44D42">
        <w:rPr>
          <w:color w:val="000000"/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F51A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Холод Микола Миколайович для ведення особистого селянського господарства, яка </w:t>
      </w:r>
      <w:r>
        <w:rPr>
          <w:color w:val="000000"/>
          <w:sz w:val="28"/>
          <w:szCs w:val="28"/>
        </w:rPr>
        <w:t xml:space="preserve">розташована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F51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ХОЛОДУ Миколі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6321287500:02:000:1903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Сніжківського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F51A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Каменєвій Катерині Григорівні для ведення особистого селянського господарства, яка </w:t>
      </w:r>
      <w:r>
        <w:rPr>
          <w:color w:val="000000"/>
          <w:sz w:val="28"/>
          <w:szCs w:val="28"/>
        </w:rPr>
        <w:t xml:space="preserve">розташована за адресою: вул. Театральна, 42, смт Старий Мерчик, </w:t>
      </w:r>
      <w:r w:rsidRPr="00C44D42">
        <w:rPr>
          <w:color w:val="000000"/>
          <w:sz w:val="28"/>
          <w:szCs w:val="28"/>
        </w:rPr>
        <w:t>Богодухівськ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-</w:t>
      </w:r>
      <w:r w:rsidRPr="00C44D42">
        <w:rPr>
          <w:color w:val="000000"/>
          <w:sz w:val="28"/>
          <w:szCs w:val="28"/>
        </w:rPr>
        <w:t>н 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</w:t>
      </w:r>
      <w:r>
        <w:rPr>
          <w:color w:val="000000"/>
          <w:sz w:val="28"/>
          <w:szCs w:val="28"/>
        </w:rPr>
        <w:t>.</w:t>
      </w:r>
    </w:p>
    <w:p w:rsidR="00D84FD3" w:rsidRDefault="00D84FD3" w:rsidP="00BF51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КАМЕНЄВІЙ Катерині Григорівні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6321256000:00:001:0263 площею  0,0950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0,0950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вул. Театральна, 42, смт Старий Мерчик,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BF51A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Гойденко Раїсі Олексіївні для ведення особистого селянського господарства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F51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ГОЙДЕНКО Раїсі Олексіївні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6321283005:00:001:0074 площею 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1,4306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пасовища площею                 0,0694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Минківського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5F03B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Пошедіну Івану Володимировичу, за рахунок земель комунальної власності, сільськогосподарського призначення для ведення особистого селянського господарства, розташованої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5F03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ПОШЕДІНУ Івану Володимировичу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6321285501:00:003:0144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               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Огульцівського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562F0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Щербині Анатолію Петровичу для ведення особистого селянського господарства,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562F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ЩЕРБИНІ Анатолію Петровичу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6321282000:03:000:0986 площею 0,2804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</w:t>
      </w:r>
      <w:r>
        <w:rPr>
          <w:sz w:val="28"/>
          <w:szCs w:val="28"/>
        </w:rPr>
        <w:t xml:space="preserve"> площею 0,2804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Гонтів’ярського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8B609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Шугай Ганні Іванівні за рахунок земель (кад. № </w:t>
      </w:r>
      <w:r w:rsidRPr="00FA4E96">
        <w:rPr>
          <w:sz w:val="28"/>
          <w:szCs w:val="28"/>
        </w:rPr>
        <w:t>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0860) із земель сільськогосподарського призначення для ведення особистого селянського господарства код згідно КВЦПЗ – 01.03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8B60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ШУГАЙ Ганні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1109 площею 0,2600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0,2600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Сидоренківського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2D681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Білецького Сергія Миколайовича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6321287000:03:000:0860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D68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БІЛЕЦЬКОМУ Сергію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6321287000:03:000:1079 площею 1,4000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1,4000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2D681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Дригайлу Сергію Федоровичу за рахунок земель (кад. № </w:t>
      </w:r>
      <w:r w:rsidRPr="00FA4E96">
        <w:rPr>
          <w:sz w:val="28"/>
          <w:szCs w:val="28"/>
        </w:rPr>
        <w:t>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0860) із земель сільськогосподарського призначення для ведення особистого селянського господарства код згідно КВЦПЗ – 01.03 розташованої на території Валківської 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айону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асті.</w:t>
      </w:r>
    </w:p>
    <w:p w:rsidR="00D84FD3" w:rsidRDefault="00D84FD3" w:rsidP="002D68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ДРИГАЙЛУ Сергію Федоровичу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1105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0,5000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Сидоренківського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2D681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268.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ведення особистого селянського господарства (01.03) яка розташована: село Завгороднє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Клімовій Карині Вячеславівні.</w:t>
      </w:r>
    </w:p>
    <w:p w:rsidR="00D84FD3" w:rsidRDefault="00D84FD3" w:rsidP="00B933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КЛІМОВІЙ Карині Вячеславівні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6321287002:00:001:0006 площею 0,3500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0,3500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с. Завгороднє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D1374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269.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ведення особистого селянського господарства (01.03) яка розташована: село Очеретове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Римарчуку Олексію Володимировичу.</w:t>
      </w:r>
    </w:p>
    <w:p w:rsidR="00D84FD3" w:rsidRDefault="00D84FD3" w:rsidP="00D137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РИМАРЧУКУ Олексію Володимировичу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6321287005:00:001:0070 площею 0,5000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   0,5000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Очеретове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D1374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270.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ведення особистого селянського господарства (01.03) яка розташована: село Сидоренкове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Клименку Вячеславу Костянтиновичу.</w:t>
      </w:r>
    </w:p>
    <w:p w:rsidR="00D84FD3" w:rsidRDefault="00D84FD3" w:rsidP="00D137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КЛИМЕНКУ Вячеславу Костянтиновичу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6321287001:00:001:4000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   0,4000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Сидоренкове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F4607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гр. Протасу Олексію Васильовичу для ведення особистого селянського господарства по вул. Шевченка, с. Огульці,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460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ПРОТАСУ Олексію Васильовичу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6321285501:00:001:0495 площею 0,3241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0,3241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вул. Шевченка, с. Огульці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F4607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гр. Сахну Юрію Анатолійовичу для ведення особистого селянського господарства, розташованої по вул. Лісна, с. Литвинівка</w:t>
      </w:r>
      <w:r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 w:rsidRPr="00C44D42">
        <w:rPr>
          <w:color w:val="000000"/>
          <w:sz w:val="28"/>
          <w:szCs w:val="28"/>
        </w:rPr>
        <w:t xml:space="preserve">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F460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САХНУ Юрію Анатолійовичу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6321288003:00:001:0168 площею 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вул. Лісна, с. Литвинівка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2519B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гр. Тугай Володимира Павловича для ведення особистого селянського господарства, в с. Корсунове, вул. Польова</w:t>
      </w:r>
      <w:r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 w:rsidRPr="00C44D42">
        <w:rPr>
          <w:color w:val="000000"/>
          <w:sz w:val="28"/>
          <w:szCs w:val="28"/>
        </w:rPr>
        <w:t xml:space="preserve">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519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ТУГАЙ Володимиру Павловичу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6321280303:00:001:0072 площею 1,9388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1,9388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вул. Польова,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с. Корсунове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D5013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>к</w:t>
      </w:r>
      <w:r>
        <w:rPr>
          <w:sz w:val="28"/>
          <w:szCs w:val="28"/>
        </w:rPr>
        <w:t xml:space="preserve"> у власність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громадянам за рахунок земель сільськогосподарського призначення комунальної власності для ведення особистого селянського господарства, що розташовані за межами населених пунктів</w:t>
      </w:r>
      <w:r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територіальної громади</w:t>
      </w:r>
      <w:r w:rsidRPr="00C44D42">
        <w:rPr>
          <w:color w:val="000000"/>
          <w:sz w:val="28"/>
          <w:szCs w:val="28"/>
        </w:rPr>
        <w:t xml:space="preserve">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426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ЗІНЧЕНКО Степаниді Федосіївні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6321286000:01:000:0689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E426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АНДРЄЄВУ Ігору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6321286000:01:000:0691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E426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ПУТІНЦЕВУ Віктору Петровичу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6321286000:01:000:0692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827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ДЕТЮКУ Віктору Петровичу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6321286000:01:000:0693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827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ЗАДНІПРЯНСЬКІЙ Олені Вікторівні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6321286000:01:000:0694 площею 1,0000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8827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КУЛЬГАВІЙ Світлані Сергіївні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6321286000:01:000:0695 площею       1,8000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1,8000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F8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КУРИЛО Раїсі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6321286000:01:000:0696 площею       1,7600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1,7600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F8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ШЕВЧЕНКО Світлані Олексіївні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6321286000:01:000:0697 площею 1,9000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1,9000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F8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СТОЛЯР Марині Володимирівні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6321286000:01:000:0704 площею 1,8500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1,8500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F8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БОЧАРОВІЙ Тетяні В’ячеславівні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6321286000:01:000:0705 площею 1,6800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1,6800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F8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СЕРГІЄНКО Ользі Максимівні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6321286000:01:000:0706 площею 1,7600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1,7600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F8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КОЛІСНИКУ Михайлу Олексійовичу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6321286000:01:000:0707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9C18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НІКОЛЕНКО Ірині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6321286000:01:000:0708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9C18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14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ТАТЬЯНЧЕНКО Світлані Олександрівні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6321286000:01:000:0709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9C18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15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АНДРЕЄВІЙ Олександрі Анатоліївні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6321286000:01:000:0710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9C18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16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ПРИЧИНІ Наталії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6321286000:01:000:0711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805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17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КОНЄВІЙ Любові Сергіївні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6321286000:01:000:0712 площею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805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18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БОНДАРЕНКО Олексію Дмитровичу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6321286000:01:000:0713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8055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гр. Мізяка Сергія Олександровича за рахунок раніше сформованої земельної ділянки з кадастровим номером 6321280500:03:000:0600 комунальної власності сільськогосподарського призначення в с. Коверівка</w:t>
      </w:r>
      <w:r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 w:rsidRPr="00C44D42">
        <w:rPr>
          <w:color w:val="000000"/>
          <w:sz w:val="28"/>
          <w:szCs w:val="28"/>
        </w:rPr>
        <w:t xml:space="preserve">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805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МІЗЯКУ Сергію Олександровичу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6321280500:03:000:0600 площею 1,4535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 площею 1,4535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Коверівка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75738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276.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РЕВЯКІНУ Андрію Юрійовичу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в с. Сніжків</w:t>
      </w:r>
      <w:r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 w:rsidRPr="00C44D42">
        <w:rPr>
          <w:color w:val="000000"/>
          <w:sz w:val="28"/>
          <w:szCs w:val="28"/>
        </w:rPr>
        <w:t xml:space="preserve">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573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РЕВЯКІНУ Андрію Юрійовичу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6321287500:02:000:1919 площею  1,1000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1,1000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Сніжків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75738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277.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Москалюку Володимиру Володимировичу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в с. Новоселівка,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573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МОСКАЛЮКУ Володимиру Володимировичу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6321281005:00:001:0109 площею  0,9100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0,9100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Новоселівка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BB219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Бобру Миколі Саліфоновичу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вул. Квітнева, 76, с. Мельникове </w:t>
      </w:r>
      <w:r w:rsidRPr="00FA4E96">
        <w:rPr>
          <w:sz w:val="28"/>
          <w:szCs w:val="28"/>
        </w:rPr>
        <w:t>на території Валківської міської територіальної громади</w:t>
      </w:r>
      <w:r w:rsidRPr="00C44D42">
        <w:rPr>
          <w:color w:val="000000"/>
          <w:sz w:val="28"/>
          <w:szCs w:val="28"/>
        </w:rPr>
        <w:t xml:space="preserve">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BB21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БОБРУ Миколі Саліфоновичу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6321284000:01:000:1011 площею  1,5000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1,0512 га та сіножаті площею 0,4488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вул. Квітнева, 76, с. Мельникове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7528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Овчаренко Мальвіні Анатоліївні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по вул. Шлях, с. Огульці,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528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ОВЧАРЕНКО Мальвіні Анатоліївні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6321285501:00:002:0075 площею 1,3000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1,3000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вул. Шлях, с. Огульці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71279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Супрун Аліні Василівні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127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СУПРУН Аліні Василівні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6321282500:03:000:0622 площею  0,5600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0,5600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4012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Жилі Тетяні Костянтинівні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земельної ділянки розташованої 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4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ЖИЛІ Тетяні Костянтинівні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6321282500:03:000:0633 площею  0,6100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0,6100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4012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Анохіній Олені Анатоліївні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що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4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АНОХІНІЙ Олені Анатоліївні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6321282500:02:000:1285 площею  0,3302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0,3302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4012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Рибалці Антону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Сніжків,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401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РИБАЛЦІ Антону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6321287500:02:000:1921 площею 1,1000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1,1000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AD2DC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Попової Світлани Володимирівни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Сніжків </w:t>
      </w:r>
      <w:r w:rsidRPr="00FA4E96">
        <w:rPr>
          <w:sz w:val="28"/>
          <w:szCs w:val="28"/>
        </w:rPr>
        <w:t xml:space="preserve">на території </w:t>
      </w:r>
      <w:r w:rsidRPr="00C44D42">
        <w:rPr>
          <w:color w:val="000000"/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D2D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ПОПОВІЙ Світлані Володимирівні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6321287501:00:001:0526 площею 0,2287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0,2287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Сніжків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AD2DC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Харченко Марині Василівні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що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D2D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ХАРЧЕНКО Марині Василівні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6321282500:02:000:1283 площею       0,3571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0,3571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93677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земель запасу сільськогосподарського призначення гр. Губському Івану Федоровичу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в с. Добропілля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9367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ГУБСЬКОМУ Івану Федоровичу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6321256002:00:001:0339 площею 1,9000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1,9000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с. Добропілля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93677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Яремака Галина Павлівна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(код КВЦПЗД 01.03) яка розташована за адресою:                           вул. Польова, с. Козаченківка, </w:t>
      </w:r>
      <w:r w:rsidRPr="00C44D42">
        <w:rPr>
          <w:color w:val="000000"/>
          <w:sz w:val="28"/>
          <w:szCs w:val="28"/>
        </w:rPr>
        <w:t>Богодухівськ</w:t>
      </w:r>
      <w:r>
        <w:rPr>
          <w:color w:val="000000"/>
          <w:sz w:val="28"/>
          <w:szCs w:val="28"/>
        </w:rPr>
        <w:t>ий</w:t>
      </w:r>
      <w:r w:rsidRPr="00C44D42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-</w:t>
      </w:r>
      <w:r w:rsidRPr="00C44D4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,</w:t>
      </w:r>
      <w:r w:rsidRPr="00C44D42">
        <w:rPr>
          <w:color w:val="000000"/>
          <w:sz w:val="28"/>
          <w:szCs w:val="28"/>
        </w:rPr>
        <w:t xml:space="preserve"> Харківськ</w:t>
      </w:r>
      <w:r>
        <w:rPr>
          <w:color w:val="000000"/>
          <w:sz w:val="28"/>
          <w:szCs w:val="28"/>
        </w:rPr>
        <w:t>а</w:t>
      </w:r>
      <w:r w:rsidRPr="00C44D42">
        <w:rPr>
          <w:color w:val="000000"/>
          <w:sz w:val="28"/>
          <w:szCs w:val="28"/>
        </w:rPr>
        <w:t xml:space="preserve"> обл</w:t>
      </w:r>
      <w:r>
        <w:rPr>
          <w:color w:val="000000"/>
          <w:sz w:val="28"/>
          <w:szCs w:val="28"/>
        </w:rPr>
        <w:t>.</w:t>
      </w:r>
    </w:p>
    <w:p w:rsidR="00D84FD3" w:rsidRDefault="00D84FD3" w:rsidP="009367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ЯРЕМАКІ Галині Павлівні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6321283006:00:001:0053 площею  0,3500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0,3500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</w:t>
      </w:r>
      <w:r w:rsidRPr="007E72CB">
        <w:rPr>
          <w:sz w:val="28"/>
          <w:szCs w:val="28"/>
        </w:rPr>
        <w:t xml:space="preserve"> </w:t>
      </w:r>
      <w:r>
        <w:rPr>
          <w:sz w:val="28"/>
          <w:szCs w:val="28"/>
        </w:rPr>
        <w:t>вул. Польова, с. Козаченківка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7E72C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Філіпчук Альони Миколаївни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раніше сформованої земельної ділянки з кадастровим номером 6321285000:03:000:0568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612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ФІЛІПЧУК Альоні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6321285000:03:000:0568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Новомерчицького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6129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Кулику Андрію Дмитровичу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612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КУЛИКУ Андрію Дмитровичу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6321283000:01:000:0363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Минківського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D6129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Кулик Людмилі Михайлівні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D612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КУЛИК Людмилі Михайлівні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6321283005:00:001:0060 площею  1,3007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1,3007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Минківського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C23A4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Загляди Юлії Олександрівни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 w:rsidRPr="00C23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раніше сформованої земельної ділянки з кадастровим номером 6321281000:04:000:0652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23A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ЗАГЛЯДІ Юлії Олександрівні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6321281000:04:000:0782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Благодатненського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C933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292.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 w:rsidRPr="00C23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(01.03) яка розташована: вул. Грабовського с. Гребінники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 xml:space="preserve"> гр. Співак Любові Василівні.</w:t>
      </w:r>
    </w:p>
    <w:p w:rsidR="00D84FD3" w:rsidRDefault="00D84FD3" w:rsidP="00BF64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СПІВАК Любові Василівні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6321284506:00:001:0045 площею  0,8000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0,8000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</w:t>
      </w:r>
      <w:r w:rsidRPr="007E72CB">
        <w:rPr>
          <w:sz w:val="28"/>
          <w:szCs w:val="28"/>
        </w:rPr>
        <w:t xml:space="preserve"> </w:t>
      </w:r>
      <w:r>
        <w:rPr>
          <w:sz w:val="28"/>
          <w:szCs w:val="28"/>
        </w:rPr>
        <w:t>вул. Грабовського, с. Гребінники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BF649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Офій Марини Михайлівни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 w:rsidRPr="00C23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раніше сформованої земельної ділянки з кадастровим номером 6321255400:03:000:0805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88272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ОФІЙ Марині Михайлівні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6321255400:03:000:1072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Ков’язького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582EA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Офія Олексія Миколайовича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 w:rsidRPr="00C23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раніше сформованої земельної ділянки з кадастровим номером 6321255400:03:000:0805 комунальної власності сільськогосподарського призначення, яка розташована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582EA9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ОФІЮ Олексію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6321255400:03:000:1073 площею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Ков’язького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582EA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Офій Тамари Іллівни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</w:t>
      </w:r>
      <w:r w:rsidRPr="00C23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розташована в смт Ков’яги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E76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ОФІЙ Тамарі Іллівні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6321255400:03:000:1074 площею 1,3000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1,3000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смт Ков’яги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EE76A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>к</w:t>
      </w:r>
      <w:r>
        <w:rPr>
          <w:sz w:val="28"/>
          <w:szCs w:val="28"/>
        </w:rPr>
        <w:t xml:space="preserve"> у власність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Бондарчуку Олександру Вікторовичу, гр. Іллющенко Анні Вікторівні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E76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БОНДАРЧУКУ Олександру Вікторовичу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6321281000:03:000:0875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Благодатненського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EE76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296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ІЛЛЮЩЕНКО Анні Вікторівні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6321281000:03:000:0876 площею     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Благодатненського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EE76A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Лиман Світлані Іванівні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Крута Балка,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E76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ЛИМАН Світлані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6321281003:00:001:0015 площею  0,9200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0,9200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с. Крута Балка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785DB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Шапаренко Світлані Іванівні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Новоселівка,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785D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ШАПАРЕНКО Світлані Іванівні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6321281005:00:001:0110 площею  0,5133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0,5133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  с. Новоселівка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785DB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Фіногеновій Світлані Миколаївні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земельної ділянки розташованої за межами населених пунктів </w:t>
      </w:r>
      <w:r w:rsidRPr="00FA4E96">
        <w:rPr>
          <w:sz w:val="28"/>
          <w:szCs w:val="28"/>
        </w:rPr>
        <w:t>на території Валківської 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737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ФІНОГЕНОВІЙ Світлані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6321280500:03:000:0708 площею 0,2500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0,2500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Баранівського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E7379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Тернопол Дмитру Миколайовичу, гр. Манжосу Володимиру Павловичу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 xml:space="preserve">міської </w:t>
      </w:r>
      <w:r w:rsidRPr="00FA4E96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737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МАНЖОСУ Володимиру Павловичу</w:t>
      </w:r>
      <w:r w:rsidRPr="00FA4E96">
        <w:rPr>
          <w:sz w:val="28"/>
          <w:szCs w:val="28"/>
        </w:rPr>
        <w:t xml:space="preserve"> земельну ділянку кадастровий номер </w:t>
      </w:r>
      <w:r>
        <w:rPr>
          <w:sz w:val="28"/>
          <w:szCs w:val="28"/>
        </w:rPr>
        <w:t xml:space="preserve">6321284500:01:000:0884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Минківського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E737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300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ТЕРНОПОЛУ Дмитру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6321284500:01:000:0883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1,0851 га та сіножаті площею 0,9149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Минківського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2E7C8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301.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М’якшиній Галині Володимирівні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 xml:space="preserve">міської </w:t>
      </w:r>
      <w:r w:rsidRPr="00FA4E96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2E7C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М’ЯКШИНІЙ Галині Володимирівні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6321284003:00:001:0001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Мельниківського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CC51C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Барабашу Олександру Сергійовичу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 xml:space="preserve">міської </w:t>
      </w:r>
      <w:r w:rsidRPr="00FA4E96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C51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БАРАБАШУ Олександру Сергійовичу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6321288500:03:000:1240 площею 0,7305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0,7305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Шарівського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CC51C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Удовенку В’ячеславу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 xml:space="preserve">міської </w:t>
      </w:r>
      <w:r>
        <w:rPr>
          <w:sz w:val="28"/>
          <w:szCs w:val="28"/>
        </w:rPr>
        <w:t>р</w:t>
      </w:r>
      <w:r w:rsidRPr="00FA4E96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C51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УДОВЕНКУ В’ячеславу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6321287500:02:000:1906 площею 0,4500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0,4500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Сніжківського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A11C0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304.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Михалицькому Владиславу Леонідовичу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>міської 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11C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304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МИХАЛИЦЬКОМУ Владиславу Леонідовичу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6321284500:02:000:0332 площею 1,4744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 1,4744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Минківського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A11C0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305.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Костирко Наталії Миколаївні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с. Тетющине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>міської територіальної громади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A11C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305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КОСТИРКО Наталії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6321280500:01:000:1214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  с. Тетющине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021BA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306.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Носенко Олександр Миколайович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 xml:space="preserve">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021B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306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НОСЕНКУ Олександру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6321285000:03:000:0581 площею 1,1380 </w:t>
      </w:r>
      <w:r w:rsidRPr="00FA4E96">
        <w:rPr>
          <w:sz w:val="28"/>
          <w:szCs w:val="28"/>
        </w:rPr>
        <w:t>га, в тому числі під сільськогосподарськими та іншими господарськими будівлями і дворами</w:t>
      </w:r>
      <w:r>
        <w:rPr>
          <w:sz w:val="28"/>
          <w:szCs w:val="28"/>
        </w:rPr>
        <w:t xml:space="preserve"> площею 1,1380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Новомерчицького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D84FD3" w:rsidRDefault="00D84FD3" w:rsidP="00C65AA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307.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гр. Ковалю Миколі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(КВЦПЗ – 01.03), розташованої в межах смт Ков’яги (в районі вул. Польова)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>міської територіальної громади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B2B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307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КОВАЛЮ Миколі Миколайовичу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6321255400:01:000:0833 площею 0,4000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  смт Ков’яги, в районі вул. Польова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EF0CB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308.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земель запасу сільськогосподарського призначення гр. Глазуновій Юлії Віталіївні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(КВЦПЗ – 01.03), розташованої в межах смт Ков’яги, по вул. Гоголя,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>міської територіальної громади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F0C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308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ГЛАЗУНОВІЙ Юлії Віталіївні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6321255400:00:001:0473 площею  0,6100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0,6100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  вул. Гоголя, смт Ков’яги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EF0CB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309.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Бойцун Тетяни Миколаївни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Серпневе, вул. Польова </w:t>
      </w:r>
      <w:r w:rsidRPr="00FA4E96">
        <w:rPr>
          <w:sz w:val="28"/>
          <w:szCs w:val="28"/>
        </w:rPr>
        <w:t xml:space="preserve">на території Валківської </w:t>
      </w:r>
      <w:r w:rsidRPr="00C44D42">
        <w:rPr>
          <w:color w:val="000000"/>
          <w:sz w:val="28"/>
          <w:szCs w:val="28"/>
        </w:rPr>
        <w:t xml:space="preserve">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F0C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309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БОЙЦУН Тетяні Миколаївні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6321281008:00:001:0168 площею  0,2963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0,2963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вул. Польова, с. Серпневе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EF0CB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310.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Кучмістовій Яні Олегівні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по вул. Пшенична, 3 у смт Старий Мерчик </w:t>
      </w:r>
      <w:r>
        <w:rPr>
          <w:color w:val="000000"/>
          <w:sz w:val="28"/>
          <w:szCs w:val="28"/>
        </w:rPr>
        <w:t>Валк</w:t>
      </w:r>
      <w:r w:rsidRPr="00C44D42">
        <w:rPr>
          <w:color w:val="000000"/>
          <w:sz w:val="28"/>
          <w:szCs w:val="28"/>
        </w:rPr>
        <w:t>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F0C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310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КУЧМІСТОВІЙ Яні Олегівні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6321256000:04:000:1227 площею  0,4480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0,4480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вул. Пшенична, 3, смт Старий Мерчик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C653C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311. Затвердити проє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власність гр. Кондратьєвій Надії Дмитрівні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в с. Кантакузівка по вул. Ватутіна в кінці домоволодіння № 29</w:t>
      </w:r>
      <w:r w:rsidRPr="00C44D42"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C44D42">
        <w:rPr>
          <w:color w:val="000000"/>
          <w:sz w:val="28"/>
          <w:szCs w:val="28"/>
        </w:rPr>
        <w:t xml:space="preserve">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C653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311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КОНДРАТЬЄВІЙ Надії Дмитрівні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6321287500:01:000:1266 площею 0,3375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0,3375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           с. Кантакузівка, вул. Ватутіна в кінці домоволодіння № 29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Богодухівський район, Харківська область.</w:t>
      </w:r>
    </w:p>
    <w:p w:rsidR="00D84FD3" w:rsidRDefault="00D84FD3" w:rsidP="004C234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312.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их</w:t>
      </w:r>
      <w:r w:rsidRPr="00FA4E9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4E96">
        <w:rPr>
          <w:sz w:val="28"/>
          <w:szCs w:val="28"/>
        </w:rPr>
        <w:t>к</w:t>
      </w:r>
      <w:r>
        <w:rPr>
          <w:sz w:val="28"/>
          <w:szCs w:val="28"/>
        </w:rPr>
        <w:t xml:space="preserve"> у власність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громадянам для ведення особистого селянського господарства, за рахунок земель</w:t>
      </w:r>
      <w:r w:rsidRPr="004C2346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комунальної власності сільськогосподарського призначення, які розташовані за межами населених пунктів</w:t>
      </w:r>
      <w:r>
        <w:rPr>
          <w:color w:val="000000"/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територіальної громади</w:t>
      </w:r>
      <w:r w:rsidRPr="00C44D42">
        <w:rPr>
          <w:color w:val="000000"/>
          <w:sz w:val="28"/>
          <w:szCs w:val="28"/>
        </w:rPr>
        <w:t xml:space="preserve">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4C23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312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КОНЄВУ Віталію Сергійовичу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6321286000:01:000:0732 площею  1,1656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1,1656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6C1F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312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ЗАДНІПРЯНСЬКІЙ Зої Сергіївні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6321286000:01:000:0733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2,0000 га</w:t>
      </w:r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 xml:space="preserve">. </w:t>
      </w:r>
    </w:p>
    <w:p w:rsidR="00D84FD3" w:rsidRDefault="00D84FD3" w:rsidP="00EC041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313. Затвердити прое</w:t>
      </w:r>
      <w:r w:rsidRPr="00FA4E96">
        <w:rPr>
          <w:sz w:val="28"/>
          <w:szCs w:val="28"/>
        </w:rPr>
        <w:t>кт землеустрою щодо відведення земельн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Фисуна Володимира Івановича </w:t>
      </w:r>
      <w:r w:rsidRPr="00FA4E96">
        <w:rPr>
          <w:sz w:val="28"/>
          <w:szCs w:val="28"/>
        </w:rPr>
        <w:t xml:space="preserve">для ведення особистого селянського </w:t>
      </w:r>
      <w:r>
        <w:rPr>
          <w:sz w:val="28"/>
          <w:szCs w:val="28"/>
        </w:rPr>
        <w:t xml:space="preserve">господарства за рахунок раніше сформованої земельної ділянки з кадастровим номером 6321287000:02:000:0508 комунальної власності сільськогосподарського призначення, яка </w:t>
      </w:r>
      <w:r>
        <w:rPr>
          <w:color w:val="000000"/>
          <w:sz w:val="28"/>
          <w:szCs w:val="28"/>
        </w:rPr>
        <w:t xml:space="preserve">розташована </w:t>
      </w:r>
      <w:r w:rsidRPr="00FA4E96">
        <w:rPr>
          <w:sz w:val="28"/>
          <w:szCs w:val="28"/>
        </w:rPr>
        <w:t>на території Валківської міської</w:t>
      </w:r>
      <w:r w:rsidRPr="00C44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color w:val="000000"/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Default="00D84FD3" w:rsidP="00EC04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313</w:t>
      </w:r>
      <w:r w:rsidRPr="00FA4E96">
        <w:rPr>
          <w:sz w:val="28"/>
          <w:szCs w:val="28"/>
        </w:rPr>
        <w:t>.1. Пе</w:t>
      </w:r>
      <w:r>
        <w:rPr>
          <w:sz w:val="28"/>
          <w:szCs w:val="28"/>
        </w:rPr>
        <w:t>редати у приватну власність гр.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ФИСУНУ Володимиру Івановичу </w:t>
      </w:r>
      <w:r w:rsidRPr="00FA4E96">
        <w:rPr>
          <w:sz w:val="28"/>
          <w:szCs w:val="28"/>
        </w:rPr>
        <w:t xml:space="preserve">земельну ділянку кадастровий номер </w:t>
      </w:r>
      <w:r>
        <w:rPr>
          <w:sz w:val="28"/>
          <w:szCs w:val="28"/>
        </w:rPr>
        <w:t xml:space="preserve">6321287000:02:000:0508 площею 1,1968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1,1968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 w:rsidRPr="00165ADE">
        <w:rPr>
          <w:sz w:val="28"/>
          <w:szCs w:val="28"/>
        </w:rPr>
        <w:t xml:space="preserve">),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sz w:val="28"/>
          <w:szCs w:val="28"/>
        </w:rPr>
        <w:t>Сидоренківського</w:t>
      </w:r>
      <w:r>
        <w:rPr>
          <w:color w:val="000000"/>
          <w:sz w:val="28"/>
          <w:szCs w:val="28"/>
        </w:rPr>
        <w:t xml:space="preserve"> старостинського округу</w:t>
      </w:r>
      <w:r w:rsidRPr="00FA4E96"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D84FD3" w:rsidRPr="00FA4E96" w:rsidRDefault="00D84FD3" w:rsidP="006C1F6E">
      <w:pPr>
        <w:spacing w:before="240"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314</w:t>
      </w:r>
      <w:r w:rsidRPr="00386C3D">
        <w:rPr>
          <w:sz w:val="28"/>
          <w:szCs w:val="28"/>
        </w:rPr>
        <w:t>.</w:t>
      </w:r>
      <w:r w:rsidRPr="00FA4E96">
        <w:rPr>
          <w:sz w:val="28"/>
          <w:szCs w:val="28"/>
        </w:rPr>
        <w:t xml:space="preserve"> Попередити громадян про те, що:</w:t>
      </w:r>
    </w:p>
    <w:p w:rsidR="00D84FD3" w:rsidRPr="00FA4E96" w:rsidRDefault="00D84FD3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314</w:t>
      </w:r>
      <w:r w:rsidRPr="00FA4E96">
        <w:rPr>
          <w:sz w:val="28"/>
          <w:szCs w:val="28"/>
        </w:rPr>
        <w:t>.1. Право власності на земельну ділянку виникає з моменту державної реєстрації цього права в Державному реєстрі прав відповідно до Закону України «Про державну реєстрацію речових прав на нерухоме майно та їх обтяжень».</w:t>
      </w:r>
    </w:p>
    <w:p w:rsidR="00D84FD3" w:rsidRPr="00FA4E96" w:rsidRDefault="00D84FD3" w:rsidP="006C1F6E">
      <w:pPr>
        <w:spacing w:before="240"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315.</w:t>
      </w:r>
      <w:r w:rsidRPr="00FA4E96">
        <w:rPr>
          <w:sz w:val="28"/>
          <w:szCs w:val="28"/>
        </w:rPr>
        <w:t xml:space="preserve"> Громадянам:</w:t>
      </w:r>
    </w:p>
    <w:p w:rsidR="00D84FD3" w:rsidRPr="00FA4E96" w:rsidRDefault="00D84FD3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315</w:t>
      </w:r>
      <w:r w:rsidRPr="00FA4E96">
        <w:rPr>
          <w:sz w:val="28"/>
          <w:szCs w:val="28"/>
        </w:rPr>
        <w:t>.1. Використовувати земельну ділянку за цільовим призначенням, з дотриманням вимог статей 91, 103 Земельного кодексу України, Закону України «Про особисте селянське господарство» та інших нормативно-правових актів.</w:t>
      </w:r>
    </w:p>
    <w:p w:rsidR="00D84FD3" w:rsidRPr="00FA4E96" w:rsidRDefault="00D84FD3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315</w:t>
      </w:r>
      <w:r w:rsidRPr="00FA4E96">
        <w:rPr>
          <w:sz w:val="28"/>
          <w:szCs w:val="28"/>
        </w:rPr>
        <w:t>.2. 3дійснювати заходи щодо охорони родючості грунтів, передбачені статтею 37 Закону України «Про охорону земель».</w:t>
      </w:r>
    </w:p>
    <w:p w:rsidR="00D84FD3" w:rsidRPr="00FA4E96" w:rsidRDefault="00D84FD3" w:rsidP="006C1F6E">
      <w:pPr>
        <w:pStyle w:val="NormalWeb"/>
        <w:spacing w:before="240" w:beforeAutospacing="0" w:after="0" w:afterAutospacing="0"/>
        <w:ind w:firstLine="709"/>
        <w:jc w:val="both"/>
      </w:pPr>
      <w:r>
        <w:rPr>
          <w:sz w:val="28"/>
          <w:szCs w:val="28"/>
        </w:rPr>
        <w:t>316</w:t>
      </w:r>
      <w:r w:rsidRPr="00FA4E96">
        <w:rPr>
          <w:sz w:val="28"/>
          <w:szCs w:val="28"/>
        </w:rPr>
        <w:t>. Контроль за виконанням даного рішення покласти на постійну комісію міської ради з питань містобудування, будівництва, земельних відносин та охорони природи (Володимир ДАРАГАН).</w:t>
      </w:r>
    </w:p>
    <w:p w:rsidR="00D84FD3" w:rsidRPr="00FA4E96" w:rsidRDefault="00D84FD3" w:rsidP="006C1F6E">
      <w:pPr>
        <w:pStyle w:val="NormalWeb"/>
        <w:spacing w:before="240" w:beforeAutospacing="0" w:after="0" w:afterAutospacing="0"/>
      </w:pPr>
      <w:r w:rsidRPr="00FA4E96">
        <w:rPr>
          <w:color w:val="000000"/>
          <w:sz w:val="28"/>
          <w:szCs w:val="28"/>
        </w:rPr>
        <w:t>Міський голова                                                  Валерій СКРИПНІЧЕНКО</w:t>
      </w:r>
    </w:p>
    <w:sectPr w:rsidR="00D84FD3" w:rsidRPr="00FA4E96" w:rsidSect="00ED0A0D">
      <w:type w:val="continuous"/>
      <w:pgSz w:w="11906" w:h="16838" w:code="9"/>
      <w:pgMar w:top="360" w:right="8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FD3" w:rsidRDefault="00D84FD3" w:rsidP="00124B0A">
      <w:r>
        <w:separator/>
      </w:r>
    </w:p>
  </w:endnote>
  <w:endnote w:type="continuationSeparator" w:id="0">
    <w:p w:rsidR="00D84FD3" w:rsidRDefault="00D84FD3" w:rsidP="00124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FD3" w:rsidRDefault="00D84FD3" w:rsidP="00124B0A">
      <w:r>
        <w:separator/>
      </w:r>
    </w:p>
  </w:footnote>
  <w:footnote w:type="continuationSeparator" w:id="0">
    <w:p w:rsidR="00D84FD3" w:rsidRDefault="00D84FD3" w:rsidP="00124B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E3D"/>
    <w:rsid w:val="000017A8"/>
    <w:rsid w:val="000018CD"/>
    <w:rsid w:val="0000194F"/>
    <w:rsid w:val="00005974"/>
    <w:rsid w:val="00010400"/>
    <w:rsid w:val="00013A16"/>
    <w:rsid w:val="00014618"/>
    <w:rsid w:val="00014AF3"/>
    <w:rsid w:val="000165B7"/>
    <w:rsid w:val="0001790A"/>
    <w:rsid w:val="0002012A"/>
    <w:rsid w:val="00021ACD"/>
    <w:rsid w:val="00021BA6"/>
    <w:rsid w:val="00022202"/>
    <w:rsid w:val="00024052"/>
    <w:rsid w:val="000264CE"/>
    <w:rsid w:val="000278B6"/>
    <w:rsid w:val="00032520"/>
    <w:rsid w:val="000331B0"/>
    <w:rsid w:val="000350D1"/>
    <w:rsid w:val="00035C70"/>
    <w:rsid w:val="000362D2"/>
    <w:rsid w:val="00036A0E"/>
    <w:rsid w:val="00036CD9"/>
    <w:rsid w:val="0003782F"/>
    <w:rsid w:val="00040DBA"/>
    <w:rsid w:val="00041926"/>
    <w:rsid w:val="00041F62"/>
    <w:rsid w:val="00042D84"/>
    <w:rsid w:val="000476BE"/>
    <w:rsid w:val="00054FA0"/>
    <w:rsid w:val="00055824"/>
    <w:rsid w:val="00055861"/>
    <w:rsid w:val="0006065B"/>
    <w:rsid w:val="00061376"/>
    <w:rsid w:val="00061A9A"/>
    <w:rsid w:val="000624C8"/>
    <w:rsid w:val="0006346B"/>
    <w:rsid w:val="00066F80"/>
    <w:rsid w:val="000677EC"/>
    <w:rsid w:val="00073066"/>
    <w:rsid w:val="0007362E"/>
    <w:rsid w:val="00073808"/>
    <w:rsid w:val="00074A43"/>
    <w:rsid w:val="0007723D"/>
    <w:rsid w:val="00077DCF"/>
    <w:rsid w:val="000807D9"/>
    <w:rsid w:val="0008195D"/>
    <w:rsid w:val="00081E57"/>
    <w:rsid w:val="0008288E"/>
    <w:rsid w:val="000847A7"/>
    <w:rsid w:val="000878D7"/>
    <w:rsid w:val="00090F1A"/>
    <w:rsid w:val="00092898"/>
    <w:rsid w:val="00097162"/>
    <w:rsid w:val="000A153E"/>
    <w:rsid w:val="000A3A2F"/>
    <w:rsid w:val="000A406D"/>
    <w:rsid w:val="000A4D86"/>
    <w:rsid w:val="000A52DB"/>
    <w:rsid w:val="000A5396"/>
    <w:rsid w:val="000A5860"/>
    <w:rsid w:val="000A63E9"/>
    <w:rsid w:val="000A6488"/>
    <w:rsid w:val="000B07FE"/>
    <w:rsid w:val="000B139F"/>
    <w:rsid w:val="000B3904"/>
    <w:rsid w:val="000B4D7E"/>
    <w:rsid w:val="000B4E7C"/>
    <w:rsid w:val="000B5AB7"/>
    <w:rsid w:val="000B5B8D"/>
    <w:rsid w:val="000B5C38"/>
    <w:rsid w:val="000B6151"/>
    <w:rsid w:val="000B6CD8"/>
    <w:rsid w:val="000C0730"/>
    <w:rsid w:val="000C1FB5"/>
    <w:rsid w:val="000C297A"/>
    <w:rsid w:val="000C3865"/>
    <w:rsid w:val="000C48EF"/>
    <w:rsid w:val="000C54F0"/>
    <w:rsid w:val="000C6A24"/>
    <w:rsid w:val="000C7739"/>
    <w:rsid w:val="000D00E2"/>
    <w:rsid w:val="000D4946"/>
    <w:rsid w:val="000D4A5D"/>
    <w:rsid w:val="000D6C98"/>
    <w:rsid w:val="000D7603"/>
    <w:rsid w:val="000D7ECF"/>
    <w:rsid w:val="000E1858"/>
    <w:rsid w:val="000E1AE8"/>
    <w:rsid w:val="000E24EC"/>
    <w:rsid w:val="000E2F6C"/>
    <w:rsid w:val="000F077F"/>
    <w:rsid w:val="000F36F2"/>
    <w:rsid w:val="00100A4B"/>
    <w:rsid w:val="00100D5E"/>
    <w:rsid w:val="00102D8D"/>
    <w:rsid w:val="00103594"/>
    <w:rsid w:val="0010589D"/>
    <w:rsid w:val="00106124"/>
    <w:rsid w:val="00106868"/>
    <w:rsid w:val="00106CC8"/>
    <w:rsid w:val="001070B1"/>
    <w:rsid w:val="0010782F"/>
    <w:rsid w:val="00107A13"/>
    <w:rsid w:val="00110337"/>
    <w:rsid w:val="0011074E"/>
    <w:rsid w:val="001107CE"/>
    <w:rsid w:val="00111CCA"/>
    <w:rsid w:val="00111CD4"/>
    <w:rsid w:val="0011266A"/>
    <w:rsid w:val="001137B5"/>
    <w:rsid w:val="00113C63"/>
    <w:rsid w:val="00114D3C"/>
    <w:rsid w:val="00115D73"/>
    <w:rsid w:val="00116585"/>
    <w:rsid w:val="001165E8"/>
    <w:rsid w:val="0011769D"/>
    <w:rsid w:val="00121F68"/>
    <w:rsid w:val="00124B0A"/>
    <w:rsid w:val="00124E0D"/>
    <w:rsid w:val="0012629C"/>
    <w:rsid w:val="00126569"/>
    <w:rsid w:val="001269C2"/>
    <w:rsid w:val="00130064"/>
    <w:rsid w:val="001315F7"/>
    <w:rsid w:val="0013307F"/>
    <w:rsid w:val="0013563D"/>
    <w:rsid w:val="00136059"/>
    <w:rsid w:val="00137C75"/>
    <w:rsid w:val="00141451"/>
    <w:rsid w:val="001451B6"/>
    <w:rsid w:val="00145808"/>
    <w:rsid w:val="001475AA"/>
    <w:rsid w:val="001514DA"/>
    <w:rsid w:val="00151DF7"/>
    <w:rsid w:val="00155AC0"/>
    <w:rsid w:val="001568D9"/>
    <w:rsid w:val="0015752B"/>
    <w:rsid w:val="001601EA"/>
    <w:rsid w:val="001614A8"/>
    <w:rsid w:val="001635E0"/>
    <w:rsid w:val="001643A9"/>
    <w:rsid w:val="001649C6"/>
    <w:rsid w:val="00165ADE"/>
    <w:rsid w:val="00166B75"/>
    <w:rsid w:val="001708F5"/>
    <w:rsid w:val="00172840"/>
    <w:rsid w:val="00174106"/>
    <w:rsid w:val="00175F02"/>
    <w:rsid w:val="00176F46"/>
    <w:rsid w:val="00177B37"/>
    <w:rsid w:val="0018102D"/>
    <w:rsid w:val="00181137"/>
    <w:rsid w:val="00181651"/>
    <w:rsid w:val="00181BF9"/>
    <w:rsid w:val="001822FC"/>
    <w:rsid w:val="00182E81"/>
    <w:rsid w:val="00185B1E"/>
    <w:rsid w:val="00186499"/>
    <w:rsid w:val="00186BB1"/>
    <w:rsid w:val="00192E96"/>
    <w:rsid w:val="001951F1"/>
    <w:rsid w:val="001962E5"/>
    <w:rsid w:val="001A343C"/>
    <w:rsid w:val="001A3E42"/>
    <w:rsid w:val="001A6C28"/>
    <w:rsid w:val="001A70F3"/>
    <w:rsid w:val="001B15FC"/>
    <w:rsid w:val="001B1E17"/>
    <w:rsid w:val="001B2D82"/>
    <w:rsid w:val="001B329D"/>
    <w:rsid w:val="001B3E81"/>
    <w:rsid w:val="001C0246"/>
    <w:rsid w:val="001C2003"/>
    <w:rsid w:val="001C22BF"/>
    <w:rsid w:val="001C4A65"/>
    <w:rsid w:val="001C5447"/>
    <w:rsid w:val="001D1CAD"/>
    <w:rsid w:val="001D32D3"/>
    <w:rsid w:val="001D4CD8"/>
    <w:rsid w:val="001D5481"/>
    <w:rsid w:val="001D6246"/>
    <w:rsid w:val="001D62F0"/>
    <w:rsid w:val="001D75C3"/>
    <w:rsid w:val="001D77C5"/>
    <w:rsid w:val="001D7F8A"/>
    <w:rsid w:val="001E0EF1"/>
    <w:rsid w:val="001E1AC0"/>
    <w:rsid w:val="001E22F5"/>
    <w:rsid w:val="001E25B9"/>
    <w:rsid w:val="001E25C4"/>
    <w:rsid w:val="001E3970"/>
    <w:rsid w:val="001E3BEB"/>
    <w:rsid w:val="001E64B0"/>
    <w:rsid w:val="001E698D"/>
    <w:rsid w:val="001E77DF"/>
    <w:rsid w:val="001E7AF4"/>
    <w:rsid w:val="001F05A1"/>
    <w:rsid w:val="001F064A"/>
    <w:rsid w:val="001F0A08"/>
    <w:rsid w:val="001F1ED8"/>
    <w:rsid w:val="001F2EC0"/>
    <w:rsid w:val="001F3905"/>
    <w:rsid w:val="001F5762"/>
    <w:rsid w:val="001F722C"/>
    <w:rsid w:val="00201E9E"/>
    <w:rsid w:val="002024F5"/>
    <w:rsid w:val="00205ED4"/>
    <w:rsid w:val="0021160A"/>
    <w:rsid w:val="00212425"/>
    <w:rsid w:val="00212A2F"/>
    <w:rsid w:val="00216F4A"/>
    <w:rsid w:val="0021768C"/>
    <w:rsid w:val="0022063D"/>
    <w:rsid w:val="0022177B"/>
    <w:rsid w:val="00224063"/>
    <w:rsid w:val="002246CE"/>
    <w:rsid w:val="002263D5"/>
    <w:rsid w:val="00230C5B"/>
    <w:rsid w:val="00230E36"/>
    <w:rsid w:val="002323D0"/>
    <w:rsid w:val="0023389A"/>
    <w:rsid w:val="00233A77"/>
    <w:rsid w:val="00233AF6"/>
    <w:rsid w:val="00234365"/>
    <w:rsid w:val="00234962"/>
    <w:rsid w:val="00234F23"/>
    <w:rsid w:val="00235B2D"/>
    <w:rsid w:val="002362D4"/>
    <w:rsid w:val="00236A5C"/>
    <w:rsid w:val="0024195A"/>
    <w:rsid w:val="002515DA"/>
    <w:rsid w:val="0025173D"/>
    <w:rsid w:val="002519BB"/>
    <w:rsid w:val="002538B6"/>
    <w:rsid w:val="002558BC"/>
    <w:rsid w:val="00255AB3"/>
    <w:rsid w:val="00255C6E"/>
    <w:rsid w:val="00257EB1"/>
    <w:rsid w:val="002609C1"/>
    <w:rsid w:val="00260C0A"/>
    <w:rsid w:val="0026194C"/>
    <w:rsid w:val="00262390"/>
    <w:rsid w:val="00272005"/>
    <w:rsid w:val="00281977"/>
    <w:rsid w:val="00282F4E"/>
    <w:rsid w:val="002843FA"/>
    <w:rsid w:val="00284BBE"/>
    <w:rsid w:val="00284C52"/>
    <w:rsid w:val="0028507F"/>
    <w:rsid w:val="00285F4C"/>
    <w:rsid w:val="00286939"/>
    <w:rsid w:val="002900A4"/>
    <w:rsid w:val="00290BE5"/>
    <w:rsid w:val="00290E32"/>
    <w:rsid w:val="002925F4"/>
    <w:rsid w:val="00292AD1"/>
    <w:rsid w:val="00294481"/>
    <w:rsid w:val="00294A8F"/>
    <w:rsid w:val="00295AF8"/>
    <w:rsid w:val="00296E5D"/>
    <w:rsid w:val="002A1736"/>
    <w:rsid w:val="002A1A5F"/>
    <w:rsid w:val="002A1ED1"/>
    <w:rsid w:val="002A3581"/>
    <w:rsid w:val="002A3AEA"/>
    <w:rsid w:val="002A5F23"/>
    <w:rsid w:val="002A6FFD"/>
    <w:rsid w:val="002B03DB"/>
    <w:rsid w:val="002B2F4A"/>
    <w:rsid w:val="002B36AC"/>
    <w:rsid w:val="002B41E1"/>
    <w:rsid w:val="002B6634"/>
    <w:rsid w:val="002C12E6"/>
    <w:rsid w:val="002C192F"/>
    <w:rsid w:val="002C423D"/>
    <w:rsid w:val="002C677D"/>
    <w:rsid w:val="002C67F2"/>
    <w:rsid w:val="002C6B79"/>
    <w:rsid w:val="002C6EA6"/>
    <w:rsid w:val="002C758A"/>
    <w:rsid w:val="002C7B0C"/>
    <w:rsid w:val="002D1581"/>
    <w:rsid w:val="002D1C46"/>
    <w:rsid w:val="002D223E"/>
    <w:rsid w:val="002D6818"/>
    <w:rsid w:val="002D6E65"/>
    <w:rsid w:val="002D7B93"/>
    <w:rsid w:val="002E18CA"/>
    <w:rsid w:val="002E3290"/>
    <w:rsid w:val="002E351B"/>
    <w:rsid w:val="002E3B82"/>
    <w:rsid w:val="002E3D38"/>
    <w:rsid w:val="002E4C4D"/>
    <w:rsid w:val="002E5659"/>
    <w:rsid w:val="002E6C1D"/>
    <w:rsid w:val="002E7A5B"/>
    <w:rsid w:val="002E7C80"/>
    <w:rsid w:val="002F1031"/>
    <w:rsid w:val="002F119F"/>
    <w:rsid w:val="002F1C7F"/>
    <w:rsid w:val="002F2256"/>
    <w:rsid w:val="002F2704"/>
    <w:rsid w:val="002F473C"/>
    <w:rsid w:val="002F4A9B"/>
    <w:rsid w:val="00302E34"/>
    <w:rsid w:val="00305700"/>
    <w:rsid w:val="003057F1"/>
    <w:rsid w:val="00307197"/>
    <w:rsid w:val="00307FD7"/>
    <w:rsid w:val="00310701"/>
    <w:rsid w:val="0031074E"/>
    <w:rsid w:val="00312A1F"/>
    <w:rsid w:val="00313A68"/>
    <w:rsid w:val="00316BF1"/>
    <w:rsid w:val="00320486"/>
    <w:rsid w:val="00323C7B"/>
    <w:rsid w:val="00323D4A"/>
    <w:rsid w:val="00323EC9"/>
    <w:rsid w:val="00324111"/>
    <w:rsid w:val="00324816"/>
    <w:rsid w:val="00325FFF"/>
    <w:rsid w:val="00326515"/>
    <w:rsid w:val="003313DF"/>
    <w:rsid w:val="00335C19"/>
    <w:rsid w:val="003376CC"/>
    <w:rsid w:val="003376F9"/>
    <w:rsid w:val="00337730"/>
    <w:rsid w:val="00337F78"/>
    <w:rsid w:val="00341DA6"/>
    <w:rsid w:val="00341DB5"/>
    <w:rsid w:val="00343B6A"/>
    <w:rsid w:val="003444EA"/>
    <w:rsid w:val="003455BC"/>
    <w:rsid w:val="00345784"/>
    <w:rsid w:val="00345E6B"/>
    <w:rsid w:val="0034656E"/>
    <w:rsid w:val="0035163A"/>
    <w:rsid w:val="003516B7"/>
    <w:rsid w:val="00351A4D"/>
    <w:rsid w:val="003525DC"/>
    <w:rsid w:val="00355B7C"/>
    <w:rsid w:val="00362243"/>
    <w:rsid w:val="00363432"/>
    <w:rsid w:val="00364609"/>
    <w:rsid w:val="00364955"/>
    <w:rsid w:val="00365AB2"/>
    <w:rsid w:val="00365F12"/>
    <w:rsid w:val="00375072"/>
    <w:rsid w:val="00376A4F"/>
    <w:rsid w:val="00380602"/>
    <w:rsid w:val="00380D08"/>
    <w:rsid w:val="00380E4D"/>
    <w:rsid w:val="00383C6F"/>
    <w:rsid w:val="00384B99"/>
    <w:rsid w:val="003855A3"/>
    <w:rsid w:val="00385AEC"/>
    <w:rsid w:val="00386C3D"/>
    <w:rsid w:val="003901EE"/>
    <w:rsid w:val="003903EB"/>
    <w:rsid w:val="0039144A"/>
    <w:rsid w:val="00392AF7"/>
    <w:rsid w:val="00397B1A"/>
    <w:rsid w:val="003A0E2B"/>
    <w:rsid w:val="003A20D1"/>
    <w:rsid w:val="003A424C"/>
    <w:rsid w:val="003A6C5A"/>
    <w:rsid w:val="003A7308"/>
    <w:rsid w:val="003B0CEC"/>
    <w:rsid w:val="003B196B"/>
    <w:rsid w:val="003B1BF9"/>
    <w:rsid w:val="003B226F"/>
    <w:rsid w:val="003B493B"/>
    <w:rsid w:val="003B762E"/>
    <w:rsid w:val="003B7CBA"/>
    <w:rsid w:val="003C1DA2"/>
    <w:rsid w:val="003C347C"/>
    <w:rsid w:val="003C36B8"/>
    <w:rsid w:val="003C3DB8"/>
    <w:rsid w:val="003D3EDA"/>
    <w:rsid w:val="003D5AAF"/>
    <w:rsid w:val="003D5EBF"/>
    <w:rsid w:val="003D7742"/>
    <w:rsid w:val="003E0733"/>
    <w:rsid w:val="003E19CC"/>
    <w:rsid w:val="003E1EC1"/>
    <w:rsid w:val="003E29DA"/>
    <w:rsid w:val="003E31C9"/>
    <w:rsid w:val="003E4AA6"/>
    <w:rsid w:val="003E791A"/>
    <w:rsid w:val="003F0B00"/>
    <w:rsid w:val="003F0CC4"/>
    <w:rsid w:val="003F11D2"/>
    <w:rsid w:val="003F2AB3"/>
    <w:rsid w:val="003F331F"/>
    <w:rsid w:val="003F4F9C"/>
    <w:rsid w:val="003F68B5"/>
    <w:rsid w:val="003F6B45"/>
    <w:rsid w:val="003F72D2"/>
    <w:rsid w:val="003F7BCD"/>
    <w:rsid w:val="00402107"/>
    <w:rsid w:val="004062B4"/>
    <w:rsid w:val="00406383"/>
    <w:rsid w:val="004102F1"/>
    <w:rsid w:val="00410815"/>
    <w:rsid w:val="00411A86"/>
    <w:rsid w:val="00413B54"/>
    <w:rsid w:val="00414E11"/>
    <w:rsid w:val="00415173"/>
    <w:rsid w:val="004152C3"/>
    <w:rsid w:val="00415900"/>
    <w:rsid w:val="00415BF6"/>
    <w:rsid w:val="00416B5E"/>
    <w:rsid w:val="00417820"/>
    <w:rsid w:val="00420609"/>
    <w:rsid w:val="00420CCE"/>
    <w:rsid w:val="00423B38"/>
    <w:rsid w:val="004248E5"/>
    <w:rsid w:val="00424E76"/>
    <w:rsid w:val="0042634E"/>
    <w:rsid w:val="00426AB2"/>
    <w:rsid w:val="00431A83"/>
    <w:rsid w:val="0043405C"/>
    <w:rsid w:val="00435C94"/>
    <w:rsid w:val="004374A7"/>
    <w:rsid w:val="00437CA3"/>
    <w:rsid w:val="00441775"/>
    <w:rsid w:val="00441E3D"/>
    <w:rsid w:val="00442B19"/>
    <w:rsid w:val="0044597C"/>
    <w:rsid w:val="00446069"/>
    <w:rsid w:val="0044613E"/>
    <w:rsid w:val="00446B81"/>
    <w:rsid w:val="00446F07"/>
    <w:rsid w:val="004522B7"/>
    <w:rsid w:val="00453417"/>
    <w:rsid w:val="0045347D"/>
    <w:rsid w:val="0045496B"/>
    <w:rsid w:val="004550D0"/>
    <w:rsid w:val="0045553B"/>
    <w:rsid w:val="00456228"/>
    <w:rsid w:val="00456995"/>
    <w:rsid w:val="004636DA"/>
    <w:rsid w:val="004654B0"/>
    <w:rsid w:val="00466031"/>
    <w:rsid w:val="00471B48"/>
    <w:rsid w:val="0047281E"/>
    <w:rsid w:val="00472DE0"/>
    <w:rsid w:val="004734DD"/>
    <w:rsid w:val="004739CB"/>
    <w:rsid w:val="00473DE3"/>
    <w:rsid w:val="00474458"/>
    <w:rsid w:val="00474A8C"/>
    <w:rsid w:val="00475AB4"/>
    <w:rsid w:val="0047711D"/>
    <w:rsid w:val="004771C1"/>
    <w:rsid w:val="004818AD"/>
    <w:rsid w:val="004821C8"/>
    <w:rsid w:val="004823F2"/>
    <w:rsid w:val="0048668B"/>
    <w:rsid w:val="00492E6A"/>
    <w:rsid w:val="00495DF4"/>
    <w:rsid w:val="00495E78"/>
    <w:rsid w:val="00496295"/>
    <w:rsid w:val="00496867"/>
    <w:rsid w:val="004A0326"/>
    <w:rsid w:val="004A049E"/>
    <w:rsid w:val="004A0810"/>
    <w:rsid w:val="004A2E36"/>
    <w:rsid w:val="004A795E"/>
    <w:rsid w:val="004B00EE"/>
    <w:rsid w:val="004B5673"/>
    <w:rsid w:val="004B5EA7"/>
    <w:rsid w:val="004B6045"/>
    <w:rsid w:val="004B6070"/>
    <w:rsid w:val="004B779E"/>
    <w:rsid w:val="004C1E76"/>
    <w:rsid w:val="004C1E8E"/>
    <w:rsid w:val="004C2346"/>
    <w:rsid w:val="004C2953"/>
    <w:rsid w:val="004C6C4F"/>
    <w:rsid w:val="004C76D5"/>
    <w:rsid w:val="004D0A70"/>
    <w:rsid w:val="004D1546"/>
    <w:rsid w:val="004D2B36"/>
    <w:rsid w:val="004D3D1C"/>
    <w:rsid w:val="004D3E43"/>
    <w:rsid w:val="004D56E6"/>
    <w:rsid w:val="004D5A79"/>
    <w:rsid w:val="004D60CC"/>
    <w:rsid w:val="004D656B"/>
    <w:rsid w:val="004D7037"/>
    <w:rsid w:val="004D7E48"/>
    <w:rsid w:val="004E0B5C"/>
    <w:rsid w:val="004E125B"/>
    <w:rsid w:val="004E2321"/>
    <w:rsid w:val="004E3992"/>
    <w:rsid w:val="004E45E2"/>
    <w:rsid w:val="004E4F19"/>
    <w:rsid w:val="004E4FA4"/>
    <w:rsid w:val="004E5D07"/>
    <w:rsid w:val="004E5D62"/>
    <w:rsid w:val="004E67FE"/>
    <w:rsid w:val="004E6F22"/>
    <w:rsid w:val="004F2B23"/>
    <w:rsid w:val="004F426F"/>
    <w:rsid w:val="004F5154"/>
    <w:rsid w:val="004F59BB"/>
    <w:rsid w:val="004F7193"/>
    <w:rsid w:val="00501180"/>
    <w:rsid w:val="005022FA"/>
    <w:rsid w:val="00502BCA"/>
    <w:rsid w:val="00502EE9"/>
    <w:rsid w:val="00505D3D"/>
    <w:rsid w:val="00506DF7"/>
    <w:rsid w:val="00506F56"/>
    <w:rsid w:val="00514966"/>
    <w:rsid w:val="0051792B"/>
    <w:rsid w:val="00520120"/>
    <w:rsid w:val="0052052E"/>
    <w:rsid w:val="005206D8"/>
    <w:rsid w:val="00522533"/>
    <w:rsid w:val="005269D1"/>
    <w:rsid w:val="0052731C"/>
    <w:rsid w:val="005276B4"/>
    <w:rsid w:val="005307DF"/>
    <w:rsid w:val="00533008"/>
    <w:rsid w:val="005339A0"/>
    <w:rsid w:val="00533AD0"/>
    <w:rsid w:val="00537CAF"/>
    <w:rsid w:val="005416D6"/>
    <w:rsid w:val="00541800"/>
    <w:rsid w:val="00542207"/>
    <w:rsid w:val="00545CB7"/>
    <w:rsid w:val="00545E3D"/>
    <w:rsid w:val="00546F66"/>
    <w:rsid w:val="0054726A"/>
    <w:rsid w:val="005476E6"/>
    <w:rsid w:val="005477F2"/>
    <w:rsid w:val="00551DA8"/>
    <w:rsid w:val="00553770"/>
    <w:rsid w:val="00553C9F"/>
    <w:rsid w:val="00556044"/>
    <w:rsid w:val="00562F06"/>
    <w:rsid w:val="00563F85"/>
    <w:rsid w:val="005649F8"/>
    <w:rsid w:val="00565BBF"/>
    <w:rsid w:val="00570AC5"/>
    <w:rsid w:val="0057473D"/>
    <w:rsid w:val="005764F3"/>
    <w:rsid w:val="00577302"/>
    <w:rsid w:val="00580AD7"/>
    <w:rsid w:val="00582629"/>
    <w:rsid w:val="00582EA9"/>
    <w:rsid w:val="00583F9E"/>
    <w:rsid w:val="00584928"/>
    <w:rsid w:val="00587810"/>
    <w:rsid w:val="005906F9"/>
    <w:rsid w:val="00591BC8"/>
    <w:rsid w:val="00593BD1"/>
    <w:rsid w:val="00595986"/>
    <w:rsid w:val="00596130"/>
    <w:rsid w:val="005A2A59"/>
    <w:rsid w:val="005A35C2"/>
    <w:rsid w:val="005A5CC6"/>
    <w:rsid w:val="005A6709"/>
    <w:rsid w:val="005A6D48"/>
    <w:rsid w:val="005B07A6"/>
    <w:rsid w:val="005B0B0E"/>
    <w:rsid w:val="005B3C45"/>
    <w:rsid w:val="005B5A7B"/>
    <w:rsid w:val="005B6ABD"/>
    <w:rsid w:val="005B7076"/>
    <w:rsid w:val="005B70D7"/>
    <w:rsid w:val="005C033E"/>
    <w:rsid w:val="005C30B7"/>
    <w:rsid w:val="005C327E"/>
    <w:rsid w:val="005C4F18"/>
    <w:rsid w:val="005C67F7"/>
    <w:rsid w:val="005C6BAD"/>
    <w:rsid w:val="005C7D9F"/>
    <w:rsid w:val="005D02CD"/>
    <w:rsid w:val="005D2D08"/>
    <w:rsid w:val="005D52B8"/>
    <w:rsid w:val="005D5CC4"/>
    <w:rsid w:val="005D67C5"/>
    <w:rsid w:val="005E13D2"/>
    <w:rsid w:val="005E316A"/>
    <w:rsid w:val="005E4616"/>
    <w:rsid w:val="005E7512"/>
    <w:rsid w:val="005F03B4"/>
    <w:rsid w:val="005F0AC2"/>
    <w:rsid w:val="005F1945"/>
    <w:rsid w:val="005F2DA7"/>
    <w:rsid w:val="005F44D2"/>
    <w:rsid w:val="005F5020"/>
    <w:rsid w:val="005F696D"/>
    <w:rsid w:val="005F6D4D"/>
    <w:rsid w:val="00601AD9"/>
    <w:rsid w:val="00601D85"/>
    <w:rsid w:val="00602929"/>
    <w:rsid w:val="006036E6"/>
    <w:rsid w:val="00604B06"/>
    <w:rsid w:val="006053B3"/>
    <w:rsid w:val="00605854"/>
    <w:rsid w:val="00606C1F"/>
    <w:rsid w:val="006078EC"/>
    <w:rsid w:val="006100ED"/>
    <w:rsid w:val="00610459"/>
    <w:rsid w:val="00610F3A"/>
    <w:rsid w:val="006111C9"/>
    <w:rsid w:val="006116BD"/>
    <w:rsid w:val="00621B95"/>
    <w:rsid w:val="00623177"/>
    <w:rsid w:val="00623C3A"/>
    <w:rsid w:val="00624431"/>
    <w:rsid w:val="00624D2E"/>
    <w:rsid w:val="00625251"/>
    <w:rsid w:val="00626513"/>
    <w:rsid w:val="00626BB8"/>
    <w:rsid w:val="00627137"/>
    <w:rsid w:val="0062730C"/>
    <w:rsid w:val="00630719"/>
    <w:rsid w:val="00630E37"/>
    <w:rsid w:val="006324F3"/>
    <w:rsid w:val="00635E27"/>
    <w:rsid w:val="00635EC2"/>
    <w:rsid w:val="00636B91"/>
    <w:rsid w:val="006370DE"/>
    <w:rsid w:val="00637C22"/>
    <w:rsid w:val="006402FC"/>
    <w:rsid w:val="00640EE2"/>
    <w:rsid w:val="00640F61"/>
    <w:rsid w:val="006414EB"/>
    <w:rsid w:val="006423B3"/>
    <w:rsid w:val="00642690"/>
    <w:rsid w:val="00642713"/>
    <w:rsid w:val="00643840"/>
    <w:rsid w:val="00643A69"/>
    <w:rsid w:val="00647C2F"/>
    <w:rsid w:val="006503D5"/>
    <w:rsid w:val="0065195D"/>
    <w:rsid w:val="006521AC"/>
    <w:rsid w:val="0065351C"/>
    <w:rsid w:val="00660287"/>
    <w:rsid w:val="006633D0"/>
    <w:rsid w:val="00670A42"/>
    <w:rsid w:val="00674381"/>
    <w:rsid w:val="006768B7"/>
    <w:rsid w:val="0067734C"/>
    <w:rsid w:val="0068273C"/>
    <w:rsid w:val="00682747"/>
    <w:rsid w:val="00682B23"/>
    <w:rsid w:val="00683BEA"/>
    <w:rsid w:val="0068621C"/>
    <w:rsid w:val="00690186"/>
    <w:rsid w:val="0069147B"/>
    <w:rsid w:val="00691517"/>
    <w:rsid w:val="006918D1"/>
    <w:rsid w:val="00692926"/>
    <w:rsid w:val="00692D84"/>
    <w:rsid w:val="00694592"/>
    <w:rsid w:val="006957E2"/>
    <w:rsid w:val="006A0C91"/>
    <w:rsid w:val="006A4D74"/>
    <w:rsid w:val="006A765A"/>
    <w:rsid w:val="006A7899"/>
    <w:rsid w:val="006B1752"/>
    <w:rsid w:val="006B2D4C"/>
    <w:rsid w:val="006B3F9D"/>
    <w:rsid w:val="006B4120"/>
    <w:rsid w:val="006B43A1"/>
    <w:rsid w:val="006B6140"/>
    <w:rsid w:val="006C1F6E"/>
    <w:rsid w:val="006C2A18"/>
    <w:rsid w:val="006C4031"/>
    <w:rsid w:val="006C7A0B"/>
    <w:rsid w:val="006D08A7"/>
    <w:rsid w:val="006D2018"/>
    <w:rsid w:val="006D4083"/>
    <w:rsid w:val="006D564B"/>
    <w:rsid w:val="006D62BC"/>
    <w:rsid w:val="006E0A95"/>
    <w:rsid w:val="006E0DA3"/>
    <w:rsid w:val="006E3D4E"/>
    <w:rsid w:val="006E594E"/>
    <w:rsid w:val="006E6C5C"/>
    <w:rsid w:val="006F137E"/>
    <w:rsid w:val="006F2071"/>
    <w:rsid w:val="006F28E7"/>
    <w:rsid w:val="006F52C2"/>
    <w:rsid w:val="006F554C"/>
    <w:rsid w:val="006F6960"/>
    <w:rsid w:val="00700283"/>
    <w:rsid w:val="00701159"/>
    <w:rsid w:val="0070354A"/>
    <w:rsid w:val="007037F1"/>
    <w:rsid w:val="00703E03"/>
    <w:rsid w:val="0070449B"/>
    <w:rsid w:val="0070454C"/>
    <w:rsid w:val="0071040F"/>
    <w:rsid w:val="0071279F"/>
    <w:rsid w:val="00714CAA"/>
    <w:rsid w:val="00715285"/>
    <w:rsid w:val="0071595A"/>
    <w:rsid w:val="007163C5"/>
    <w:rsid w:val="00716B50"/>
    <w:rsid w:val="00720650"/>
    <w:rsid w:val="0072115C"/>
    <w:rsid w:val="007215F3"/>
    <w:rsid w:val="00721F7C"/>
    <w:rsid w:val="00724AA6"/>
    <w:rsid w:val="007263AA"/>
    <w:rsid w:val="007307B3"/>
    <w:rsid w:val="0073112B"/>
    <w:rsid w:val="0073367B"/>
    <w:rsid w:val="00733D08"/>
    <w:rsid w:val="00734D05"/>
    <w:rsid w:val="00736D93"/>
    <w:rsid w:val="00740A18"/>
    <w:rsid w:val="00741367"/>
    <w:rsid w:val="00743273"/>
    <w:rsid w:val="00743F4D"/>
    <w:rsid w:val="007459D0"/>
    <w:rsid w:val="00745AC5"/>
    <w:rsid w:val="00746CD8"/>
    <w:rsid w:val="007505C1"/>
    <w:rsid w:val="00751115"/>
    <w:rsid w:val="007517E1"/>
    <w:rsid w:val="00751D03"/>
    <w:rsid w:val="00751E7F"/>
    <w:rsid w:val="007528B8"/>
    <w:rsid w:val="00753536"/>
    <w:rsid w:val="007538D3"/>
    <w:rsid w:val="0075571B"/>
    <w:rsid w:val="0075591D"/>
    <w:rsid w:val="00756D68"/>
    <w:rsid w:val="00757381"/>
    <w:rsid w:val="00760CB8"/>
    <w:rsid w:val="007614C6"/>
    <w:rsid w:val="00763070"/>
    <w:rsid w:val="007639C3"/>
    <w:rsid w:val="00763CBC"/>
    <w:rsid w:val="00767C4A"/>
    <w:rsid w:val="00767F88"/>
    <w:rsid w:val="00770630"/>
    <w:rsid w:val="0077125B"/>
    <w:rsid w:val="00773A87"/>
    <w:rsid w:val="00775C51"/>
    <w:rsid w:val="007765B9"/>
    <w:rsid w:val="0077742F"/>
    <w:rsid w:val="00782B23"/>
    <w:rsid w:val="00782EF4"/>
    <w:rsid w:val="00783541"/>
    <w:rsid w:val="007838A0"/>
    <w:rsid w:val="00784932"/>
    <w:rsid w:val="00785D67"/>
    <w:rsid w:val="00785DB6"/>
    <w:rsid w:val="00785E11"/>
    <w:rsid w:val="0078679F"/>
    <w:rsid w:val="0079110D"/>
    <w:rsid w:val="007917F8"/>
    <w:rsid w:val="007918E6"/>
    <w:rsid w:val="00791BF8"/>
    <w:rsid w:val="00792ADE"/>
    <w:rsid w:val="007937A2"/>
    <w:rsid w:val="00794A1D"/>
    <w:rsid w:val="00794A8C"/>
    <w:rsid w:val="00796715"/>
    <w:rsid w:val="007A0A5C"/>
    <w:rsid w:val="007A1D83"/>
    <w:rsid w:val="007A2A21"/>
    <w:rsid w:val="007A5ADB"/>
    <w:rsid w:val="007A61D5"/>
    <w:rsid w:val="007A7871"/>
    <w:rsid w:val="007B02CC"/>
    <w:rsid w:val="007B068A"/>
    <w:rsid w:val="007B11B3"/>
    <w:rsid w:val="007B41A9"/>
    <w:rsid w:val="007B5F41"/>
    <w:rsid w:val="007B6E10"/>
    <w:rsid w:val="007C122E"/>
    <w:rsid w:val="007C253A"/>
    <w:rsid w:val="007C2A12"/>
    <w:rsid w:val="007C51C4"/>
    <w:rsid w:val="007C567D"/>
    <w:rsid w:val="007D053C"/>
    <w:rsid w:val="007D1A95"/>
    <w:rsid w:val="007D7556"/>
    <w:rsid w:val="007D7606"/>
    <w:rsid w:val="007D7959"/>
    <w:rsid w:val="007E0537"/>
    <w:rsid w:val="007E2F99"/>
    <w:rsid w:val="007E3A1F"/>
    <w:rsid w:val="007E52D4"/>
    <w:rsid w:val="007E53FB"/>
    <w:rsid w:val="007E559D"/>
    <w:rsid w:val="007E72CB"/>
    <w:rsid w:val="007E77B4"/>
    <w:rsid w:val="007E7A07"/>
    <w:rsid w:val="007F1469"/>
    <w:rsid w:val="007F15F8"/>
    <w:rsid w:val="007F40D0"/>
    <w:rsid w:val="007F57F1"/>
    <w:rsid w:val="00800025"/>
    <w:rsid w:val="0081060C"/>
    <w:rsid w:val="00810C0C"/>
    <w:rsid w:val="00811139"/>
    <w:rsid w:val="0081205B"/>
    <w:rsid w:val="008147E8"/>
    <w:rsid w:val="00814D76"/>
    <w:rsid w:val="00817767"/>
    <w:rsid w:val="00822154"/>
    <w:rsid w:val="008242B0"/>
    <w:rsid w:val="008242D5"/>
    <w:rsid w:val="00825BED"/>
    <w:rsid w:val="00826127"/>
    <w:rsid w:val="008270AE"/>
    <w:rsid w:val="00827AB9"/>
    <w:rsid w:val="0083067E"/>
    <w:rsid w:val="00833F97"/>
    <w:rsid w:val="0083544B"/>
    <w:rsid w:val="0083636E"/>
    <w:rsid w:val="00840271"/>
    <w:rsid w:val="00843827"/>
    <w:rsid w:val="00846F44"/>
    <w:rsid w:val="0084725C"/>
    <w:rsid w:val="008564A8"/>
    <w:rsid w:val="00857A5B"/>
    <w:rsid w:val="00857A92"/>
    <w:rsid w:val="00863DD1"/>
    <w:rsid w:val="00867078"/>
    <w:rsid w:val="008679A6"/>
    <w:rsid w:val="008724C4"/>
    <w:rsid w:val="00872651"/>
    <w:rsid w:val="00872D9B"/>
    <w:rsid w:val="00875D0D"/>
    <w:rsid w:val="00880094"/>
    <w:rsid w:val="00880422"/>
    <w:rsid w:val="00880D45"/>
    <w:rsid w:val="00882723"/>
    <w:rsid w:val="0088383F"/>
    <w:rsid w:val="00884C35"/>
    <w:rsid w:val="00885512"/>
    <w:rsid w:val="00885674"/>
    <w:rsid w:val="00885B27"/>
    <w:rsid w:val="008861E2"/>
    <w:rsid w:val="00886D64"/>
    <w:rsid w:val="008907CD"/>
    <w:rsid w:val="0089127A"/>
    <w:rsid w:val="0089139B"/>
    <w:rsid w:val="00893931"/>
    <w:rsid w:val="008947E0"/>
    <w:rsid w:val="00894B26"/>
    <w:rsid w:val="00895F87"/>
    <w:rsid w:val="00896774"/>
    <w:rsid w:val="008A00DB"/>
    <w:rsid w:val="008A2923"/>
    <w:rsid w:val="008A430F"/>
    <w:rsid w:val="008A447B"/>
    <w:rsid w:val="008A4B0F"/>
    <w:rsid w:val="008A4BA8"/>
    <w:rsid w:val="008A623C"/>
    <w:rsid w:val="008B0BE2"/>
    <w:rsid w:val="008B1525"/>
    <w:rsid w:val="008B1C4D"/>
    <w:rsid w:val="008B2436"/>
    <w:rsid w:val="008B46BE"/>
    <w:rsid w:val="008B5FA1"/>
    <w:rsid w:val="008B6096"/>
    <w:rsid w:val="008B7BF0"/>
    <w:rsid w:val="008C0833"/>
    <w:rsid w:val="008C0EEF"/>
    <w:rsid w:val="008C6C71"/>
    <w:rsid w:val="008C6C8B"/>
    <w:rsid w:val="008C75DE"/>
    <w:rsid w:val="008D0551"/>
    <w:rsid w:val="008D1256"/>
    <w:rsid w:val="008D37F0"/>
    <w:rsid w:val="008D5177"/>
    <w:rsid w:val="008D79C2"/>
    <w:rsid w:val="008E2048"/>
    <w:rsid w:val="008E214E"/>
    <w:rsid w:val="008E4BD8"/>
    <w:rsid w:val="008E5AD5"/>
    <w:rsid w:val="008E6236"/>
    <w:rsid w:val="008E7D07"/>
    <w:rsid w:val="008F3756"/>
    <w:rsid w:val="008F3E5A"/>
    <w:rsid w:val="008F45D8"/>
    <w:rsid w:val="00900CA8"/>
    <w:rsid w:val="0090217C"/>
    <w:rsid w:val="0090311A"/>
    <w:rsid w:val="009032C1"/>
    <w:rsid w:val="00903C78"/>
    <w:rsid w:val="009047C1"/>
    <w:rsid w:val="00905C31"/>
    <w:rsid w:val="00905DE7"/>
    <w:rsid w:val="0090699A"/>
    <w:rsid w:val="00906C1F"/>
    <w:rsid w:val="00906E3C"/>
    <w:rsid w:val="00910600"/>
    <w:rsid w:val="00911DD9"/>
    <w:rsid w:val="0091365A"/>
    <w:rsid w:val="00913C42"/>
    <w:rsid w:val="009145DE"/>
    <w:rsid w:val="00916B30"/>
    <w:rsid w:val="00916EE0"/>
    <w:rsid w:val="00920297"/>
    <w:rsid w:val="009266F4"/>
    <w:rsid w:val="00927615"/>
    <w:rsid w:val="00927DC0"/>
    <w:rsid w:val="00930025"/>
    <w:rsid w:val="00932105"/>
    <w:rsid w:val="00932207"/>
    <w:rsid w:val="00933466"/>
    <w:rsid w:val="00935D91"/>
    <w:rsid w:val="00936772"/>
    <w:rsid w:val="009371FE"/>
    <w:rsid w:val="009427E4"/>
    <w:rsid w:val="00942D5B"/>
    <w:rsid w:val="009438FE"/>
    <w:rsid w:val="00943FCD"/>
    <w:rsid w:val="00944806"/>
    <w:rsid w:val="00944F85"/>
    <w:rsid w:val="00945883"/>
    <w:rsid w:val="00945B7A"/>
    <w:rsid w:val="0094731C"/>
    <w:rsid w:val="009534FB"/>
    <w:rsid w:val="009535A8"/>
    <w:rsid w:val="009535F7"/>
    <w:rsid w:val="0095438C"/>
    <w:rsid w:val="00954F9A"/>
    <w:rsid w:val="0095586E"/>
    <w:rsid w:val="0095624E"/>
    <w:rsid w:val="00956FAA"/>
    <w:rsid w:val="009572C7"/>
    <w:rsid w:val="0096082B"/>
    <w:rsid w:val="00960BBB"/>
    <w:rsid w:val="00962850"/>
    <w:rsid w:val="0096389C"/>
    <w:rsid w:val="00963A88"/>
    <w:rsid w:val="00972205"/>
    <w:rsid w:val="009734EB"/>
    <w:rsid w:val="009737EF"/>
    <w:rsid w:val="00973AA6"/>
    <w:rsid w:val="0097447F"/>
    <w:rsid w:val="00975A18"/>
    <w:rsid w:val="00975A3F"/>
    <w:rsid w:val="009807F6"/>
    <w:rsid w:val="0098602E"/>
    <w:rsid w:val="00986C2A"/>
    <w:rsid w:val="00986DCA"/>
    <w:rsid w:val="009873DE"/>
    <w:rsid w:val="00990668"/>
    <w:rsid w:val="00990BBB"/>
    <w:rsid w:val="0099406E"/>
    <w:rsid w:val="0099542E"/>
    <w:rsid w:val="00995AAE"/>
    <w:rsid w:val="00996827"/>
    <w:rsid w:val="0099760E"/>
    <w:rsid w:val="00997AB3"/>
    <w:rsid w:val="009A04EE"/>
    <w:rsid w:val="009A0BD6"/>
    <w:rsid w:val="009A0FC1"/>
    <w:rsid w:val="009A329C"/>
    <w:rsid w:val="009A466E"/>
    <w:rsid w:val="009A6DD4"/>
    <w:rsid w:val="009B042A"/>
    <w:rsid w:val="009B1B93"/>
    <w:rsid w:val="009B2ABE"/>
    <w:rsid w:val="009B2CCB"/>
    <w:rsid w:val="009B309F"/>
    <w:rsid w:val="009B3B2E"/>
    <w:rsid w:val="009B4135"/>
    <w:rsid w:val="009B4512"/>
    <w:rsid w:val="009B4522"/>
    <w:rsid w:val="009B63C2"/>
    <w:rsid w:val="009B6F33"/>
    <w:rsid w:val="009B7CB1"/>
    <w:rsid w:val="009C183B"/>
    <w:rsid w:val="009C1856"/>
    <w:rsid w:val="009C2C85"/>
    <w:rsid w:val="009C2F1E"/>
    <w:rsid w:val="009C35F6"/>
    <w:rsid w:val="009C4F12"/>
    <w:rsid w:val="009D169A"/>
    <w:rsid w:val="009D16EE"/>
    <w:rsid w:val="009D3E87"/>
    <w:rsid w:val="009D4EA4"/>
    <w:rsid w:val="009D7251"/>
    <w:rsid w:val="009D76BB"/>
    <w:rsid w:val="009E011A"/>
    <w:rsid w:val="009E020B"/>
    <w:rsid w:val="009E20B1"/>
    <w:rsid w:val="009E40E4"/>
    <w:rsid w:val="009E4B79"/>
    <w:rsid w:val="009E67EE"/>
    <w:rsid w:val="009E7BB8"/>
    <w:rsid w:val="009F0CF0"/>
    <w:rsid w:val="009F1857"/>
    <w:rsid w:val="009F3F16"/>
    <w:rsid w:val="009F5388"/>
    <w:rsid w:val="009F63CA"/>
    <w:rsid w:val="00A01AA5"/>
    <w:rsid w:val="00A02346"/>
    <w:rsid w:val="00A035A1"/>
    <w:rsid w:val="00A061B1"/>
    <w:rsid w:val="00A06CAC"/>
    <w:rsid w:val="00A077D5"/>
    <w:rsid w:val="00A078EB"/>
    <w:rsid w:val="00A07CDE"/>
    <w:rsid w:val="00A11C09"/>
    <w:rsid w:val="00A11E11"/>
    <w:rsid w:val="00A133B3"/>
    <w:rsid w:val="00A13F5D"/>
    <w:rsid w:val="00A14419"/>
    <w:rsid w:val="00A14B50"/>
    <w:rsid w:val="00A1687C"/>
    <w:rsid w:val="00A20462"/>
    <w:rsid w:val="00A209F9"/>
    <w:rsid w:val="00A20AB2"/>
    <w:rsid w:val="00A26183"/>
    <w:rsid w:val="00A27358"/>
    <w:rsid w:val="00A27C98"/>
    <w:rsid w:val="00A30FCF"/>
    <w:rsid w:val="00A314E1"/>
    <w:rsid w:val="00A34070"/>
    <w:rsid w:val="00A36263"/>
    <w:rsid w:val="00A369CF"/>
    <w:rsid w:val="00A37744"/>
    <w:rsid w:val="00A40959"/>
    <w:rsid w:val="00A415E6"/>
    <w:rsid w:val="00A41FDE"/>
    <w:rsid w:val="00A420E0"/>
    <w:rsid w:val="00A42925"/>
    <w:rsid w:val="00A448F7"/>
    <w:rsid w:val="00A4515E"/>
    <w:rsid w:val="00A451E8"/>
    <w:rsid w:val="00A45F70"/>
    <w:rsid w:val="00A47C4E"/>
    <w:rsid w:val="00A51140"/>
    <w:rsid w:val="00A51BF8"/>
    <w:rsid w:val="00A5576C"/>
    <w:rsid w:val="00A56529"/>
    <w:rsid w:val="00A56634"/>
    <w:rsid w:val="00A577D9"/>
    <w:rsid w:val="00A6383A"/>
    <w:rsid w:val="00A64758"/>
    <w:rsid w:val="00A64CCA"/>
    <w:rsid w:val="00A64D91"/>
    <w:rsid w:val="00A672E1"/>
    <w:rsid w:val="00A67C2A"/>
    <w:rsid w:val="00A67D97"/>
    <w:rsid w:val="00A70432"/>
    <w:rsid w:val="00A705EA"/>
    <w:rsid w:val="00A7106E"/>
    <w:rsid w:val="00A71EE2"/>
    <w:rsid w:val="00A72CE6"/>
    <w:rsid w:val="00A762B7"/>
    <w:rsid w:val="00A77C26"/>
    <w:rsid w:val="00A77FF0"/>
    <w:rsid w:val="00A81B22"/>
    <w:rsid w:val="00A82FFF"/>
    <w:rsid w:val="00A8358A"/>
    <w:rsid w:val="00A83B32"/>
    <w:rsid w:val="00A8518A"/>
    <w:rsid w:val="00A865D2"/>
    <w:rsid w:val="00A927DC"/>
    <w:rsid w:val="00A942D6"/>
    <w:rsid w:val="00A94D8D"/>
    <w:rsid w:val="00AA0DCF"/>
    <w:rsid w:val="00AA4E3F"/>
    <w:rsid w:val="00AA5FEC"/>
    <w:rsid w:val="00AA63BF"/>
    <w:rsid w:val="00AB053E"/>
    <w:rsid w:val="00AB1739"/>
    <w:rsid w:val="00AB2E66"/>
    <w:rsid w:val="00AB3CB6"/>
    <w:rsid w:val="00AB487C"/>
    <w:rsid w:val="00AB4FE7"/>
    <w:rsid w:val="00AC19A1"/>
    <w:rsid w:val="00AC241B"/>
    <w:rsid w:val="00AC5C94"/>
    <w:rsid w:val="00AD1287"/>
    <w:rsid w:val="00AD2DC1"/>
    <w:rsid w:val="00AD347A"/>
    <w:rsid w:val="00AD5D22"/>
    <w:rsid w:val="00AD67A1"/>
    <w:rsid w:val="00AD67B9"/>
    <w:rsid w:val="00AD78B5"/>
    <w:rsid w:val="00AE2F1E"/>
    <w:rsid w:val="00AE48C3"/>
    <w:rsid w:val="00AE4F40"/>
    <w:rsid w:val="00AE541D"/>
    <w:rsid w:val="00AF1A06"/>
    <w:rsid w:val="00AF445C"/>
    <w:rsid w:val="00AF4B4C"/>
    <w:rsid w:val="00AF7936"/>
    <w:rsid w:val="00B0097E"/>
    <w:rsid w:val="00B00D6D"/>
    <w:rsid w:val="00B018F9"/>
    <w:rsid w:val="00B023BA"/>
    <w:rsid w:val="00B02518"/>
    <w:rsid w:val="00B027E7"/>
    <w:rsid w:val="00B03418"/>
    <w:rsid w:val="00B03F36"/>
    <w:rsid w:val="00B056A5"/>
    <w:rsid w:val="00B05909"/>
    <w:rsid w:val="00B06942"/>
    <w:rsid w:val="00B0694D"/>
    <w:rsid w:val="00B06F15"/>
    <w:rsid w:val="00B10C2F"/>
    <w:rsid w:val="00B10CC0"/>
    <w:rsid w:val="00B135A9"/>
    <w:rsid w:val="00B14DCF"/>
    <w:rsid w:val="00B15C0E"/>
    <w:rsid w:val="00B16D4B"/>
    <w:rsid w:val="00B1788C"/>
    <w:rsid w:val="00B17C35"/>
    <w:rsid w:val="00B20C6B"/>
    <w:rsid w:val="00B21955"/>
    <w:rsid w:val="00B21E7F"/>
    <w:rsid w:val="00B255C3"/>
    <w:rsid w:val="00B270A6"/>
    <w:rsid w:val="00B2711D"/>
    <w:rsid w:val="00B30449"/>
    <w:rsid w:val="00B30698"/>
    <w:rsid w:val="00B30763"/>
    <w:rsid w:val="00B30C09"/>
    <w:rsid w:val="00B30DB4"/>
    <w:rsid w:val="00B318FA"/>
    <w:rsid w:val="00B35277"/>
    <w:rsid w:val="00B3532E"/>
    <w:rsid w:val="00B35D23"/>
    <w:rsid w:val="00B35D7C"/>
    <w:rsid w:val="00B40175"/>
    <w:rsid w:val="00B401E1"/>
    <w:rsid w:val="00B412AC"/>
    <w:rsid w:val="00B41496"/>
    <w:rsid w:val="00B41EBB"/>
    <w:rsid w:val="00B42025"/>
    <w:rsid w:val="00B426BD"/>
    <w:rsid w:val="00B42B58"/>
    <w:rsid w:val="00B43257"/>
    <w:rsid w:val="00B4754F"/>
    <w:rsid w:val="00B51351"/>
    <w:rsid w:val="00B51861"/>
    <w:rsid w:val="00B51D83"/>
    <w:rsid w:val="00B53102"/>
    <w:rsid w:val="00B56411"/>
    <w:rsid w:val="00B56EDD"/>
    <w:rsid w:val="00B57241"/>
    <w:rsid w:val="00B57F3C"/>
    <w:rsid w:val="00B60FE2"/>
    <w:rsid w:val="00B61B3E"/>
    <w:rsid w:val="00B62340"/>
    <w:rsid w:val="00B65882"/>
    <w:rsid w:val="00B6634E"/>
    <w:rsid w:val="00B66D99"/>
    <w:rsid w:val="00B67D0E"/>
    <w:rsid w:val="00B71A8C"/>
    <w:rsid w:val="00B737D7"/>
    <w:rsid w:val="00B74196"/>
    <w:rsid w:val="00B74489"/>
    <w:rsid w:val="00B7451D"/>
    <w:rsid w:val="00B77747"/>
    <w:rsid w:val="00B77E84"/>
    <w:rsid w:val="00B813CD"/>
    <w:rsid w:val="00B84C0A"/>
    <w:rsid w:val="00B8740F"/>
    <w:rsid w:val="00B9114C"/>
    <w:rsid w:val="00B9336C"/>
    <w:rsid w:val="00B9525C"/>
    <w:rsid w:val="00B95F5E"/>
    <w:rsid w:val="00B966B5"/>
    <w:rsid w:val="00B9702E"/>
    <w:rsid w:val="00B9745D"/>
    <w:rsid w:val="00BA0299"/>
    <w:rsid w:val="00BA123B"/>
    <w:rsid w:val="00BA26F7"/>
    <w:rsid w:val="00BA28B1"/>
    <w:rsid w:val="00BA329C"/>
    <w:rsid w:val="00BA5116"/>
    <w:rsid w:val="00BB0A73"/>
    <w:rsid w:val="00BB19E5"/>
    <w:rsid w:val="00BB219B"/>
    <w:rsid w:val="00BB4577"/>
    <w:rsid w:val="00BC28CA"/>
    <w:rsid w:val="00BC4A10"/>
    <w:rsid w:val="00BC5BE1"/>
    <w:rsid w:val="00BD1648"/>
    <w:rsid w:val="00BD4B4D"/>
    <w:rsid w:val="00BD7C97"/>
    <w:rsid w:val="00BE03FC"/>
    <w:rsid w:val="00BE0BDB"/>
    <w:rsid w:val="00BE0FAA"/>
    <w:rsid w:val="00BE4901"/>
    <w:rsid w:val="00BE6F4B"/>
    <w:rsid w:val="00BE77D3"/>
    <w:rsid w:val="00BE7820"/>
    <w:rsid w:val="00BF21E7"/>
    <w:rsid w:val="00BF50E5"/>
    <w:rsid w:val="00BF51A9"/>
    <w:rsid w:val="00BF6495"/>
    <w:rsid w:val="00C02E23"/>
    <w:rsid w:val="00C02E4E"/>
    <w:rsid w:val="00C04195"/>
    <w:rsid w:val="00C04FCC"/>
    <w:rsid w:val="00C10FB1"/>
    <w:rsid w:val="00C11844"/>
    <w:rsid w:val="00C123D1"/>
    <w:rsid w:val="00C21B79"/>
    <w:rsid w:val="00C228FF"/>
    <w:rsid w:val="00C23188"/>
    <w:rsid w:val="00C23779"/>
    <w:rsid w:val="00C23A4B"/>
    <w:rsid w:val="00C241DF"/>
    <w:rsid w:val="00C26248"/>
    <w:rsid w:val="00C2665B"/>
    <w:rsid w:val="00C30050"/>
    <w:rsid w:val="00C311B9"/>
    <w:rsid w:val="00C31DEF"/>
    <w:rsid w:val="00C34A79"/>
    <w:rsid w:val="00C3679C"/>
    <w:rsid w:val="00C40775"/>
    <w:rsid w:val="00C40FF8"/>
    <w:rsid w:val="00C42BE4"/>
    <w:rsid w:val="00C43F82"/>
    <w:rsid w:val="00C44616"/>
    <w:rsid w:val="00C44B1F"/>
    <w:rsid w:val="00C44D42"/>
    <w:rsid w:val="00C45A3D"/>
    <w:rsid w:val="00C4728A"/>
    <w:rsid w:val="00C47AF3"/>
    <w:rsid w:val="00C5018F"/>
    <w:rsid w:val="00C51730"/>
    <w:rsid w:val="00C51D0C"/>
    <w:rsid w:val="00C5223C"/>
    <w:rsid w:val="00C54851"/>
    <w:rsid w:val="00C54A39"/>
    <w:rsid w:val="00C55739"/>
    <w:rsid w:val="00C56917"/>
    <w:rsid w:val="00C577D1"/>
    <w:rsid w:val="00C604C0"/>
    <w:rsid w:val="00C61CC3"/>
    <w:rsid w:val="00C61CE3"/>
    <w:rsid w:val="00C62AE7"/>
    <w:rsid w:val="00C653C5"/>
    <w:rsid w:val="00C65AAA"/>
    <w:rsid w:val="00C67EC4"/>
    <w:rsid w:val="00C706C0"/>
    <w:rsid w:val="00C710D7"/>
    <w:rsid w:val="00C723A6"/>
    <w:rsid w:val="00C72624"/>
    <w:rsid w:val="00C737C3"/>
    <w:rsid w:val="00C75070"/>
    <w:rsid w:val="00C750BD"/>
    <w:rsid w:val="00C75D8E"/>
    <w:rsid w:val="00C76301"/>
    <w:rsid w:val="00C76821"/>
    <w:rsid w:val="00C80DB6"/>
    <w:rsid w:val="00C8198C"/>
    <w:rsid w:val="00C83594"/>
    <w:rsid w:val="00C841FD"/>
    <w:rsid w:val="00C84FF0"/>
    <w:rsid w:val="00C850B0"/>
    <w:rsid w:val="00C85A4A"/>
    <w:rsid w:val="00C9102E"/>
    <w:rsid w:val="00C91C9F"/>
    <w:rsid w:val="00C92149"/>
    <w:rsid w:val="00C93121"/>
    <w:rsid w:val="00C932E6"/>
    <w:rsid w:val="00C933B8"/>
    <w:rsid w:val="00C94343"/>
    <w:rsid w:val="00C9483E"/>
    <w:rsid w:val="00C94A45"/>
    <w:rsid w:val="00C97B06"/>
    <w:rsid w:val="00CA04CF"/>
    <w:rsid w:val="00CA0616"/>
    <w:rsid w:val="00CA2A1D"/>
    <w:rsid w:val="00CA2FCB"/>
    <w:rsid w:val="00CA30CF"/>
    <w:rsid w:val="00CA3879"/>
    <w:rsid w:val="00CA45CB"/>
    <w:rsid w:val="00CA6C83"/>
    <w:rsid w:val="00CB0DCD"/>
    <w:rsid w:val="00CB1359"/>
    <w:rsid w:val="00CB1E7B"/>
    <w:rsid w:val="00CB2B83"/>
    <w:rsid w:val="00CB399E"/>
    <w:rsid w:val="00CB4542"/>
    <w:rsid w:val="00CB7420"/>
    <w:rsid w:val="00CC0B3F"/>
    <w:rsid w:val="00CC0BC5"/>
    <w:rsid w:val="00CC20CC"/>
    <w:rsid w:val="00CC3644"/>
    <w:rsid w:val="00CC3998"/>
    <w:rsid w:val="00CC425E"/>
    <w:rsid w:val="00CC4BD8"/>
    <w:rsid w:val="00CC51CB"/>
    <w:rsid w:val="00CD304F"/>
    <w:rsid w:val="00CD3FC4"/>
    <w:rsid w:val="00CD4BB3"/>
    <w:rsid w:val="00CE0EFC"/>
    <w:rsid w:val="00CE255B"/>
    <w:rsid w:val="00CE2D4D"/>
    <w:rsid w:val="00CE3406"/>
    <w:rsid w:val="00CE3452"/>
    <w:rsid w:val="00CE35CE"/>
    <w:rsid w:val="00CE3825"/>
    <w:rsid w:val="00CE3D11"/>
    <w:rsid w:val="00CE4557"/>
    <w:rsid w:val="00CE4836"/>
    <w:rsid w:val="00CE6E97"/>
    <w:rsid w:val="00CE7AD4"/>
    <w:rsid w:val="00CF1381"/>
    <w:rsid w:val="00CF24AB"/>
    <w:rsid w:val="00CF5022"/>
    <w:rsid w:val="00CF626D"/>
    <w:rsid w:val="00CF7B63"/>
    <w:rsid w:val="00D02260"/>
    <w:rsid w:val="00D0264C"/>
    <w:rsid w:val="00D03712"/>
    <w:rsid w:val="00D04630"/>
    <w:rsid w:val="00D05217"/>
    <w:rsid w:val="00D07C35"/>
    <w:rsid w:val="00D13749"/>
    <w:rsid w:val="00D13923"/>
    <w:rsid w:val="00D13C25"/>
    <w:rsid w:val="00D17102"/>
    <w:rsid w:val="00D206A0"/>
    <w:rsid w:val="00D263E5"/>
    <w:rsid w:val="00D3381F"/>
    <w:rsid w:val="00D33DA5"/>
    <w:rsid w:val="00D3683F"/>
    <w:rsid w:val="00D40126"/>
    <w:rsid w:val="00D40F0A"/>
    <w:rsid w:val="00D4255C"/>
    <w:rsid w:val="00D43313"/>
    <w:rsid w:val="00D43DE4"/>
    <w:rsid w:val="00D447B8"/>
    <w:rsid w:val="00D44DBB"/>
    <w:rsid w:val="00D47658"/>
    <w:rsid w:val="00D5013C"/>
    <w:rsid w:val="00D50986"/>
    <w:rsid w:val="00D5209D"/>
    <w:rsid w:val="00D5256A"/>
    <w:rsid w:val="00D57B70"/>
    <w:rsid w:val="00D57F01"/>
    <w:rsid w:val="00D6129A"/>
    <w:rsid w:val="00D617EE"/>
    <w:rsid w:val="00D65C43"/>
    <w:rsid w:val="00D676F1"/>
    <w:rsid w:val="00D71CCC"/>
    <w:rsid w:val="00D72886"/>
    <w:rsid w:val="00D72A1D"/>
    <w:rsid w:val="00D737D4"/>
    <w:rsid w:val="00D73BA7"/>
    <w:rsid w:val="00D73C43"/>
    <w:rsid w:val="00D74930"/>
    <w:rsid w:val="00D76042"/>
    <w:rsid w:val="00D7746E"/>
    <w:rsid w:val="00D80558"/>
    <w:rsid w:val="00D80CAF"/>
    <w:rsid w:val="00D8336A"/>
    <w:rsid w:val="00D83AD6"/>
    <w:rsid w:val="00D84FD3"/>
    <w:rsid w:val="00D9196F"/>
    <w:rsid w:val="00D91C2F"/>
    <w:rsid w:val="00D931B0"/>
    <w:rsid w:val="00D94F6D"/>
    <w:rsid w:val="00D95411"/>
    <w:rsid w:val="00D963EC"/>
    <w:rsid w:val="00D97858"/>
    <w:rsid w:val="00D97C2D"/>
    <w:rsid w:val="00DA2964"/>
    <w:rsid w:val="00DA3367"/>
    <w:rsid w:val="00DA4787"/>
    <w:rsid w:val="00DA52EB"/>
    <w:rsid w:val="00DA55BF"/>
    <w:rsid w:val="00DA75DD"/>
    <w:rsid w:val="00DB0A87"/>
    <w:rsid w:val="00DB111A"/>
    <w:rsid w:val="00DB2890"/>
    <w:rsid w:val="00DB2EE9"/>
    <w:rsid w:val="00DB41BB"/>
    <w:rsid w:val="00DB41F3"/>
    <w:rsid w:val="00DB496F"/>
    <w:rsid w:val="00DB4B2B"/>
    <w:rsid w:val="00DB51BA"/>
    <w:rsid w:val="00DB521C"/>
    <w:rsid w:val="00DB5744"/>
    <w:rsid w:val="00DB60A4"/>
    <w:rsid w:val="00DB7808"/>
    <w:rsid w:val="00DC1429"/>
    <w:rsid w:val="00DC4EDB"/>
    <w:rsid w:val="00DC5130"/>
    <w:rsid w:val="00DC51E4"/>
    <w:rsid w:val="00DC5268"/>
    <w:rsid w:val="00DC6CB5"/>
    <w:rsid w:val="00DC773D"/>
    <w:rsid w:val="00DD01E1"/>
    <w:rsid w:val="00DD0471"/>
    <w:rsid w:val="00DD2E58"/>
    <w:rsid w:val="00DD44F1"/>
    <w:rsid w:val="00DD4C7A"/>
    <w:rsid w:val="00DD4F8B"/>
    <w:rsid w:val="00DD65DE"/>
    <w:rsid w:val="00DD7F92"/>
    <w:rsid w:val="00DD7FBC"/>
    <w:rsid w:val="00DE013A"/>
    <w:rsid w:val="00DE1942"/>
    <w:rsid w:val="00DE48BC"/>
    <w:rsid w:val="00DE5D16"/>
    <w:rsid w:val="00DE7005"/>
    <w:rsid w:val="00DF041C"/>
    <w:rsid w:val="00DF0DB8"/>
    <w:rsid w:val="00DF0E28"/>
    <w:rsid w:val="00DF151E"/>
    <w:rsid w:val="00DF16C9"/>
    <w:rsid w:val="00DF26CB"/>
    <w:rsid w:val="00DF2F66"/>
    <w:rsid w:val="00DF595C"/>
    <w:rsid w:val="00DF6454"/>
    <w:rsid w:val="00DF7066"/>
    <w:rsid w:val="00DF7241"/>
    <w:rsid w:val="00E028FF"/>
    <w:rsid w:val="00E0425B"/>
    <w:rsid w:val="00E04C2F"/>
    <w:rsid w:val="00E060CB"/>
    <w:rsid w:val="00E0796F"/>
    <w:rsid w:val="00E1014F"/>
    <w:rsid w:val="00E11261"/>
    <w:rsid w:val="00E11A0B"/>
    <w:rsid w:val="00E13C49"/>
    <w:rsid w:val="00E14809"/>
    <w:rsid w:val="00E148A5"/>
    <w:rsid w:val="00E165BA"/>
    <w:rsid w:val="00E17463"/>
    <w:rsid w:val="00E2182F"/>
    <w:rsid w:val="00E218F0"/>
    <w:rsid w:val="00E21D49"/>
    <w:rsid w:val="00E23FB2"/>
    <w:rsid w:val="00E246F5"/>
    <w:rsid w:val="00E24B7C"/>
    <w:rsid w:val="00E265D1"/>
    <w:rsid w:val="00E30224"/>
    <w:rsid w:val="00E307A9"/>
    <w:rsid w:val="00E30849"/>
    <w:rsid w:val="00E31A1F"/>
    <w:rsid w:val="00E32947"/>
    <w:rsid w:val="00E3309C"/>
    <w:rsid w:val="00E33CD9"/>
    <w:rsid w:val="00E35B25"/>
    <w:rsid w:val="00E42619"/>
    <w:rsid w:val="00E4342C"/>
    <w:rsid w:val="00E4358E"/>
    <w:rsid w:val="00E4522B"/>
    <w:rsid w:val="00E4553F"/>
    <w:rsid w:val="00E460E3"/>
    <w:rsid w:val="00E46E68"/>
    <w:rsid w:val="00E47DD6"/>
    <w:rsid w:val="00E51E8E"/>
    <w:rsid w:val="00E52944"/>
    <w:rsid w:val="00E52F7B"/>
    <w:rsid w:val="00E55F76"/>
    <w:rsid w:val="00E56E74"/>
    <w:rsid w:val="00E57ED7"/>
    <w:rsid w:val="00E60A68"/>
    <w:rsid w:val="00E61213"/>
    <w:rsid w:val="00E61EE1"/>
    <w:rsid w:val="00E62CC7"/>
    <w:rsid w:val="00E6434A"/>
    <w:rsid w:val="00E65B2F"/>
    <w:rsid w:val="00E65B8A"/>
    <w:rsid w:val="00E660B7"/>
    <w:rsid w:val="00E66459"/>
    <w:rsid w:val="00E70772"/>
    <w:rsid w:val="00E72796"/>
    <w:rsid w:val="00E7315B"/>
    <w:rsid w:val="00E73797"/>
    <w:rsid w:val="00E73A77"/>
    <w:rsid w:val="00E74DC4"/>
    <w:rsid w:val="00E75D58"/>
    <w:rsid w:val="00E765FB"/>
    <w:rsid w:val="00E81E18"/>
    <w:rsid w:val="00E82C0A"/>
    <w:rsid w:val="00E84125"/>
    <w:rsid w:val="00E8433A"/>
    <w:rsid w:val="00E847A3"/>
    <w:rsid w:val="00E90C32"/>
    <w:rsid w:val="00E915D3"/>
    <w:rsid w:val="00E92ED5"/>
    <w:rsid w:val="00E93A5E"/>
    <w:rsid w:val="00E97F2E"/>
    <w:rsid w:val="00EA3FBD"/>
    <w:rsid w:val="00EA5599"/>
    <w:rsid w:val="00EA60B9"/>
    <w:rsid w:val="00EA6122"/>
    <w:rsid w:val="00EA6DCE"/>
    <w:rsid w:val="00EB1398"/>
    <w:rsid w:val="00EB29F2"/>
    <w:rsid w:val="00EB30C3"/>
    <w:rsid w:val="00EB343E"/>
    <w:rsid w:val="00EB3C32"/>
    <w:rsid w:val="00EB533B"/>
    <w:rsid w:val="00EC0419"/>
    <w:rsid w:val="00EC16D4"/>
    <w:rsid w:val="00EC4B71"/>
    <w:rsid w:val="00EC5380"/>
    <w:rsid w:val="00EC5A1F"/>
    <w:rsid w:val="00EC61B6"/>
    <w:rsid w:val="00ED0537"/>
    <w:rsid w:val="00ED0A0D"/>
    <w:rsid w:val="00ED0C52"/>
    <w:rsid w:val="00ED1217"/>
    <w:rsid w:val="00ED73EF"/>
    <w:rsid w:val="00EE053B"/>
    <w:rsid w:val="00EE0FC7"/>
    <w:rsid w:val="00EE173D"/>
    <w:rsid w:val="00EE17EB"/>
    <w:rsid w:val="00EE296D"/>
    <w:rsid w:val="00EE5649"/>
    <w:rsid w:val="00EE5E8E"/>
    <w:rsid w:val="00EE76A3"/>
    <w:rsid w:val="00EF0489"/>
    <w:rsid w:val="00EF0CB4"/>
    <w:rsid w:val="00EF1620"/>
    <w:rsid w:val="00EF283C"/>
    <w:rsid w:val="00EF2D50"/>
    <w:rsid w:val="00EF334C"/>
    <w:rsid w:val="00EF4260"/>
    <w:rsid w:val="00EF524F"/>
    <w:rsid w:val="00EF535D"/>
    <w:rsid w:val="00EF7E7D"/>
    <w:rsid w:val="00F00438"/>
    <w:rsid w:val="00F01302"/>
    <w:rsid w:val="00F029AE"/>
    <w:rsid w:val="00F04010"/>
    <w:rsid w:val="00F04A49"/>
    <w:rsid w:val="00F07A85"/>
    <w:rsid w:val="00F1069E"/>
    <w:rsid w:val="00F114E2"/>
    <w:rsid w:val="00F125A1"/>
    <w:rsid w:val="00F14798"/>
    <w:rsid w:val="00F14ED5"/>
    <w:rsid w:val="00F15E6C"/>
    <w:rsid w:val="00F20427"/>
    <w:rsid w:val="00F20709"/>
    <w:rsid w:val="00F2088B"/>
    <w:rsid w:val="00F219DD"/>
    <w:rsid w:val="00F2265F"/>
    <w:rsid w:val="00F235EB"/>
    <w:rsid w:val="00F25B57"/>
    <w:rsid w:val="00F27940"/>
    <w:rsid w:val="00F30655"/>
    <w:rsid w:val="00F310F5"/>
    <w:rsid w:val="00F31289"/>
    <w:rsid w:val="00F32783"/>
    <w:rsid w:val="00F32A15"/>
    <w:rsid w:val="00F34479"/>
    <w:rsid w:val="00F34ACD"/>
    <w:rsid w:val="00F34DD5"/>
    <w:rsid w:val="00F3533F"/>
    <w:rsid w:val="00F412D7"/>
    <w:rsid w:val="00F41A08"/>
    <w:rsid w:val="00F43CD2"/>
    <w:rsid w:val="00F44FE2"/>
    <w:rsid w:val="00F4552C"/>
    <w:rsid w:val="00F46071"/>
    <w:rsid w:val="00F4732F"/>
    <w:rsid w:val="00F501F3"/>
    <w:rsid w:val="00F520B6"/>
    <w:rsid w:val="00F54D57"/>
    <w:rsid w:val="00F55ED9"/>
    <w:rsid w:val="00F563E9"/>
    <w:rsid w:val="00F62BF3"/>
    <w:rsid w:val="00F65252"/>
    <w:rsid w:val="00F6539C"/>
    <w:rsid w:val="00F66F47"/>
    <w:rsid w:val="00F673E6"/>
    <w:rsid w:val="00F71319"/>
    <w:rsid w:val="00F7135F"/>
    <w:rsid w:val="00F735F8"/>
    <w:rsid w:val="00F746E4"/>
    <w:rsid w:val="00F74FDC"/>
    <w:rsid w:val="00F761BA"/>
    <w:rsid w:val="00F83D69"/>
    <w:rsid w:val="00F864FC"/>
    <w:rsid w:val="00F87998"/>
    <w:rsid w:val="00F903F9"/>
    <w:rsid w:val="00F91F7B"/>
    <w:rsid w:val="00F948E0"/>
    <w:rsid w:val="00F949E9"/>
    <w:rsid w:val="00F95AD5"/>
    <w:rsid w:val="00FA2217"/>
    <w:rsid w:val="00FA280C"/>
    <w:rsid w:val="00FA3B6E"/>
    <w:rsid w:val="00FA4433"/>
    <w:rsid w:val="00FA4A45"/>
    <w:rsid w:val="00FA4E96"/>
    <w:rsid w:val="00FA57C9"/>
    <w:rsid w:val="00FA72E6"/>
    <w:rsid w:val="00FB091C"/>
    <w:rsid w:val="00FB0C08"/>
    <w:rsid w:val="00FB0CF5"/>
    <w:rsid w:val="00FB2CD4"/>
    <w:rsid w:val="00FB4324"/>
    <w:rsid w:val="00FB4D3C"/>
    <w:rsid w:val="00FB6F99"/>
    <w:rsid w:val="00FC04BD"/>
    <w:rsid w:val="00FC1BB0"/>
    <w:rsid w:val="00FC5B49"/>
    <w:rsid w:val="00FC6F7B"/>
    <w:rsid w:val="00FD0967"/>
    <w:rsid w:val="00FD1D1D"/>
    <w:rsid w:val="00FD24B5"/>
    <w:rsid w:val="00FD2857"/>
    <w:rsid w:val="00FD466A"/>
    <w:rsid w:val="00FE1446"/>
    <w:rsid w:val="00FE16DF"/>
    <w:rsid w:val="00FE18DA"/>
    <w:rsid w:val="00FE2F08"/>
    <w:rsid w:val="00FE45D9"/>
    <w:rsid w:val="00FE4CA5"/>
    <w:rsid w:val="00FE4DA9"/>
    <w:rsid w:val="00FE516B"/>
    <w:rsid w:val="00FE79EC"/>
    <w:rsid w:val="00FF0C70"/>
    <w:rsid w:val="00FF0DC9"/>
    <w:rsid w:val="00FF0E4F"/>
    <w:rsid w:val="00FF1694"/>
    <w:rsid w:val="00FF320E"/>
    <w:rsid w:val="00FF53A7"/>
    <w:rsid w:val="00FF645B"/>
    <w:rsid w:val="00FF6A7F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60C"/>
    <w:rPr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6566,baiaagaaboqcaaad0juaaaxgnq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441E3D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441E3D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rsid w:val="00124B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4B0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124B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4B0A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20038</TotalTime>
  <Pages>94</Pages>
  <Words>-32766</Words>
  <Characters>-32766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07092018</cp:lastModifiedBy>
  <cp:revision>216</cp:revision>
  <cp:lastPrinted>2021-12-29T07:15:00Z</cp:lastPrinted>
  <dcterms:created xsi:type="dcterms:W3CDTF">2021-05-07T08:04:00Z</dcterms:created>
  <dcterms:modified xsi:type="dcterms:W3CDTF">2022-02-23T09:55:00Z</dcterms:modified>
</cp:coreProperties>
</file>