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DF" w:rsidRPr="005F749D" w:rsidRDefault="00DC36DF" w:rsidP="004363A7">
      <w:pPr>
        <w:ind w:left="-720" w:firstLine="720"/>
        <w:rPr>
          <w:b/>
          <w:bCs/>
          <w:sz w:val="32"/>
          <w:szCs w:val="32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0;width:41.25pt;height:53.25pt;z-index:251658240" fillcolor="window">
            <v:imagedata r:id="rId5" o:title=""/>
            <w10:wrap type="square" side="left" anchorx="page"/>
          </v:shape>
          <o:OLEObject Type="Embed" ProgID="Word.Picture.8" ShapeID="_x0000_s1026" DrawAspect="Content" ObjectID="_1698761265" r:id="rId6"/>
        </w:pict>
      </w:r>
    </w:p>
    <w:p w:rsidR="00DC36DF" w:rsidRDefault="00DC36DF" w:rsidP="004363A7">
      <w:pPr>
        <w:ind w:left="-720" w:firstLine="720"/>
        <w:rPr>
          <w:b/>
          <w:bCs/>
          <w:sz w:val="36"/>
          <w:szCs w:val="36"/>
        </w:rPr>
      </w:pPr>
    </w:p>
    <w:p w:rsidR="00DC36DF" w:rsidRDefault="00DC36DF" w:rsidP="004363A7">
      <w:pPr>
        <w:ind w:left="-720" w:firstLine="720"/>
        <w:rPr>
          <w:b/>
          <w:bCs/>
          <w:sz w:val="36"/>
          <w:szCs w:val="36"/>
        </w:rPr>
      </w:pPr>
    </w:p>
    <w:p w:rsidR="00DC36DF" w:rsidRPr="006178E9" w:rsidRDefault="00DC36DF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УКРАЇНА</w:t>
      </w:r>
    </w:p>
    <w:p w:rsidR="00DC36DF" w:rsidRPr="005F749D" w:rsidRDefault="00DC36DF" w:rsidP="004363A7">
      <w:pPr>
        <w:jc w:val="center"/>
        <w:rPr>
          <w:b/>
          <w:bCs/>
          <w:sz w:val="14"/>
          <w:szCs w:val="32"/>
        </w:rPr>
      </w:pPr>
    </w:p>
    <w:p w:rsidR="00DC36DF" w:rsidRPr="006178E9" w:rsidRDefault="00DC36DF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ВАЛКІВСЬКА МІСЬКА РАДА</w:t>
      </w:r>
    </w:p>
    <w:p w:rsidR="00DC36DF" w:rsidRPr="006178E9" w:rsidRDefault="00DC36DF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БОГОДУХІВСЬКОГО РАЙОНУ ХАРКІВСЬКОЇ ОБЛАСТІ</w:t>
      </w:r>
    </w:p>
    <w:p w:rsidR="00DC36DF" w:rsidRPr="005F749D" w:rsidRDefault="00DC36DF" w:rsidP="004363A7">
      <w:pPr>
        <w:jc w:val="center"/>
        <w:rPr>
          <w:b/>
          <w:bCs/>
          <w:sz w:val="32"/>
          <w:szCs w:val="32"/>
        </w:rPr>
      </w:pPr>
      <w:r w:rsidRPr="006178E9">
        <w:rPr>
          <w:b/>
          <w:bCs/>
          <w:sz w:val="28"/>
          <w:szCs w:val="28"/>
        </w:rPr>
        <w:t>Х</w:t>
      </w:r>
      <w:r w:rsidRPr="006178E9">
        <w:rPr>
          <w:b/>
          <w:bCs/>
          <w:sz w:val="28"/>
          <w:szCs w:val="28"/>
          <w:lang w:val="en-US"/>
        </w:rPr>
        <w:t>V</w:t>
      </w:r>
      <w:r w:rsidRPr="006178E9">
        <w:rPr>
          <w:b/>
          <w:bCs/>
          <w:sz w:val="28"/>
          <w:szCs w:val="28"/>
        </w:rPr>
        <w:t>ІІ</w:t>
      </w:r>
      <w:r>
        <w:rPr>
          <w:b/>
          <w:bCs/>
          <w:sz w:val="28"/>
          <w:szCs w:val="28"/>
        </w:rPr>
        <w:t>І</w:t>
      </w:r>
      <w:r w:rsidRPr="006178E9">
        <w:rPr>
          <w:b/>
          <w:bCs/>
          <w:sz w:val="28"/>
          <w:szCs w:val="28"/>
        </w:rPr>
        <w:t xml:space="preserve"> сесія  </w:t>
      </w:r>
      <w:r w:rsidRPr="006178E9">
        <w:rPr>
          <w:b/>
          <w:bCs/>
          <w:sz w:val="28"/>
          <w:szCs w:val="28"/>
          <w:lang w:val="en-US"/>
        </w:rPr>
        <w:t>V</w:t>
      </w:r>
      <w:r w:rsidRPr="006178E9">
        <w:rPr>
          <w:b/>
          <w:bCs/>
          <w:sz w:val="28"/>
          <w:szCs w:val="28"/>
        </w:rPr>
        <w:t>ІІІ скликання</w:t>
      </w:r>
      <w:r w:rsidRPr="005F749D">
        <w:rPr>
          <w:b/>
          <w:bCs/>
          <w:sz w:val="32"/>
          <w:szCs w:val="32"/>
        </w:rPr>
        <w:t xml:space="preserve"> </w:t>
      </w:r>
    </w:p>
    <w:p w:rsidR="00DC36DF" w:rsidRPr="006178E9" w:rsidRDefault="00DC36DF" w:rsidP="004363A7">
      <w:pPr>
        <w:rPr>
          <w:b/>
          <w:bCs/>
        </w:rPr>
      </w:pPr>
    </w:p>
    <w:p w:rsidR="00DC36DF" w:rsidRPr="006178E9" w:rsidRDefault="00DC36DF" w:rsidP="004363A7">
      <w:pPr>
        <w:jc w:val="center"/>
        <w:rPr>
          <w:b/>
          <w:bCs/>
          <w:sz w:val="32"/>
          <w:szCs w:val="32"/>
        </w:rPr>
      </w:pPr>
      <w:r w:rsidRPr="006178E9">
        <w:rPr>
          <w:b/>
          <w:bCs/>
          <w:sz w:val="32"/>
          <w:szCs w:val="32"/>
        </w:rPr>
        <w:t>ПРОЄКТ  РІШЕННЯ</w:t>
      </w:r>
    </w:p>
    <w:p w:rsidR="00DC36DF" w:rsidRDefault="00DC36DF" w:rsidP="004363A7">
      <w:pPr>
        <w:jc w:val="center"/>
        <w:rPr>
          <w:b/>
          <w:bCs/>
          <w:sz w:val="28"/>
          <w:szCs w:val="28"/>
        </w:rPr>
      </w:pPr>
    </w:p>
    <w:p w:rsidR="00DC36DF" w:rsidRDefault="00DC36DF" w:rsidP="004363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02  грудня 2021 року               Валки                                              № ___</w:t>
      </w:r>
    </w:p>
    <w:p w:rsidR="00DC36DF" w:rsidRPr="006178E9" w:rsidRDefault="00DC36DF" w:rsidP="004363A7"/>
    <w:p w:rsidR="00DC36DF" w:rsidRDefault="00DC36DF" w:rsidP="00467F8A">
      <w:pPr>
        <w:ind w:right="3261"/>
        <w:rPr>
          <w:b/>
          <w:bCs/>
          <w:sz w:val="28"/>
          <w:szCs w:val="28"/>
        </w:rPr>
      </w:pPr>
      <w:r w:rsidRPr="00467F8A">
        <w:rPr>
          <w:b/>
          <w:bCs/>
          <w:iCs/>
          <w:sz w:val="28"/>
          <w:szCs w:val="28"/>
        </w:rPr>
        <w:t xml:space="preserve">Про </w:t>
      </w:r>
      <w:r w:rsidRPr="00467F8A">
        <w:rPr>
          <w:b/>
          <w:bCs/>
          <w:sz w:val="28"/>
          <w:szCs w:val="28"/>
        </w:rPr>
        <w:t xml:space="preserve">звіт щодо підсумків виконання </w:t>
      </w:r>
    </w:p>
    <w:p w:rsidR="00DC36DF" w:rsidRDefault="00DC36DF" w:rsidP="00467F8A">
      <w:pPr>
        <w:ind w:right="326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цільової програми</w:t>
      </w:r>
      <w:r w:rsidRPr="00467F8A">
        <w:rPr>
          <w:b/>
          <w:bCs/>
          <w:iCs/>
          <w:sz w:val="28"/>
          <w:szCs w:val="28"/>
        </w:rPr>
        <w:t xml:space="preserve"> «Шкільний автобус» </w:t>
      </w:r>
    </w:p>
    <w:p w:rsidR="00DC36DF" w:rsidRDefault="00DC36DF" w:rsidP="00467F8A">
      <w:pPr>
        <w:ind w:right="3261"/>
        <w:rPr>
          <w:b/>
          <w:bCs/>
          <w:iCs/>
          <w:sz w:val="28"/>
          <w:szCs w:val="28"/>
        </w:rPr>
      </w:pPr>
      <w:r w:rsidRPr="00467F8A">
        <w:rPr>
          <w:b/>
          <w:bCs/>
          <w:iCs/>
          <w:sz w:val="28"/>
          <w:szCs w:val="28"/>
        </w:rPr>
        <w:t>на 2021 рік</w:t>
      </w:r>
      <w:r>
        <w:rPr>
          <w:b/>
          <w:bCs/>
          <w:iCs/>
          <w:sz w:val="28"/>
          <w:szCs w:val="28"/>
        </w:rPr>
        <w:t>,</w:t>
      </w:r>
      <w:r w:rsidRPr="00467F8A">
        <w:rPr>
          <w:b/>
          <w:bCs/>
          <w:iCs/>
          <w:sz w:val="28"/>
          <w:szCs w:val="28"/>
        </w:rPr>
        <w:t xml:space="preserve"> затвердженої рішенням  </w:t>
      </w:r>
    </w:p>
    <w:p w:rsidR="00DC36DF" w:rsidRDefault="00DC36DF" w:rsidP="00467F8A">
      <w:pPr>
        <w:ind w:right="3261"/>
        <w:rPr>
          <w:b/>
          <w:bCs/>
          <w:iCs/>
          <w:sz w:val="28"/>
          <w:szCs w:val="28"/>
        </w:rPr>
      </w:pPr>
      <w:r w:rsidRPr="00467F8A">
        <w:rPr>
          <w:b/>
          <w:bCs/>
          <w:iCs/>
          <w:sz w:val="28"/>
          <w:szCs w:val="28"/>
        </w:rPr>
        <w:t xml:space="preserve">ІІІ сесії Валківської міської ради </w:t>
      </w:r>
    </w:p>
    <w:p w:rsidR="00DC36DF" w:rsidRDefault="00DC36DF" w:rsidP="00467F8A">
      <w:pPr>
        <w:ind w:right="3261"/>
        <w:rPr>
          <w:b/>
          <w:bCs/>
          <w:iCs/>
          <w:sz w:val="28"/>
          <w:szCs w:val="28"/>
        </w:rPr>
      </w:pPr>
      <w:r w:rsidRPr="00467F8A">
        <w:rPr>
          <w:b/>
          <w:bCs/>
          <w:iCs/>
          <w:sz w:val="28"/>
          <w:szCs w:val="28"/>
          <w:lang w:val="en-US"/>
        </w:rPr>
        <w:t>V</w:t>
      </w:r>
      <w:r w:rsidRPr="00467F8A">
        <w:rPr>
          <w:b/>
          <w:bCs/>
          <w:iCs/>
          <w:sz w:val="28"/>
          <w:szCs w:val="28"/>
        </w:rPr>
        <w:t>ІІІ скликання</w:t>
      </w:r>
    </w:p>
    <w:p w:rsidR="00DC36DF" w:rsidRPr="00467F8A" w:rsidRDefault="00DC36DF" w:rsidP="00467F8A">
      <w:pPr>
        <w:ind w:right="3261"/>
        <w:rPr>
          <w:b/>
          <w:bCs/>
          <w:iCs/>
          <w:sz w:val="28"/>
          <w:szCs w:val="28"/>
        </w:rPr>
      </w:pPr>
      <w:r w:rsidRPr="00467F8A">
        <w:rPr>
          <w:b/>
          <w:bCs/>
          <w:iCs/>
          <w:sz w:val="28"/>
          <w:szCs w:val="28"/>
        </w:rPr>
        <w:t xml:space="preserve">від 22 грудня 2020 року № 33 </w:t>
      </w:r>
    </w:p>
    <w:p w:rsidR="00DC36DF" w:rsidRPr="006178E9" w:rsidRDefault="00DC36DF" w:rsidP="004363A7">
      <w:pPr>
        <w:jc w:val="both"/>
      </w:pPr>
    </w:p>
    <w:p w:rsidR="00DC36DF" w:rsidRDefault="00DC36DF" w:rsidP="00467F8A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Керуючись статтями 26, 42, 59 Закону України «Про місцеве самоврядування в Україні», </w:t>
      </w:r>
      <w:r w:rsidRPr="00467F8A">
        <w:rPr>
          <w:sz w:val="28"/>
          <w:szCs w:val="28"/>
        </w:rPr>
        <w:t>розглянувши</w:t>
      </w:r>
      <w:r w:rsidRPr="00467F8A">
        <w:rPr>
          <w:bCs/>
          <w:iCs/>
          <w:sz w:val="28"/>
          <w:szCs w:val="28"/>
        </w:rPr>
        <w:t xml:space="preserve"> звіт начальника відділу освіти </w:t>
      </w:r>
      <w:r>
        <w:rPr>
          <w:bCs/>
          <w:iCs/>
          <w:sz w:val="28"/>
          <w:szCs w:val="28"/>
        </w:rPr>
        <w:t>міської ради щодо підсумків</w:t>
      </w:r>
      <w:r w:rsidRPr="00467F8A">
        <w:rPr>
          <w:bCs/>
          <w:iCs/>
          <w:sz w:val="28"/>
          <w:szCs w:val="28"/>
        </w:rPr>
        <w:t xml:space="preserve"> виконання цільової програми «Шкільний автобус» на 2021 рік</w:t>
      </w:r>
      <w:r w:rsidRPr="0028711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лист відділу освіти міської ради від 03 листопада 2021 року № 01-31/799</w:t>
      </w:r>
      <w:r>
        <w:rPr>
          <w:bCs/>
          <w:sz w:val="28"/>
          <w:szCs w:val="28"/>
        </w:rPr>
        <w:t>,</w:t>
      </w:r>
      <w:r w:rsidRPr="0010185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висновки постійної комісії міської ради з питань </w:t>
      </w:r>
      <w:r>
        <w:rPr>
          <w:color w:val="222222"/>
          <w:sz w:val="28"/>
          <w:szCs w:val="28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>
        <w:rPr>
          <w:sz w:val="28"/>
          <w:szCs w:val="28"/>
        </w:rPr>
        <w:t xml:space="preserve">, Валківська міська рада </w:t>
      </w:r>
      <w:r>
        <w:rPr>
          <w:b/>
          <w:bCs/>
          <w:sz w:val="28"/>
          <w:szCs w:val="28"/>
        </w:rPr>
        <w:t xml:space="preserve">вирішила: </w:t>
      </w:r>
    </w:p>
    <w:p w:rsidR="00DC36DF" w:rsidRDefault="00DC36DF" w:rsidP="00FF587C">
      <w:pPr>
        <w:autoSpaceDE w:val="0"/>
        <w:autoSpaceDN w:val="0"/>
        <w:jc w:val="both"/>
        <w:rPr>
          <w:bCs/>
          <w:sz w:val="28"/>
          <w:szCs w:val="28"/>
        </w:rPr>
      </w:pPr>
    </w:p>
    <w:p w:rsidR="00DC36DF" w:rsidRDefault="00DC36DF" w:rsidP="00FF587C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67F8A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467F8A">
        <w:rPr>
          <w:iCs/>
          <w:sz w:val="28"/>
          <w:szCs w:val="28"/>
        </w:rPr>
        <w:t>Інформацію</w:t>
      </w:r>
      <w:r w:rsidRPr="00467F8A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викладену у звіті </w:t>
      </w:r>
      <w:r w:rsidRPr="00467F8A">
        <w:rPr>
          <w:bCs/>
          <w:iCs/>
          <w:sz w:val="28"/>
          <w:szCs w:val="28"/>
        </w:rPr>
        <w:t xml:space="preserve">начальника відділу освіти </w:t>
      </w:r>
      <w:r>
        <w:rPr>
          <w:bCs/>
          <w:iCs/>
          <w:sz w:val="28"/>
          <w:szCs w:val="28"/>
        </w:rPr>
        <w:t>міської ради (Іван ГОРОШКО) щодо підсумків</w:t>
      </w:r>
      <w:r w:rsidRPr="00467F8A">
        <w:rPr>
          <w:bCs/>
          <w:iCs/>
          <w:sz w:val="28"/>
          <w:szCs w:val="28"/>
        </w:rPr>
        <w:t xml:space="preserve"> виконання цільової програми «Шкільний автобус» на 2021 рік</w:t>
      </w:r>
      <w:r>
        <w:rPr>
          <w:bCs/>
          <w:iCs/>
          <w:sz w:val="28"/>
          <w:szCs w:val="28"/>
        </w:rPr>
        <w:t xml:space="preserve"> </w:t>
      </w:r>
      <w:r w:rsidRPr="00467F8A">
        <w:rPr>
          <w:sz w:val="28"/>
          <w:szCs w:val="28"/>
        </w:rPr>
        <w:t>в</w:t>
      </w:r>
      <w:r>
        <w:rPr>
          <w:sz w:val="28"/>
          <w:szCs w:val="28"/>
        </w:rPr>
        <w:t>з</w:t>
      </w:r>
      <w:r w:rsidRPr="00467F8A">
        <w:rPr>
          <w:sz w:val="28"/>
          <w:szCs w:val="28"/>
        </w:rPr>
        <w:t>яти до відома.</w:t>
      </w:r>
    </w:p>
    <w:p w:rsidR="00DC36DF" w:rsidRDefault="00DC36DF" w:rsidP="00467F8A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67F8A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467F8A">
        <w:rPr>
          <w:iCs/>
          <w:sz w:val="28"/>
          <w:szCs w:val="28"/>
        </w:rPr>
        <w:t>Зняти з контролю</w:t>
      </w:r>
      <w:r>
        <w:rPr>
          <w:iCs/>
          <w:sz w:val="28"/>
          <w:szCs w:val="28"/>
        </w:rPr>
        <w:t>,</w:t>
      </w:r>
      <w:r w:rsidRPr="00467F8A">
        <w:rPr>
          <w:iCs/>
          <w:sz w:val="28"/>
          <w:szCs w:val="28"/>
        </w:rPr>
        <w:t xml:space="preserve"> як таку що виконана та термін дії якої закінчився</w:t>
      </w:r>
      <w:r>
        <w:rPr>
          <w:iCs/>
          <w:sz w:val="28"/>
          <w:szCs w:val="28"/>
        </w:rPr>
        <w:t>,</w:t>
      </w:r>
      <w:bookmarkStart w:id="0" w:name="_GoBack"/>
      <w:bookmarkEnd w:id="0"/>
      <w:r w:rsidRPr="00467F8A">
        <w:rPr>
          <w:iCs/>
          <w:sz w:val="28"/>
          <w:szCs w:val="28"/>
        </w:rPr>
        <w:t xml:space="preserve"> </w:t>
      </w:r>
      <w:r w:rsidRPr="00467F8A">
        <w:rPr>
          <w:bCs/>
          <w:iCs/>
          <w:sz w:val="28"/>
          <w:szCs w:val="28"/>
        </w:rPr>
        <w:t>цільову програму «Шкільний автобус» на 2021 рік,</w:t>
      </w:r>
      <w:r w:rsidRPr="00467F8A">
        <w:rPr>
          <w:b/>
          <w:bCs/>
          <w:i/>
          <w:iCs/>
          <w:sz w:val="28"/>
          <w:szCs w:val="28"/>
        </w:rPr>
        <w:t xml:space="preserve"> </w:t>
      </w:r>
      <w:r w:rsidRPr="00467F8A">
        <w:rPr>
          <w:bCs/>
          <w:iCs/>
          <w:sz w:val="28"/>
          <w:szCs w:val="28"/>
        </w:rPr>
        <w:t xml:space="preserve">затверджену </w:t>
      </w:r>
      <w:r>
        <w:rPr>
          <w:iCs/>
          <w:sz w:val="28"/>
          <w:szCs w:val="28"/>
        </w:rPr>
        <w:t>рішенням</w:t>
      </w:r>
      <w:r w:rsidRPr="00467F8A">
        <w:rPr>
          <w:bCs/>
          <w:iCs/>
          <w:sz w:val="28"/>
          <w:szCs w:val="28"/>
        </w:rPr>
        <w:t xml:space="preserve"> </w:t>
      </w:r>
      <w:r w:rsidRPr="00467F8A">
        <w:rPr>
          <w:iCs/>
          <w:sz w:val="28"/>
          <w:szCs w:val="28"/>
        </w:rPr>
        <w:t xml:space="preserve">ІІІ сесії Валківської міської ради </w:t>
      </w:r>
      <w:r w:rsidRPr="00467F8A">
        <w:rPr>
          <w:iCs/>
          <w:sz w:val="28"/>
          <w:szCs w:val="28"/>
          <w:lang w:val="en-US"/>
        </w:rPr>
        <w:t>V</w:t>
      </w:r>
      <w:r w:rsidRPr="00467F8A">
        <w:rPr>
          <w:iCs/>
          <w:sz w:val="28"/>
          <w:szCs w:val="28"/>
        </w:rPr>
        <w:t>ІІІ скликання від 22 грудня 2020 року № 33.</w:t>
      </w:r>
    </w:p>
    <w:p w:rsidR="00DC36DF" w:rsidRDefault="00DC36DF" w:rsidP="00467F8A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</w:p>
    <w:p w:rsidR="00DC36DF" w:rsidRPr="006178E9" w:rsidRDefault="00DC36DF" w:rsidP="006178E9">
      <w:pPr>
        <w:autoSpaceDE w:val="0"/>
        <w:autoSpaceDN w:val="0"/>
        <w:jc w:val="both"/>
        <w:rPr>
          <w:color w:val="03074D"/>
          <w:sz w:val="28"/>
          <w:szCs w:val="28"/>
        </w:rPr>
      </w:pPr>
    </w:p>
    <w:p w:rsidR="00DC36DF" w:rsidRPr="006178E9" w:rsidRDefault="00DC36DF" w:rsidP="006178E9">
      <w:pPr>
        <w:tabs>
          <w:tab w:val="left" w:pos="6237"/>
          <w:tab w:val="left" w:pos="6521"/>
        </w:tabs>
        <w:spacing w:after="120"/>
        <w:rPr>
          <w:bCs/>
          <w:sz w:val="28"/>
          <w:szCs w:val="28"/>
        </w:rPr>
      </w:pPr>
      <w:r w:rsidRPr="006178E9">
        <w:rPr>
          <w:bCs/>
          <w:sz w:val="28"/>
          <w:szCs w:val="28"/>
        </w:rPr>
        <w:t xml:space="preserve">Міський голова                                         </w:t>
      </w:r>
      <w:r>
        <w:rPr>
          <w:bCs/>
          <w:sz w:val="28"/>
          <w:szCs w:val="28"/>
        </w:rPr>
        <w:tab/>
      </w:r>
      <w:r w:rsidRPr="006178E9">
        <w:rPr>
          <w:bCs/>
          <w:sz w:val="28"/>
          <w:szCs w:val="28"/>
        </w:rPr>
        <w:t>Валерій СКРИПНІЧЕНКО</w:t>
      </w:r>
    </w:p>
    <w:sectPr w:rsidR="00DC36DF" w:rsidRPr="006178E9" w:rsidSect="006178E9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0EA9"/>
    <w:multiLevelType w:val="multilevel"/>
    <w:tmpl w:val="82162054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3D1E5F92"/>
    <w:multiLevelType w:val="hybridMultilevel"/>
    <w:tmpl w:val="0CE2A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A03D9B"/>
    <w:multiLevelType w:val="hybridMultilevel"/>
    <w:tmpl w:val="DF0C6666"/>
    <w:lvl w:ilvl="0" w:tplc="76F02F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3A7"/>
    <w:rsid w:val="00060B45"/>
    <w:rsid w:val="000B745D"/>
    <w:rsid w:val="00101851"/>
    <w:rsid w:val="001409F5"/>
    <w:rsid w:val="00165188"/>
    <w:rsid w:val="00274ECE"/>
    <w:rsid w:val="00287110"/>
    <w:rsid w:val="00420587"/>
    <w:rsid w:val="004363A7"/>
    <w:rsid w:val="00467F8A"/>
    <w:rsid w:val="0048047F"/>
    <w:rsid w:val="0053135E"/>
    <w:rsid w:val="005F67ED"/>
    <w:rsid w:val="005F749D"/>
    <w:rsid w:val="006178E9"/>
    <w:rsid w:val="006B286D"/>
    <w:rsid w:val="006B6D44"/>
    <w:rsid w:val="007C3368"/>
    <w:rsid w:val="007C3964"/>
    <w:rsid w:val="007E06BF"/>
    <w:rsid w:val="007F621F"/>
    <w:rsid w:val="0084479E"/>
    <w:rsid w:val="00861FFA"/>
    <w:rsid w:val="008A3DDB"/>
    <w:rsid w:val="008B62BE"/>
    <w:rsid w:val="00940B5D"/>
    <w:rsid w:val="0095135B"/>
    <w:rsid w:val="009A32EB"/>
    <w:rsid w:val="009D02F6"/>
    <w:rsid w:val="00A32D86"/>
    <w:rsid w:val="00B05921"/>
    <w:rsid w:val="00B45E1B"/>
    <w:rsid w:val="00B86180"/>
    <w:rsid w:val="00BC0E04"/>
    <w:rsid w:val="00BE4FED"/>
    <w:rsid w:val="00BF31B9"/>
    <w:rsid w:val="00C1259E"/>
    <w:rsid w:val="00C21137"/>
    <w:rsid w:val="00C34FE9"/>
    <w:rsid w:val="00C602A4"/>
    <w:rsid w:val="00CE2857"/>
    <w:rsid w:val="00CF3130"/>
    <w:rsid w:val="00D37224"/>
    <w:rsid w:val="00DB6C8C"/>
    <w:rsid w:val="00DC36DF"/>
    <w:rsid w:val="00E2163E"/>
    <w:rsid w:val="00E50F28"/>
    <w:rsid w:val="00E5213B"/>
    <w:rsid w:val="00EA16E3"/>
    <w:rsid w:val="00FF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3A7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4363A7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4363A7"/>
    <w:pPr>
      <w:ind w:left="720"/>
      <w:contextualSpacing/>
    </w:pPr>
  </w:style>
  <w:style w:type="paragraph" w:styleId="NormalWeb">
    <w:name w:val="Normal (Web)"/>
    <w:basedOn w:val="Normal"/>
    <w:uiPriority w:val="99"/>
    <w:rsid w:val="007C3368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7C3368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210</Words>
  <Characters>1198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Админ</cp:lastModifiedBy>
  <cp:revision>22</cp:revision>
  <dcterms:created xsi:type="dcterms:W3CDTF">2021-11-02T07:19:00Z</dcterms:created>
  <dcterms:modified xsi:type="dcterms:W3CDTF">2021-11-18T15:21:00Z</dcterms:modified>
</cp:coreProperties>
</file>