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F1E" w:rsidRDefault="00593F1E" w:rsidP="006A10BF">
      <w:pPr>
        <w:jc w:val="center"/>
        <w:rPr>
          <w:b/>
          <w:sz w:val="36"/>
          <w:szCs w:val="36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5pt;margin-top:0;width:41.25pt;height:53.25pt;z-index:251658240" fillcolor="window">
            <v:imagedata r:id="rId5" o:title=""/>
            <w10:wrap type="square" side="right"/>
          </v:shape>
          <o:OLEObject Type="Embed" ProgID="Word.Picture.8" ShapeID="_x0000_s1026" DrawAspect="Content" ObjectID="_1691419608" r:id="rId6"/>
        </w:pict>
      </w:r>
    </w:p>
    <w:p w:rsidR="00593F1E" w:rsidRDefault="00593F1E" w:rsidP="006A10BF">
      <w:pPr>
        <w:jc w:val="center"/>
        <w:rPr>
          <w:b/>
          <w:sz w:val="36"/>
          <w:szCs w:val="36"/>
          <w:lang w:val="uk-UA"/>
        </w:rPr>
      </w:pPr>
    </w:p>
    <w:p w:rsidR="00593F1E" w:rsidRDefault="00593F1E" w:rsidP="006A10BF">
      <w:pPr>
        <w:jc w:val="center"/>
        <w:rPr>
          <w:b/>
          <w:sz w:val="36"/>
          <w:szCs w:val="36"/>
          <w:lang w:val="uk-UA"/>
        </w:rPr>
      </w:pPr>
    </w:p>
    <w:p w:rsidR="00593F1E" w:rsidRPr="006A10BF" w:rsidRDefault="00593F1E" w:rsidP="006A10BF">
      <w:pPr>
        <w:pStyle w:val="docdata"/>
        <w:spacing w:before="0" w:beforeAutospacing="0" w:after="0" w:afterAutospacing="0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</w:t>
      </w:r>
      <w:r>
        <w:rPr>
          <w:b/>
          <w:bCs/>
          <w:color w:val="000000"/>
          <w:sz w:val="28"/>
          <w:szCs w:val="28"/>
        </w:rPr>
        <w:t>У</w:t>
      </w:r>
      <w:r>
        <w:rPr>
          <w:b/>
          <w:bCs/>
          <w:color w:val="000000"/>
          <w:sz w:val="28"/>
          <w:szCs w:val="28"/>
          <w:lang w:val="uk-UA"/>
        </w:rPr>
        <w:t>КРАЇНА</w:t>
      </w:r>
    </w:p>
    <w:p w:rsidR="00593F1E" w:rsidRDefault="00593F1E" w:rsidP="006A10BF">
      <w:pPr>
        <w:pStyle w:val="NormalWeb"/>
        <w:tabs>
          <w:tab w:val="left" w:pos="709"/>
        </w:tabs>
        <w:spacing w:before="12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ВАЛКІВСЬКА МІСЬКА РАДА</w:t>
      </w:r>
    </w:p>
    <w:p w:rsidR="00593F1E" w:rsidRDefault="00593F1E" w:rsidP="006A10BF">
      <w:pPr>
        <w:pStyle w:val="NormalWeb"/>
        <w:tabs>
          <w:tab w:val="left" w:pos="709"/>
        </w:tabs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БОГОДУХІВСЬКОГО РАЙОНУ </w:t>
      </w:r>
      <w:r>
        <w:rPr>
          <w:b/>
          <w:bCs/>
        </w:rPr>
        <w:t>ХАРКІВСЬКОЇ ОБЛАСТІ</w:t>
      </w:r>
    </w:p>
    <w:p w:rsidR="00593F1E" w:rsidRDefault="00593F1E" w:rsidP="006A10BF">
      <w:pPr>
        <w:pStyle w:val="NormalWeb"/>
        <w:spacing w:before="0" w:beforeAutospacing="0" w:after="0" w:afterAutospacing="0"/>
        <w:jc w:val="center"/>
      </w:pPr>
      <w:r>
        <w:t> </w:t>
      </w:r>
    </w:p>
    <w:p w:rsidR="00593F1E" w:rsidRPr="006229BE" w:rsidRDefault="00593F1E" w:rsidP="006A10BF">
      <w:pPr>
        <w:pStyle w:val="NormalWeb"/>
        <w:spacing w:before="0" w:beforeAutospacing="0" w:after="0" w:afterAutospacing="0"/>
        <w:jc w:val="center"/>
        <w:rPr>
          <w:color w:val="FF0000"/>
          <w:sz w:val="28"/>
          <w:szCs w:val="28"/>
        </w:rPr>
      </w:pPr>
      <w:r w:rsidRPr="006229BE">
        <w:rPr>
          <w:b/>
          <w:bCs/>
          <w:color w:val="FF0000"/>
          <w:sz w:val="28"/>
          <w:szCs w:val="28"/>
        </w:rPr>
        <w:t>XIII сесія VIII скликання </w:t>
      </w:r>
    </w:p>
    <w:p w:rsidR="00593F1E" w:rsidRDefault="00593F1E" w:rsidP="006A10BF">
      <w:pPr>
        <w:pStyle w:val="NormalWeb"/>
        <w:tabs>
          <w:tab w:val="left" w:pos="4153"/>
          <w:tab w:val="left" w:pos="8307"/>
        </w:tabs>
        <w:spacing w:before="0" w:beforeAutospacing="0" w:after="0" w:afterAutospacing="0"/>
        <w:ind w:firstLine="567"/>
        <w:jc w:val="center"/>
      </w:pPr>
      <w:r>
        <w:t> </w:t>
      </w:r>
    </w:p>
    <w:p w:rsidR="00593F1E" w:rsidRDefault="00593F1E" w:rsidP="006A10BF">
      <w:pPr>
        <w:pStyle w:val="NormalWeb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Проєкт РІШЕННЯ</w:t>
      </w:r>
    </w:p>
    <w:p w:rsidR="00593F1E" w:rsidRDefault="00593F1E" w:rsidP="006A10BF">
      <w:pPr>
        <w:rPr>
          <w:b/>
          <w:sz w:val="28"/>
          <w:lang w:val="uk-UA"/>
        </w:rPr>
      </w:pPr>
    </w:p>
    <w:p w:rsidR="00593F1E" w:rsidRDefault="00593F1E" w:rsidP="006A10B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від                     2021 року                   Валки                                                 №</w:t>
      </w:r>
    </w:p>
    <w:p w:rsidR="00593F1E" w:rsidRDefault="00593F1E" w:rsidP="00F63CF7">
      <w:pPr>
        <w:rPr>
          <w:b/>
          <w:sz w:val="28"/>
          <w:lang w:val="uk-UA"/>
        </w:rPr>
      </w:pPr>
    </w:p>
    <w:p w:rsidR="00593F1E" w:rsidRDefault="00593F1E" w:rsidP="0067723C">
      <w:pPr>
        <w:rPr>
          <w:b/>
          <w:sz w:val="28"/>
          <w:szCs w:val="28"/>
          <w:lang w:val="uk-UA"/>
        </w:rPr>
      </w:pPr>
      <w:r w:rsidRPr="0074260A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розробку </w:t>
      </w:r>
      <w:r>
        <w:rPr>
          <w:b/>
          <w:sz w:val="28"/>
          <w:szCs w:val="28"/>
          <w:lang w:val="uk-UA"/>
        </w:rPr>
        <w:t>детального</w:t>
      </w:r>
    </w:p>
    <w:p w:rsidR="00593F1E" w:rsidRDefault="00593F1E" w:rsidP="0067723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плану території щодо відведення</w:t>
      </w:r>
    </w:p>
    <w:p w:rsidR="00593F1E" w:rsidRDefault="00593F1E" w:rsidP="0067723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земельної ділянки для подальшого надання </w:t>
      </w:r>
    </w:p>
    <w:p w:rsidR="00593F1E" w:rsidRDefault="00593F1E" w:rsidP="0067723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оренду з метою будівництва та розміщення базової</w:t>
      </w:r>
    </w:p>
    <w:p w:rsidR="00593F1E" w:rsidRDefault="00593F1E" w:rsidP="0067723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станції мобільного зв’</w:t>
      </w:r>
      <w:r w:rsidRPr="006B66FE">
        <w:rPr>
          <w:b/>
          <w:sz w:val="28"/>
          <w:szCs w:val="28"/>
          <w:lang w:val="uk-UA"/>
        </w:rPr>
        <w:t>язку</w:t>
      </w:r>
      <w:r>
        <w:rPr>
          <w:b/>
          <w:sz w:val="28"/>
          <w:szCs w:val="28"/>
          <w:lang w:val="uk-UA"/>
        </w:rPr>
        <w:t xml:space="preserve"> в с. Черемушна</w:t>
      </w:r>
    </w:p>
    <w:p w:rsidR="00593F1E" w:rsidRDefault="00593F1E" w:rsidP="0067723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території </w:t>
      </w:r>
      <w:r w:rsidRPr="003B1A6F">
        <w:rPr>
          <w:b/>
          <w:sz w:val="28"/>
          <w:szCs w:val="28"/>
          <w:lang w:val="uk-UA"/>
        </w:rPr>
        <w:t>Валківської</w:t>
      </w:r>
      <w:r>
        <w:rPr>
          <w:b/>
          <w:sz w:val="28"/>
          <w:szCs w:val="28"/>
          <w:lang w:val="uk-UA"/>
        </w:rPr>
        <w:t xml:space="preserve"> міської</w:t>
      </w:r>
      <w:r w:rsidRPr="003B1A6F">
        <w:rPr>
          <w:b/>
          <w:sz w:val="28"/>
          <w:szCs w:val="28"/>
          <w:lang w:val="uk-UA"/>
        </w:rPr>
        <w:t xml:space="preserve"> територіальної </w:t>
      </w:r>
    </w:p>
    <w:p w:rsidR="00593F1E" w:rsidRDefault="00593F1E" w:rsidP="0067723C">
      <w:pPr>
        <w:rPr>
          <w:b/>
          <w:sz w:val="28"/>
          <w:szCs w:val="28"/>
          <w:lang w:val="uk-UA"/>
        </w:rPr>
      </w:pPr>
      <w:r w:rsidRPr="003B1A6F">
        <w:rPr>
          <w:b/>
          <w:sz w:val="28"/>
          <w:szCs w:val="28"/>
          <w:lang w:val="uk-UA"/>
        </w:rPr>
        <w:t xml:space="preserve">громади Богодухівського району </w:t>
      </w:r>
    </w:p>
    <w:p w:rsidR="00593F1E" w:rsidRPr="003B1A6F" w:rsidRDefault="00593F1E" w:rsidP="0067723C">
      <w:pPr>
        <w:rPr>
          <w:b/>
          <w:sz w:val="28"/>
          <w:szCs w:val="28"/>
          <w:lang w:val="uk-UA"/>
        </w:rPr>
      </w:pPr>
      <w:r w:rsidRPr="003B1A6F">
        <w:rPr>
          <w:b/>
          <w:sz w:val="28"/>
          <w:szCs w:val="28"/>
          <w:lang w:val="uk-UA"/>
        </w:rPr>
        <w:t>Харківської</w:t>
      </w:r>
      <w:r>
        <w:rPr>
          <w:b/>
          <w:sz w:val="28"/>
          <w:szCs w:val="28"/>
          <w:lang w:val="uk-UA"/>
        </w:rPr>
        <w:t xml:space="preserve"> </w:t>
      </w:r>
      <w:r w:rsidRPr="003B1A6F">
        <w:rPr>
          <w:b/>
          <w:sz w:val="28"/>
          <w:szCs w:val="28"/>
          <w:lang w:val="uk-UA"/>
        </w:rPr>
        <w:t xml:space="preserve">області </w:t>
      </w:r>
    </w:p>
    <w:p w:rsidR="00593F1E" w:rsidRDefault="00593F1E" w:rsidP="00D21B87">
      <w:pPr>
        <w:pStyle w:val="HTMLPreformatted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93F1E" w:rsidRPr="00A74BEC" w:rsidRDefault="00593F1E" w:rsidP="007A2245">
      <w:pPr>
        <w:pStyle w:val="HTMLPreformatted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</w:t>
      </w:r>
      <w:r w:rsidRPr="00A74BEC">
        <w:rPr>
          <w:rFonts w:ascii="Times New Roman" w:hAnsi="Times New Roman" w:cs="Times New Roman"/>
          <w:sz w:val="28"/>
          <w:szCs w:val="28"/>
          <w:lang w:val="uk-UA"/>
        </w:rPr>
        <w:t>статтями 26, 42, 59 Закону України «Про місцеве самоврядув</w:t>
      </w:r>
      <w:r>
        <w:rPr>
          <w:rFonts w:ascii="Times New Roman" w:hAnsi="Times New Roman" w:cs="Times New Roman"/>
          <w:sz w:val="28"/>
          <w:szCs w:val="28"/>
          <w:lang w:val="uk-UA"/>
        </w:rPr>
        <w:t>ання в Україні», статтями 16, 1</w:t>
      </w:r>
      <w:r w:rsidRPr="0099408A">
        <w:rPr>
          <w:rFonts w:ascii="Times New Roman" w:hAnsi="Times New Roman" w:cs="Times New Roman"/>
          <w:sz w:val="28"/>
          <w:szCs w:val="28"/>
          <w:lang w:val="uk-UA"/>
        </w:rPr>
        <w:t xml:space="preserve">9, 21, 24 </w:t>
      </w:r>
      <w:r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регулювання містобудівної діяльності», статтею 12 Закону України «Про основи містобудування»</w:t>
      </w:r>
      <w:r w:rsidRPr="00994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Pr="00994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аказом Мін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істерства </w:t>
      </w:r>
      <w:r w:rsidRPr="00994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регіон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ального розвитку, будівництва та житлово-комунального господарства України від 16 листопада </w:t>
      </w:r>
      <w:r w:rsidRPr="00994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2011 року №2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94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90 «Про затвердження Порядку розроблення містобудівної документації»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(із змінами), </w:t>
      </w:r>
      <w:r>
        <w:rPr>
          <w:rFonts w:ascii="Times New Roman" w:hAnsi="Times New Roman" w:cs="Times New Roman"/>
          <w:sz w:val="28"/>
          <w:szCs w:val="28"/>
          <w:lang w:val="uk-UA"/>
        </w:rPr>
        <w:t>розглянувши лист представника ПрАТ</w:t>
      </w:r>
      <w:r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«Київстар»</w:t>
      </w:r>
      <w:r w:rsidRPr="00135895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детального плану території щодо відведення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, орієнтовною площею 0,0225 га, для подальшого надання в оренду з метою будівництва та розміщення базової станції мобільного зв’язку, розташованої в межах села Черемушна</w:t>
      </w:r>
      <w:r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Валківськогї міської територіальної громади </w:t>
      </w:r>
      <w:r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Богодухівського району Харківської області,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висновки постійної комісії міської ради з питань містобудування, будівництва, земельних відносин та охорони природи</w:t>
      </w:r>
      <w:r w:rsidRPr="00994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Валківська міська рада </w:t>
      </w:r>
      <w:r w:rsidRPr="00A74BEC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A74BE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93F1E" w:rsidRPr="00A74BEC" w:rsidRDefault="00593F1E" w:rsidP="007A2245">
      <w:pPr>
        <w:pStyle w:val="HTMLPreformatted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593F1E" w:rsidRPr="00097F06" w:rsidRDefault="00593F1E" w:rsidP="00A74B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99408A">
        <w:rPr>
          <w:sz w:val="28"/>
          <w:szCs w:val="28"/>
        </w:rPr>
        <w:t>Р</w:t>
      </w:r>
      <w:r>
        <w:rPr>
          <w:sz w:val="28"/>
          <w:szCs w:val="28"/>
        </w:rPr>
        <w:t>озроб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детальн</w:t>
      </w:r>
      <w:r>
        <w:rPr>
          <w:sz w:val="28"/>
          <w:szCs w:val="28"/>
          <w:lang w:val="uk-UA"/>
        </w:rPr>
        <w:t>ий</w:t>
      </w:r>
      <w:r>
        <w:rPr>
          <w:sz w:val="28"/>
          <w:szCs w:val="28"/>
        </w:rPr>
        <w:t xml:space="preserve"> план</w:t>
      </w:r>
      <w:r w:rsidRPr="00A74BEC">
        <w:rPr>
          <w:sz w:val="28"/>
          <w:szCs w:val="28"/>
        </w:rPr>
        <w:t xml:space="preserve"> території щодо відведення земельної ділянки </w:t>
      </w:r>
      <w:r>
        <w:rPr>
          <w:sz w:val="28"/>
          <w:szCs w:val="28"/>
          <w:lang w:val="uk-UA"/>
        </w:rPr>
        <w:t xml:space="preserve">орієнтовною площею 0,0225 га, для подальшого надання </w:t>
      </w:r>
      <w:r w:rsidRPr="006849C3">
        <w:rPr>
          <w:sz w:val="28"/>
          <w:szCs w:val="28"/>
          <w:lang w:val="uk-UA"/>
        </w:rPr>
        <w:t>в оре</w:t>
      </w:r>
      <w:r>
        <w:rPr>
          <w:sz w:val="28"/>
          <w:szCs w:val="28"/>
          <w:lang w:val="uk-UA"/>
        </w:rPr>
        <w:t>нду</w:t>
      </w:r>
      <w:r w:rsidRPr="006849C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 метою будівництва та розміщення базової станції мобільного зв’язку, </w:t>
      </w:r>
      <w:r w:rsidRPr="006849C3">
        <w:rPr>
          <w:sz w:val="28"/>
          <w:szCs w:val="28"/>
          <w:lang w:val="uk-UA"/>
        </w:rPr>
        <w:t xml:space="preserve"> розташованої </w:t>
      </w:r>
      <w:r>
        <w:rPr>
          <w:sz w:val="28"/>
          <w:szCs w:val="28"/>
          <w:lang w:val="uk-UA"/>
        </w:rPr>
        <w:t>в</w:t>
      </w:r>
      <w:r w:rsidRPr="006849C3">
        <w:rPr>
          <w:sz w:val="28"/>
          <w:szCs w:val="28"/>
          <w:lang w:val="uk-UA"/>
        </w:rPr>
        <w:t xml:space="preserve"> межа</w:t>
      </w:r>
      <w:r>
        <w:rPr>
          <w:sz w:val="28"/>
          <w:szCs w:val="28"/>
          <w:lang w:val="uk-UA"/>
        </w:rPr>
        <w:t>х</w:t>
      </w:r>
      <w:r w:rsidRPr="006849C3">
        <w:rPr>
          <w:sz w:val="28"/>
          <w:szCs w:val="28"/>
          <w:lang w:val="uk-UA"/>
        </w:rPr>
        <w:t xml:space="preserve"> села </w:t>
      </w:r>
      <w:r>
        <w:rPr>
          <w:sz w:val="28"/>
          <w:szCs w:val="28"/>
          <w:lang w:val="uk-UA"/>
        </w:rPr>
        <w:t>Черемушна</w:t>
      </w:r>
      <w:r w:rsidRPr="006849C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 території Валківськогї міської територіальної громади</w:t>
      </w:r>
      <w:r w:rsidRPr="006849C3">
        <w:rPr>
          <w:sz w:val="28"/>
          <w:szCs w:val="28"/>
          <w:lang w:val="uk-UA"/>
        </w:rPr>
        <w:t xml:space="preserve"> Богодухівськ</w:t>
      </w:r>
      <w:r>
        <w:rPr>
          <w:sz w:val="28"/>
          <w:szCs w:val="28"/>
          <w:lang w:val="uk-UA"/>
        </w:rPr>
        <w:t>ого району Харківської області.</w:t>
      </w:r>
    </w:p>
    <w:p w:rsidR="00593F1E" w:rsidRDefault="00593F1E" w:rsidP="00A74BEC">
      <w:pPr>
        <w:jc w:val="both"/>
        <w:rPr>
          <w:sz w:val="28"/>
          <w:szCs w:val="28"/>
          <w:lang w:val="uk-UA"/>
        </w:rPr>
      </w:pPr>
    </w:p>
    <w:p w:rsidR="00593F1E" w:rsidRPr="006849C3" w:rsidRDefault="00593F1E" w:rsidP="00A74B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>Визначити</w:t>
      </w:r>
      <w:r w:rsidRPr="00A74BEC">
        <w:rPr>
          <w:sz w:val="28"/>
          <w:szCs w:val="28"/>
        </w:rPr>
        <w:t xml:space="preserve"> замовником </w:t>
      </w:r>
      <w:r>
        <w:rPr>
          <w:sz w:val="28"/>
          <w:szCs w:val="28"/>
          <w:lang w:val="uk-UA"/>
        </w:rPr>
        <w:t>детального плану території – Валківську міську раду Богодухівського району Харківської області.</w:t>
      </w:r>
    </w:p>
    <w:p w:rsidR="00593F1E" w:rsidRDefault="00593F1E" w:rsidP="00804DE3">
      <w:pPr>
        <w:ind w:firstLine="709"/>
        <w:jc w:val="both"/>
        <w:rPr>
          <w:sz w:val="28"/>
          <w:szCs w:val="28"/>
          <w:lang w:val="uk-UA"/>
        </w:rPr>
      </w:pPr>
    </w:p>
    <w:p w:rsidR="00593F1E" w:rsidRPr="00A74BEC" w:rsidRDefault="00593F1E" w:rsidP="00804DE3">
      <w:pPr>
        <w:ind w:firstLine="709"/>
        <w:jc w:val="both"/>
        <w:rPr>
          <w:sz w:val="28"/>
          <w:szCs w:val="28"/>
          <w:lang w:val="uk-UA"/>
        </w:rPr>
      </w:pPr>
      <w:r w:rsidRPr="00A74BEC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A74BEC">
        <w:rPr>
          <w:sz w:val="28"/>
          <w:szCs w:val="28"/>
        </w:rPr>
        <w:t xml:space="preserve">Фінансування робіт по розробленню детального плану території здійснити за кошти </w:t>
      </w:r>
      <w:r>
        <w:rPr>
          <w:sz w:val="28"/>
          <w:szCs w:val="28"/>
          <w:lang w:val="uk-UA"/>
        </w:rPr>
        <w:t>ПрАТ</w:t>
      </w:r>
      <w:r w:rsidRPr="00A74B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«Київстар»</w:t>
      </w:r>
      <w:r w:rsidRPr="00A74BEC">
        <w:rPr>
          <w:sz w:val="28"/>
          <w:szCs w:val="28"/>
        </w:rPr>
        <w:t>.</w:t>
      </w:r>
    </w:p>
    <w:p w:rsidR="00593F1E" w:rsidRPr="00A74BEC" w:rsidRDefault="00593F1E" w:rsidP="00804DE3">
      <w:pPr>
        <w:ind w:firstLine="709"/>
        <w:jc w:val="both"/>
        <w:rPr>
          <w:sz w:val="28"/>
          <w:szCs w:val="28"/>
          <w:lang w:val="uk-UA"/>
        </w:rPr>
      </w:pPr>
    </w:p>
    <w:p w:rsidR="00593F1E" w:rsidRDefault="00593F1E" w:rsidP="00804DE3">
      <w:pPr>
        <w:ind w:firstLine="709"/>
        <w:jc w:val="both"/>
        <w:rPr>
          <w:sz w:val="28"/>
          <w:szCs w:val="28"/>
          <w:lang w:val="uk-UA"/>
        </w:rPr>
      </w:pPr>
      <w:r w:rsidRPr="00A74BEC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Завідувачу сектору містобудування та архітектури Валківської міської ради (Ігорю БАННІКОВУ): </w:t>
      </w:r>
    </w:p>
    <w:p w:rsidR="00593F1E" w:rsidRDefault="00593F1E" w:rsidP="00804DE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оприлюднити рішення шляхом публікації в місцевому друкованому засобі масової інформації «Сільські новини»;</w:t>
      </w:r>
    </w:p>
    <w:p w:rsidR="00593F1E" w:rsidRDefault="00593F1E" w:rsidP="00804DE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Забезпечити виконання організаційних заходів щодо розроблення детального плану території;</w:t>
      </w:r>
    </w:p>
    <w:p w:rsidR="00593F1E" w:rsidRDefault="00593F1E" w:rsidP="00804DE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 Забезпечити проведення громадських слухань щодо розробленого детального плану території для врахування громадських інтересів в порядку визначену чинним законодавством.</w:t>
      </w:r>
    </w:p>
    <w:p w:rsidR="00593F1E" w:rsidRDefault="00593F1E" w:rsidP="00804DE3">
      <w:pPr>
        <w:ind w:firstLine="709"/>
        <w:jc w:val="both"/>
        <w:rPr>
          <w:sz w:val="28"/>
          <w:szCs w:val="28"/>
          <w:lang w:val="uk-UA"/>
        </w:rPr>
      </w:pPr>
    </w:p>
    <w:p w:rsidR="00593F1E" w:rsidRDefault="00593F1E" w:rsidP="00804DE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Секретарю міської ради Людмилі ІВАНСЬКІЙ організувати роботу з оприлюднення прийнятого рішення на офіційному веб-сайті </w:t>
      </w:r>
      <w:r w:rsidRPr="00D228D2">
        <w:rPr>
          <w:sz w:val="28"/>
          <w:szCs w:val="28"/>
          <w:lang w:val="uk-UA"/>
        </w:rPr>
        <w:t>http://valky-rada.gov.ua</w:t>
      </w:r>
      <w:r>
        <w:rPr>
          <w:sz w:val="28"/>
          <w:szCs w:val="28"/>
          <w:lang w:val="uk-UA"/>
        </w:rPr>
        <w:t xml:space="preserve"> Валківської міської ради.</w:t>
      </w:r>
    </w:p>
    <w:p w:rsidR="00593F1E" w:rsidRPr="00A74BEC" w:rsidRDefault="00593F1E" w:rsidP="00614DF2">
      <w:pPr>
        <w:jc w:val="both"/>
        <w:rPr>
          <w:color w:val="C00000"/>
          <w:sz w:val="28"/>
          <w:szCs w:val="28"/>
          <w:lang w:val="uk-UA"/>
        </w:rPr>
      </w:pPr>
    </w:p>
    <w:p w:rsidR="00593F1E" w:rsidRPr="00A74BEC" w:rsidRDefault="00593F1E" w:rsidP="00804DE3">
      <w:pPr>
        <w:ind w:firstLine="709"/>
        <w:jc w:val="both"/>
        <w:rPr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Контроль за</w:t>
      </w:r>
      <w:r w:rsidRPr="00A74BEC">
        <w:rPr>
          <w:sz w:val="28"/>
          <w:szCs w:val="28"/>
          <w:lang w:val="uk-UA"/>
        </w:rPr>
        <w:t xml:space="preserve"> виконанням даного рішення покласти на постійну комісію міської ради з питань містобудування, будівництва, земельних відносин та охорони природи (Володимир ДАРАГАН).</w:t>
      </w:r>
    </w:p>
    <w:p w:rsidR="00593F1E" w:rsidRPr="00A74BEC" w:rsidRDefault="00593F1E" w:rsidP="00804DE3">
      <w:pPr>
        <w:jc w:val="both"/>
        <w:rPr>
          <w:sz w:val="28"/>
          <w:szCs w:val="28"/>
          <w:lang w:val="uk-UA"/>
        </w:rPr>
      </w:pPr>
    </w:p>
    <w:p w:rsidR="00593F1E" w:rsidRPr="00A74BEC" w:rsidRDefault="00593F1E" w:rsidP="00804DE3">
      <w:pPr>
        <w:jc w:val="both"/>
        <w:rPr>
          <w:sz w:val="28"/>
          <w:szCs w:val="28"/>
          <w:lang w:val="uk-UA"/>
        </w:rPr>
      </w:pPr>
    </w:p>
    <w:p w:rsidR="00593F1E" w:rsidRPr="00A74BEC" w:rsidRDefault="00593F1E" w:rsidP="00804DE3">
      <w:pPr>
        <w:jc w:val="both"/>
        <w:rPr>
          <w:sz w:val="28"/>
          <w:szCs w:val="28"/>
          <w:lang w:val="uk-UA"/>
        </w:rPr>
      </w:pPr>
      <w:r w:rsidRPr="00A74BEC">
        <w:rPr>
          <w:sz w:val="28"/>
          <w:szCs w:val="28"/>
          <w:lang w:val="uk-UA"/>
        </w:rPr>
        <w:t xml:space="preserve">Міський голова </w:t>
      </w:r>
      <w:r w:rsidRPr="00A74BEC">
        <w:rPr>
          <w:sz w:val="28"/>
          <w:szCs w:val="28"/>
          <w:lang w:val="uk-UA"/>
        </w:rPr>
        <w:tab/>
      </w:r>
      <w:r w:rsidRPr="00A74BEC">
        <w:rPr>
          <w:sz w:val="28"/>
          <w:szCs w:val="28"/>
          <w:lang w:val="uk-UA"/>
        </w:rPr>
        <w:tab/>
        <w:t xml:space="preserve">                                </w:t>
      </w:r>
      <w:r w:rsidRPr="00A74BEC">
        <w:rPr>
          <w:sz w:val="28"/>
          <w:szCs w:val="28"/>
          <w:lang w:val="uk-UA"/>
        </w:rPr>
        <w:tab/>
        <w:t>Валерій СКРИПНІЧЕНКО</w:t>
      </w:r>
    </w:p>
    <w:p w:rsidR="00593F1E" w:rsidRPr="00A74BEC" w:rsidRDefault="00593F1E" w:rsidP="00804DE3">
      <w:pPr>
        <w:rPr>
          <w:sz w:val="28"/>
          <w:szCs w:val="28"/>
          <w:lang w:val="uk-UA"/>
        </w:rPr>
      </w:pPr>
    </w:p>
    <w:p w:rsidR="00593F1E" w:rsidRPr="00A74BEC" w:rsidRDefault="00593F1E" w:rsidP="00804DE3">
      <w:pPr>
        <w:rPr>
          <w:sz w:val="28"/>
          <w:szCs w:val="28"/>
          <w:lang w:val="uk-UA"/>
        </w:rPr>
      </w:pPr>
    </w:p>
    <w:p w:rsidR="00593F1E" w:rsidRPr="00A74BEC" w:rsidRDefault="00593F1E" w:rsidP="00804DE3">
      <w:pPr>
        <w:rPr>
          <w:sz w:val="28"/>
          <w:szCs w:val="28"/>
          <w:lang w:val="uk-UA"/>
        </w:rPr>
      </w:pPr>
    </w:p>
    <w:p w:rsidR="00593F1E" w:rsidRPr="00A74BEC" w:rsidRDefault="00593F1E" w:rsidP="00D21B87">
      <w:pPr>
        <w:pStyle w:val="HTMLPreformatted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4BE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93F1E" w:rsidRPr="00A74BEC" w:rsidRDefault="00593F1E" w:rsidP="00D21B87">
      <w:pPr>
        <w:pStyle w:val="HTMLPreformatted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593F1E" w:rsidRPr="00A74BEC" w:rsidRDefault="00593F1E" w:rsidP="00D21B87">
      <w:pPr>
        <w:pStyle w:val="HTMLPreformatted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593F1E" w:rsidRPr="00A74BEC" w:rsidRDefault="00593F1E" w:rsidP="00D21B87">
      <w:pPr>
        <w:pStyle w:val="HTMLPreformatted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593F1E" w:rsidRPr="00A74BEC" w:rsidRDefault="00593F1E" w:rsidP="00D21B87">
      <w:pPr>
        <w:pStyle w:val="HTMLPreformatted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593F1E" w:rsidRPr="00A74BEC" w:rsidRDefault="00593F1E" w:rsidP="00D21B87">
      <w:pPr>
        <w:pStyle w:val="HTMLPreformatted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593F1E" w:rsidRPr="00A74BEC" w:rsidRDefault="00593F1E" w:rsidP="00D21B87">
      <w:pPr>
        <w:pStyle w:val="HTMLPreformatted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593F1E" w:rsidRPr="00A74BEC" w:rsidRDefault="00593F1E" w:rsidP="00D21B87">
      <w:pPr>
        <w:pStyle w:val="HTMLPreformatted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593F1E" w:rsidRPr="00A74BEC" w:rsidRDefault="00593F1E" w:rsidP="00D21B87">
      <w:pPr>
        <w:pStyle w:val="HTMLPreformatted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93F1E" w:rsidRPr="00A74BEC" w:rsidSect="000365FA">
      <w:type w:val="continuous"/>
      <w:pgSz w:w="11906" w:h="16838" w:code="9"/>
      <w:pgMar w:top="709" w:right="8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55D31"/>
    <w:multiLevelType w:val="multilevel"/>
    <w:tmpl w:val="756AE52A"/>
    <w:lvl w:ilvl="0">
      <w:start w:val="1"/>
      <w:numFmt w:val="decimal"/>
      <w:lvlText w:val="%1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7440"/>
        </w:tabs>
        <w:ind w:left="74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8160"/>
        </w:tabs>
        <w:ind w:left="81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8880"/>
        </w:tabs>
        <w:ind w:left="88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9600"/>
        </w:tabs>
        <w:ind w:left="96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10320"/>
        </w:tabs>
        <w:ind w:left="10320" w:hanging="360"/>
      </w:pPr>
      <w:rPr>
        <w:rFonts w:cs="Times New Roman"/>
      </w:rPr>
    </w:lvl>
  </w:abstractNum>
  <w:abstractNum w:abstractNumId="1">
    <w:nsid w:val="4355471E"/>
    <w:multiLevelType w:val="hybridMultilevel"/>
    <w:tmpl w:val="F682654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A5B579B"/>
    <w:multiLevelType w:val="hybridMultilevel"/>
    <w:tmpl w:val="A9A8FFF6"/>
    <w:lvl w:ilvl="0" w:tplc="35AC6CBA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4C0E7524"/>
    <w:multiLevelType w:val="hybridMultilevel"/>
    <w:tmpl w:val="FB78CC48"/>
    <w:lvl w:ilvl="0" w:tplc="7004E6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ECD06D7"/>
    <w:multiLevelType w:val="multilevel"/>
    <w:tmpl w:val="37424AFE"/>
    <w:lvl w:ilvl="0">
      <w:start w:val="1"/>
      <w:numFmt w:val="decimal"/>
      <w:lvlText w:val="%1."/>
      <w:lvlJc w:val="left"/>
      <w:pPr>
        <w:ind w:left="1572" w:hanging="10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4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  <w:rPr>
        <w:rFonts w:cs="Times New Roman" w:hint="default"/>
      </w:rPr>
    </w:lvl>
  </w:abstractNum>
  <w:abstractNum w:abstractNumId="5">
    <w:nsid w:val="7E4629E0"/>
    <w:multiLevelType w:val="multilevel"/>
    <w:tmpl w:val="605041D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3CF7"/>
    <w:rsid w:val="0000669A"/>
    <w:rsid w:val="00035913"/>
    <w:rsid w:val="000365FA"/>
    <w:rsid w:val="000624A9"/>
    <w:rsid w:val="00067F13"/>
    <w:rsid w:val="00090221"/>
    <w:rsid w:val="00097F06"/>
    <w:rsid w:val="000B3797"/>
    <w:rsid w:val="001104C1"/>
    <w:rsid w:val="00135895"/>
    <w:rsid w:val="001B75CA"/>
    <w:rsid w:val="00272A04"/>
    <w:rsid w:val="002963B5"/>
    <w:rsid w:val="00304D47"/>
    <w:rsid w:val="00317C5E"/>
    <w:rsid w:val="003516E6"/>
    <w:rsid w:val="003B1A6F"/>
    <w:rsid w:val="00423033"/>
    <w:rsid w:val="00474C46"/>
    <w:rsid w:val="00492AF9"/>
    <w:rsid w:val="00583B1B"/>
    <w:rsid w:val="00593F1E"/>
    <w:rsid w:val="00595BDA"/>
    <w:rsid w:val="005C39E0"/>
    <w:rsid w:val="005C58F1"/>
    <w:rsid w:val="00614DF2"/>
    <w:rsid w:val="006229BE"/>
    <w:rsid w:val="006248C5"/>
    <w:rsid w:val="00643269"/>
    <w:rsid w:val="0067723C"/>
    <w:rsid w:val="006774ED"/>
    <w:rsid w:val="006849C3"/>
    <w:rsid w:val="006A10BF"/>
    <w:rsid w:val="006B66FE"/>
    <w:rsid w:val="006F74C6"/>
    <w:rsid w:val="0070222D"/>
    <w:rsid w:val="00714E7C"/>
    <w:rsid w:val="0074260A"/>
    <w:rsid w:val="00753536"/>
    <w:rsid w:val="007579FD"/>
    <w:rsid w:val="00774B57"/>
    <w:rsid w:val="007A2245"/>
    <w:rsid w:val="00803AE2"/>
    <w:rsid w:val="00804DE3"/>
    <w:rsid w:val="00805C29"/>
    <w:rsid w:val="008C02BA"/>
    <w:rsid w:val="008F74BB"/>
    <w:rsid w:val="00901F96"/>
    <w:rsid w:val="00903C78"/>
    <w:rsid w:val="00904342"/>
    <w:rsid w:val="00912A71"/>
    <w:rsid w:val="009267F4"/>
    <w:rsid w:val="00940C8F"/>
    <w:rsid w:val="0098724D"/>
    <w:rsid w:val="0099408A"/>
    <w:rsid w:val="00996971"/>
    <w:rsid w:val="009B0188"/>
    <w:rsid w:val="009E6F3A"/>
    <w:rsid w:val="00A110E5"/>
    <w:rsid w:val="00A74BEC"/>
    <w:rsid w:val="00AE02AC"/>
    <w:rsid w:val="00B22022"/>
    <w:rsid w:val="00B46069"/>
    <w:rsid w:val="00B55021"/>
    <w:rsid w:val="00B947FA"/>
    <w:rsid w:val="00BD39D4"/>
    <w:rsid w:val="00BE0178"/>
    <w:rsid w:val="00C34B1F"/>
    <w:rsid w:val="00C550F8"/>
    <w:rsid w:val="00C62CE1"/>
    <w:rsid w:val="00C957F0"/>
    <w:rsid w:val="00CA5FC1"/>
    <w:rsid w:val="00CF4A68"/>
    <w:rsid w:val="00D21B87"/>
    <w:rsid w:val="00D228D2"/>
    <w:rsid w:val="00D5204D"/>
    <w:rsid w:val="00DB6611"/>
    <w:rsid w:val="00DF6379"/>
    <w:rsid w:val="00E227E4"/>
    <w:rsid w:val="00E37C00"/>
    <w:rsid w:val="00E75DF7"/>
    <w:rsid w:val="00ED7D64"/>
    <w:rsid w:val="00F63CF7"/>
    <w:rsid w:val="00F8556C"/>
    <w:rsid w:val="00F9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CF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F63CF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1D4C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F97A0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CA5FC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NormalWeb">
    <w:name w:val="Normal (Web)"/>
    <w:basedOn w:val="Normal"/>
    <w:uiPriority w:val="99"/>
    <w:rsid w:val="006A10B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ocdata">
    <w:name w:val="docdata"/>
    <w:aliases w:val="docy,v5,4084,baiaagaaboqcaaadugkaaaxicq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6A10B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97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2</Pages>
  <Words>454</Words>
  <Characters>2588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7</cp:revision>
  <cp:lastPrinted>2021-08-17T08:05:00Z</cp:lastPrinted>
  <dcterms:created xsi:type="dcterms:W3CDTF">2021-08-05T06:16:00Z</dcterms:created>
  <dcterms:modified xsi:type="dcterms:W3CDTF">2021-08-25T15:00:00Z</dcterms:modified>
</cp:coreProperties>
</file>