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FAF" w:rsidRPr="00DA7A4E" w:rsidRDefault="00906FAF" w:rsidP="002172AB">
      <w:pPr>
        <w:pStyle w:val="NormalWeb"/>
        <w:spacing w:before="0" w:beforeAutospacing="0" w:after="0" w:afterAutospacing="0"/>
        <w:jc w:val="center"/>
        <w:rPr>
          <w:b/>
          <w:sz w:val="32"/>
          <w:szCs w:val="32"/>
          <w:lang w:val="uk-UA"/>
        </w:rPr>
      </w:pPr>
      <w:r w:rsidRPr="00DA7A4E">
        <w:rPr>
          <w:b/>
          <w:sz w:val="32"/>
          <w:szCs w:val="32"/>
        </w:rPr>
        <w:t xml:space="preserve">Алгоритм </w:t>
      </w:r>
      <w:r w:rsidRPr="00DA7A4E">
        <w:rPr>
          <w:b/>
          <w:sz w:val="32"/>
          <w:szCs w:val="32"/>
          <w:lang w:val="uk-UA"/>
        </w:rPr>
        <w:t xml:space="preserve">отримання </w:t>
      </w:r>
      <w:r w:rsidRPr="00DA7A4E">
        <w:rPr>
          <w:b/>
          <w:sz w:val="32"/>
          <w:szCs w:val="32"/>
        </w:rPr>
        <w:t xml:space="preserve">соціальних послуг </w:t>
      </w:r>
    </w:p>
    <w:p w:rsidR="00906FAF" w:rsidRPr="00DA7A4E" w:rsidRDefault="00906FAF" w:rsidP="002172AB">
      <w:pPr>
        <w:pStyle w:val="NormalWeb"/>
        <w:spacing w:before="0" w:beforeAutospacing="0" w:after="0" w:afterAutospacing="0"/>
        <w:jc w:val="center"/>
        <w:rPr>
          <w:color w:val="FF0000"/>
          <w:sz w:val="32"/>
          <w:szCs w:val="32"/>
          <w:lang w:val="uk-UA"/>
        </w:rPr>
      </w:pPr>
      <w:r w:rsidRPr="00DA7A4E">
        <w:rPr>
          <w:b/>
          <w:sz w:val="32"/>
          <w:szCs w:val="32"/>
          <w:lang w:val="uk-UA"/>
        </w:rPr>
        <w:t xml:space="preserve">у </w:t>
      </w:r>
      <w:r w:rsidRPr="00DA7A4E">
        <w:rPr>
          <w:b/>
          <w:i/>
          <w:sz w:val="32"/>
          <w:szCs w:val="32"/>
          <w:lang w:val="uk-UA"/>
        </w:rPr>
        <w:t>Відділенні соціальної допомоги вдома</w:t>
      </w:r>
      <w:r w:rsidRPr="00DA7A4E">
        <w:rPr>
          <w:color w:val="FF0000"/>
          <w:sz w:val="32"/>
          <w:szCs w:val="32"/>
          <w:lang w:val="uk-UA"/>
        </w:rPr>
        <w:t xml:space="preserve"> </w:t>
      </w:r>
    </w:p>
    <w:p w:rsidR="00906FAF" w:rsidRPr="00DA7A4E" w:rsidRDefault="00906FAF" w:rsidP="002172AB">
      <w:pPr>
        <w:pStyle w:val="NormalWeb"/>
        <w:spacing w:before="0" w:beforeAutospacing="0" w:after="0" w:afterAutospacing="0"/>
        <w:jc w:val="center"/>
        <w:rPr>
          <w:b/>
          <w:sz w:val="32"/>
          <w:szCs w:val="32"/>
          <w:lang w:val="uk-UA"/>
        </w:rPr>
      </w:pPr>
      <w:r w:rsidRPr="00DA7A4E">
        <w:rPr>
          <w:b/>
          <w:sz w:val="32"/>
          <w:szCs w:val="32"/>
        </w:rPr>
        <w:t xml:space="preserve">Центру надання соціальних </w:t>
      </w:r>
      <w:r>
        <w:rPr>
          <w:b/>
          <w:sz w:val="32"/>
          <w:szCs w:val="32"/>
        </w:rPr>
        <w:t>послуг Валківської міської ради</w:t>
      </w:r>
    </w:p>
    <w:p w:rsidR="00906FAF" w:rsidRPr="002172AB" w:rsidRDefault="00906FAF" w:rsidP="002172AB">
      <w:pPr>
        <w:pStyle w:val="NormalWeb"/>
        <w:spacing w:before="0" w:beforeAutospacing="0" w:after="0" w:afterAutospacing="0"/>
        <w:jc w:val="center"/>
        <w:rPr>
          <w:b/>
          <w:sz w:val="32"/>
          <w:szCs w:val="32"/>
          <w:lang w:val="uk-UA"/>
        </w:rPr>
      </w:pPr>
    </w:p>
    <w:p w:rsidR="00906FAF" w:rsidRPr="00FF37BC" w:rsidRDefault="00906FAF" w:rsidP="00634CF9">
      <w:pPr>
        <w:pStyle w:val="NormalWeb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Підставою для розгляду питання надання соціальних послуг є подання до </w:t>
      </w:r>
      <w:r>
        <w:rPr>
          <w:color w:val="000000"/>
          <w:sz w:val="28"/>
          <w:szCs w:val="28"/>
          <w:lang w:val="uk-UA"/>
        </w:rPr>
        <w:t xml:space="preserve">Управління соціального захисту населення Валківської міської ради </w:t>
      </w:r>
      <w:r>
        <w:rPr>
          <w:color w:val="000000"/>
          <w:sz w:val="28"/>
          <w:szCs w:val="28"/>
        </w:rPr>
        <w:t xml:space="preserve">заяви особи </w:t>
      </w:r>
      <w:r w:rsidRPr="00FF37BC">
        <w:rPr>
          <w:sz w:val="28"/>
          <w:szCs w:val="28"/>
        </w:rPr>
        <w:t xml:space="preserve">або її законного представника про надання соціальних послуг. </w:t>
      </w:r>
    </w:p>
    <w:p w:rsidR="00906FAF" w:rsidRPr="002172AB" w:rsidRDefault="00906FAF" w:rsidP="00634CF9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  <w:rPr>
          <w:b/>
        </w:rPr>
      </w:pPr>
      <w:r w:rsidRPr="002172AB">
        <w:rPr>
          <w:b/>
          <w:sz w:val="28"/>
          <w:szCs w:val="28"/>
          <w:lang w:val="uk-UA"/>
        </w:rPr>
        <w:t>Д</w:t>
      </w:r>
      <w:r w:rsidRPr="002172AB">
        <w:rPr>
          <w:b/>
          <w:sz w:val="28"/>
          <w:szCs w:val="28"/>
        </w:rPr>
        <w:t>о заяви обов’язково додаються такі документи:</w:t>
      </w:r>
    </w:p>
    <w:p w:rsidR="00906FAF" w:rsidRPr="00FF37BC" w:rsidRDefault="00906FAF" w:rsidP="00634CF9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</w:pPr>
      <w:r w:rsidRPr="00FF37BC">
        <w:rPr>
          <w:sz w:val="28"/>
          <w:szCs w:val="28"/>
        </w:rPr>
        <w:t>- копія паспорта громадянина України або іншого документа,</w:t>
      </w:r>
      <w:r w:rsidRPr="00FF37BC">
        <w:rPr>
          <w:sz w:val="28"/>
          <w:szCs w:val="28"/>
          <w:lang w:val="uk-UA"/>
        </w:rPr>
        <w:t xml:space="preserve"> </w:t>
      </w:r>
      <w:r w:rsidRPr="00FF37BC">
        <w:rPr>
          <w:sz w:val="28"/>
          <w:szCs w:val="28"/>
        </w:rPr>
        <w:t>що посвідчує особу,</w:t>
      </w:r>
      <w:r w:rsidRPr="00FF37BC">
        <w:rPr>
          <w:sz w:val="28"/>
          <w:szCs w:val="28"/>
          <w:lang w:val="uk-UA"/>
        </w:rPr>
        <w:t xml:space="preserve"> </w:t>
      </w:r>
      <w:r w:rsidRPr="00FF37BC">
        <w:rPr>
          <w:sz w:val="28"/>
          <w:szCs w:val="28"/>
        </w:rPr>
        <w:t>яка потребує соціальних послуг;</w:t>
      </w:r>
    </w:p>
    <w:p w:rsidR="00906FAF" w:rsidRDefault="00906FAF" w:rsidP="00634CF9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</w:pPr>
      <w:r w:rsidRPr="00FF37BC">
        <w:rPr>
          <w:sz w:val="28"/>
          <w:szCs w:val="28"/>
        </w:rPr>
        <w:t>-</w:t>
      </w:r>
      <w:r w:rsidRPr="00FF37BC">
        <w:rPr>
          <w:sz w:val="28"/>
          <w:szCs w:val="28"/>
          <w:lang w:val="uk-UA"/>
        </w:rPr>
        <w:t xml:space="preserve"> </w:t>
      </w:r>
      <w:r w:rsidRPr="00FF37BC">
        <w:rPr>
          <w:sz w:val="28"/>
          <w:szCs w:val="28"/>
        </w:rPr>
        <w:t>копія документа,що засвідчує реєстрацію у Державному реєстрі фізичних осіб платників</w:t>
      </w:r>
      <w:r>
        <w:rPr>
          <w:color w:val="000000"/>
          <w:sz w:val="28"/>
          <w:szCs w:val="28"/>
        </w:rPr>
        <w:t xml:space="preserve"> податків,у якому зазначено реєстраційний номер облікової картки платників податків,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або копія паспорта громадянина України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(для фізичних осіб,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які через релігійні переконання відмовились прийняття реєстраційного номера облікової картки платників податків,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офіційно повідомили про це відповідному контролюючому органові мають відмітку в паспорті);</w:t>
      </w:r>
    </w:p>
    <w:p w:rsidR="00906FAF" w:rsidRDefault="00906FAF" w:rsidP="00634CF9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медичний висновок про здатність до самообслуговування та потребу в сторонній допомозі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(у разі потреби);</w:t>
      </w:r>
    </w:p>
    <w:p w:rsidR="00906FAF" w:rsidRPr="007A2673" w:rsidRDefault="00906FAF" w:rsidP="00634CF9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- копія довідки до акта огляду медико-санітарною експертною комісією (для осіб з інвалідністю);</w:t>
      </w:r>
    </w:p>
    <w:p w:rsidR="00906FAF" w:rsidRDefault="00906FAF" w:rsidP="00634CF9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копія довідки про взяття на облік внутрішньо переміщеної особи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(за наявності); </w:t>
      </w:r>
    </w:p>
    <w:p w:rsidR="00906FAF" w:rsidRDefault="00906FAF" w:rsidP="00634CF9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довідка про доходи осіб з Державного реєстру фізичних осіб-платниківподатків за шість календарних місяців, що передують місяцю звернення;</w:t>
      </w:r>
    </w:p>
    <w:p w:rsidR="00906FAF" w:rsidRDefault="00906FAF" w:rsidP="00634CF9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довідка про доходи з Пенсійного фонду України за шість календарних місяців, що передують місяцю звернення;</w:t>
      </w:r>
    </w:p>
    <w:p w:rsidR="00906FAF" w:rsidRDefault="00906FAF" w:rsidP="00634CF9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довідка фонду загальнообов’язкового державного соціального страхування для отримання інформації про страхові виплати із зазначенням фондів за шість календарних місяців, що передують місяцю звернення;</w:t>
      </w:r>
    </w:p>
    <w:p w:rsidR="00906FAF" w:rsidRDefault="00906FAF" w:rsidP="00634CF9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витяг про зареєстрованих у житловому приміщення/будинку осіб;</w:t>
      </w:r>
    </w:p>
    <w:p w:rsidR="00906FAF" w:rsidRDefault="00906FAF" w:rsidP="00634CF9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інформація з Державного реєстру речових прав на нерухоме майно.</w:t>
      </w:r>
    </w:p>
    <w:p w:rsidR="00906FAF" w:rsidRDefault="00906FAF" w:rsidP="00634CF9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На п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>дстав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 xml:space="preserve"> поданих документ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>в вино</w:t>
      </w:r>
      <w:r>
        <w:rPr>
          <w:color w:val="000000"/>
          <w:sz w:val="28"/>
          <w:szCs w:val="28"/>
          <w:lang w:val="uk-UA"/>
        </w:rPr>
        <w:t xml:space="preserve">ситься </w:t>
      </w:r>
      <w:r>
        <w:rPr>
          <w:color w:val="000000"/>
          <w:sz w:val="28"/>
          <w:szCs w:val="28"/>
        </w:rPr>
        <w:t xml:space="preserve">Рішення про надання чи відмову у наданні соціальних послуг </w:t>
      </w:r>
      <w:r>
        <w:rPr>
          <w:color w:val="000000"/>
          <w:sz w:val="28"/>
          <w:szCs w:val="28"/>
          <w:lang w:val="uk-UA"/>
        </w:rPr>
        <w:t>Управлінням соціального захисту населення Валківської міської ради</w:t>
      </w:r>
      <w:r>
        <w:rPr>
          <w:color w:val="000000"/>
          <w:sz w:val="28"/>
          <w:szCs w:val="28"/>
        </w:rPr>
        <w:t xml:space="preserve">. </w:t>
      </w:r>
    </w:p>
    <w:p w:rsidR="00906FAF" w:rsidRPr="009F3E45" w:rsidRDefault="00906FAF" w:rsidP="00634CF9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Складається індивідуальний план надання соціальної послуги.</w:t>
      </w:r>
    </w:p>
    <w:p w:rsidR="00906FAF" w:rsidRDefault="00906FAF" w:rsidP="00634CF9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</w:pPr>
      <w:r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</w:rPr>
        <w:t xml:space="preserve">кладається договір про надання соціальних послуг в письмовій формі між надавачем та отримувачем соціальних послуг чи його законним представником. </w:t>
      </w:r>
    </w:p>
    <w:p w:rsidR="00906FAF" w:rsidRDefault="00906FAF" w:rsidP="00634CF9">
      <w:pPr>
        <w:pStyle w:val="NormalWeb"/>
        <w:tabs>
          <w:tab w:val="left" w:pos="6581"/>
        </w:tabs>
        <w:spacing w:before="0" w:beforeAutospacing="0" w:after="0" w:afterAutospacing="0"/>
        <w:ind w:firstLine="709"/>
        <w:contextualSpacing/>
        <w:jc w:val="both"/>
      </w:pPr>
      <w:r>
        <w:rPr>
          <w:color w:val="000000"/>
          <w:sz w:val="28"/>
          <w:szCs w:val="28"/>
        </w:rPr>
        <w:t>Істотними умовами договору про надання соціальних послуг є назва соціальних послуг,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умови їх надання,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права,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обов’язки та відповідальність сторін,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строк дії договору та інші умови, які сторони визнають істотними.</w:t>
      </w:r>
    </w:p>
    <w:p w:rsidR="00906FAF" w:rsidRPr="00634CF9" w:rsidRDefault="00906FAF">
      <w:pPr>
        <w:rPr>
          <w:lang w:val="uk-UA"/>
        </w:rPr>
      </w:pPr>
    </w:p>
    <w:sectPr w:rsidR="00906FAF" w:rsidRPr="00634CF9" w:rsidSect="00AD2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4CF9"/>
    <w:rsid w:val="000204ED"/>
    <w:rsid w:val="00161BDA"/>
    <w:rsid w:val="00192902"/>
    <w:rsid w:val="002172AB"/>
    <w:rsid w:val="003059D3"/>
    <w:rsid w:val="00402821"/>
    <w:rsid w:val="004617E5"/>
    <w:rsid w:val="004C6F17"/>
    <w:rsid w:val="004F7C70"/>
    <w:rsid w:val="00621DF2"/>
    <w:rsid w:val="00634CF9"/>
    <w:rsid w:val="006F3F23"/>
    <w:rsid w:val="007A2673"/>
    <w:rsid w:val="008F527F"/>
    <w:rsid w:val="00906FAF"/>
    <w:rsid w:val="009F3E45"/>
    <w:rsid w:val="00AD214A"/>
    <w:rsid w:val="00BD1036"/>
    <w:rsid w:val="00CF6569"/>
    <w:rsid w:val="00DA7A4E"/>
    <w:rsid w:val="00E13350"/>
    <w:rsid w:val="00E82298"/>
    <w:rsid w:val="00F333AC"/>
    <w:rsid w:val="00F64791"/>
    <w:rsid w:val="00FF3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14A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634C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5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1</Pages>
  <Words>1526</Words>
  <Characters>870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17</cp:revision>
  <dcterms:created xsi:type="dcterms:W3CDTF">2021-07-08T11:42:00Z</dcterms:created>
  <dcterms:modified xsi:type="dcterms:W3CDTF">2021-07-09T08:04:00Z</dcterms:modified>
</cp:coreProperties>
</file>