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39" w:rsidRPr="00C8321E" w:rsidRDefault="00F84F39" w:rsidP="003C48AD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2107740" r:id="rId6"/>
        </w:object>
      </w:r>
    </w:p>
    <w:p w:rsidR="00F84F39" w:rsidRPr="000846D0" w:rsidRDefault="00F84F39" w:rsidP="003C48AD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F84F39" w:rsidRDefault="00F84F39" w:rsidP="003C48AD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F84F39" w:rsidRPr="00886A44" w:rsidRDefault="00F84F39" w:rsidP="003C48AD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F84F39" w:rsidRDefault="00F84F39" w:rsidP="003C48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84F39" w:rsidRPr="007D0354" w:rsidRDefault="00F84F39" w:rsidP="003C48AD">
      <w:pPr>
        <w:jc w:val="both"/>
        <w:rPr>
          <w:sz w:val="28"/>
          <w:szCs w:val="28"/>
        </w:rPr>
      </w:pPr>
    </w:p>
    <w:p w:rsidR="00F84F39" w:rsidRPr="007D0354" w:rsidRDefault="00F84F39" w:rsidP="003C48AD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1397</w:t>
      </w:r>
    </w:p>
    <w:p w:rsidR="00F84F39" w:rsidRPr="007D0354" w:rsidRDefault="00F84F39" w:rsidP="003C48AD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F84F39" w:rsidRPr="007D0354" w:rsidRDefault="00F84F39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F84F39" w:rsidRPr="007D0354" w:rsidTr="00ED260D">
        <w:tc>
          <w:tcPr>
            <w:tcW w:w="4570" w:type="dxa"/>
          </w:tcPr>
          <w:p w:rsidR="00F84F39" w:rsidRPr="00ED260D" w:rsidRDefault="00F84F39" w:rsidP="00ED260D">
            <w:pPr>
              <w:jc w:val="both"/>
              <w:rPr>
                <w:bCs/>
                <w:sz w:val="28"/>
                <w:szCs w:val="28"/>
              </w:rPr>
            </w:pPr>
            <w:r w:rsidRPr="00ED260D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D260D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D260D">
              <w:rPr>
                <w:bCs/>
                <w:sz w:val="28"/>
                <w:szCs w:val="28"/>
              </w:rPr>
              <w:t>ур. «Варош-вейг»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F84F39" w:rsidRPr="00ED260D" w:rsidRDefault="00F84F39" w:rsidP="00ED260D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84F39" w:rsidRDefault="00F84F39" w:rsidP="00990ADE">
      <w:pPr>
        <w:jc w:val="both"/>
        <w:rPr>
          <w:bCs/>
          <w:sz w:val="28"/>
          <w:szCs w:val="28"/>
        </w:rPr>
      </w:pPr>
    </w:p>
    <w:p w:rsidR="00F84F39" w:rsidRPr="007D0354" w:rsidRDefault="00F84F39" w:rsidP="00990ADE">
      <w:pPr>
        <w:jc w:val="both"/>
        <w:rPr>
          <w:bCs/>
          <w:sz w:val="28"/>
          <w:szCs w:val="28"/>
        </w:rPr>
      </w:pPr>
    </w:p>
    <w:p w:rsidR="00F84F39" w:rsidRPr="007D0354" w:rsidRDefault="00F84F39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«Варош-вейг»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F84F39" w:rsidRDefault="00F84F39" w:rsidP="00990ADE">
      <w:pPr>
        <w:ind w:right="-365"/>
        <w:jc w:val="center"/>
        <w:rPr>
          <w:b/>
          <w:bCs/>
          <w:sz w:val="28"/>
          <w:szCs w:val="28"/>
        </w:rPr>
      </w:pPr>
    </w:p>
    <w:p w:rsidR="00F84F39" w:rsidRDefault="00F84F3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F84F39" w:rsidRPr="007D0354" w:rsidRDefault="00F84F39" w:rsidP="00990ADE">
      <w:pPr>
        <w:ind w:right="-365"/>
        <w:jc w:val="center"/>
        <w:rPr>
          <w:b/>
          <w:bCs/>
          <w:sz w:val="28"/>
          <w:szCs w:val="28"/>
        </w:rPr>
      </w:pPr>
    </w:p>
    <w:p w:rsidR="00F84F39" w:rsidRPr="00DC0289" w:rsidRDefault="00F84F3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0,30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будівництва та обслуговування </w:t>
      </w:r>
      <w:r>
        <w:rPr>
          <w:sz w:val="28"/>
          <w:szCs w:val="28"/>
        </w:rPr>
        <w:t>будівель торгівлі</w:t>
      </w:r>
      <w:bookmarkStart w:id="0" w:name="_GoBack"/>
      <w:bookmarkEnd w:id="0"/>
      <w:r w:rsidRPr="00DC0289">
        <w:rPr>
          <w:sz w:val="28"/>
          <w:szCs w:val="28"/>
        </w:rPr>
        <w:t>.</w:t>
      </w:r>
    </w:p>
    <w:p w:rsidR="00F84F39" w:rsidRDefault="00F84F3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F84F39" w:rsidRDefault="00F84F3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F84F39" w:rsidRPr="00DC0289" w:rsidRDefault="00F84F3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F84F39" w:rsidRDefault="00F84F39" w:rsidP="00990ADE">
      <w:pPr>
        <w:jc w:val="both"/>
        <w:rPr>
          <w:bCs/>
          <w:sz w:val="28"/>
          <w:szCs w:val="28"/>
        </w:rPr>
      </w:pPr>
    </w:p>
    <w:p w:rsidR="00F84F39" w:rsidRPr="007D0354" w:rsidRDefault="00F84F39" w:rsidP="00990ADE">
      <w:pPr>
        <w:jc w:val="both"/>
        <w:rPr>
          <w:bCs/>
          <w:sz w:val="28"/>
          <w:szCs w:val="28"/>
        </w:rPr>
      </w:pPr>
    </w:p>
    <w:p w:rsidR="00F84F39" w:rsidRDefault="00F84F39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F84F39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846D0"/>
    <w:rsid w:val="00167CCE"/>
    <w:rsid w:val="00172128"/>
    <w:rsid w:val="001B6AA9"/>
    <w:rsid w:val="00270BBA"/>
    <w:rsid w:val="00317E1B"/>
    <w:rsid w:val="00340449"/>
    <w:rsid w:val="003C48AD"/>
    <w:rsid w:val="00407B70"/>
    <w:rsid w:val="00473406"/>
    <w:rsid w:val="004F7413"/>
    <w:rsid w:val="005D56B8"/>
    <w:rsid w:val="00602E7F"/>
    <w:rsid w:val="0061656D"/>
    <w:rsid w:val="006A6E3B"/>
    <w:rsid w:val="00717CB4"/>
    <w:rsid w:val="007D0354"/>
    <w:rsid w:val="007D48B0"/>
    <w:rsid w:val="00821DB4"/>
    <w:rsid w:val="00886A44"/>
    <w:rsid w:val="008C71D8"/>
    <w:rsid w:val="008E18EF"/>
    <w:rsid w:val="00990ADE"/>
    <w:rsid w:val="00A32A58"/>
    <w:rsid w:val="00A641A5"/>
    <w:rsid w:val="00AD4A7C"/>
    <w:rsid w:val="00AF2EFA"/>
    <w:rsid w:val="00B43FF3"/>
    <w:rsid w:val="00C8321E"/>
    <w:rsid w:val="00D46981"/>
    <w:rsid w:val="00DB5313"/>
    <w:rsid w:val="00DC0289"/>
    <w:rsid w:val="00E7513C"/>
    <w:rsid w:val="00ED260D"/>
    <w:rsid w:val="00F8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256</Words>
  <Characters>1462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11</cp:revision>
  <cp:lastPrinted>2017-03-27T05:15:00Z</cp:lastPrinted>
  <dcterms:created xsi:type="dcterms:W3CDTF">2016-12-08T08:50:00Z</dcterms:created>
  <dcterms:modified xsi:type="dcterms:W3CDTF">2017-03-27T05:16:00Z</dcterms:modified>
</cp:coreProperties>
</file>