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DE" w:rsidRDefault="00545BDE" w:rsidP="00D17C03">
      <w:pPr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06567503" r:id="rId8"/>
        </w:object>
      </w:r>
      <w:r>
        <w:rPr>
          <w:sz w:val="31"/>
          <w:szCs w:val="31"/>
          <w:lang w:val="uk-UA"/>
        </w:rPr>
        <w:t xml:space="preserve">                                                    </w:t>
      </w:r>
    </w:p>
    <w:p w:rsidR="00545BDE" w:rsidRPr="00D17C03" w:rsidRDefault="00545BDE" w:rsidP="00D17C03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</w:pPr>
      <w:r w:rsidRPr="00D17C03">
        <w:rPr>
          <w:rStyle w:val="124pt"/>
          <w:b/>
          <w:bCs/>
          <w:noProof w:val="0"/>
          <w:lang w:eastAsia="uk-UA"/>
        </w:rPr>
        <w:t>УКРАЇНА</w:t>
      </w:r>
    </w:p>
    <w:p w:rsidR="00545BDE" w:rsidRPr="00D17C03" w:rsidRDefault="00545BDE" w:rsidP="00D17C03">
      <w:pPr>
        <w:pStyle w:val="120"/>
        <w:keepNext/>
        <w:keepLines/>
        <w:shd w:val="clear" w:color="auto" w:fill="auto"/>
        <w:spacing w:before="0" w:line="310" w:lineRule="exact"/>
      </w:pPr>
      <w:r w:rsidRPr="00D17C03">
        <w:rPr>
          <w:noProof w:val="0"/>
          <w:lang w:eastAsia="uk-UA"/>
        </w:rPr>
        <w:t>ТЯЧІВСЬКА МІСЬКА РАДА</w:t>
      </w:r>
    </w:p>
    <w:p w:rsidR="00545BDE" w:rsidRPr="00D17C03" w:rsidRDefault="00545BDE" w:rsidP="00D17C03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color w:val="000000"/>
        </w:rPr>
      </w:pPr>
      <w:r w:rsidRPr="00D17C03">
        <w:rPr>
          <w:noProof w:val="0"/>
          <w:color w:val="000000"/>
          <w:lang w:val="uk-UA" w:eastAsia="uk-UA"/>
        </w:rPr>
        <w:t xml:space="preserve">Двадцять восьма </w:t>
      </w:r>
      <w:r w:rsidRPr="00D17C03">
        <w:rPr>
          <w:noProof w:val="0"/>
          <w:color w:val="000000"/>
          <w:lang w:eastAsia="uk-UA"/>
        </w:rPr>
        <w:t xml:space="preserve">сесія </w:t>
      </w:r>
      <w:r w:rsidRPr="00D17C03">
        <w:rPr>
          <w:noProof w:val="0"/>
          <w:color w:val="000000"/>
          <w:lang w:val="uk-UA" w:eastAsia="uk-UA"/>
        </w:rPr>
        <w:t>сьомого</w:t>
      </w:r>
      <w:r w:rsidRPr="00D17C03">
        <w:rPr>
          <w:noProof w:val="0"/>
          <w:color w:val="000000"/>
          <w:lang w:eastAsia="uk-UA"/>
        </w:rPr>
        <w:t xml:space="preserve"> скликання</w:t>
      </w:r>
    </w:p>
    <w:p w:rsidR="00545BDE" w:rsidRPr="00D17C03" w:rsidRDefault="00545BDE" w:rsidP="00D17C03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b/>
          <w:bCs/>
          <w:noProof w:val="0"/>
          <w:lang w:val="uk-UA" w:eastAsia="uk-UA"/>
        </w:rPr>
      </w:pPr>
      <w:r w:rsidRPr="00D17C03">
        <w:rPr>
          <w:rStyle w:val="124pt"/>
          <w:b/>
          <w:bCs/>
          <w:noProof w:val="0"/>
          <w:lang w:eastAsia="uk-UA"/>
        </w:rPr>
        <w:t>РІШЕННЯ</w:t>
      </w:r>
    </w:p>
    <w:p w:rsidR="00545BDE" w:rsidRDefault="00545BDE" w:rsidP="00D17C03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noProof w:val="0"/>
          <w:shd w:val="clear" w:color="auto" w:fill="auto"/>
        </w:rPr>
      </w:pPr>
    </w:p>
    <w:p w:rsidR="00545BDE" w:rsidRDefault="00545BDE" w:rsidP="00D17C03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lang w:val="uk-UA"/>
        </w:rPr>
      </w:pPr>
    </w:p>
    <w:p w:rsidR="00545BDE" w:rsidRDefault="00545BDE" w:rsidP="00D17C0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18 грудня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 xml:space="preserve"> 3099</w:t>
      </w:r>
    </w:p>
    <w:p w:rsidR="00545BDE" w:rsidRDefault="00545BDE" w:rsidP="00D17C03">
      <w:pPr>
        <w:rPr>
          <w:sz w:val="28"/>
          <w:szCs w:val="28"/>
          <w:lang w:val="uk-UA"/>
        </w:rPr>
      </w:pP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Тячів</w:t>
      </w:r>
    </w:p>
    <w:p w:rsidR="00545BDE" w:rsidRDefault="00545BDE" w:rsidP="00D17C03">
      <w:pPr>
        <w:rPr>
          <w:sz w:val="28"/>
          <w:szCs w:val="28"/>
          <w:lang w:val="uk-UA"/>
        </w:rPr>
      </w:pPr>
    </w:p>
    <w:p w:rsidR="00545BDE" w:rsidRDefault="00545BDE" w:rsidP="007401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     внесення       змін       до      відомостей      про </w:t>
      </w:r>
    </w:p>
    <w:p w:rsidR="00545BDE" w:rsidRDefault="00545BDE" w:rsidP="007401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Округлянську  загальноосвітню школу І-ІІ ступенів    </w:t>
      </w:r>
    </w:p>
    <w:p w:rsidR="00545BDE" w:rsidRDefault="00545BDE" w:rsidP="007401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Тячівської         міської          ради        Закарпатської  </w:t>
      </w:r>
    </w:p>
    <w:p w:rsidR="00545BDE" w:rsidRDefault="00545BDE" w:rsidP="007401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області та затвердження її Статуту у новій  редакції.</w:t>
      </w:r>
    </w:p>
    <w:p w:rsidR="00545BDE" w:rsidRDefault="00545BDE" w:rsidP="00740146">
      <w:pPr>
        <w:rPr>
          <w:sz w:val="28"/>
          <w:szCs w:val="28"/>
          <w:lang w:val="uk-UA"/>
        </w:rPr>
      </w:pPr>
    </w:p>
    <w:p w:rsidR="00545BDE" w:rsidRDefault="00545BDE" w:rsidP="0074014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На підставі законів «Про освіту», «Про загальну середню освіту», «Про місцеве самоврядування 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>, Положення про загальноосвітній навчальний заклад двадцять восьма</w:t>
      </w:r>
      <w:r>
        <w:rPr>
          <w:color w:val="000000"/>
          <w:sz w:val="28"/>
          <w:szCs w:val="28"/>
          <w:lang w:val="uk-UA"/>
        </w:rPr>
        <w:t xml:space="preserve"> сесія сьомого скликання Тячівської міської ради Закарпатської області </w:t>
      </w:r>
    </w:p>
    <w:p w:rsidR="00545BDE" w:rsidRDefault="00545BDE" w:rsidP="007401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45BDE" w:rsidRDefault="00545BDE" w:rsidP="00740146">
      <w:pPr>
        <w:jc w:val="both"/>
        <w:rPr>
          <w:sz w:val="28"/>
          <w:szCs w:val="28"/>
          <w:lang w:val="uk-UA"/>
        </w:rPr>
      </w:pPr>
    </w:p>
    <w:p w:rsidR="00545BDE" w:rsidRDefault="00545BDE" w:rsidP="0074014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1. Внести зміни до відомостей про Округлянську загальноосвітню школу І-ІІ ступенів Тячівської міської ради Закарпатської області, </w:t>
      </w:r>
      <w:r>
        <w:rPr>
          <w:bCs/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містяться в Єдиному державному реєстрі </w:t>
      </w:r>
      <w:r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>
        <w:rPr>
          <w:sz w:val="28"/>
          <w:szCs w:val="28"/>
          <w:lang w:val="uk-UA"/>
        </w:rPr>
        <w:t>та затвердити її Статут у новій редакції (додається).</w:t>
      </w:r>
    </w:p>
    <w:p w:rsidR="00545BDE" w:rsidRDefault="00545BDE" w:rsidP="007401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Директору школи провести </w:t>
      </w:r>
      <w:r>
        <w:rPr>
          <w:bCs/>
          <w:sz w:val="28"/>
          <w:szCs w:val="28"/>
          <w:lang w:val="uk-UA"/>
        </w:rPr>
        <w:t xml:space="preserve">державну реєстрацію змін до відомостей про </w:t>
      </w:r>
      <w:r>
        <w:rPr>
          <w:sz w:val="28"/>
          <w:szCs w:val="28"/>
          <w:lang w:val="uk-UA"/>
        </w:rPr>
        <w:t xml:space="preserve">загальноосвітню школу, </w:t>
      </w:r>
      <w:r>
        <w:rPr>
          <w:bCs/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містяться в Єдиному державному реєстрі </w:t>
      </w:r>
      <w:r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>
        <w:rPr>
          <w:sz w:val="28"/>
          <w:szCs w:val="28"/>
          <w:lang w:val="uk-UA"/>
        </w:rPr>
        <w:t>у реєстраційній службі Тячівського районного управління юстиції у встановленому законодавством порядку.</w:t>
      </w:r>
    </w:p>
    <w:p w:rsidR="00545BDE" w:rsidRDefault="00545BDE" w:rsidP="007401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Контроль за виконанням рішення покласти на депутатські комісії з питань прав людини, законності, депутатської діяльності і етики (голова комісії Петер Е.Б.) та з питань освіти, культури, молоді, фізкультури і спорту, охорони здоров’я та соціального захисту населення (голова комісії Джурджа В.В.).</w:t>
      </w:r>
    </w:p>
    <w:p w:rsidR="00545BDE" w:rsidRDefault="00545BDE" w:rsidP="00740146">
      <w:pPr>
        <w:shd w:val="clear" w:color="auto" w:fill="FFFFFF"/>
        <w:tabs>
          <w:tab w:val="left" w:pos="5220"/>
          <w:tab w:val="left" w:pos="5779"/>
        </w:tabs>
        <w:jc w:val="both"/>
        <w:rPr>
          <w:color w:val="000000"/>
          <w:sz w:val="28"/>
          <w:szCs w:val="28"/>
          <w:lang w:val="uk-UA"/>
        </w:rPr>
      </w:pPr>
    </w:p>
    <w:p w:rsidR="00545BDE" w:rsidRDefault="00545BDE" w:rsidP="00740146">
      <w:pPr>
        <w:shd w:val="clear" w:color="auto" w:fill="FFFFFF"/>
        <w:tabs>
          <w:tab w:val="left" w:pos="5220"/>
          <w:tab w:val="left" w:pos="5779"/>
        </w:tabs>
        <w:jc w:val="both"/>
        <w:rPr>
          <w:color w:val="000000"/>
          <w:sz w:val="28"/>
          <w:szCs w:val="28"/>
          <w:lang w:val="uk-UA"/>
        </w:rPr>
      </w:pPr>
    </w:p>
    <w:p w:rsidR="00545BDE" w:rsidRDefault="00545BDE" w:rsidP="00740146">
      <w:pPr>
        <w:shd w:val="clear" w:color="auto" w:fill="FFFFFF"/>
        <w:tabs>
          <w:tab w:val="left" w:pos="5220"/>
          <w:tab w:val="left" w:pos="5779"/>
        </w:tabs>
        <w:jc w:val="both"/>
        <w:rPr>
          <w:color w:val="000000"/>
          <w:sz w:val="28"/>
          <w:szCs w:val="28"/>
          <w:lang w:val="uk-UA"/>
        </w:rPr>
      </w:pPr>
    </w:p>
    <w:p w:rsidR="00545BDE" w:rsidRDefault="00545BDE" w:rsidP="00740146">
      <w:pPr>
        <w:shd w:val="clear" w:color="auto" w:fill="FFFFFF"/>
        <w:tabs>
          <w:tab w:val="left" w:pos="5220"/>
          <w:tab w:val="left" w:pos="577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І.І.Ковач</w:t>
      </w:r>
    </w:p>
    <w:p w:rsidR="00545BDE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545BDE" w:rsidRPr="005B03BD" w:rsidRDefault="00545BDE" w:rsidP="005B200B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lang w:val="uk-UA"/>
        </w:rPr>
      </w:pPr>
      <w:r w:rsidRPr="005B03BD">
        <w:rPr>
          <w:b/>
          <w:sz w:val="28"/>
          <w:szCs w:val="28"/>
          <w:lang w:val="uk-UA"/>
        </w:rPr>
        <w:t>«ЗАТВЕРДЖЕНО»</w:t>
      </w:r>
    </w:p>
    <w:p w:rsidR="00545BDE" w:rsidRDefault="00545BDE" w:rsidP="005B200B">
      <w:pPr>
        <w:shd w:val="clear" w:color="auto" w:fill="FFFFFF"/>
        <w:tabs>
          <w:tab w:val="left" w:pos="5220"/>
          <w:tab w:val="left" w:leader="underscore" w:pos="9826"/>
        </w:tabs>
        <w:ind w:left="5220"/>
        <w:jc w:val="both"/>
        <w:rPr>
          <w:sz w:val="28"/>
          <w:szCs w:val="28"/>
          <w:lang w:val="uk-UA"/>
        </w:rPr>
      </w:pPr>
      <w:r w:rsidRPr="00E1673E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en-JM"/>
        </w:rPr>
        <w:t>XXVIII</w:t>
      </w:r>
      <w:r w:rsidRPr="00291E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</w:p>
    <w:p w:rsidR="00545BDE" w:rsidRDefault="00545BDE" w:rsidP="005B200B">
      <w:pPr>
        <w:shd w:val="clear" w:color="auto" w:fill="FFFFFF"/>
        <w:tabs>
          <w:tab w:val="left" w:pos="5220"/>
          <w:tab w:val="left" w:leader="underscore" w:pos="9826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JM"/>
        </w:rPr>
        <w:t>VII</w:t>
      </w:r>
      <w:r w:rsidRPr="00291E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545BDE" w:rsidRPr="00E1673E" w:rsidRDefault="00545BDE" w:rsidP="005B200B">
      <w:pPr>
        <w:shd w:val="clear" w:color="auto" w:fill="FFFFFF"/>
        <w:tabs>
          <w:tab w:val="left" w:pos="714"/>
          <w:tab w:val="left" w:pos="5220"/>
        </w:tabs>
        <w:ind w:left="52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Тячівської </w:t>
      </w:r>
      <w:r w:rsidRPr="00E1673E">
        <w:rPr>
          <w:sz w:val="28"/>
          <w:szCs w:val="28"/>
          <w:lang w:val="uk-UA"/>
        </w:rPr>
        <w:t>міської ради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Закарпатської області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3099 від 18 грудня 2018 року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Тячівський міський голова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Pr="00A73480">
        <w:rPr>
          <w:b/>
          <w:sz w:val="28"/>
          <w:szCs w:val="28"/>
          <w:lang w:val="uk-UA"/>
        </w:rPr>
        <w:t>І.І.Ковач</w:t>
      </w:r>
    </w:p>
    <w:p w:rsidR="00545BDE" w:rsidRPr="00E1673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jc w:val="both"/>
        <w:rPr>
          <w:sz w:val="28"/>
          <w:szCs w:val="28"/>
          <w:lang w:val="uk-UA"/>
        </w:rPr>
      </w:pPr>
    </w:p>
    <w:p w:rsidR="00545BDE" w:rsidRPr="005B03BD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b/>
          <w:spacing w:val="-7"/>
          <w:sz w:val="28"/>
          <w:szCs w:val="28"/>
          <w:lang w:val="uk-UA"/>
        </w:rPr>
      </w:pPr>
      <w:r w:rsidRPr="005B03BD">
        <w:rPr>
          <w:b/>
          <w:spacing w:val="-7"/>
          <w:sz w:val="28"/>
          <w:szCs w:val="28"/>
          <w:lang w:val="uk-UA"/>
        </w:rPr>
        <w:t>«ПОГОДЖЕНО»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Управління освіти, охорони здоров’я, 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культури, сім’ї, молоді та спорту 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Тячівської міської ради 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Закарпатської області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Наказ № 139 від 12 грудня 2018 року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Начальник управління</w:t>
      </w:r>
    </w:p>
    <w:p w:rsidR="00545BDE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</w:p>
    <w:p w:rsidR="00545BDE" w:rsidRPr="00A73480" w:rsidRDefault="00545BDE" w:rsidP="005B200B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b/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___________ </w:t>
      </w:r>
      <w:r w:rsidRPr="00A73480">
        <w:rPr>
          <w:b/>
          <w:spacing w:val="-7"/>
          <w:sz w:val="28"/>
          <w:szCs w:val="28"/>
          <w:lang w:val="uk-UA"/>
        </w:rPr>
        <w:t>С.І. Дерен</w:t>
      </w:r>
    </w:p>
    <w:p w:rsidR="00545BDE" w:rsidRDefault="00545BDE" w:rsidP="005B200B">
      <w:pPr>
        <w:rPr>
          <w:b/>
          <w:sz w:val="44"/>
          <w:szCs w:val="28"/>
          <w:lang w:val="uk-UA"/>
        </w:rPr>
      </w:pPr>
      <w:bookmarkStart w:id="0" w:name="_GoBack"/>
      <w:bookmarkEnd w:id="0"/>
    </w:p>
    <w:p w:rsidR="00545BDE" w:rsidRPr="00A73480" w:rsidRDefault="00545BDE" w:rsidP="005B200B">
      <w:pPr>
        <w:jc w:val="center"/>
        <w:rPr>
          <w:b/>
          <w:sz w:val="56"/>
          <w:szCs w:val="56"/>
          <w:lang w:val="uk-UA"/>
        </w:rPr>
      </w:pPr>
      <w:r w:rsidRPr="00A73480">
        <w:rPr>
          <w:b/>
          <w:sz w:val="56"/>
          <w:szCs w:val="56"/>
          <w:lang w:val="uk-UA"/>
        </w:rPr>
        <w:t>СТАТУТ</w:t>
      </w:r>
    </w:p>
    <w:p w:rsidR="00545BDE" w:rsidRPr="00277259" w:rsidRDefault="00545BDE" w:rsidP="005B200B">
      <w:pPr>
        <w:pStyle w:val="Title"/>
        <w:rPr>
          <w:i w:val="0"/>
          <w:sz w:val="44"/>
          <w:szCs w:val="44"/>
        </w:rPr>
      </w:pPr>
      <w:r>
        <w:rPr>
          <w:i w:val="0"/>
          <w:sz w:val="44"/>
          <w:szCs w:val="44"/>
        </w:rPr>
        <w:t>Округлянської</w:t>
      </w:r>
      <w:r w:rsidRPr="00277259">
        <w:rPr>
          <w:i w:val="0"/>
          <w:sz w:val="44"/>
          <w:szCs w:val="44"/>
        </w:rPr>
        <w:t xml:space="preserve"> загальноосвітньої</w:t>
      </w:r>
    </w:p>
    <w:p w:rsidR="00545BDE" w:rsidRPr="00277259" w:rsidRDefault="00545BDE" w:rsidP="005B200B">
      <w:pPr>
        <w:pStyle w:val="Title"/>
        <w:rPr>
          <w:i w:val="0"/>
          <w:sz w:val="44"/>
          <w:szCs w:val="44"/>
        </w:rPr>
      </w:pPr>
      <w:r>
        <w:rPr>
          <w:i w:val="0"/>
          <w:sz w:val="44"/>
          <w:szCs w:val="44"/>
        </w:rPr>
        <w:t>школи І-ІІ</w:t>
      </w:r>
      <w:r w:rsidRPr="00277259">
        <w:rPr>
          <w:i w:val="0"/>
          <w:sz w:val="44"/>
          <w:szCs w:val="44"/>
        </w:rPr>
        <w:t xml:space="preserve"> ступенів</w:t>
      </w:r>
    </w:p>
    <w:p w:rsidR="00545BDE" w:rsidRPr="00277259" w:rsidRDefault="00545BDE" w:rsidP="005B200B">
      <w:pPr>
        <w:pStyle w:val="Title"/>
        <w:rPr>
          <w:i w:val="0"/>
          <w:sz w:val="44"/>
          <w:szCs w:val="44"/>
        </w:rPr>
      </w:pPr>
      <w:r>
        <w:rPr>
          <w:i w:val="0"/>
          <w:sz w:val="44"/>
          <w:szCs w:val="44"/>
        </w:rPr>
        <w:t>Тячівської міської ради</w:t>
      </w:r>
    </w:p>
    <w:p w:rsidR="00545BDE" w:rsidRDefault="00545BDE" w:rsidP="009A6AFF">
      <w:pPr>
        <w:jc w:val="center"/>
        <w:rPr>
          <w:i/>
          <w:sz w:val="44"/>
          <w:szCs w:val="44"/>
          <w:lang w:val="uk-UA"/>
        </w:rPr>
      </w:pPr>
      <w:r w:rsidRPr="00277259">
        <w:rPr>
          <w:i/>
          <w:sz w:val="44"/>
          <w:szCs w:val="44"/>
        </w:rPr>
        <w:t>Закарпатської області</w:t>
      </w:r>
    </w:p>
    <w:p w:rsidR="00545BDE" w:rsidRPr="00277259" w:rsidRDefault="00545BDE" w:rsidP="009A6AFF">
      <w:pPr>
        <w:jc w:val="center"/>
        <w:rPr>
          <w:i/>
          <w:sz w:val="44"/>
          <w:szCs w:val="28"/>
          <w:lang w:val="uk-UA"/>
        </w:rPr>
      </w:pPr>
      <w:r w:rsidRPr="00277259">
        <w:rPr>
          <w:i/>
          <w:sz w:val="44"/>
          <w:szCs w:val="28"/>
          <w:lang w:val="uk-UA"/>
        </w:rPr>
        <w:t>(нова редакція)</w:t>
      </w:r>
    </w:p>
    <w:p w:rsidR="00545BDE" w:rsidRPr="00A73480" w:rsidRDefault="00545BDE" w:rsidP="005B200B">
      <w:pPr>
        <w:pStyle w:val="Title"/>
        <w:rPr>
          <w:sz w:val="44"/>
          <w:szCs w:val="44"/>
        </w:rPr>
      </w:pPr>
      <w:r w:rsidRPr="00A73480">
        <w:rPr>
          <w:sz w:val="44"/>
          <w:szCs w:val="44"/>
        </w:rPr>
        <w:t>(Ідентифікаційний код – 25998850)</w:t>
      </w:r>
    </w:p>
    <w:p w:rsidR="00545BDE" w:rsidRPr="0053543C" w:rsidRDefault="00545BDE" w:rsidP="005B200B">
      <w:pPr>
        <w:pStyle w:val="Title"/>
        <w:rPr>
          <w:sz w:val="40"/>
        </w:rPr>
      </w:pPr>
    </w:p>
    <w:p w:rsidR="00545BDE" w:rsidRPr="001D450C" w:rsidRDefault="00545BDE" w:rsidP="005B200B">
      <w:pPr>
        <w:jc w:val="center"/>
        <w:rPr>
          <w:sz w:val="56"/>
          <w:szCs w:val="28"/>
          <w:lang w:val="uk-UA"/>
        </w:rPr>
      </w:pPr>
    </w:p>
    <w:p w:rsidR="00545BDE" w:rsidRPr="001D450C" w:rsidRDefault="00545BDE" w:rsidP="005B200B">
      <w:pPr>
        <w:jc w:val="center"/>
        <w:rPr>
          <w:sz w:val="56"/>
          <w:szCs w:val="28"/>
          <w:lang w:val="uk-UA"/>
        </w:rPr>
      </w:pPr>
    </w:p>
    <w:p w:rsidR="00545BDE" w:rsidRDefault="00545BDE" w:rsidP="005B200B">
      <w:pPr>
        <w:jc w:val="center"/>
        <w:rPr>
          <w:sz w:val="44"/>
          <w:szCs w:val="28"/>
          <w:lang w:val="uk-UA"/>
        </w:rPr>
      </w:pPr>
    </w:p>
    <w:p w:rsidR="00545BDE" w:rsidRPr="001D450C" w:rsidRDefault="00545BDE" w:rsidP="005B200B">
      <w:pPr>
        <w:jc w:val="center"/>
        <w:rPr>
          <w:sz w:val="44"/>
          <w:szCs w:val="28"/>
          <w:lang w:val="uk-UA"/>
        </w:rPr>
      </w:pPr>
    </w:p>
    <w:p w:rsidR="00545BDE" w:rsidRPr="00A73480" w:rsidRDefault="00545BDE" w:rsidP="005B200B">
      <w:pPr>
        <w:jc w:val="center"/>
        <w:rPr>
          <w:b/>
          <w:bCs/>
          <w:sz w:val="28"/>
          <w:szCs w:val="28"/>
          <w:lang w:val="uk-UA"/>
        </w:rPr>
      </w:pPr>
      <w:r w:rsidRPr="00A73480">
        <w:rPr>
          <w:b/>
          <w:bCs/>
          <w:sz w:val="28"/>
          <w:szCs w:val="28"/>
          <w:lang w:val="uk-UA"/>
        </w:rPr>
        <w:t>м. Тячів</w:t>
      </w:r>
    </w:p>
    <w:p w:rsidR="00545BDE" w:rsidRPr="00A73480" w:rsidRDefault="00545BDE" w:rsidP="005B200B">
      <w:pPr>
        <w:jc w:val="center"/>
        <w:rPr>
          <w:b/>
          <w:bCs/>
          <w:sz w:val="28"/>
          <w:szCs w:val="28"/>
          <w:lang w:val="uk-UA"/>
        </w:rPr>
      </w:pPr>
      <w:r w:rsidRPr="00A73480">
        <w:rPr>
          <w:b/>
          <w:bCs/>
          <w:sz w:val="28"/>
          <w:szCs w:val="28"/>
          <w:lang w:val="uk-UA"/>
        </w:rPr>
        <w:t>2018 рік</w:t>
      </w:r>
    </w:p>
    <w:p w:rsidR="00545BDE" w:rsidRPr="009859A6" w:rsidRDefault="00545BDE" w:rsidP="005B200B">
      <w:pPr>
        <w:pStyle w:val="Heading1"/>
        <w:jc w:val="center"/>
        <w:rPr>
          <w:sz w:val="36"/>
          <w:szCs w:val="36"/>
        </w:rPr>
      </w:pPr>
      <w:r w:rsidRPr="009859A6">
        <w:rPr>
          <w:sz w:val="36"/>
          <w:szCs w:val="36"/>
        </w:rPr>
        <w:t>І. Загальні положення</w:t>
      </w:r>
    </w:p>
    <w:p w:rsidR="00545BDE" w:rsidRPr="00F63376" w:rsidRDefault="00545BDE" w:rsidP="005B200B">
      <w:pPr>
        <w:spacing w:line="276" w:lineRule="auto"/>
        <w:ind w:firstLine="540"/>
        <w:jc w:val="both"/>
        <w:rPr>
          <w:color w:val="000000"/>
          <w:lang w:val="uk-UA"/>
        </w:rPr>
      </w:pPr>
      <w:r w:rsidRPr="00707B41">
        <w:rPr>
          <w:szCs w:val="28"/>
          <w:lang w:val="uk-UA"/>
        </w:rPr>
        <w:t xml:space="preserve">1.1. </w:t>
      </w:r>
      <w:r>
        <w:rPr>
          <w:color w:val="000000"/>
          <w:lang w:val="uk-UA"/>
        </w:rPr>
        <w:t>ОКРУГЛЯНСЬКА ЗАГАЛЬНООСВІТНЯ ШКОЛА І-ІІ</w:t>
      </w:r>
      <w:r w:rsidRPr="00F63376">
        <w:rPr>
          <w:color w:val="000000"/>
          <w:lang w:val="uk-UA"/>
        </w:rPr>
        <w:t xml:space="preserve"> СТУПЕНІВ ТЯЧІВСЬКОЇ МІСЬКОЇ РАДИ</w:t>
      </w:r>
      <w:r>
        <w:rPr>
          <w:color w:val="000000"/>
          <w:lang w:val="uk-UA"/>
        </w:rPr>
        <w:t xml:space="preserve"> ЗАКАРПАТСЬКОЇ ОБЛАСТІ (далі – школа) є</w:t>
      </w:r>
      <w:r w:rsidRPr="00F63376">
        <w:rPr>
          <w:color w:val="000000"/>
          <w:lang w:val="uk-UA"/>
        </w:rPr>
        <w:t xml:space="preserve"> комунальним навчальним закладом.</w:t>
      </w:r>
    </w:p>
    <w:p w:rsidR="00545BDE" w:rsidRDefault="00545BDE" w:rsidP="005B200B">
      <w:pPr>
        <w:jc w:val="both"/>
        <w:rPr>
          <w:b/>
          <w:color w:val="000000"/>
          <w:lang w:val="uk-UA"/>
        </w:rPr>
      </w:pPr>
      <w:r>
        <w:rPr>
          <w:b/>
          <w:i/>
          <w:color w:val="000000"/>
          <w:lang w:val="uk-UA"/>
        </w:rPr>
        <w:t>Повне найменування ш</w:t>
      </w:r>
      <w:r w:rsidRPr="00001FD8">
        <w:rPr>
          <w:b/>
          <w:i/>
          <w:color w:val="000000"/>
          <w:lang w:val="uk-UA"/>
        </w:rPr>
        <w:t>коли</w:t>
      </w:r>
      <w:r w:rsidRPr="00001FD8">
        <w:rPr>
          <w:b/>
          <w:color w:val="000000"/>
          <w:lang w:val="uk-UA"/>
        </w:rPr>
        <w:t xml:space="preserve">: </w:t>
      </w:r>
      <w:r>
        <w:rPr>
          <w:b/>
          <w:color w:val="000000"/>
          <w:lang w:val="uk-UA"/>
        </w:rPr>
        <w:t>ОКРУГЛЯНСЬКА</w:t>
      </w:r>
      <w:r w:rsidRPr="00001FD8">
        <w:rPr>
          <w:b/>
          <w:color w:val="000000"/>
          <w:lang w:val="uk-UA"/>
        </w:rPr>
        <w:t xml:space="preserve"> З</w:t>
      </w:r>
      <w:r>
        <w:rPr>
          <w:b/>
          <w:color w:val="000000"/>
          <w:lang w:val="uk-UA"/>
        </w:rPr>
        <w:t>АГАЛЬНООСВІТНЯ ШКОЛА І-ІІ</w:t>
      </w:r>
      <w:r w:rsidRPr="00001FD8">
        <w:rPr>
          <w:b/>
          <w:color w:val="000000"/>
          <w:lang w:val="uk-UA"/>
        </w:rPr>
        <w:t xml:space="preserve"> СТУПЕНІВ ТЯЧІВСЬКОЇ МІСЬКОЇ РАДИ ЗАКАРПАТСЬКОЇ О</w:t>
      </w:r>
      <w:r>
        <w:rPr>
          <w:b/>
          <w:color w:val="000000"/>
          <w:lang w:val="uk-UA"/>
        </w:rPr>
        <w:t>БЛАСТІ, скорочене найменування ш</w:t>
      </w:r>
      <w:r w:rsidRPr="00001FD8">
        <w:rPr>
          <w:b/>
          <w:color w:val="000000"/>
          <w:lang w:val="uk-UA"/>
        </w:rPr>
        <w:t xml:space="preserve">коли: </w:t>
      </w:r>
      <w:r>
        <w:rPr>
          <w:b/>
          <w:color w:val="000000"/>
          <w:lang w:val="uk-UA"/>
        </w:rPr>
        <w:t>ОКРУГЛЯНСЬКА</w:t>
      </w:r>
      <w:r w:rsidRPr="00001FD8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ЗОШ І-ІІ</w:t>
      </w:r>
      <w:r w:rsidRPr="00001FD8">
        <w:rPr>
          <w:b/>
          <w:color w:val="000000"/>
          <w:lang w:val="uk-UA"/>
        </w:rPr>
        <w:t xml:space="preserve"> СТ.</w:t>
      </w:r>
    </w:p>
    <w:p w:rsidR="00545BDE" w:rsidRDefault="00545BDE" w:rsidP="005B200B">
      <w:pPr>
        <w:jc w:val="both"/>
        <w:rPr>
          <w:color w:val="000000"/>
          <w:lang w:val="uk-UA"/>
        </w:rPr>
      </w:pPr>
      <w:r w:rsidRPr="00D164DF">
        <w:rPr>
          <w:szCs w:val="28"/>
          <w:lang w:val="uk-UA"/>
        </w:rPr>
        <w:t xml:space="preserve"> 1.2. </w:t>
      </w:r>
      <w:r w:rsidRPr="00F63376">
        <w:rPr>
          <w:color w:val="000000"/>
          <w:lang w:val="uk-UA"/>
        </w:rPr>
        <w:t>Місц</w:t>
      </w:r>
      <w:r>
        <w:rPr>
          <w:color w:val="000000"/>
          <w:lang w:val="uk-UA"/>
        </w:rPr>
        <w:t>езнаходження (юридична адреса) школи: 90555</w:t>
      </w:r>
      <w:r w:rsidRPr="00F63376">
        <w:rPr>
          <w:color w:val="000000"/>
          <w:lang w:val="uk-UA"/>
        </w:rPr>
        <w:t xml:space="preserve">, Закарпатська область, село </w:t>
      </w:r>
      <w:r>
        <w:rPr>
          <w:color w:val="000000"/>
          <w:lang w:val="uk-UA"/>
        </w:rPr>
        <w:t>Округла</w:t>
      </w:r>
      <w:r w:rsidRPr="00F63376">
        <w:rPr>
          <w:color w:val="000000"/>
          <w:lang w:val="uk-UA"/>
        </w:rPr>
        <w:t xml:space="preserve">, вулиця </w:t>
      </w:r>
      <w:r>
        <w:rPr>
          <w:color w:val="000000"/>
          <w:lang w:val="uk-UA"/>
        </w:rPr>
        <w:t>Шкільна</w:t>
      </w:r>
      <w:r w:rsidRPr="00F63376">
        <w:rPr>
          <w:color w:val="000000"/>
          <w:lang w:val="uk-UA"/>
        </w:rPr>
        <w:t xml:space="preserve">, будинок </w:t>
      </w:r>
      <w:r>
        <w:rPr>
          <w:color w:val="000000"/>
          <w:lang w:val="uk-UA"/>
        </w:rPr>
        <w:t>32.</w:t>
      </w:r>
    </w:p>
    <w:p w:rsidR="00545BDE" w:rsidRPr="0090585A" w:rsidRDefault="00545BDE" w:rsidP="005B200B">
      <w:pPr>
        <w:jc w:val="both"/>
        <w:rPr>
          <w:szCs w:val="28"/>
          <w:lang w:val="uk-UA"/>
        </w:rPr>
      </w:pPr>
      <w:r w:rsidRPr="0090585A">
        <w:rPr>
          <w:szCs w:val="28"/>
          <w:lang w:val="uk-UA"/>
        </w:rPr>
        <w:t xml:space="preserve">1.3. </w:t>
      </w:r>
      <w:r w:rsidRPr="0090585A">
        <w:rPr>
          <w:lang w:val="uk-UA"/>
        </w:rPr>
        <w:t xml:space="preserve">Засновником закладу освіти є: </w:t>
      </w:r>
      <w:r w:rsidRPr="0090585A">
        <w:rPr>
          <w:b/>
          <w:lang w:val="uk-UA"/>
        </w:rPr>
        <w:t>Тячівська міська рада Закарпатської області (юридична адреса: 90500, Закарпатська область, місто Тячів, вулиця Шевченка, будинок 2, код ЄДРПОУ: 04053766)</w:t>
      </w:r>
      <w:r w:rsidRPr="0090585A">
        <w:rPr>
          <w:lang w:val="uk-UA"/>
        </w:rPr>
        <w:t>, яка є представницьким органом місцевого самоврядування об’єднаної територіальної громади міста Тячів, сіл Тячівка, Лази, Округла та Руське Поле.</w:t>
      </w:r>
    </w:p>
    <w:p w:rsidR="00545BDE" w:rsidRPr="0090585A" w:rsidRDefault="00545BDE" w:rsidP="005B200B">
      <w:pPr>
        <w:jc w:val="both"/>
        <w:rPr>
          <w:sz w:val="28"/>
          <w:szCs w:val="28"/>
          <w:lang w:val="uk-UA"/>
        </w:rPr>
      </w:pPr>
      <w:r w:rsidRPr="0090585A">
        <w:rPr>
          <w:lang w:val="uk-UA"/>
        </w:rPr>
        <w:t xml:space="preserve">Тячівська міська рада </w:t>
      </w:r>
      <w:r w:rsidRPr="0090585A">
        <w:rPr>
          <w:szCs w:val="28"/>
          <w:lang w:val="uk-UA"/>
        </w:rPr>
        <w:t>Закарпатської області</w:t>
      </w:r>
      <w:r w:rsidRPr="0090585A">
        <w:rPr>
          <w:lang w:val="uk-UA"/>
        </w:rPr>
        <w:t xml:space="preserve"> здійснює фінансування закладу освіти, його матеріально-технічне забезпечення, надає необхідні будівлі, інженерні комунікації, обладнання, встановлює його статус та мікрорайон обов'язкового обслуговування, організовує будівництво і ремонт приміщень, їх господарське обслуговування, харчування учнів.</w:t>
      </w:r>
    </w:p>
    <w:p w:rsidR="00545BDE" w:rsidRPr="0090585A" w:rsidRDefault="00545BDE" w:rsidP="005B200B">
      <w:pPr>
        <w:jc w:val="both"/>
        <w:rPr>
          <w:szCs w:val="28"/>
          <w:lang w:val="uk-UA"/>
        </w:rPr>
      </w:pPr>
      <w:r w:rsidRPr="0090585A">
        <w:rPr>
          <w:szCs w:val="28"/>
          <w:lang w:val="uk-UA"/>
        </w:rPr>
        <w:t xml:space="preserve">1.4. Заклад освіти є юридичною особою з моменту його державної реєстрації, має печатку, штамп, ідентифікаційний номер, </w:t>
      </w:r>
      <w:r w:rsidRPr="0090585A">
        <w:rPr>
          <w:lang w:val="uk-UA"/>
        </w:rPr>
        <w:t>фірмові бланки та вивіску встановленого зразка і є неприбутковим закладом освіти як суб'єкт господарювання, має відкриті рахунки в органах Державної казначейської служби України, самостійний баланс.</w:t>
      </w:r>
    </w:p>
    <w:p w:rsidR="00545BDE" w:rsidRPr="001A3E6E" w:rsidRDefault="00545BDE" w:rsidP="005B200B">
      <w:pPr>
        <w:jc w:val="both"/>
        <w:rPr>
          <w:szCs w:val="28"/>
          <w:lang w:val="uk-UA"/>
        </w:rPr>
      </w:pPr>
      <w:r w:rsidRPr="001A3E6E">
        <w:rPr>
          <w:szCs w:val="28"/>
          <w:lang w:val="uk-UA"/>
        </w:rPr>
        <w:t>1.5. Заклад освіти є комунальним закладом.</w:t>
      </w:r>
    </w:p>
    <w:p w:rsidR="00545BDE" w:rsidRPr="00A24EB3" w:rsidRDefault="00545BDE" w:rsidP="005B200B">
      <w:pPr>
        <w:jc w:val="both"/>
        <w:rPr>
          <w:lang w:val="uk-UA"/>
        </w:rPr>
      </w:pPr>
      <w:r w:rsidRPr="00A24EB3">
        <w:rPr>
          <w:lang w:val="uk-UA"/>
        </w:rPr>
        <w:t>1.6. Тип закладу осв</w:t>
      </w:r>
      <w:r>
        <w:rPr>
          <w:lang w:val="uk-UA"/>
        </w:rPr>
        <w:t>іти визначений Законом України «Про освіту»</w:t>
      </w:r>
      <w:r w:rsidRPr="00A24EB3">
        <w:rPr>
          <w:lang w:val="uk-UA"/>
        </w:rPr>
        <w:t xml:space="preserve"> відповідно до освітнього рівня, здобуття якого забезпечується закладом, та особливостей учнівського контингенту. </w:t>
      </w:r>
    </w:p>
    <w:p w:rsidR="00545BDE" w:rsidRPr="00A24EB3" w:rsidRDefault="00545BDE" w:rsidP="005B200B">
      <w:pPr>
        <w:jc w:val="both"/>
        <w:rPr>
          <w:lang w:val="uk-UA"/>
        </w:rPr>
      </w:pPr>
      <w:r w:rsidRPr="00A24EB3">
        <w:rPr>
          <w:lang w:val="uk-UA"/>
        </w:rPr>
        <w:t>1.7. Відповідно до освітнього рівня, який забезпечується закладом (</w:t>
      </w:r>
      <w:r>
        <w:rPr>
          <w:lang w:val="uk-UA"/>
        </w:rPr>
        <w:t>базова</w:t>
      </w:r>
      <w:r w:rsidRPr="00A24EB3">
        <w:rPr>
          <w:lang w:val="uk-UA"/>
        </w:rPr>
        <w:t xml:space="preserve"> середня освіта) – заклад </w:t>
      </w:r>
      <w:r w:rsidRPr="00A73480">
        <w:rPr>
          <w:color w:val="333300"/>
          <w:lang w:val="uk-UA"/>
        </w:rPr>
        <w:t>загальної</w:t>
      </w:r>
      <w:r w:rsidRPr="00A24EB3">
        <w:rPr>
          <w:lang w:val="uk-UA"/>
        </w:rPr>
        <w:t xml:space="preserve"> середньої освіти І-ІІ ступенів: </w:t>
      </w:r>
    </w:p>
    <w:p w:rsidR="00545BDE" w:rsidRPr="00A24EB3" w:rsidRDefault="00545BDE" w:rsidP="005B200B">
      <w:pPr>
        <w:ind w:firstLine="540"/>
        <w:jc w:val="both"/>
        <w:rPr>
          <w:lang w:val="uk-UA"/>
        </w:rPr>
      </w:pPr>
      <w:r w:rsidRPr="00A24EB3">
        <w:rPr>
          <w:lang w:val="uk-UA"/>
        </w:rPr>
        <w:t xml:space="preserve">І ступінь – початкова школа (1-4 класи), що забезпечує початкову освіту, термін навчання 4 роки; </w:t>
      </w:r>
    </w:p>
    <w:p w:rsidR="00545BDE" w:rsidRPr="00A24EB3" w:rsidRDefault="00545BDE" w:rsidP="005B200B">
      <w:pPr>
        <w:ind w:firstLine="540"/>
        <w:jc w:val="both"/>
        <w:rPr>
          <w:lang w:val="uk-UA"/>
        </w:rPr>
      </w:pPr>
      <w:r w:rsidRPr="00A24EB3">
        <w:rPr>
          <w:lang w:val="uk-UA"/>
        </w:rPr>
        <w:t>II ступінь – основна школа (5-9 класи), що забезпечує базову середню освіту, термін навчання 5 років.</w:t>
      </w:r>
    </w:p>
    <w:p w:rsidR="00545BDE" w:rsidRPr="00A24EB3" w:rsidRDefault="00545BDE" w:rsidP="005B200B">
      <w:pPr>
        <w:jc w:val="both"/>
        <w:rPr>
          <w:lang w:val="uk-UA"/>
        </w:rPr>
      </w:pPr>
      <w:r w:rsidRPr="00A24EB3">
        <w:rPr>
          <w:lang w:val="uk-UA"/>
        </w:rPr>
        <w:t>1.8. Заклад освіти діє на підставі цього Статуту, який розроблено на основі загальних положень Закону України «Про освіту».</w:t>
      </w:r>
    </w:p>
    <w:p w:rsidR="00545BDE" w:rsidRPr="005F78A8" w:rsidRDefault="00545BDE" w:rsidP="005B200B">
      <w:pPr>
        <w:shd w:val="clear" w:color="auto" w:fill="FFFFFF"/>
        <w:spacing w:after="80"/>
        <w:jc w:val="both"/>
        <w:rPr>
          <w:color w:val="FF0000"/>
          <w:lang w:val="uk-UA"/>
        </w:rPr>
      </w:pPr>
      <w:r w:rsidRPr="00A24EB3">
        <w:rPr>
          <w:szCs w:val="28"/>
          <w:lang w:val="uk-UA"/>
        </w:rPr>
        <w:t>1.9.</w:t>
      </w:r>
      <w:r w:rsidRPr="005F78A8">
        <w:rPr>
          <w:color w:val="FF0000"/>
          <w:szCs w:val="28"/>
          <w:lang w:val="uk-UA"/>
        </w:rPr>
        <w:t xml:space="preserve"> </w:t>
      </w:r>
      <w:r w:rsidRPr="00A24EB3">
        <w:rPr>
          <w:szCs w:val="28"/>
          <w:lang w:val="uk-UA"/>
        </w:rPr>
        <w:t xml:space="preserve">Головною метою закладу освіти </w:t>
      </w:r>
      <w:r w:rsidRPr="00A24EB3">
        <w:rPr>
          <w:lang w:val="uk-UA"/>
        </w:rPr>
        <w:t>є всебічний розвиток, виховання і соціалізація особистості, яка здатна до життя в суспільстві та цивілізованої взаємодії з природою,</w:t>
      </w:r>
      <w:r w:rsidRPr="005F78A8">
        <w:rPr>
          <w:color w:val="FF0000"/>
          <w:lang w:val="uk-UA"/>
        </w:rPr>
        <w:t xml:space="preserve"> </w:t>
      </w:r>
      <w:r w:rsidRPr="00A24EB3">
        <w:rPr>
          <w:lang w:val="uk-UA"/>
        </w:rPr>
        <w:t>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545BDE" w:rsidRPr="00EE5E52" w:rsidRDefault="00545BDE" w:rsidP="005B200B">
      <w:pPr>
        <w:shd w:val="clear" w:color="auto" w:fill="FFFFFF"/>
        <w:jc w:val="both"/>
        <w:rPr>
          <w:lang w:val="uk-UA"/>
        </w:rPr>
      </w:pPr>
      <w:bookmarkStart w:id="1" w:name="n188"/>
      <w:bookmarkEnd w:id="1"/>
      <w:r w:rsidRPr="00EE5E52">
        <w:rPr>
          <w:lang w:val="uk-UA"/>
        </w:rPr>
        <w:t>Досягнення цієї мети забезпечується шляхом формування ключових компетентностей, необхідних кожній сучасній людині для успішної життєдіяльності: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2" w:name="n189"/>
      <w:bookmarkEnd w:id="2"/>
      <w:r w:rsidRPr="00EE5E52">
        <w:t>вільне володіння державною мовою;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3" w:name="n190"/>
      <w:bookmarkEnd w:id="3"/>
      <w:r w:rsidRPr="00EE5E52">
        <w:t>здатність спілкуватися рідною (у разі відмінності від державної) та іноземними мовами;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4" w:name="n191"/>
      <w:bookmarkEnd w:id="4"/>
      <w:r w:rsidRPr="00EE5E52">
        <w:t>математична компетентність;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5" w:name="n192"/>
      <w:bookmarkEnd w:id="5"/>
      <w:r w:rsidRPr="00EE5E52">
        <w:t>компетентності у галузі природничих наук, техніки і технологій;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6" w:name="n193"/>
      <w:bookmarkEnd w:id="6"/>
      <w:r w:rsidRPr="00EE5E52">
        <w:t>інноваційність;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7" w:name="n194"/>
      <w:bookmarkEnd w:id="7"/>
      <w:r w:rsidRPr="00EE5E52">
        <w:t>екологічна компетентність;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8" w:name="n195"/>
      <w:bookmarkEnd w:id="8"/>
      <w:r w:rsidRPr="00EE5E52">
        <w:t>інформаційно-комунікаційна компетентність;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9" w:name="n196"/>
      <w:bookmarkEnd w:id="9"/>
      <w:r w:rsidRPr="00EE5E52">
        <w:t>навчання впродовж життя;</w:t>
      </w:r>
    </w:p>
    <w:p w:rsidR="00545BDE" w:rsidRPr="00EE5E52" w:rsidRDefault="00545BDE" w:rsidP="005B200B">
      <w:pPr>
        <w:shd w:val="clear" w:color="auto" w:fill="FFFFFF"/>
        <w:ind w:left="567"/>
        <w:jc w:val="both"/>
      </w:pPr>
      <w:bookmarkStart w:id="10" w:name="n197"/>
      <w:bookmarkEnd w:id="10"/>
      <w:r w:rsidRPr="00EE5E52">
        <w:t>громадянські та соціальні компетентності, пов’язані з ідеями демократії, справедливості, рівності, прав людини, добробуту та здорового способу життя, з усвідомленням рівних прав і можливостей;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11" w:name="n198"/>
      <w:bookmarkEnd w:id="11"/>
      <w:r w:rsidRPr="00EE5E52">
        <w:t>культурна компетентність;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12" w:name="n199"/>
      <w:bookmarkEnd w:id="12"/>
      <w:r w:rsidRPr="00EE5E52">
        <w:t>підприємливість та фінансова грамотність;</w:t>
      </w:r>
    </w:p>
    <w:p w:rsidR="00545BDE" w:rsidRPr="00EE5E52" w:rsidRDefault="00545BDE" w:rsidP="005B200B">
      <w:pPr>
        <w:shd w:val="clear" w:color="auto" w:fill="FFFFFF"/>
        <w:ind w:firstLine="567"/>
        <w:jc w:val="both"/>
      </w:pPr>
      <w:bookmarkStart w:id="13" w:name="n200"/>
      <w:bookmarkEnd w:id="13"/>
      <w:r w:rsidRPr="00EE5E52">
        <w:t>інші компетентності, передбачені стандартом освіти.</w:t>
      </w:r>
    </w:p>
    <w:p w:rsidR="00545BDE" w:rsidRPr="00EE5E52" w:rsidRDefault="00545BDE" w:rsidP="005B200B">
      <w:pPr>
        <w:shd w:val="clear" w:color="auto" w:fill="FFFFFF"/>
        <w:spacing w:after="80"/>
        <w:jc w:val="both"/>
      </w:pPr>
      <w:bookmarkStart w:id="14" w:name="n201"/>
      <w:bookmarkEnd w:id="14"/>
      <w:r w:rsidRPr="00EE5E52">
        <w:t>Спільними для всіх компетентностей є такі вміння: читання з розумінням, уміння висловлювати власну думку усно і письмово, критичне та системне мислення, здатність логічно обґрунтовувати позицію, творчість, ініціативність, вміння конструктивно керувати емоціями, оцінювати ризики, приймати рішення, розв’язувати проблеми, здатність співпрацювати з іншими людьми.</w:t>
      </w:r>
    </w:p>
    <w:p w:rsidR="00545BDE" w:rsidRPr="00B87722" w:rsidRDefault="00545BDE" w:rsidP="005B200B">
      <w:pPr>
        <w:pStyle w:val="BodyTextIndent"/>
        <w:ind w:left="0"/>
      </w:pPr>
      <w:r w:rsidRPr="00B87722">
        <w:rPr>
          <w:szCs w:val="28"/>
        </w:rPr>
        <w:t xml:space="preserve">1.10. </w:t>
      </w:r>
      <w:r w:rsidRPr="00B87722">
        <w:t xml:space="preserve">Заклад освіти у своїй діяльності керується </w:t>
      </w:r>
      <w:hyperlink r:id="rId9" w:history="1">
        <w:r w:rsidRPr="00B87722">
          <w:t>Конституцією України</w:t>
        </w:r>
      </w:hyperlink>
      <w:r w:rsidRPr="00B87722">
        <w:t xml:space="preserve">, Законами України </w:t>
      </w:r>
      <w:r>
        <w:t>«</w:t>
      </w:r>
      <w:hyperlink r:id="rId10" w:history="1">
        <w:r w:rsidRPr="00B87722">
          <w:t>Про освіту</w:t>
        </w:r>
      </w:hyperlink>
      <w:r>
        <w:t>»</w:t>
      </w:r>
      <w:r w:rsidRPr="00B87722">
        <w:t xml:space="preserve">, </w:t>
      </w:r>
      <w:r>
        <w:t>«</w:t>
      </w:r>
      <w:hyperlink r:id="rId11" w:history="1">
        <w:r w:rsidRPr="00B87722">
          <w:t>Про загальну середню освіту</w:t>
        </w:r>
      </w:hyperlink>
      <w:r>
        <w:t>»</w:t>
      </w:r>
      <w:r w:rsidRPr="00B87722">
        <w:t>, Положенням про загальноосвітній навчальний заклад, іншими нормативно-правовими актами, цим Статутом.</w:t>
      </w:r>
    </w:p>
    <w:p w:rsidR="00545BDE" w:rsidRPr="00B87722" w:rsidRDefault="00545BDE" w:rsidP="005B200B">
      <w:pPr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1.11. Заклад освіти самостійно приймає рішення і здійснює діяльність у межах своєї компетенції, передбаченої законодавством України та цим Статутом.</w:t>
      </w:r>
    </w:p>
    <w:p w:rsidR="00545BDE" w:rsidRPr="00B87722" w:rsidRDefault="00545BDE" w:rsidP="005B200B">
      <w:pPr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1.12. Заклад освіти несе відповідальність перед особою, суспільством і державою за:</w:t>
      </w:r>
    </w:p>
    <w:p w:rsidR="00545BDE" w:rsidRPr="00B87722" w:rsidRDefault="00545BDE" w:rsidP="005B200B">
      <w:pPr>
        <w:numPr>
          <w:ilvl w:val="0"/>
          <w:numId w:val="1"/>
        </w:numPr>
        <w:tabs>
          <w:tab w:val="clear" w:pos="720"/>
          <w:tab w:val="num" w:pos="360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безпечні умови освітньої діяльності;</w:t>
      </w:r>
    </w:p>
    <w:p w:rsidR="00545BDE" w:rsidRPr="00B87722" w:rsidRDefault="00545BDE" w:rsidP="005B200B">
      <w:pPr>
        <w:numPr>
          <w:ilvl w:val="0"/>
          <w:numId w:val="1"/>
        </w:numPr>
        <w:tabs>
          <w:tab w:val="clear" w:pos="720"/>
          <w:tab w:val="num" w:pos="360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дотримання державних стандартів освіти;</w:t>
      </w:r>
    </w:p>
    <w:p w:rsidR="00545BDE" w:rsidRPr="00B87722" w:rsidRDefault="00545BDE" w:rsidP="005B200B">
      <w:pPr>
        <w:numPr>
          <w:ilvl w:val="0"/>
          <w:numId w:val="1"/>
        </w:numPr>
        <w:tabs>
          <w:tab w:val="clear" w:pos="720"/>
          <w:tab w:val="num" w:pos="567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дотримання договірних зобов’язань з іншими суб’єктами освітньої, виробничої, наукової діяльності, у тому числі зобов’язань за міжнародними угодами;</w:t>
      </w:r>
    </w:p>
    <w:p w:rsidR="00545BDE" w:rsidRPr="00B87722" w:rsidRDefault="00545BDE" w:rsidP="005B200B">
      <w:pPr>
        <w:numPr>
          <w:ilvl w:val="0"/>
          <w:numId w:val="1"/>
        </w:numPr>
        <w:tabs>
          <w:tab w:val="clear" w:pos="720"/>
          <w:tab w:val="num" w:pos="360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дотримання фінансової дисципліни.</w:t>
      </w:r>
    </w:p>
    <w:p w:rsidR="00545BDE" w:rsidRPr="00B87722" w:rsidRDefault="00545BDE" w:rsidP="005B200B">
      <w:pPr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1.13. У закладі освіти визначена українська мова навчання.</w:t>
      </w:r>
    </w:p>
    <w:p w:rsidR="00545BDE" w:rsidRPr="005F78A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color w:val="FF0000"/>
          <w:lang w:val="uk-UA"/>
        </w:rPr>
      </w:pPr>
      <w:r w:rsidRPr="003507EE">
        <w:rPr>
          <w:szCs w:val="28"/>
          <w:lang w:val="uk-UA"/>
        </w:rPr>
        <w:t>1.1</w:t>
      </w:r>
      <w:r>
        <w:rPr>
          <w:szCs w:val="28"/>
          <w:lang w:val="uk-UA"/>
        </w:rPr>
        <w:t>4</w:t>
      </w:r>
      <w:r w:rsidRPr="003507EE">
        <w:rPr>
          <w:szCs w:val="28"/>
          <w:lang w:val="uk-UA"/>
        </w:rPr>
        <w:t>. З</w:t>
      </w:r>
      <w:r w:rsidRPr="003507EE">
        <w:t xml:space="preserve">аклад освіти </w:t>
      </w:r>
      <w:r w:rsidRPr="003507EE">
        <w:rPr>
          <w:lang w:val="uk-UA"/>
        </w:rPr>
        <w:t>відповідно до своїх п</w:t>
      </w:r>
      <w:r w:rsidRPr="003507EE">
        <w:t>овноважен</w:t>
      </w:r>
      <w:r w:rsidRPr="003507EE">
        <w:rPr>
          <w:lang w:val="uk-UA"/>
        </w:rPr>
        <w:t>ь:</w:t>
      </w:r>
    </w:p>
    <w:p w:rsidR="00545BDE" w:rsidRPr="003C52D8" w:rsidRDefault="00545BDE" w:rsidP="005B200B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3C52D8">
        <w:rPr>
          <w:shd w:val="clear" w:color="auto" w:fill="FFFFFF"/>
          <w:lang w:val="uk-UA"/>
        </w:rPr>
        <w:t>проваджує освітню діяльність без проходження процедури ліцензування</w:t>
      </w:r>
      <w:r w:rsidRPr="003C52D8">
        <w:rPr>
          <w:lang w:val="uk-UA"/>
        </w:rPr>
        <w:t>; (Відповідно до підпункту 6 п. 3 розділу ХІІ «Прикінцеві та перехідні положення» закону України «Про освіту»);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5" w:name="n320"/>
      <w:bookmarkEnd w:id="15"/>
      <w:r w:rsidRPr="00770BA6">
        <w:t>реалізує положення</w:t>
      </w:r>
      <w:r w:rsidRPr="00770BA6">
        <w:rPr>
          <w:lang w:val="uk-UA"/>
        </w:rPr>
        <w:t xml:space="preserve"> </w:t>
      </w:r>
      <w:hyperlink r:id="rId12" w:tgtFrame="_blank" w:history="1">
        <w:r w:rsidRPr="00770BA6">
          <w:rPr>
            <w:rStyle w:val="Hyperlink"/>
            <w:color w:val="auto"/>
            <w:u w:val="none"/>
          </w:rPr>
          <w:t>Конституції України</w:t>
        </w:r>
      </w:hyperlink>
      <w:r w:rsidRPr="00770BA6">
        <w:t>,</w:t>
      </w:r>
      <w:r w:rsidRPr="00770BA6">
        <w:rPr>
          <w:lang w:val="uk-UA"/>
        </w:rPr>
        <w:t xml:space="preserve"> З</w:t>
      </w:r>
      <w:hyperlink r:id="rId13" w:tgtFrame="_blank" w:history="1">
        <w:r w:rsidRPr="00770BA6">
          <w:rPr>
            <w:rStyle w:val="Hyperlink"/>
            <w:color w:val="auto"/>
            <w:u w:val="none"/>
          </w:rPr>
          <w:t>акон</w:t>
        </w:r>
        <w:r w:rsidRPr="00770BA6">
          <w:rPr>
            <w:rStyle w:val="Hyperlink"/>
            <w:color w:val="auto"/>
            <w:u w:val="none"/>
            <w:lang w:val="uk-UA"/>
          </w:rPr>
          <w:t>ів</w:t>
        </w:r>
        <w:r w:rsidRPr="00770BA6">
          <w:rPr>
            <w:rStyle w:val="Hyperlink"/>
            <w:color w:val="auto"/>
            <w:u w:val="none"/>
          </w:rPr>
          <w:t xml:space="preserve"> України</w:t>
        </w:r>
      </w:hyperlink>
      <w:r w:rsidRPr="00770BA6">
        <w:rPr>
          <w:lang w:val="uk-UA"/>
        </w:rPr>
        <w:t xml:space="preserve"> </w:t>
      </w:r>
      <w:r>
        <w:t>«Про освіту»</w:t>
      </w:r>
      <w:r w:rsidRPr="00770BA6">
        <w:t xml:space="preserve">, </w:t>
      </w:r>
      <w:r w:rsidRPr="00770BA6">
        <w:rPr>
          <w:lang w:val="uk-UA"/>
        </w:rPr>
        <w:t>«Про загальну середню освіту»,</w:t>
      </w:r>
      <w:r w:rsidRPr="00770BA6">
        <w:t xml:space="preserve"> інших нормативно-правових актів у галузі освіти;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6" w:name="n321"/>
      <w:bookmarkEnd w:id="16"/>
      <w:r w:rsidRPr="00770BA6">
        <w:t xml:space="preserve">задовольняє потреби громадян відповідної території в здобутті </w:t>
      </w:r>
      <w:r>
        <w:rPr>
          <w:lang w:val="uk-UA"/>
        </w:rPr>
        <w:t>базової</w:t>
      </w:r>
      <w:r w:rsidRPr="00770BA6">
        <w:t xml:space="preserve"> середньої освіти;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7" w:name="n322"/>
      <w:bookmarkEnd w:id="17"/>
      <w:r w:rsidRPr="00770BA6">
        <w:t>забезпечує єдність навчання і виховання;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8" w:name="n323"/>
      <w:bookmarkEnd w:id="18"/>
      <w:r w:rsidRPr="00770BA6">
        <w:t>формує освітню програму закладу освіти;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9" w:name="n504"/>
      <w:bookmarkStart w:id="20" w:name="n324"/>
      <w:bookmarkEnd w:id="19"/>
      <w:bookmarkEnd w:id="20"/>
      <w:r w:rsidRPr="00770BA6">
        <w:t>створює науково-методичну і матеріально-технічну бази для організації та здійснення освітнього процесу;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1" w:name="n325"/>
      <w:bookmarkEnd w:id="21"/>
      <w:r w:rsidRPr="00770BA6">
        <w:t>забезпечує відповідність рівня загальної середньої освіти Державним стандартам загальної середньої освіти;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2" w:name="n505"/>
      <w:bookmarkStart w:id="23" w:name="n326"/>
      <w:bookmarkEnd w:id="22"/>
      <w:bookmarkEnd w:id="23"/>
      <w:r w:rsidRPr="00770BA6">
        <w:t>охороняє життя і здоров'я учнів, педагогічних та інших працівників закладу загальної середньої освіти;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4" w:name="n327"/>
      <w:bookmarkEnd w:id="24"/>
      <w:r w:rsidRPr="00770BA6">
        <w:t>формує в учнів засади здорового способу життя, гігієнічні навички;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5" w:name="n328"/>
      <w:bookmarkEnd w:id="25"/>
      <w:r w:rsidRPr="00770BA6">
        <w:t>забезпечує добір і розстановку кадрів;</w:t>
      </w:r>
      <w:bookmarkStart w:id="26" w:name="n506"/>
      <w:bookmarkEnd w:id="26"/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7" w:name="n508"/>
      <w:bookmarkEnd w:id="27"/>
      <w:r w:rsidRPr="00770BA6">
        <w:t>планує власну діяльність та формує стратегію розвитку закладу освіти;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8" w:name="n510"/>
      <w:bookmarkStart w:id="29" w:name="n509"/>
      <w:bookmarkEnd w:id="28"/>
      <w:bookmarkEnd w:id="29"/>
      <w:r w:rsidRPr="00770BA6">
        <w:t xml:space="preserve">відповідно до </w:t>
      </w:r>
      <w:r w:rsidRPr="00770BA6">
        <w:rPr>
          <w:lang w:val="uk-UA"/>
        </w:rPr>
        <w:t>цього С</w:t>
      </w:r>
      <w:r w:rsidRPr="00770BA6">
        <w:t>татуту утворює, реорганізує та ліквідує структурні підрозділи;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0" w:name="n507"/>
      <w:bookmarkStart w:id="31" w:name="n329"/>
      <w:bookmarkEnd w:id="30"/>
      <w:bookmarkEnd w:id="31"/>
      <w:r w:rsidRPr="00770BA6">
        <w:t>встановлює відповідно до законодавства України прямі зв'язки з навчальними закладами зарубіжних країн, міжнародними організаціями тощо;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2" w:name="n330"/>
      <w:bookmarkEnd w:id="32"/>
      <w:r w:rsidRPr="00770BA6">
        <w:t>додержується фінансової дисципліни, зберігає матеріально-технічну базу;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3" w:name="n331"/>
      <w:bookmarkEnd w:id="33"/>
      <w:r w:rsidRPr="00770BA6">
        <w:t>видає документи про освіту встановленого зразка;</w:t>
      </w:r>
    </w:p>
    <w:p w:rsidR="00545BDE" w:rsidRPr="00770BA6" w:rsidRDefault="00545BDE" w:rsidP="005B200B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4" w:name="n332"/>
      <w:bookmarkEnd w:id="34"/>
      <w:r w:rsidRPr="00770BA6">
        <w:t xml:space="preserve">здійснює інші повноваження відповідно до </w:t>
      </w:r>
      <w:r w:rsidRPr="00770BA6">
        <w:rPr>
          <w:lang w:val="uk-UA"/>
        </w:rPr>
        <w:t>цього С</w:t>
      </w:r>
      <w:r w:rsidRPr="00770BA6">
        <w:t>татуту.</w:t>
      </w:r>
    </w:p>
    <w:p w:rsidR="00545BDE" w:rsidRPr="00770BA6" w:rsidRDefault="00545BDE" w:rsidP="005B200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1.15</w:t>
      </w:r>
      <w:r w:rsidRPr="00770BA6">
        <w:rPr>
          <w:szCs w:val="28"/>
          <w:lang w:val="uk-UA"/>
        </w:rPr>
        <w:t>. У закладі освіти можуть створюватись та функціонувати методичні об’єднання вчителів, творчі групи, психологічна, методична служби, наукові та інші об’єднання учнів, учителів, батьків.</w:t>
      </w:r>
    </w:p>
    <w:p w:rsidR="00545BDE" w:rsidRPr="00C85498" w:rsidRDefault="00545BDE" w:rsidP="005B200B">
      <w:pPr>
        <w:jc w:val="both"/>
        <w:rPr>
          <w:sz w:val="22"/>
          <w:lang w:val="uk-UA"/>
        </w:rPr>
      </w:pPr>
      <w:r w:rsidRPr="00C85498">
        <w:rPr>
          <w:szCs w:val="28"/>
          <w:lang w:val="uk-UA"/>
        </w:rPr>
        <w:t>1.16. Інклюзивне, і</w:t>
      </w:r>
      <w:r w:rsidRPr="00C85498">
        <w:rPr>
          <w:lang w:val="uk-UA"/>
        </w:rPr>
        <w:t>ндивідуальне навчання та навчання екстерном у закладі організовуються відповідно до відповідних положень про інклюзивне, індивідуальне навчання та екстернат у системі загальної середньої освіти, затверджених профільним міністерством України.</w:t>
      </w:r>
    </w:p>
    <w:p w:rsidR="00545BDE" w:rsidRPr="00731431" w:rsidRDefault="00545BDE" w:rsidP="005B200B">
      <w:pPr>
        <w:jc w:val="both"/>
        <w:rPr>
          <w:b/>
          <w:szCs w:val="28"/>
          <w:lang w:val="uk-UA"/>
        </w:rPr>
      </w:pPr>
      <w:r w:rsidRPr="00C85498">
        <w:rPr>
          <w:szCs w:val="28"/>
          <w:lang w:val="uk-UA"/>
        </w:rPr>
        <w:t xml:space="preserve">1.17. Медичне обслуговування учнів та відповідні умови для його організації забезпечуються власником і здійснюються </w:t>
      </w:r>
      <w:r w:rsidRPr="00A73480">
        <w:rPr>
          <w:color w:val="333300"/>
          <w:szCs w:val="28"/>
          <w:lang w:val="uk-UA"/>
        </w:rPr>
        <w:t>медичним закладом села Лази.</w:t>
      </w:r>
    </w:p>
    <w:p w:rsidR="00545BDE" w:rsidRPr="00731431" w:rsidRDefault="00545BDE" w:rsidP="005B200B">
      <w:pPr>
        <w:jc w:val="both"/>
        <w:rPr>
          <w:rStyle w:val="213"/>
          <w:szCs w:val="28"/>
          <w:lang w:val="uk-UA" w:eastAsia="uk-UA"/>
        </w:rPr>
      </w:pPr>
      <w:r w:rsidRPr="00731431">
        <w:rPr>
          <w:rStyle w:val="213"/>
          <w:szCs w:val="28"/>
          <w:lang w:val="uk-UA" w:eastAsia="uk-UA"/>
        </w:rPr>
        <w:t xml:space="preserve">1.18. Взаємовідносини закладу освіти з юридичними і фізичними особами визначаються угодами, що укладені між ними </w:t>
      </w:r>
      <w:r w:rsidRPr="00A73480">
        <w:rPr>
          <w:rStyle w:val="213"/>
          <w:color w:val="333300"/>
          <w:szCs w:val="28"/>
          <w:lang w:val="uk-UA" w:eastAsia="uk-UA"/>
        </w:rPr>
        <w:t>із фінансовими зобов’язаннями зі сторони закладу.</w:t>
      </w:r>
    </w:p>
    <w:p w:rsidR="00545BDE" w:rsidRPr="00716F44" w:rsidRDefault="00545BDE" w:rsidP="005B200B">
      <w:pPr>
        <w:jc w:val="both"/>
        <w:rPr>
          <w:lang w:val="uk-UA"/>
        </w:rPr>
      </w:pPr>
      <w:r w:rsidRPr="00716F44">
        <w:rPr>
          <w:lang w:val="uk-UA"/>
        </w:rPr>
        <w:t>1.19. Наповнюваність класів, груп та їх поділ при вивченні окремих предметів навчального плану визначається профільним міністерством України.</w:t>
      </w:r>
    </w:p>
    <w:p w:rsidR="00545BDE" w:rsidRPr="00344204" w:rsidRDefault="00545BDE" w:rsidP="005B200B">
      <w:pPr>
        <w:pStyle w:val="Heading2"/>
        <w:ind w:left="0"/>
        <w:jc w:val="left"/>
        <w:rPr>
          <w:color w:val="FF0000"/>
          <w:sz w:val="40"/>
          <w:szCs w:val="48"/>
        </w:rPr>
      </w:pPr>
    </w:p>
    <w:p w:rsidR="00545BDE" w:rsidRPr="00672C24" w:rsidRDefault="00545BDE" w:rsidP="005B200B">
      <w:pPr>
        <w:pStyle w:val="Heading2"/>
        <w:rPr>
          <w:sz w:val="36"/>
          <w:szCs w:val="36"/>
        </w:rPr>
      </w:pPr>
      <w:r w:rsidRPr="00672C24">
        <w:rPr>
          <w:sz w:val="36"/>
          <w:szCs w:val="36"/>
        </w:rPr>
        <w:t>ІІ. Організація освітнього процесу</w:t>
      </w:r>
    </w:p>
    <w:p w:rsidR="00545BDE" w:rsidRPr="00AC75B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35" w:name="n102"/>
      <w:bookmarkStart w:id="36" w:name="n103"/>
      <w:bookmarkEnd w:id="35"/>
      <w:bookmarkEnd w:id="36"/>
      <w:r w:rsidRPr="00AC75B8">
        <w:rPr>
          <w:lang w:val="uk-UA"/>
        </w:rPr>
        <w:t xml:space="preserve">2.1. Термін навчання для здобуття </w:t>
      </w:r>
      <w:r>
        <w:rPr>
          <w:lang w:val="uk-UA"/>
        </w:rPr>
        <w:t>базової</w:t>
      </w:r>
      <w:r w:rsidRPr="00AC75B8">
        <w:rPr>
          <w:lang w:val="uk-UA"/>
        </w:rPr>
        <w:t xml:space="preserve"> середньої освіти у закладі освіти становить 9 років:</w:t>
      </w:r>
    </w:p>
    <w:p w:rsidR="00545BDE" w:rsidRPr="00AC75B8" w:rsidRDefault="00545BDE" w:rsidP="005B200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</w:pPr>
      <w:bookmarkStart w:id="37" w:name="n104"/>
      <w:bookmarkStart w:id="38" w:name="n105"/>
      <w:bookmarkEnd w:id="37"/>
      <w:bookmarkEnd w:id="38"/>
      <w:r w:rsidRPr="00AC75B8">
        <w:t>I ступ</w:t>
      </w:r>
      <w:r w:rsidRPr="00AC75B8">
        <w:rPr>
          <w:lang w:val="uk-UA"/>
        </w:rPr>
        <w:t>і</w:t>
      </w:r>
      <w:r w:rsidRPr="00AC75B8">
        <w:t>н</w:t>
      </w:r>
      <w:r w:rsidRPr="00AC75B8">
        <w:rPr>
          <w:lang w:val="uk-UA"/>
        </w:rPr>
        <w:t>ь</w:t>
      </w:r>
      <w:r w:rsidRPr="00AC75B8">
        <w:t xml:space="preserve"> - 4 роки;</w:t>
      </w:r>
    </w:p>
    <w:p w:rsidR="00545BDE" w:rsidRPr="00AC75B8" w:rsidRDefault="00545BDE" w:rsidP="005B200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</w:pPr>
      <w:bookmarkStart w:id="39" w:name="n106"/>
      <w:bookmarkEnd w:id="39"/>
      <w:r w:rsidRPr="00AC75B8">
        <w:t>II ступ</w:t>
      </w:r>
      <w:r w:rsidRPr="00AC75B8">
        <w:rPr>
          <w:lang w:val="uk-UA"/>
        </w:rPr>
        <w:t>інь</w:t>
      </w:r>
      <w:r w:rsidRPr="00AC75B8">
        <w:t xml:space="preserve"> - 5 років</w:t>
      </w:r>
      <w:bookmarkStart w:id="40" w:name="n107"/>
      <w:bookmarkEnd w:id="40"/>
      <w:r w:rsidRPr="00AC75B8">
        <w:t>.</w:t>
      </w:r>
    </w:p>
    <w:p w:rsidR="00545BDE" w:rsidRPr="00AC75B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1" w:name="n108"/>
      <w:bookmarkStart w:id="42" w:name="n109"/>
      <w:bookmarkStart w:id="43" w:name="n110"/>
      <w:bookmarkStart w:id="44" w:name="n111"/>
      <w:bookmarkStart w:id="45" w:name="n112"/>
      <w:bookmarkEnd w:id="41"/>
      <w:bookmarkEnd w:id="42"/>
      <w:bookmarkEnd w:id="43"/>
      <w:bookmarkEnd w:id="44"/>
      <w:bookmarkEnd w:id="45"/>
      <w:r w:rsidRPr="00AC75B8">
        <w:rPr>
          <w:lang w:val="uk-UA"/>
        </w:rPr>
        <w:t xml:space="preserve">2.2. </w:t>
      </w:r>
      <w:r w:rsidRPr="00AC75B8">
        <w:t>Освітній процес у закладі освіти здійснюється за груповою та</w:t>
      </w:r>
      <w:r w:rsidRPr="00AC75B8">
        <w:rPr>
          <w:lang w:val="uk-UA"/>
        </w:rPr>
        <w:t xml:space="preserve"> </w:t>
      </w:r>
      <w:hyperlink r:id="rId14" w:anchor="n15" w:tgtFrame="_blank" w:history="1">
        <w:r w:rsidRPr="00AC75B8">
          <w:rPr>
            <w:rStyle w:val="Hyperlink"/>
            <w:color w:val="auto"/>
            <w:u w:val="none"/>
          </w:rPr>
          <w:t>індивідуальною</w:t>
        </w:r>
      </w:hyperlink>
      <w:r w:rsidRPr="00AC75B8">
        <w:rPr>
          <w:lang w:val="uk-UA"/>
        </w:rPr>
        <w:t xml:space="preserve"> </w:t>
      </w:r>
      <w:r w:rsidRPr="00AC75B8">
        <w:t xml:space="preserve">формами навчання, </w:t>
      </w:r>
      <w:r w:rsidRPr="00AC75B8">
        <w:rPr>
          <w:lang w:val="uk-UA"/>
        </w:rPr>
        <w:t xml:space="preserve">відповідно до </w:t>
      </w:r>
      <w:r w:rsidRPr="00AC75B8">
        <w:t>положення.</w:t>
      </w:r>
    </w:p>
    <w:p w:rsidR="00545BDE" w:rsidRPr="00AC75B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6" w:name="n113"/>
      <w:bookmarkEnd w:id="46"/>
      <w:r w:rsidRPr="00AC75B8">
        <w:t>Бажаючим надається право і створюються умови для прискореного закінчення школи, складання іспитів екстерном.</w:t>
      </w:r>
    </w:p>
    <w:p w:rsidR="00545BDE" w:rsidRPr="00AC75B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7" w:name="n114"/>
      <w:bookmarkStart w:id="48" w:name="n115"/>
      <w:bookmarkEnd w:id="47"/>
      <w:bookmarkEnd w:id="48"/>
      <w:r w:rsidRPr="00AC75B8">
        <w:rPr>
          <w:lang w:val="uk-UA"/>
        </w:rPr>
        <w:t>2.3</w:t>
      </w:r>
      <w:r w:rsidRPr="00AC75B8">
        <w:t>. Наповнюваність класів заклад</w:t>
      </w:r>
      <w:r w:rsidRPr="00AC75B8">
        <w:rPr>
          <w:lang w:val="uk-UA"/>
        </w:rPr>
        <w:t>у</w:t>
      </w:r>
      <w:r w:rsidRPr="00AC75B8">
        <w:t xml:space="preserve"> освіти не може перевищувати 30 учнів.</w:t>
      </w:r>
    </w:p>
    <w:p w:rsidR="00545BDE" w:rsidRPr="00AC75B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9" w:name="n116"/>
      <w:bookmarkStart w:id="50" w:name="n117"/>
      <w:bookmarkEnd w:id="49"/>
      <w:bookmarkEnd w:id="50"/>
      <w:r w:rsidRPr="00AC75B8">
        <w:rPr>
          <w:lang w:val="uk-UA"/>
        </w:rPr>
        <w:t>2.4.</w:t>
      </w:r>
      <w:r w:rsidRPr="00AC75B8">
        <w:t xml:space="preserve"> Порядок поділу класів на групи при вивченні окремих предметів встановлюється</w:t>
      </w:r>
      <w:r w:rsidRPr="00AC75B8">
        <w:rPr>
          <w:lang w:val="uk-UA"/>
        </w:rPr>
        <w:t xml:space="preserve"> відповідно до законодавства</w:t>
      </w:r>
      <w:r w:rsidRPr="00AC75B8">
        <w:t>.</w:t>
      </w:r>
    </w:p>
    <w:p w:rsidR="00545BDE" w:rsidRPr="00AC75B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51" w:name="n119"/>
      <w:bookmarkStart w:id="52" w:name="n121"/>
      <w:bookmarkEnd w:id="51"/>
      <w:bookmarkEnd w:id="52"/>
      <w:r w:rsidRPr="00AC75B8">
        <w:rPr>
          <w:lang w:val="uk-UA"/>
        </w:rPr>
        <w:t xml:space="preserve">2.5. </w:t>
      </w:r>
      <w:r w:rsidRPr="00AC75B8">
        <w:t>За письмовими зверненнями батьків, інших законних представників учнів та відповідно до рішення засновника у закладі освіти функціонують групи подовженого дня, фінансування яких здійснюється за кошти засновника та за інші кошти, не заборонені законодавством.</w:t>
      </w:r>
    </w:p>
    <w:bookmarkStart w:id="53" w:name="n435"/>
    <w:bookmarkEnd w:id="53"/>
    <w:p w:rsidR="00545BDE" w:rsidRPr="00AC75B8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r w:rsidRPr="00AC75B8">
        <w:fldChar w:fldCharType="begin"/>
      </w:r>
      <w:r w:rsidRPr="00AC75B8">
        <w:instrText xml:space="preserve"> HYPERLINK "http://zakon.rada.gov.ua/laws/show/z0865-18" \l "n15" \t "_blank" </w:instrText>
      </w:r>
      <w:r w:rsidRPr="00AC75B8">
        <w:fldChar w:fldCharType="separate"/>
      </w:r>
      <w:r w:rsidRPr="00AC75B8">
        <w:rPr>
          <w:rStyle w:val="Hyperlink"/>
          <w:color w:val="auto"/>
          <w:u w:val="none"/>
        </w:rPr>
        <w:t>Порядок створення груп подовженого дня у заклад</w:t>
      </w:r>
      <w:r w:rsidRPr="00AC75B8">
        <w:rPr>
          <w:rStyle w:val="Hyperlink"/>
          <w:color w:val="auto"/>
          <w:u w:val="none"/>
          <w:lang w:val="uk-UA"/>
        </w:rPr>
        <w:t>і</w:t>
      </w:r>
      <w:r w:rsidRPr="00AC75B8">
        <w:rPr>
          <w:rStyle w:val="Hyperlink"/>
          <w:color w:val="auto"/>
          <w:u w:val="none"/>
        </w:rPr>
        <w:t xml:space="preserve"> освіти</w:t>
      </w:r>
      <w:r w:rsidRPr="00AC75B8">
        <w:fldChar w:fldCharType="end"/>
      </w:r>
      <w:r w:rsidRPr="00AC75B8">
        <w:rPr>
          <w:lang w:val="uk-UA"/>
        </w:rPr>
        <w:t xml:space="preserve"> </w:t>
      </w:r>
      <w:r w:rsidRPr="00AC75B8">
        <w:t>визначається центральним органом виконавчої влади, що забезпечує формування та реалізує державну політику у сфері освіти.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54" w:name="n433"/>
      <w:bookmarkStart w:id="55" w:name="n123"/>
      <w:bookmarkEnd w:id="54"/>
      <w:bookmarkEnd w:id="55"/>
      <w:r w:rsidRPr="00C84256">
        <w:rPr>
          <w:lang w:val="uk-UA"/>
        </w:rPr>
        <w:t xml:space="preserve">2.6. </w:t>
      </w:r>
      <w:r w:rsidRPr="00C84256">
        <w:t>Освітня програма закладу</w:t>
      </w:r>
      <w:r w:rsidRPr="00C84256">
        <w:rPr>
          <w:lang w:val="uk-UA"/>
        </w:rPr>
        <w:t xml:space="preserve"> освіти </w:t>
      </w:r>
      <w:r w:rsidRPr="00C84256">
        <w:t>розробля</w:t>
      </w:r>
      <w:r w:rsidRPr="00C84256">
        <w:rPr>
          <w:lang w:val="uk-UA"/>
        </w:rPr>
        <w:t>є</w:t>
      </w:r>
      <w:r w:rsidRPr="00C84256">
        <w:t>ться на основі типових освітніх програм</w:t>
      </w:r>
      <w:r w:rsidRPr="00C84256">
        <w:rPr>
          <w:lang w:val="uk-UA"/>
        </w:rPr>
        <w:t xml:space="preserve"> і створюється для кожного рівня освіти.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56" w:name="n124"/>
      <w:bookmarkStart w:id="57" w:name="n437"/>
      <w:bookmarkEnd w:id="56"/>
      <w:bookmarkEnd w:id="57"/>
      <w:r w:rsidRPr="00C84256">
        <w:t>Основою для розроблення освітньої програми є відповідний Державний стандарт загальної середньої освіти.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58" w:name="n125"/>
      <w:bookmarkEnd w:id="58"/>
      <w:r w:rsidRPr="00C84256">
        <w:t>Освітня програма має містити: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ind w:left="567"/>
        <w:jc w:val="both"/>
      </w:pPr>
      <w:bookmarkStart w:id="59" w:name="n438"/>
      <w:bookmarkEnd w:id="59"/>
      <w:r w:rsidRPr="00C84256">
        <w:t>загальний обсяг навчального навантаження та очікувані результати навчання здобувачів освіти;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0" w:name="n439"/>
      <w:bookmarkEnd w:id="60"/>
      <w:r w:rsidRPr="00C84256">
        <w:t>вимоги до осіб, які можуть розпочати навчання за програмою;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ind w:left="567"/>
        <w:jc w:val="both"/>
      </w:pPr>
      <w:bookmarkStart w:id="61" w:name="n440"/>
      <w:bookmarkEnd w:id="61"/>
      <w:r w:rsidRPr="00C84256">
        <w:t>перелік, зміст, тривалість і взаємозв’язок освітніх галузей та/або предметів, дисциплін тощо, логічну послідовність їх вивчення;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2" w:name="n441"/>
      <w:bookmarkEnd w:id="62"/>
      <w:r w:rsidRPr="00C84256">
        <w:t>форми організації освітнього процесу;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3" w:name="n442"/>
      <w:bookmarkEnd w:id="63"/>
      <w:r w:rsidRPr="00C84256">
        <w:t>опис та інструменти системи внутрішнього забезпечення якості освіти;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4" w:name="n443"/>
      <w:bookmarkEnd w:id="64"/>
      <w:r w:rsidRPr="00C84256">
        <w:t>інші освітні компоненти (за рішенням закладу загальної середньої освіти).</w:t>
      </w:r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65" w:name="n134"/>
      <w:bookmarkEnd w:id="65"/>
      <w:r w:rsidRPr="00C84256">
        <w:t>Освітня програма схвалюється педагогічною радою закладу освіти та затверджується його керівником.</w:t>
      </w:r>
      <w:bookmarkStart w:id="66" w:name="n444"/>
      <w:bookmarkEnd w:id="66"/>
    </w:p>
    <w:p w:rsidR="00545BDE" w:rsidRPr="00C8425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67" w:name="n448"/>
      <w:bookmarkEnd w:id="67"/>
      <w:r w:rsidRPr="00C84256">
        <w:t>На основі освітньої програми заклад освіти складає та затверджує навчальний план, що конкретизує організацію освітнього процесу.</w:t>
      </w:r>
    </w:p>
    <w:p w:rsidR="00545BDE" w:rsidRPr="00E55B6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68" w:name="n436"/>
      <w:bookmarkStart w:id="69" w:name="n139"/>
      <w:bookmarkStart w:id="70" w:name="n140"/>
      <w:bookmarkEnd w:id="68"/>
      <w:bookmarkEnd w:id="69"/>
      <w:bookmarkEnd w:id="70"/>
      <w:r w:rsidRPr="00E55B66">
        <w:rPr>
          <w:lang w:val="uk-UA"/>
        </w:rPr>
        <w:t xml:space="preserve">2.7. </w:t>
      </w:r>
      <w:r w:rsidRPr="00E55B66">
        <w:t>Навчальний рік у заклад</w:t>
      </w:r>
      <w:r w:rsidRPr="00E55B66">
        <w:rPr>
          <w:lang w:val="uk-UA"/>
        </w:rPr>
        <w:t>і</w:t>
      </w:r>
      <w:r w:rsidRPr="00E55B66">
        <w:t xml:space="preserve"> освіти розпочинається у День знань - 1 вересня і закінчується не пізніше 1 липня наступного року.</w:t>
      </w:r>
    </w:p>
    <w:p w:rsidR="00545BDE" w:rsidRPr="00E55B6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71" w:name="n141"/>
      <w:bookmarkStart w:id="72" w:name="n142"/>
      <w:bookmarkEnd w:id="71"/>
      <w:bookmarkEnd w:id="72"/>
      <w:r w:rsidRPr="00E55B66">
        <w:rPr>
          <w:lang w:val="uk-UA"/>
        </w:rPr>
        <w:t xml:space="preserve">2.8. </w:t>
      </w:r>
      <w:r w:rsidRPr="00E55B66">
        <w:t xml:space="preserve">Структура навчального року </w:t>
      </w:r>
      <w:r w:rsidRPr="00E55B66">
        <w:rPr>
          <w:lang w:val="uk-UA"/>
        </w:rPr>
        <w:t>у закладі освіти встановлюється за</w:t>
      </w:r>
      <w:r w:rsidRPr="00E55B66">
        <w:t xml:space="preserve"> семестрами, тривалість навчального тижня</w:t>
      </w:r>
      <w:r w:rsidRPr="00E55B66">
        <w:rPr>
          <w:lang w:val="uk-UA"/>
        </w:rPr>
        <w:t xml:space="preserve"> – п'ятиденний навчальний тиждень.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bookmarkStart w:id="73" w:name="n450"/>
      <w:bookmarkStart w:id="74" w:name="n449"/>
      <w:bookmarkStart w:id="75" w:name="n143"/>
      <w:bookmarkEnd w:id="73"/>
      <w:bookmarkEnd w:id="74"/>
      <w:bookmarkEnd w:id="75"/>
      <w:r w:rsidRPr="00DD0860">
        <w:rPr>
          <w:lang w:val="uk-UA"/>
        </w:rPr>
        <w:t xml:space="preserve">2.9. </w:t>
      </w:r>
      <w:r w:rsidRPr="00DD0860">
        <w:t>Режим роботи закладу освіти визначається закладом на основі відповідних нормативно-правових актів.</w:t>
      </w:r>
      <w:r w:rsidRPr="00DD0860">
        <w:rPr>
          <w:lang w:val="uk-UA"/>
        </w:rPr>
        <w:t xml:space="preserve"> 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педагогічних вимог і затверджується директором. 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Крім різних форм обов’язкових навчальних занять, у закладі освіти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творчих здібностей, нахилів і обдарувань. 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76" w:name="n451"/>
      <w:bookmarkStart w:id="77" w:name="n144"/>
      <w:bookmarkEnd w:id="76"/>
      <w:bookmarkEnd w:id="77"/>
      <w:r w:rsidRPr="00DD0860">
        <w:rPr>
          <w:lang w:val="uk-UA"/>
        </w:rPr>
        <w:t>2.10</w:t>
      </w:r>
      <w:r w:rsidRPr="00DD0860">
        <w:t>. Тривалість уроків у заклад</w:t>
      </w:r>
      <w:r w:rsidRPr="00DD0860">
        <w:rPr>
          <w:lang w:val="uk-UA"/>
        </w:rPr>
        <w:t>і</w:t>
      </w:r>
      <w:r w:rsidRPr="00DD0860">
        <w:t xml:space="preserve"> освіти становить: у перших класах - 35 хвилин, у других - четвертих </w:t>
      </w:r>
      <w:r>
        <w:t>класах - 40 хвилин, у п’ятих – дев</w:t>
      </w:r>
      <w:r w:rsidRPr="00912626">
        <w:t>’</w:t>
      </w:r>
      <w:r>
        <w:t>ятих</w:t>
      </w:r>
      <w:r w:rsidRPr="00DD0860">
        <w:t xml:space="preserve"> класах - 45 хвилин. Заклад освіти може об</w:t>
      </w:r>
      <w:r w:rsidRPr="00DD0860">
        <w:rPr>
          <w:lang w:val="uk-UA"/>
        </w:rPr>
        <w:t>ира</w:t>
      </w:r>
      <w:r w:rsidRPr="00DD0860">
        <w:t>ти інші, крім уроку, форми організації освітнього процесу.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78" w:name="n146"/>
      <w:bookmarkStart w:id="79" w:name="n558"/>
      <w:bookmarkEnd w:id="78"/>
      <w:bookmarkEnd w:id="79"/>
      <w:r w:rsidRPr="00DD0860">
        <w:t xml:space="preserve">Тривалість корекційно-розвиткових занять для дітей з особливими освітніми потребами, які навчаються в інклюзивних класах, </w:t>
      </w:r>
      <w:r w:rsidRPr="00DD0860">
        <w:rPr>
          <w:lang w:val="uk-UA"/>
        </w:rPr>
        <w:t xml:space="preserve">якщо такі функціонують у закладі освіти, </w:t>
      </w:r>
      <w:r w:rsidRPr="00DD0860">
        <w:t>становить: групове - 35-40 хвилин, індивідуальне - 20-25 хвилин.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0" w:name="n557"/>
      <w:bookmarkStart w:id="81" w:name="n147"/>
      <w:bookmarkEnd w:id="80"/>
      <w:bookmarkEnd w:id="81"/>
      <w:r w:rsidRPr="00DD0860">
        <w:rPr>
          <w:lang w:val="uk-UA"/>
        </w:rPr>
        <w:t>2.11</w:t>
      </w:r>
      <w:r w:rsidRPr="00DD0860">
        <w:t>. Тривалість канікул у заклад</w:t>
      </w:r>
      <w:r w:rsidRPr="00DD0860">
        <w:rPr>
          <w:lang w:val="uk-UA"/>
        </w:rPr>
        <w:t>і</w:t>
      </w:r>
      <w:r w:rsidRPr="00DD0860">
        <w:t xml:space="preserve"> освіти протягом навчального року не може бути меншою 30 календарних днів.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2" w:name="n560"/>
      <w:bookmarkStart w:id="83" w:name="n561"/>
      <w:bookmarkEnd w:id="82"/>
      <w:bookmarkEnd w:id="83"/>
      <w:r w:rsidRPr="00DD0860">
        <w:rPr>
          <w:rStyle w:val="rvts9"/>
          <w:bCs/>
          <w:lang w:val="uk-UA"/>
        </w:rPr>
        <w:t>2.12</w:t>
      </w:r>
      <w:r w:rsidRPr="00DD0860">
        <w:t>. Для навчання дітей з особливими освітніми потребами заклад</w:t>
      </w:r>
      <w:r w:rsidRPr="00DD0860">
        <w:rPr>
          <w:lang w:val="uk-UA"/>
        </w:rPr>
        <w:t xml:space="preserve"> </w:t>
      </w:r>
      <w:r w:rsidRPr="00DD0860">
        <w:t>освіти на підставі звернення батьків дитини або осіб, які їх замінюють, утворю</w:t>
      </w:r>
      <w:r w:rsidRPr="00DD0860">
        <w:rPr>
          <w:lang w:val="uk-UA"/>
        </w:rPr>
        <w:t>є</w:t>
      </w:r>
      <w:r w:rsidRPr="00DD0860">
        <w:t xml:space="preserve"> інклюзивні та/або спеціальні групи і класи.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4" w:name="n562"/>
      <w:bookmarkStart w:id="85" w:name="n563"/>
      <w:bookmarkEnd w:id="84"/>
      <w:bookmarkEnd w:id="85"/>
      <w:r w:rsidRPr="00DD0860">
        <w:t>Організація інклюзивного навчання у закла</w:t>
      </w:r>
      <w:r w:rsidRPr="00DD0860">
        <w:rPr>
          <w:lang w:val="uk-UA"/>
        </w:rPr>
        <w:t>ді</w:t>
      </w:r>
      <w:r w:rsidRPr="00DD0860">
        <w:t xml:space="preserve"> освіти здійснюється у порядку, встановленому центральним органом виконавчої влади у сфері освіти і науки.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6" w:name="n564"/>
      <w:bookmarkStart w:id="87" w:name="n567"/>
      <w:bookmarkStart w:id="88" w:name="n559"/>
      <w:bookmarkStart w:id="89" w:name="n148"/>
      <w:bookmarkStart w:id="90" w:name="n149"/>
      <w:bookmarkEnd w:id="86"/>
      <w:bookmarkEnd w:id="87"/>
      <w:bookmarkEnd w:id="88"/>
      <w:bookmarkEnd w:id="89"/>
      <w:bookmarkEnd w:id="90"/>
      <w:r w:rsidRPr="00DD0860">
        <w:rPr>
          <w:rStyle w:val="rvts9"/>
          <w:bCs/>
          <w:lang w:val="uk-UA"/>
        </w:rPr>
        <w:t>2.</w:t>
      </w:r>
      <w:r w:rsidRPr="00DD0860">
        <w:t>1</w:t>
      </w:r>
      <w:r w:rsidRPr="00DD0860">
        <w:rPr>
          <w:lang w:val="uk-UA"/>
        </w:rPr>
        <w:t>3</w:t>
      </w:r>
      <w:r w:rsidRPr="00DD0860">
        <w:t>. Виховання учнів у заклад</w:t>
      </w:r>
      <w:r w:rsidRPr="00DD0860">
        <w:rPr>
          <w:lang w:val="uk-UA"/>
        </w:rPr>
        <w:t>і</w:t>
      </w:r>
      <w:r w:rsidRPr="00DD0860">
        <w:t xml:space="preserve"> освіти здійснюється в процесі урочної, позаурочної та позашкільної роботи з ними.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bookmarkStart w:id="91" w:name="n150"/>
      <w:bookmarkEnd w:id="91"/>
      <w:r w:rsidRPr="00DD0860">
        <w:t>Цілі виховного процесу в заклад</w:t>
      </w:r>
      <w:r w:rsidRPr="00DD0860">
        <w:rPr>
          <w:lang w:val="uk-UA"/>
        </w:rPr>
        <w:t>і</w:t>
      </w:r>
      <w:r w:rsidRPr="00DD0860">
        <w:t xml:space="preserve"> освіти визначаються на основі принципів, закладених у</w:t>
      </w:r>
      <w:r w:rsidRPr="00DD0860">
        <w:rPr>
          <w:lang w:val="uk-UA"/>
        </w:rPr>
        <w:t xml:space="preserve"> </w:t>
      </w:r>
      <w:hyperlink r:id="rId15" w:tgtFrame="_blank" w:history="1">
        <w:r w:rsidRPr="00DD0860">
          <w:rPr>
            <w:rStyle w:val="Hyperlink"/>
            <w:color w:val="auto"/>
            <w:u w:val="none"/>
          </w:rPr>
          <w:t>Конституції України</w:t>
        </w:r>
      </w:hyperlink>
      <w:r w:rsidRPr="00DD0860">
        <w:t>, законах та інших нормативно-правових актах України.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2" w:name="n151"/>
      <w:bookmarkEnd w:id="92"/>
      <w:r w:rsidRPr="00DD0860">
        <w:t>2</w:t>
      </w:r>
      <w:r w:rsidRPr="00DD0860">
        <w:rPr>
          <w:lang w:val="uk-UA"/>
        </w:rPr>
        <w:t>.14. У закладі освіти забороняється утворення і діяльність організаційних структур політичних партій, а також релігійних організацій і воєнізованих формувань.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3" w:name="n152"/>
      <w:bookmarkEnd w:id="93"/>
      <w:r w:rsidRPr="00DD0860">
        <w:rPr>
          <w:lang w:val="uk-UA"/>
        </w:rPr>
        <w:t>Примусове залучення учнів закладу освіти до вступу в будь-які об'єднання громадян, релігійні організації і воєнізовані формування забороняється.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4" w:name="n572"/>
      <w:bookmarkEnd w:id="94"/>
      <w:r w:rsidRPr="00DD0860">
        <w:rPr>
          <w:lang w:val="uk-UA"/>
        </w:rPr>
        <w:t>2.15. Діти з особливими освітніми потребами залучаються до позакласної та позашкільної роботи з урахуванням їхнього віку, здібностей, інтересів, потреб, можливостей, індивідуальних особливостей освітньої діяльності та стану здоров’я.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5" w:name="n571"/>
      <w:bookmarkStart w:id="96" w:name="n153"/>
      <w:bookmarkStart w:id="97" w:name="n154"/>
      <w:bookmarkEnd w:id="95"/>
      <w:bookmarkEnd w:id="96"/>
      <w:bookmarkEnd w:id="97"/>
      <w:r w:rsidRPr="00DD0860">
        <w:rPr>
          <w:rStyle w:val="rvts9"/>
          <w:bCs/>
          <w:lang w:val="uk-UA"/>
        </w:rPr>
        <w:t>2.</w:t>
      </w:r>
      <w:r w:rsidRPr="00DD0860">
        <w:rPr>
          <w:lang w:val="uk-UA"/>
        </w:rPr>
        <w:t>16. Місцевий орган виконавчої влади закріплює за закладом освіти відповідні території обслуговування і до початку навчального року обліковують учнів, які мають його відвідувати.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8" w:name="n155"/>
      <w:bookmarkEnd w:id="98"/>
      <w:r w:rsidRPr="00DD0860">
        <w:t>2.</w:t>
      </w:r>
      <w:r w:rsidRPr="00DD0860">
        <w:rPr>
          <w:lang w:val="uk-UA"/>
        </w:rPr>
        <w:t>17.</w:t>
      </w:r>
      <w:r w:rsidRPr="00DD0860">
        <w:t xml:space="preserve"> Зарахування учнів до закладу освіти проводиться наказом директора, що видається на підставі заяви, копії свідоцтва про народження дитини, за наявності медичної довідки встановленого зразка і відповідного документа про освіту (крім учнів першого класу).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DD0860">
        <w:rPr>
          <w:lang w:val="uk-UA"/>
        </w:rPr>
        <w:t xml:space="preserve">Директор закладу </w:t>
      </w:r>
      <w:r>
        <w:rPr>
          <w:lang w:val="uk-UA"/>
        </w:rPr>
        <w:t xml:space="preserve">освіти </w:t>
      </w:r>
      <w:r w:rsidRPr="00DD0860">
        <w:rPr>
          <w:lang w:val="uk-UA"/>
        </w:rPr>
        <w:t>зобов’язаний вжити заходів до ознайомлення дітей та їх батьків або осіб, які їх замінюють, з порядком зарахування до закладу, цим Статутом, правилами внутрішнього розпорядку та іншими документами, що регламентують організацію освітнього процесу.</w:t>
      </w:r>
    </w:p>
    <w:p w:rsidR="00545BDE" w:rsidRPr="00DD08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9" w:name="n453"/>
      <w:bookmarkStart w:id="100" w:name="n156"/>
      <w:bookmarkEnd w:id="99"/>
      <w:bookmarkEnd w:id="100"/>
      <w:r w:rsidRPr="00DD0860">
        <w:rPr>
          <w:lang w:val="uk-UA"/>
        </w:rPr>
        <w:t>2.18</w:t>
      </w:r>
      <w:r w:rsidRPr="005B200B">
        <w:rPr>
          <w:lang w:val="uk-UA"/>
        </w:rPr>
        <w:t>.</w:t>
      </w:r>
      <w:r w:rsidRPr="00DD0860">
        <w:rPr>
          <w:lang w:val="uk-UA"/>
        </w:rPr>
        <w:t xml:space="preserve"> </w:t>
      </w:r>
      <w:hyperlink r:id="rId16" w:anchor="n15" w:tgtFrame="_blank" w:history="1">
        <w:r w:rsidRPr="00DD0860">
          <w:rPr>
            <w:rStyle w:val="Hyperlink"/>
            <w:color w:val="auto"/>
            <w:u w:val="none"/>
            <w:lang w:val="uk-UA"/>
          </w:rPr>
          <w:t>З</w:t>
        </w:r>
        <w:r w:rsidRPr="005B200B">
          <w:rPr>
            <w:rStyle w:val="Hyperlink"/>
            <w:color w:val="auto"/>
            <w:u w:val="none"/>
            <w:lang w:val="uk-UA"/>
          </w:rPr>
          <w:t>арахування, відрахування та переведення учнів до заклад</w:t>
        </w:r>
        <w:r w:rsidRPr="00DD0860">
          <w:rPr>
            <w:rStyle w:val="Hyperlink"/>
            <w:color w:val="auto"/>
            <w:u w:val="none"/>
            <w:lang w:val="uk-UA"/>
          </w:rPr>
          <w:t>у</w:t>
        </w:r>
        <w:r w:rsidRPr="005B200B">
          <w:rPr>
            <w:rStyle w:val="Hyperlink"/>
            <w:color w:val="auto"/>
            <w:u w:val="none"/>
            <w:lang w:val="uk-UA"/>
          </w:rPr>
          <w:t xml:space="preserve"> освіти для здобуття повної загальної середньої освіти</w:t>
        </w:r>
      </w:hyperlink>
      <w:r w:rsidRPr="00DD0860">
        <w:rPr>
          <w:lang w:val="uk-UA"/>
        </w:rPr>
        <w:t xml:space="preserve"> здійснюється відповідно до Порядку, визначеного</w:t>
      </w:r>
      <w:r w:rsidRPr="005B200B">
        <w:rPr>
          <w:lang w:val="uk-UA"/>
        </w:rPr>
        <w:t xml:space="preserve"> центральним органом виконавчої влади, що забезпечує формування та реалізує державну політику у сфері освіти.</w:t>
      </w:r>
      <w:bookmarkStart w:id="101" w:name="n455"/>
      <w:bookmarkStart w:id="102" w:name="n159"/>
      <w:bookmarkStart w:id="103" w:name="n160"/>
      <w:bookmarkStart w:id="104" w:name="n576"/>
      <w:bookmarkStart w:id="105" w:name="n575"/>
      <w:bookmarkEnd w:id="101"/>
      <w:bookmarkEnd w:id="102"/>
      <w:bookmarkEnd w:id="103"/>
      <w:bookmarkEnd w:id="104"/>
      <w:bookmarkEnd w:id="105"/>
    </w:p>
    <w:p w:rsidR="00545BDE" w:rsidRPr="00DD0860" w:rsidRDefault="00545BDE" w:rsidP="005B200B">
      <w:pPr>
        <w:tabs>
          <w:tab w:val="left" w:pos="426"/>
          <w:tab w:val="left" w:pos="1260"/>
        </w:tabs>
        <w:jc w:val="both"/>
        <w:rPr>
          <w:rFonts w:ascii="Times New Roman CYR" w:hAnsi="Times New Roman CYR"/>
          <w:lang w:val="uk-UA"/>
        </w:rPr>
      </w:pPr>
      <w:r w:rsidRPr="00DD0860">
        <w:rPr>
          <w:lang w:val="uk-UA"/>
        </w:rPr>
        <w:t xml:space="preserve">2.19. </w:t>
      </w:r>
      <w:r w:rsidRPr="00DD0860">
        <w:rPr>
          <w:rFonts w:ascii="Times New Roman CYR" w:hAnsi="Times New Roman CYR"/>
          <w:lang w:val="uk-UA"/>
        </w:rPr>
        <w:t>Заклад освіти планує свою роботу самостійно відповідно до перспективного, річного, щомісячного планів. У плані роботи відображаються найголовніші питання роботи закладу, визначаються перспективи його розвитку. План роботи схвалюється педагогічною радою закладу.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r w:rsidRPr="00DD0860">
        <w:rPr>
          <w:lang w:val="uk-UA"/>
        </w:rPr>
        <w:t>2.20. Тривалість перерв між уроками встановлюється з урахуванням потреби в організації активного відпочинку і харчування учнів, але не менш як 10 хвилин, великої перерви (після другого або третього уроку) — 20 хвилин.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2.21. Зміст, обсяг і характер домашніх завдань з кожного предмета визначаються вчителем відповідно до педагогічних і санітарно-гігієнічних вимог з урахуванням індивідуальних особливостей учнів. 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2.22. У закладі освіти визначення рівня досягнень учнів у навчанні здійснюється відповідно до діючої системи оцінювання навчальних досягнень учнів, визначеної профільним міністерством України. 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r w:rsidRPr="00DD0860">
        <w:rPr>
          <w:lang w:val="uk-UA"/>
        </w:rPr>
        <w:t>Облік навчальних досягнень учнів протягом навчального року здійснюється у класних журналах, інструкції про ведення яких затверджуються профільним міністерством України.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2.23. </w:t>
      </w:r>
      <w:r w:rsidRPr="00DD0860">
        <w:rPr>
          <w:shd w:val="clear" w:color="auto" w:fill="FFFFFF"/>
          <w:lang w:val="uk-UA"/>
        </w:rPr>
        <w:t xml:space="preserve">Оцінювання результатів навчання та особистих досягнень учнів у першому класі </w:t>
      </w:r>
      <w:r w:rsidRPr="00DD0860">
        <w:rPr>
          <w:lang w:val="uk-UA"/>
        </w:rPr>
        <w:t xml:space="preserve">здійснюється відповідно до </w:t>
      </w:r>
      <w:r w:rsidRPr="00DD0860">
        <w:rPr>
          <w:rStyle w:val="Strong"/>
          <w:b w:val="0"/>
          <w:bCs/>
          <w:bdr w:val="none" w:sz="0" w:space="0" w:color="auto" w:frame="1"/>
          <w:shd w:val="clear" w:color="auto" w:fill="FFFFFF"/>
          <w:lang w:val="uk-UA"/>
        </w:rPr>
        <w:t>Методичних рекомендації щодо оцінювання навчальних досягнень учнів першого класу, затверджених</w:t>
      </w:r>
      <w:r w:rsidRPr="00DD0860">
        <w:rPr>
          <w:lang w:val="uk-UA"/>
        </w:rPr>
        <w:t xml:space="preserve"> профільним міністерством України.</w:t>
      </w:r>
      <w:r w:rsidRPr="00DD0860">
        <w:rPr>
          <w:b/>
          <w:lang w:val="uk-UA"/>
        </w:rPr>
        <w:t xml:space="preserve"> </w:t>
      </w:r>
      <w:r w:rsidRPr="00DD0860">
        <w:rPr>
          <w:lang w:val="uk-UA"/>
        </w:rPr>
        <w:t>У наступних класах оцінювання здійснюється відповідно до критеріїв оцінювання навчальних досягнень учнів.</w:t>
      </w:r>
    </w:p>
    <w:p w:rsidR="00545BDE" w:rsidRPr="00DD0860" w:rsidRDefault="00545BDE" w:rsidP="005B200B">
      <w:pPr>
        <w:pStyle w:val="NoSpacing"/>
        <w:jc w:val="both"/>
        <w:rPr>
          <w:lang w:val="uk-UA"/>
        </w:rPr>
      </w:pPr>
      <w:r w:rsidRPr="00DD0860">
        <w:rPr>
          <w:lang w:val="uk-UA"/>
        </w:rPr>
        <w:t>2.24. Контроль за відповідністю освітнього рівня учнів, які закінчили певний ступінь навчання, вимогам Державного стандарту початкової (базової) загальної середньої освіти здійснюється шляхом їх державної підсумкової атестації.  Зміст, форма і порядок державної підсумкової атестації визначаються профільним міністерством України. В окремих випадках учні за станом здоров'я або з інших поважних причин можуть бути звільнені від державної підсумкової атестації у порядку, що встановлюється профільним міністерством України та Міністерством охорони здоров’я України.</w:t>
      </w:r>
    </w:p>
    <w:p w:rsidR="00545BDE" w:rsidRPr="00527C7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06" w:name="87"/>
      <w:bookmarkStart w:id="107" w:name="88"/>
      <w:bookmarkStart w:id="108" w:name="89"/>
      <w:bookmarkStart w:id="109" w:name="90"/>
      <w:bookmarkEnd w:id="106"/>
      <w:bookmarkEnd w:id="107"/>
      <w:bookmarkEnd w:id="108"/>
      <w:bookmarkEnd w:id="109"/>
      <w:r w:rsidRPr="00527C76">
        <w:rPr>
          <w:lang w:val="uk-UA" w:eastAsia="uk-UA" w:bidi="he-IL"/>
        </w:rPr>
        <w:t xml:space="preserve">2.25. </w:t>
      </w:r>
      <w:r w:rsidRPr="00527C76">
        <w:t>Переведення учнів до наступного класу закладу освіти здійснюється у</w:t>
      </w:r>
      <w:r w:rsidRPr="00527C76">
        <w:rPr>
          <w:lang w:val="uk-UA"/>
        </w:rPr>
        <w:t xml:space="preserve"> </w:t>
      </w:r>
      <w:hyperlink r:id="rId17" w:anchor="n15" w:tgtFrame="_blank" w:history="1">
        <w:r w:rsidRPr="00527C76">
          <w:rPr>
            <w:rStyle w:val="Hyperlink"/>
            <w:color w:val="auto"/>
            <w:u w:val="none"/>
            <w:lang w:val="uk-UA"/>
          </w:rPr>
          <w:t>П</w:t>
        </w:r>
        <w:r w:rsidRPr="00527C76">
          <w:rPr>
            <w:rStyle w:val="Hyperlink"/>
            <w:color w:val="auto"/>
            <w:u w:val="none"/>
          </w:rPr>
          <w:t>орядку</w:t>
        </w:r>
      </w:hyperlink>
      <w:r w:rsidRPr="00527C76">
        <w:t>, встановленому центральним органом виконавчої влади, що забезпечує формування державної політики у сфері освіти.</w:t>
      </w:r>
      <w:bookmarkStart w:id="110" w:name="n262"/>
      <w:bookmarkEnd w:id="110"/>
    </w:p>
    <w:p w:rsidR="00545BDE" w:rsidRPr="00527C76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527C76">
        <w:rPr>
          <w:lang w:val="uk-UA"/>
        </w:rPr>
        <w:t>Переведення учнів до іншого закладу освіти здійснюється за наявності особових справ учнів встановленого центральним органом виконавчої влади, що забезпечує формування державної політики у сфері освіти зразка.</w:t>
      </w:r>
    </w:p>
    <w:p w:rsidR="00545BDE" w:rsidRPr="00527C76" w:rsidRDefault="00545BDE" w:rsidP="005B200B">
      <w:pPr>
        <w:pStyle w:val="NoSpacing"/>
        <w:jc w:val="both"/>
        <w:rPr>
          <w:lang w:val="uk-UA"/>
        </w:rPr>
      </w:pPr>
      <w:r w:rsidRPr="00527C76">
        <w:rPr>
          <w:lang w:val="uk-UA"/>
        </w:rPr>
        <w:t xml:space="preserve">2.26. За результатами навчання учням (випускникам) видається відповідний документ: </w:t>
      </w:r>
    </w:p>
    <w:p w:rsidR="00545BDE" w:rsidRPr="00527C76" w:rsidRDefault="00545BDE" w:rsidP="005B200B">
      <w:pPr>
        <w:pStyle w:val="NoSpacing"/>
        <w:ind w:firstLine="567"/>
        <w:jc w:val="both"/>
        <w:rPr>
          <w:lang w:val="uk-UA"/>
        </w:rPr>
      </w:pPr>
      <w:r w:rsidRPr="00527C76">
        <w:rPr>
          <w:lang w:val="uk-UA"/>
        </w:rPr>
        <w:t xml:space="preserve">- по закінченні початкової школи – табель; </w:t>
      </w:r>
    </w:p>
    <w:p w:rsidR="00545BDE" w:rsidRPr="00527C76" w:rsidRDefault="00545BDE" w:rsidP="005B200B">
      <w:pPr>
        <w:pStyle w:val="NoSpacing"/>
        <w:ind w:firstLine="567"/>
        <w:jc w:val="both"/>
        <w:rPr>
          <w:lang w:val="uk-UA"/>
        </w:rPr>
      </w:pPr>
      <w:r w:rsidRPr="00527C76">
        <w:rPr>
          <w:lang w:val="uk-UA"/>
        </w:rPr>
        <w:t xml:space="preserve">- по закінченні основної школи – свідоцтво про </w:t>
      </w:r>
      <w:r w:rsidRPr="00A73480">
        <w:rPr>
          <w:color w:val="333300"/>
          <w:lang w:val="uk-UA"/>
        </w:rPr>
        <w:t>базову середню освіту.</w:t>
      </w:r>
    </w:p>
    <w:p w:rsidR="00545BDE" w:rsidRPr="00527C76" w:rsidRDefault="00545BDE" w:rsidP="005B200B">
      <w:pPr>
        <w:pStyle w:val="NoSpacing"/>
        <w:jc w:val="both"/>
      </w:pPr>
      <w:r>
        <w:rPr>
          <w:lang w:val="uk-UA"/>
        </w:rPr>
        <w:t>Зразок документу</w:t>
      </w:r>
      <w:r w:rsidRPr="00527C76">
        <w:rPr>
          <w:lang w:val="uk-UA"/>
        </w:rPr>
        <w:t xml:space="preserve"> про базову середню освіту </w:t>
      </w:r>
      <w:r w:rsidRPr="00527C76">
        <w:rPr>
          <w:shd w:val="clear" w:color="auto" w:fill="FFFFFF"/>
        </w:rPr>
        <w:t>затверджує центральний орган виконавчої влади у сфері освіти і науки.</w:t>
      </w:r>
    </w:p>
    <w:p w:rsidR="00545BDE" w:rsidRPr="00527C76" w:rsidRDefault="00545BDE" w:rsidP="005B200B">
      <w:pPr>
        <w:pStyle w:val="NoSpacing"/>
        <w:jc w:val="both"/>
        <w:rPr>
          <w:lang w:val="uk-UA"/>
        </w:rPr>
      </w:pPr>
      <w:r>
        <w:rPr>
          <w:lang w:val="uk-UA"/>
        </w:rPr>
        <w:t>2.27</w:t>
      </w:r>
      <w:r w:rsidRPr="00527C76">
        <w:rPr>
          <w:lang w:val="uk-UA"/>
        </w:rPr>
        <w:t xml:space="preserve">. За відмінні успіхи в навчанні учні 3-8-х класів нагороджуються похвальним листом «За високі досягнення в навчанні». Учням 9-х класів за високі досягнення в навчанні видається свідоцтво про </w:t>
      </w:r>
      <w:r w:rsidRPr="00A73480">
        <w:rPr>
          <w:color w:val="333300"/>
          <w:lang w:val="uk-UA"/>
        </w:rPr>
        <w:t>базову середню освіту з відзнакою.</w:t>
      </w:r>
      <w:r w:rsidRPr="00527C76">
        <w:rPr>
          <w:lang w:val="uk-UA"/>
        </w:rPr>
        <w:t xml:space="preserve"> </w:t>
      </w:r>
    </w:p>
    <w:p w:rsidR="00545BDE" w:rsidRPr="00527C76" w:rsidRDefault="00545BDE" w:rsidP="005B200B">
      <w:pPr>
        <w:pStyle w:val="NoSpacing"/>
        <w:jc w:val="both"/>
        <w:rPr>
          <w:lang w:val="uk-UA"/>
        </w:rPr>
      </w:pPr>
      <w:r w:rsidRPr="00527C76">
        <w:rPr>
          <w:lang w:val="uk-UA"/>
        </w:rPr>
        <w:t>Порядок нагородження учнів за високі досягнення в навчанні встановлюється</w:t>
      </w:r>
      <w:r w:rsidRPr="00527C76">
        <w:rPr>
          <w:shd w:val="clear" w:color="auto" w:fill="FFFFFF"/>
        </w:rPr>
        <w:t xml:space="preserve"> центральни</w:t>
      </w:r>
      <w:r w:rsidRPr="00527C76">
        <w:rPr>
          <w:shd w:val="clear" w:color="auto" w:fill="FFFFFF"/>
          <w:lang w:val="uk-UA"/>
        </w:rPr>
        <w:t>м</w:t>
      </w:r>
      <w:r w:rsidRPr="00527C76">
        <w:rPr>
          <w:shd w:val="clear" w:color="auto" w:fill="FFFFFF"/>
        </w:rPr>
        <w:t xml:space="preserve"> орган</w:t>
      </w:r>
      <w:r w:rsidRPr="00527C76">
        <w:rPr>
          <w:shd w:val="clear" w:color="auto" w:fill="FFFFFF"/>
          <w:lang w:val="uk-UA"/>
        </w:rPr>
        <w:t>ом</w:t>
      </w:r>
      <w:r w:rsidRPr="00527C76">
        <w:rPr>
          <w:shd w:val="clear" w:color="auto" w:fill="FFFFFF"/>
        </w:rPr>
        <w:t xml:space="preserve"> виконавчої влади у сфері освіти і науки</w:t>
      </w:r>
      <w:r w:rsidRPr="00527C76">
        <w:rPr>
          <w:lang w:val="uk-UA"/>
        </w:rPr>
        <w:t xml:space="preserve">. </w:t>
      </w:r>
    </w:p>
    <w:p w:rsidR="00545BDE" w:rsidRPr="00527C76" w:rsidRDefault="00545BDE" w:rsidP="005B200B">
      <w:pPr>
        <w:pStyle w:val="NoSpacing"/>
        <w:jc w:val="both"/>
        <w:rPr>
          <w:lang w:val="uk-UA"/>
        </w:rPr>
      </w:pPr>
      <w:r>
        <w:rPr>
          <w:lang w:val="uk-UA"/>
        </w:rPr>
        <w:t>2.28</w:t>
      </w:r>
      <w:r w:rsidRPr="00527C76">
        <w:rPr>
          <w:lang w:val="uk-UA"/>
        </w:rPr>
        <w:t>. Дисципліна в закладі освіти дотримується на основі взаємоповаги усіх учасників освітнього процесу, дотримання Правил для учнів, Правил внутрішнього розпорядку та цього Статуту.</w:t>
      </w:r>
    </w:p>
    <w:p w:rsidR="00545BDE" w:rsidRPr="00527C76" w:rsidRDefault="00545BDE" w:rsidP="005B200B">
      <w:pPr>
        <w:pStyle w:val="NoSpacing"/>
        <w:jc w:val="both"/>
        <w:rPr>
          <w:lang w:val="uk-UA"/>
        </w:rPr>
      </w:pPr>
      <w:r w:rsidRPr="00527C76">
        <w:rPr>
          <w:lang w:val="uk-UA"/>
        </w:rPr>
        <w:t>Застосування методів фізичного та психічного насильства до учнів забороняється.</w:t>
      </w:r>
    </w:p>
    <w:p w:rsidR="00545BDE" w:rsidRPr="005F78A8" w:rsidRDefault="00545BDE" w:rsidP="005B200B">
      <w:pPr>
        <w:jc w:val="both"/>
        <w:rPr>
          <w:color w:val="FF0000"/>
          <w:sz w:val="28"/>
          <w:szCs w:val="28"/>
          <w:lang w:val="uk-UA"/>
        </w:rPr>
      </w:pPr>
    </w:p>
    <w:p w:rsidR="00545BDE" w:rsidRPr="00032072" w:rsidRDefault="00545BDE" w:rsidP="005B200B">
      <w:pPr>
        <w:pStyle w:val="Heading3"/>
        <w:rPr>
          <w:sz w:val="36"/>
          <w:szCs w:val="36"/>
        </w:rPr>
      </w:pPr>
      <w:r w:rsidRPr="00032072">
        <w:rPr>
          <w:sz w:val="36"/>
          <w:szCs w:val="36"/>
        </w:rPr>
        <w:t>ІІІ. Учасники освітнього процесу</w:t>
      </w:r>
    </w:p>
    <w:p w:rsidR="00545BDE" w:rsidRPr="00032072" w:rsidRDefault="00545BDE" w:rsidP="005B200B">
      <w:pPr>
        <w:jc w:val="both"/>
        <w:rPr>
          <w:lang w:val="uk-UA"/>
        </w:rPr>
      </w:pPr>
      <w:r w:rsidRPr="00032072">
        <w:rPr>
          <w:lang w:val="uk-UA"/>
        </w:rPr>
        <w:t>3.1. Учасниками освітнього процесу в закладі освіти є:</w:t>
      </w:r>
    </w:p>
    <w:p w:rsidR="00545BDE" w:rsidRPr="00032072" w:rsidRDefault="00545BDE" w:rsidP="005B200B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учні;</w:t>
      </w:r>
    </w:p>
    <w:p w:rsidR="00545BDE" w:rsidRPr="00032072" w:rsidRDefault="00545BDE" w:rsidP="005B200B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керівники;</w:t>
      </w:r>
    </w:p>
    <w:p w:rsidR="00545BDE" w:rsidRPr="00032072" w:rsidRDefault="00545BDE" w:rsidP="005B200B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педагогічні працівники;</w:t>
      </w:r>
    </w:p>
    <w:p w:rsidR="00545BDE" w:rsidRPr="00032072" w:rsidRDefault="00545BDE" w:rsidP="005B200B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психологи, бібліотекарі;</w:t>
      </w:r>
    </w:p>
    <w:p w:rsidR="00545BDE" w:rsidRPr="00032072" w:rsidRDefault="00545BDE" w:rsidP="005B200B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інші спеціалісти;</w:t>
      </w:r>
    </w:p>
    <w:p w:rsidR="00545BDE" w:rsidRPr="00032072" w:rsidRDefault="00545BDE" w:rsidP="005B200B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батьки або особи, які їх замінюють.</w:t>
      </w:r>
    </w:p>
    <w:p w:rsidR="00545BDE" w:rsidRPr="00032072" w:rsidRDefault="00545BDE" w:rsidP="005B200B">
      <w:pPr>
        <w:jc w:val="both"/>
        <w:rPr>
          <w:lang w:val="uk-UA"/>
        </w:rPr>
      </w:pPr>
      <w:r w:rsidRPr="00032072">
        <w:rPr>
          <w:lang w:val="uk-UA"/>
        </w:rPr>
        <w:t>3.2. Статус, права та обов'язки учасників освітнього процесу визначаються Законами України «Про освіту», «Про загальну середню освіту», іншими актами законодавства України, цим Статутом, правилами внутрішнього розпорядку закладу.</w:t>
      </w:r>
    </w:p>
    <w:p w:rsidR="00545BDE" w:rsidRPr="00032072" w:rsidRDefault="00545BDE" w:rsidP="005B200B">
      <w:pPr>
        <w:jc w:val="both"/>
        <w:rPr>
          <w:lang w:val="uk-UA"/>
        </w:rPr>
      </w:pPr>
      <w:r w:rsidRPr="00032072">
        <w:rPr>
          <w:lang w:val="uk-UA"/>
        </w:rPr>
        <w:t>3.3. Учні мають право на: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r w:rsidRPr="00B92848">
        <w:t>навчання впродовж життя та академічну мобільність;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1" w:name="n743"/>
      <w:bookmarkEnd w:id="111"/>
      <w:r w:rsidRPr="00B92848">
        <w:t>індивідуальну освітню траєкторію, що реалізується, зокрема, через вільний вибір видів, форм і темпу здобуття освіти, закладів освіти і запропонованих ними освітніх програм, навчальних дисциплін та рівня їх складності, методів і засобів навчання;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2" w:name="n744"/>
      <w:bookmarkEnd w:id="112"/>
      <w:r w:rsidRPr="00B92848">
        <w:t>якісні освітні послуги;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3" w:name="n745"/>
      <w:bookmarkEnd w:id="113"/>
      <w:r w:rsidRPr="00B92848">
        <w:t>справедливе та об’єктивне оцінювання результатів навчання;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4" w:name="n746"/>
      <w:bookmarkEnd w:id="114"/>
      <w:r w:rsidRPr="00B92848">
        <w:t>відзначення успіхів у своїй діяльності;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5" w:name="n747"/>
      <w:bookmarkEnd w:id="115"/>
      <w:r w:rsidRPr="00B92848">
        <w:t>свободу творчої, спортивної, оздоровчої, культурної, просвітницької, наукової і науково-технічної діяльності тощо;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6" w:name="n748"/>
      <w:bookmarkEnd w:id="116"/>
      <w:r w:rsidRPr="00B92848">
        <w:t>безпечні та нешкідливі умови навчання, утримання і праці;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7" w:name="n749"/>
      <w:bookmarkEnd w:id="117"/>
      <w:r w:rsidRPr="00B92848">
        <w:t>повагу людської гідності;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8" w:name="n750"/>
      <w:bookmarkEnd w:id="118"/>
      <w:r w:rsidRPr="00B92848">
        <w:t>захист під час освітнього процесу від приниження честі та гідності, будь-яких форм насильства та експлуатації, дискримінації за будь-якою ознакою, пропаганди та агітації, що завдають шкоди здоров’ю</w:t>
      </w:r>
      <w:r w:rsidRPr="00B92848">
        <w:rPr>
          <w:lang w:val="uk-UA"/>
        </w:rPr>
        <w:t xml:space="preserve"> учня</w:t>
      </w:r>
      <w:r w:rsidRPr="00B92848">
        <w:t>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19" w:name="n751"/>
      <w:bookmarkEnd w:id="119"/>
      <w:r w:rsidRPr="00B92848">
        <w:t>користування бібліотекою, навчальною, культурною, спортивною, побутовою, оздоровчою інфраструктурою закладу освіти та послугами його структурних підрозділів у порядку, встановленому закладом освіти відповідно до спеціальних законів;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20" w:name="n752"/>
      <w:bookmarkEnd w:id="120"/>
      <w:r w:rsidRPr="00B92848">
        <w:t>доступ до інформаційних ресурсів і комунікацій, що використовуються в освітньому процесі;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21" w:name="n753"/>
      <w:bookmarkStart w:id="122" w:name="n754"/>
      <w:bookmarkEnd w:id="121"/>
      <w:bookmarkEnd w:id="122"/>
      <w:r w:rsidRPr="00B92848">
        <w:t>трудову діяльність у позанавчальний час;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23" w:name="n755"/>
      <w:bookmarkStart w:id="124" w:name="n756"/>
      <w:bookmarkEnd w:id="123"/>
      <w:bookmarkEnd w:id="124"/>
      <w:r w:rsidRPr="00B92848">
        <w:t>особисту або через своїх законних представників участь у громадському самоврядуванні та управлінні закладом освіти;</w:t>
      </w:r>
    </w:p>
    <w:p w:rsidR="00545BDE" w:rsidRPr="00B92848" w:rsidRDefault="00545BDE" w:rsidP="005B200B">
      <w:pPr>
        <w:numPr>
          <w:ilvl w:val="0"/>
          <w:numId w:val="2"/>
        </w:numPr>
        <w:shd w:val="clear" w:color="auto" w:fill="FFFFFF"/>
        <w:ind w:left="567" w:firstLine="0"/>
        <w:jc w:val="both"/>
      </w:pPr>
      <w:bookmarkStart w:id="125" w:name="n757"/>
      <w:bookmarkEnd w:id="125"/>
      <w:r w:rsidRPr="00B92848">
        <w:t>інші необхідні умови для здобуття освіти, у тому числі для осіб з особливими освітніми потребами та із соціально незахищених верств населення.</w:t>
      </w:r>
    </w:p>
    <w:p w:rsidR="00545BDE" w:rsidRPr="00FD0E00" w:rsidRDefault="00545BDE" w:rsidP="005B200B">
      <w:pPr>
        <w:jc w:val="both"/>
        <w:rPr>
          <w:lang w:val="uk-UA"/>
        </w:rPr>
      </w:pPr>
      <w:r w:rsidRPr="00FD0E00">
        <w:rPr>
          <w:lang w:val="uk-UA"/>
        </w:rPr>
        <w:t>3.4. Учні зобов’язані:</w:t>
      </w:r>
    </w:p>
    <w:p w:rsidR="00545BDE" w:rsidRPr="00FD0E00" w:rsidRDefault="00545BDE" w:rsidP="005B200B">
      <w:pPr>
        <w:numPr>
          <w:ilvl w:val="0"/>
          <w:numId w:val="3"/>
        </w:numPr>
        <w:shd w:val="clear" w:color="auto" w:fill="FFFFFF"/>
        <w:ind w:hanging="153"/>
        <w:jc w:val="both"/>
        <w:rPr>
          <w:lang w:val="uk-UA"/>
        </w:rPr>
      </w:pPr>
      <w:r w:rsidRPr="00FD0E00">
        <w:rPr>
          <w:lang w:val="uk-UA"/>
        </w:rPr>
        <w:t>виконувати вимоги освітньої програми (індивідуального навчального плану за його наявності), дотримуючись принципу академічної доброчесності, та досягти результатів навчання, передбачених стандартом освіти для відповідного рівня освіти;</w:t>
      </w:r>
    </w:p>
    <w:p w:rsidR="00545BDE" w:rsidRPr="00FD0E00" w:rsidRDefault="00545BDE" w:rsidP="005B200B">
      <w:pPr>
        <w:numPr>
          <w:ilvl w:val="0"/>
          <w:numId w:val="3"/>
        </w:numPr>
        <w:shd w:val="clear" w:color="auto" w:fill="FFFFFF"/>
        <w:ind w:hanging="153"/>
        <w:jc w:val="both"/>
      </w:pPr>
      <w:bookmarkStart w:id="126" w:name="n761"/>
      <w:bookmarkEnd w:id="126"/>
      <w:r w:rsidRPr="00FD0E00">
        <w:t>поважати гідність, права, свободи та законні інтереси всіх учасників освітнього процесу, дотримуватися етичних норм;</w:t>
      </w:r>
    </w:p>
    <w:p w:rsidR="00545BDE" w:rsidRPr="00FD0E00" w:rsidRDefault="00545BDE" w:rsidP="005B200B">
      <w:pPr>
        <w:numPr>
          <w:ilvl w:val="0"/>
          <w:numId w:val="3"/>
        </w:numPr>
        <w:shd w:val="clear" w:color="auto" w:fill="FFFFFF"/>
        <w:ind w:hanging="153"/>
        <w:jc w:val="both"/>
      </w:pPr>
      <w:bookmarkStart w:id="127" w:name="n762"/>
      <w:bookmarkEnd w:id="127"/>
      <w:r w:rsidRPr="00FD0E00">
        <w:t>відповідально та дбайливо ставитися до власного здоров’я, здоров’я оточуючих, довкілля;</w:t>
      </w:r>
    </w:p>
    <w:p w:rsidR="00545BDE" w:rsidRPr="00FD0E00" w:rsidRDefault="00545BDE" w:rsidP="005B200B">
      <w:pPr>
        <w:numPr>
          <w:ilvl w:val="0"/>
          <w:numId w:val="3"/>
        </w:numPr>
        <w:shd w:val="clear" w:color="auto" w:fill="FFFFFF"/>
        <w:ind w:hanging="153"/>
        <w:jc w:val="both"/>
      </w:pPr>
      <w:bookmarkStart w:id="128" w:name="n763"/>
      <w:bookmarkEnd w:id="128"/>
      <w:r w:rsidRPr="00FD0E00">
        <w:t>дотримуватися установчих документів, правил внутрішнього розпорядку закладу освіти.</w:t>
      </w:r>
      <w:bookmarkStart w:id="129" w:name="n764"/>
      <w:bookmarkStart w:id="130" w:name="n765"/>
      <w:bookmarkEnd w:id="129"/>
      <w:bookmarkEnd w:id="130"/>
    </w:p>
    <w:p w:rsidR="00545BDE" w:rsidRPr="00853A3C" w:rsidRDefault="00545BDE" w:rsidP="005B200B">
      <w:pPr>
        <w:pStyle w:val="NoSpacing"/>
        <w:jc w:val="both"/>
        <w:rPr>
          <w:lang w:val="uk-UA"/>
        </w:rPr>
      </w:pPr>
      <w:r w:rsidRPr="00853A3C">
        <w:rPr>
          <w:lang w:val="uk-UA"/>
        </w:rPr>
        <w:t xml:space="preserve">3.5. Учні закладу освіти залучаються за їх згодою та згодою батьків або осіб, які їх замінюють, до самообслуговування, різних видів суспільно корисної праці відповідно до цього Статуту і правил внутрішнього розпорядку з урахуванням віку, статі, фізичних можливостей. </w:t>
      </w:r>
      <w:bookmarkStart w:id="131" w:name="141"/>
      <w:bookmarkEnd w:id="131"/>
    </w:p>
    <w:p w:rsidR="00545BDE" w:rsidRPr="00853A3C" w:rsidRDefault="00545BDE" w:rsidP="005B200B">
      <w:pPr>
        <w:pStyle w:val="NoSpacing"/>
        <w:jc w:val="both"/>
        <w:rPr>
          <w:lang w:val="uk-UA"/>
        </w:rPr>
      </w:pPr>
      <w:r w:rsidRPr="00853A3C">
        <w:rPr>
          <w:lang w:val="uk-UA"/>
        </w:rPr>
        <w:t>Залучення учнів під час освітнього процесу до виконання робіт чи до участі у заходах, не пов’язаних з реалізацією освітньої програми, забороняється, крім випадків, передбачених рішенням Кабінету Міністрів України.</w:t>
      </w:r>
    </w:p>
    <w:p w:rsidR="00545BDE" w:rsidRPr="001601D6" w:rsidRDefault="00545BDE" w:rsidP="005B200B">
      <w:pPr>
        <w:pStyle w:val="NoSpacing"/>
        <w:jc w:val="both"/>
        <w:rPr>
          <w:lang w:val="uk-UA"/>
        </w:rPr>
      </w:pPr>
      <w:r w:rsidRPr="001601D6">
        <w:rPr>
          <w:lang w:val="uk-UA"/>
        </w:rPr>
        <w:t>3.6. За невиконання учасниками освітнього процесу своїх обов'язків, порушення цього Статуту, правил внутрішнього розпорядку на них можуть накладатися стягнення відповідно до законодавства України.</w:t>
      </w:r>
    </w:p>
    <w:p w:rsidR="00545BDE" w:rsidRPr="00B95B13" w:rsidRDefault="00545BDE" w:rsidP="005B200B">
      <w:pPr>
        <w:pStyle w:val="NoSpacing"/>
        <w:jc w:val="both"/>
        <w:rPr>
          <w:lang w:val="uk-UA"/>
        </w:rPr>
      </w:pPr>
      <w:r w:rsidRPr="00B95B13">
        <w:rPr>
          <w:lang w:val="uk-UA"/>
        </w:rPr>
        <w:t xml:space="preserve">3.7. </w:t>
      </w:r>
      <w:r w:rsidRPr="00B95B13">
        <w:rPr>
          <w:shd w:val="clear" w:color="auto" w:fill="FFFFFF"/>
          <w:lang w:val="uk-UA"/>
        </w:rPr>
        <w:t xml:space="preserve">Педагогічним працівником закладу освіти може бути особа з високими моральними якостями, яка має відповідну педагогічну освіту та/або професійну кваліфікацію педагогічного працівника, належний рівень професійної підготовки, </w:t>
      </w:r>
      <w:r w:rsidRPr="00B95B13">
        <w:rPr>
          <w:lang w:val="uk-UA"/>
        </w:rPr>
        <w:t xml:space="preserve">вільно володіє державною мовою, </w:t>
      </w:r>
      <w:r w:rsidRPr="00B95B13">
        <w:rPr>
          <w:shd w:val="clear" w:color="auto" w:fill="FFFFFF"/>
          <w:lang w:val="uk-UA"/>
        </w:rPr>
        <w:t>здійснює педагогічну діяльність, забезпечує результативність та якість своєї роботи, фізичний та психічний стан здоров’я якої дозволяє виконувати професійні обов’язки.</w:t>
      </w:r>
    </w:p>
    <w:p w:rsidR="00545BDE" w:rsidRPr="00701FC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</w:pPr>
      <w:r w:rsidRPr="00701FC0">
        <w:rPr>
          <w:lang w:val="uk-UA"/>
        </w:rPr>
        <w:t>3.8.</w:t>
      </w:r>
      <w:r w:rsidRPr="00701FC0">
        <w:t xml:space="preserve"> П</w:t>
      </w:r>
      <w:r w:rsidRPr="00701FC0">
        <w:rPr>
          <w:shd w:val="clear" w:color="auto" w:fill="FFFFFF"/>
        </w:rPr>
        <w:t>едагогічні працівники мають трудові п</w:t>
      </w:r>
      <w:r w:rsidRPr="00701FC0">
        <w:t>рава, визначені Закон</w:t>
      </w:r>
      <w:r w:rsidRPr="00701FC0">
        <w:rPr>
          <w:lang w:val="uk-UA"/>
        </w:rPr>
        <w:t>а</w:t>
      </w:r>
      <w:r w:rsidRPr="00701FC0">
        <w:t>м</w:t>
      </w:r>
      <w:r w:rsidRPr="00701FC0">
        <w:rPr>
          <w:lang w:val="uk-UA"/>
        </w:rPr>
        <w:t>и</w:t>
      </w:r>
      <w:r w:rsidRPr="00701FC0">
        <w:t xml:space="preserve"> України «Про освіту», </w:t>
      </w:r>
      <w:r w:rsidRPr="00701FC0">
        <w:rPr>
          <w:lang w:val="uk-UA"/>
        </w:rPr>
        <w:t>«Про загальну середню освіту»</w:t>
      </w:r>
      <w:r w:rsidRPr="00701FC0">
        <w:t xml:space="preserve"> та іншими законами України, а також установчими документами і трудовим договором. Педагогічні працівники заклад</w:t>
      </w:r>
      <w:r w:rsidRPr="00701FC0">
        <w:rPr>
          <w:lang w:val="uk-UA"/>
        </w:rPr>
        <w:t>у</w:t>
      </w:r>
      <w:r w:rsidRPr="00701FC0">
        <w:t xml:space="preserve"> освіти приймаються на роботу за трудовими договорами відповідно до вимог Закону та трудового законодавства.</w:t>
      </w:r>
    </w:p>
    <w:p w:rsidR="00545BDE" w:rsidRPr="00A97A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97A60">
        <w:t>3.</w:t>
      </w:r>
      <w:r w:rsidRPr="00A97A60">
        <w:rPr>
          <w:lang w:val="uk-UA"/>
        </w:rPr>
        <w:t>9.</w:t>
      </w:r>
      <w:r w:rsidRPr="00A97A60">
        <w:t xml:space="preserve"> П</w:t>
      </w:r>
      <w:r w:rsidRPr="00A97A60">
        <w:rPr>
          <w:shd w:val="clear" w:color="auto" w:fill="FFFFFF"/>
        </w:rPr>
        <w:t>едагогічні працівники зобов’язані:</w:t>
      </w:r>
    </w:p>
    <w:p w:rsidR="00545BDE" w:rsidRPr="00A97A60" w:rsidRDefault="00545BDE" w:rsidP="005B200B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A97A60">
        <w:rPr>
          <w:shd w:val="clear" w:color="auto" w:fill="FFFFFF"/>
        </w:rPr>
        <w:t xml:space="preserve">виконувати </w:t>
      </w:r>
      <w:r w:rsidRPr="00A97A60">
        <w:t>обов’язки, визначені Законом України «Про освіту», Законом</w:t>
      </w:r>
      <w:r w:rsidRPr="00A97A60">
        <w:rPr>
          <w:lang w:val="uk-UA"/>
        </w:rPr>
        <w:t xml:space="preserve"> «Про загальну середню освіту»</w:t>
      </w:r>
      <w:r w:rsidRPr="00A97A60">
        <w:t>, іншими законами та нормативно-правовими актами України, установчими документами закладу, трудовим договором та їх посадовими обов’язками;</w:t>
      </w:r>
    </w:p>
    <w:p w:rsidR="00545BDE" w:rsidRPr="00A97A60" w:rsidRDefault="00545BDE" w:rsidP="005B200B">
      <w:pPr>
        <w:numPr>
          <w:ilvl w:val="0"/>
          <w:numId w:val="4"/>
        </w:numPr>
        <w:ind w:left="567" w:firstLine="0"/>
        <w:jc w:val="both"/>
      </w:pPr>
      <w:r w:rsidRPr="00A97A60">
        <w:t xml:space="preserve">використовувати державну мову в освітньому процесі відповідно до вимог </w:t>
      </w:r>
      <w:r w:rsidRPr="00A97A60">
        <w:rPr>
          <w:lang w:val="uk-UA"/>
        </w:rPr>
        <w:t>законодавства України</w:t>
      </w:r>
      <w:r w:rsidRPr="00A97A60">
        <w:t>;</w:t>
      </w:r>
    </w:p>
    <w:p w:rsidR="00545BDE" w:rsidRPr="00A97A60" w:rsidRDefault="00545BDE" w:rsidP="005B200B">
      <w:pPr>
        <w:numPr>
          <w:ilvl w:val="0"/>
          <w:numId w:val="4"/>
        </w:numPr>
        <w:ind w:left="567" w:firstLine="0"/>
        <w:jc w:val="both"/>
        <w:rPr>
          <w:shd w:val="clear" w:color="auto" w:fill="FFFFFF"/>
        </w:rPr>
      </w:pPr>
      <w:r w:rsidRPr="00A97A60">
        <w:rPr>
          <w:shd w:val="clear" w:color="auto" w:fill="FFFFFF"/>
        </w:rPr>
        <w:t>забезпечувати єдність навчання, виховання та розвитку учнів, а також дотримуватися у своїй педагогічній діяльності інших принципів освітньої діяльності, визначених статтею 6 Закону України «Про освіту».</w:t>
      </w:r>
    </w:p>
    <w:p w:rsidR="00545BDE" w:rsidRPr="00A97A60" w:rsidRDefault="00545BDE" w:rsidP="005B200B">
      <w:pPr>
        <w:pStyle w:val="NoSpacing"/>
        <w:jc w:val="both"/>
        <w:rPr>
          <w:shd w:val="clear" w:color="auto" w:fill="FFFFFF"/>
          <w:lang w:val="uk-UA"/>
        </w:rPr>
      </w:pPr>
      <w:r w:rsidRPr="00A97A60">
        <w:rPr>
          <w:lang w:val="uk-UA"/>
        </w:rPr>
        <w:t xml:space="preserve">3.10. </w:t>
      </w:r>
      <w:r w:rsidRPr="00A97A60">
        <w:rPr>
          <w:shd w:val="clear" w:color="auto" w:fill="FFFFFF"/>
          <w:lang w:val="uk-UA"/>
        </w:rPr>
        <w:t>Робочий час педагогічного працівника включає час, необхідний для виконання ним навчальної, виховної, методичної, організаційної роботи та іншої педагогічної діяльності, передбаченої трудовим договором</w:t>
      </w:r>
      <w:r w:rsidRPr="00A97A60">
        <w:rPr>
          <w:lang w:val="uk-UA"/>
        </w:rPr>
        <w:t xml:space="preserve"> </w:t>
      </w:r>
      <w:r>
        <w:rPr>
          <w:lang w:val="uk-UA"/>
        </w:rPr>
        <w:t xml:space="preserve">та/або </w:t>
      </w:r>
      <w:r w:rsidRPr="00A97A60">
        <w:rPr>
          <w:lang w:val="uk-UA"/>
        </w:rPr>
        <w:t>посадовими обов’язками.</w:t>
      </w:r>
    </w:p>
    <w:p w:rsidR="00545BDE" w:rsidRPr="00A97A60" w:rsidRDefault="00545BDE" w:rsidP="005B200B">
      <w:pPr>
        <w:pStyle w:val="NoSpacing"/>
        <w:jc w:val="both"/>
        <w:rPr>
          <w:lang w:val="uk-UA"/>
        </w:rPr>
      </w:pPr>
      <w:r w:rsidRPr="00A97A60">
        <w:rPr>
          <w:lang w:val="uk-UA"/>
        </w:rPr>
        <w:t>3.11. Розподіл педагогічного навантаження у закладі освіти затверджується його керівником.</w:t>
      </w:r>
    </w:p>
    <w:p w:rsidR="00545BDE" w:rsidRPr="00A97A6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A97A60">
        <w:rPr>
          <w:lang w:val="uk-UA"/>
        </w:rPr>
        <w:t>Педагогічне навантаження вчителя закладу освіти обсягом менше тарифної ставки встановлюється тільки за його згодою.</w:t>
      </w:r>
    </w:p>
    <w:p w:rsidR="00545BDE" w:rsidRPr="00D17C03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32" w:name="n212"/>
      <w:bookmarkEnd w:id="132"/>
      <w:r w:rsidRPr="00D17C03">
        <w:rPr>
          <w:lang w:val="uk-UA"/>
        </w:rPr>
        <w:t>Перерозподіл педагогічного навантаження протягом навчального року допускається у разі зміни кількості годин з окремих предметів, що передбачається навчальним планом закладу, або за письмовою згодою педагогічного працівника з додержанням законодавства України про працю.</w:t>
      </w:r>
    </w:p>
    <w:p w:rsidR="00545BDE" w:rsidRPr="00A97A60" w:rsidRDefault="00545BDE" w:rsidP="005B200B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shd w:val="clear" w:color="auto" w:fill="FFFFFF"/>
          <w:lang w:val="uk-UA"/>
        </w:rPr>
      </w:pPr>
      <w:r w:rsidRPr="00A97A60">
        <w:rPr>
          <w:sz w:val="24"/>
          <w:szCs w:val="24"/>
          <w:lang w:val="uk-UA"/>
        </w:rPr>
        <w:t xml:space="preserve">3.12. </w:t>
      </w:r>
      <w:r w:rsidRPr="00D17C03">
        <w:rPr>
          <w:sz w:val="24"/>
          <w:szCs w:val="24"/>
          <w:shd w:val="clear" w:color="auto" w:fill="FFFFFF"/>
          <w:lang w:val="uk-UA"/>
        </w:rPr>
        <w:t>Атестація педагогічних працівників заклад</w:t>
      </w:r>
      <w:r w:rsidRPr="00A97A60">
        <w:rPr>
          <w:sz w:val="24"/>
          <w:szCs w:val="24"/>
          <w:shd w:val="clear" w:color="auto" w:fill="FFFFFF"/>
          <w:lang w:val="uk-UA"/>
        </w:rPr>
        <w:t>у</w:t>
      </w:r>
      <w:r w:rsidRPr="00D17C03">
        <w:rPr>
          <w:sz w:val="24"/>
          <w:szCs w:val="24"/>
          <w:shd w:val="clear" w:color="auto" w:fill="FFFFFF"/>
          <w:lang w:val="uk-UA"/>
        </w:rPr>
        <w:t xml:space="preserve"> освіти здійснюється, як правило, один раз на п'ять років відповідно до</w:t>
      </w:r>
      <w:r w:rsidRPr="00A97A60">
        <w:rPr>
          <w:sz w:val="24"/>
          <w:szCs w:val="24"/>
          <w:shd w:val="clear" w:color="auto" w:fill="FFFFFF"/>
          <w:lang w:val="uk-UA"/>
        </w:rPr>
        <w:t xml:space="preserve"> </w:t>
      </w:r>
      <w:hyperlink r:id="rId18" w:tgtFrame="_blank" w:history="1">
        <w:r w:rsidRPr="00D17C03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Типового положення про атестацію педагогічних працівників</w:t>
        </w:r>
      </w:hyperlink>
      <w:r w:rsidRPr="00D17C03">
        <w:rPr>
          <w:sz w:val="24"/>
          <w:szCs w:val="24"/>
          <w:shd w:val="clear" w:color="auto" w:fill="FFFFFF"/>
          <w:lang w:val="uk-UA"/>
        </w:rPr>
        <w:t>, затвердженого центральним органом виконавчої влади, що забезпечує формування державної політики у сфері освіти.</w:t>
      </w:r>
    </w:p>
    <w:p w:rsidR="00545BDE" w:rsidRPr="005B25BF" w:rsidRDefault="00545BDE" w:rsidP="005B200B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lang w:val="uk-UA"/>
        </w:rPr>
      </w:pPr>
      <w:r w:rsidRPr="005B25BF">
        <w:rPr>
          <w:sz w:val="24"/>
          <w:szCs w:val="24"/>
          <w:lang w:val="uk-UA"/>
        </w:rPr>
        <w:t xml:space="preserve">3.13. </w:t>
      </w:r>
      <w:r w:rsidRPr="005B25BF">
        <w:rPr>
          <w:sz w:val="24"/>
          <w:szCs w:val="24"/>
          <w:shd w:val="clear" w:color="auto" w:fill="FFFFFF"/>
          <w:lang w:val="uk-UA"/>
        </w:rPr>
        <w:t xml:space="preserve">Щорічне підвищення кваліфікації педагогічних працівників закладу освіти здійснюється відповідно до </w:t>
      </w:r>
      <w:hyperlink r:id="rId19" w:tgtFrame="_blank" w:history="1">
        <w:r w:rsidRPr="005B25BF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Закону України</w:t>
        </w:r>
      </w:hyperlink>
      <w:r>
        <w:rPr>
          <w:sz w:val="24"/>
          <w:szCs w:val="24"/>
          <w:shd w:val="clear" w:color="auto" w:fill="FFFFFF"/>
          <w:lang w:val="uk-UA"/>
        </w:rPr>
        <w:t xml:space="preserve"> «Про освіту»</w:t>
      </w:r>
      <w:r w:rsidRPr="005B25BF">
        <w:rPr>
          <w:sz w:val="24"/>
          <w:szCs w:val="24"/>
          <w:shd w:val="clear" w:color="auto" w:fill="FFFFFF"/>
          <w:lang w:val="uk-UA"/>
        </w:rPr>
        <w:t>. Загальна кількість академічних годин для підвищення кваліфікації педагогічного працівника впродовж п’яти років не може бути меншою за 150 годин, з яких певна кількість годин має бути обов’язково спрямована на вдосконалення знань, вмінь і практичних навичок у частині роботи з дітьми з особливими освітніми потребами.</w:t>
      </w:r>
    </w:p>
    <w:p w:rsidR="00545BDE" w:rsidRPr="005B25BF" w:rsidRDefault="00545BDE" w:rsidP="005B200B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lang w:val="uk-UA"/>
        </w:rPr>
      </w:pPr>
      <w:r w:rsidRPr="005B25BF">
        <w:rPr>
          <w:sz w:val="24"/>
          <w:szCs w:val="24"/>
          <w:lang w:val="uk-UA"/>
        </w:rPr>
        <w:t>3.14. Педагогічні працівники, які систематично порушують цей Статут, правила внутрішнього трудового розпорядку закладу освіти, не виконують посадових обов’язків, умови колективного договору або за результатами атестації не відповідають займаній посаді, звільняються з роботи відповідно до законодавства України.</w:t>
      </w:r>
    </w:p>
    <w:p w:rsidR="00545BDE" w:rsidRPr="005B25BF" w:rsidRDefault="00545BDE" w:rsidP="005B200B">
      <w:pPr>
        <w:pStyle w:val="HTMLPreformatted"/>
        <w:tabs>
          <w:tab w:val="clear" w:pos="5496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33" w:name="178"/>
      <w:bookmarkStart w:id="134" w:name="179"/>
      <w:bookmarkEnd w:id="133"/>
      <w:bookmarkEnd w:id="134"/>
      <w:r w:rsidRPr="005B25BF">
        <w:rPr>
          <w:rFonts w:ascii="Times New Roman" w:hAnsi="Times New Roman" w:cs="Times New Roman"/>
          <w:sz w:val="24"/>
          <w:szCs w:val="24"/>
        </w:rPr>
        <w:t>3.1</w:t>
      </w:r>
      <w:r w:rsidRPr="005B25B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5B25BF">
        <w:rPr>
          <w:rFonts w:ascii="Times New Roman" w:hAnsi="Times New Roman" w:cs="Times New Roman"/>
          <w:sz w:val="24"/>
          <w:szCs w:val="24"/>
        </w:rPr>
        <w:t xml:space="preserve">. Права і обов'язки інших працівників </w:t>
      </w:r>
      <w:r w:rsidRPr="005B25BF">
        <w:rPr>
          <w:rFonts w:ascii="Times New Roman" w:hAnsi="Times New Roman" w:cs="Times New Roman"/>
          <w:sz w:val="24"/>
          <w:szCs w:val="24"/>
          <w:lang w:val="uk-UA"/>
        </w:rPr>
        <w:t>закладу освіти</w:t>
      </w:r>
      <w:r w:rsidRPr="005B25BF">
        <w:rPr>
          <w:rFonts w:ascii="Times New Roman" w:hAnsi="Times New Roman" w:cs="Times New Roman"/>
          <w:sz w:val="24"/>
          <w:szCs w:val="24"/>
        </w:rPr>
        <w:t xml:space="preserve"> регулюються трудовим законодавством, цим Статутом та правилами внутрішнього розпорядку </w:t>
      </w:r>
      <w:r w:rsidRPr="005B25BF">
        <w:rPr>
          <w:rFonts w:ascii="Times New Roman" w:hAnsi="Times New Roman" w:cs="Times New Roman"/>
          <w:sz w:val="24"/>
          <w:szCs w:val="24"/>
          <w:lang w:val="uk-UA"/>
        </w:rPr>
        <w:t>закладу</w:t>
      </w:r>
      <w:r w:rsidRPr="005B25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5BDE" w:rsidRPr="00776EC5" w:rsidRDefault="00545BDE" w:rsidP="005B200B">
      <w:pPr>
        <w:shd w:val="clear" w:color="auto" w:fill="FFFFFF"/>
        <w:jc w:val="both"/>
      </w:pPr>
      <w:bookmarkStart w:id="135" w:name="180"/>
      <w:bookmarkEnd w:id="135"/>
      <w:r w:rsidRPr="005B25BF">
        <w:t>3.</w:t>
      </w:r>
      <w:r w:rsidRPr="00776EC5">
        <w:t>1</w:t>
      </w:r>
      <w:r w:rsidRPr="00776EC5">
        <w:rPr>
          <w:lang w:val="uk-UA"/>
        </w:rPr>
        <w:t>6</w:t>
      </w:r>
      <w:r w:rsidRPr="00776EC5">
        <w:rPr>
          <w:sz w:val="28"/>
          <w:szCs w:val="28"/>
          <w:lang w:val="uk-UA"/>
        </w:rPr>
        <w:t>.</w:t>
      </w:r>
      <w:r w:rsidRPr="00776EC5">
        <w:rPr>
          <w:sz w:val="28"/>
          <w:szCs w:val="28"/>
        </w:rPr>
        <w:t xml:space="preserve"> </w:t>
      </w:r>
      <w:bookmarkStart w:id="136" w:name="n805"/>
      <w:bookmarkEnd w:id="136"/>
      <w:r w:rsidRPr="00776EC5">
        <w:t xml:space="preserve">Батьки </w:t>
      </w:r>
      <w:r w:rsidRPr="00776EC5">
        <w:rPr>
          <w:lang w:val="uk-UA"/>
        </w:rPr>
        <w:t xml:space="preserve">учнів </w:t>
      </w:r>
      <w:r w:rsidRPr="00776EC5">
        <w:t>мають право:</w:t>
      </w:r>
    </w:p>
    <w:p w:rsidR="00545BDE" w:rsidRPr="00776EC5" w:rsidRDefault="00545BDE" w:rsidP="005B200B">
      <w:pPr>
        <w:numPr>
          <w:ilvl w:val="0"/>
          <w:numId w:val="6"/>
        </w:numPr>
        <w:shd w:val="clear" w:color="auto" w:fill="FFFFFF"/>
        <w:ind w:left="567" w:firstLine="0"/>
        <w:jc w:val="both"/>
      </w:pPr>
      <w:bookmarkStart w:id="137" w:name="n806"/>
      <w:bookmarkEnd w:id="137"/>
      <w:r w:rsidRPr="00776EC5">
        <w:t xml:space="preserve">захищати відповідно до законодавства права та законні інтереси </w:t>
      </w:r>
      <w:r w:rsidRPr="00776EC5">
        <w:rPr>
          <w:lang w:val="uk-UA"/>
        </w:rPr>
        <w:t>дітей</w:t>
      </w:r>
      <w:r w:rsidRPr="00776EC5">
        <w:t>;</w:t>
      </w:r>
    </w:p>
    <w:p w:rsidR="00545BDE" w:rsidRPr="00776EC5" w:rsidRDefault="00545BDE" w:rsidP="005B200B">
      <w:pPr>
        <w:numPr>
          <w:ilvl w:val="0"/>
          <w:numId w:val="6"/>
        </w:numPr>
        <w:shd w:val="clear" w:color="auto" w:fill="FFFFFF"/>
        <w:ind w:left="567" w:firstLine="0"/>
        <w:jc w:val="both"/>
      </w:pPr>
      <w:bookmarkStart w:id="138" w:name="n807"/>
      <w:bookmarkEnd w:id="138"/>
      <w:r w:rsidRPr="00776EC5">
        <w:t>звертатися до заклад</w:t>
      </w:r>
      <w:r w:rsidRPr="00776EC5">
        <w:rPr>
          <w:lang w:val="uk-UA"/>
        </w:rPr>
        <w:t>у</w:t>
      </w:r>
      <w:r w:rsidRPr="00776EC5">
        <w:t xml:space="preserve"> освіти, органів управління освітою з питань освіти;</w:t>
      </w:r>
    </w:p>
    <w:p w:rsidR="00545BDE" w:rsidRPr="00776EC5" w:rsidRDefault="00545BDE" w:rsidP="005B200B">
      <w:pPr>
        <w:numPr>
          <w:ilvl w:val="0"/>
          <w:numId w:val="6"/>
        </w:numPr>
        <w:shd w:val="clear" w:color="auto" w:fill="FFFFFF"/>
        <w:ind w:left="567" w:firstLine="0"/>
        <w:jc w:val="both"/>
      </w:pPr>
      <w:bookmarkStart w:id="139" w:name="n808"/>
      <w:bookmarkEnd w:id="139"/>
      <w:r w:rsidRPr="00776EC5">
        <w:t>обирати заклад освіти, освітню програму, вид і форму здобуття дітьми відповідної освіти;</w:t>
      </w:r>
    </w:p>
    <w:p w:rsidR="00545BDE" w:rsidRPr="00776EC5" w:rsidRDefault="00545BDE" w:rsidP="005B200B">
      <w:pPr>
        <w:numPr>
          <w:ilvl w:val="0"/>
          <w:numId w:val="6"/>
        </w:numPr>
        <w:shd w:val="clear" w:color="auto" w:fill="FFFFFF"/>
        <w:ind w:left="567" w:firstLine="0"/>
        <w:jc w:val="both"/>
      </w:pPr>
      <w:bookmarkStart w:id="140" w:name="n809"/>
      <w:bookmarkEnd w:id="140"/>
      <w:r w:rsidRPr="00776EC5">
        <w:t>брати участь у громадському самоврядуванні закладу освіти, зокрема обирати і бути обраними до органів громадського самоврядування закладу освіти;</w:t>
      </w:r>
    </w:p>
    <w:p w:rsidR="00545BDE" w:rsidRPr="00776EC5" w:rsidRDefault="00545BDE" w:rsidP="005B200B">
      <w:pPr>
        <w:numPr>
          <w:ilvl w:val="0"/>
          <w:numId w:val="6"/>
        </w:numPr>
        <w:shd w:val="clear" w:color="auto" w:fill="FFFFFF"/>
        <w:ind w:left="567" w:firstLine="0"/>
        <w:jc w:val="both"/>
      </w:pPr>
      <w:bookmarkStart w:id="141" w:name="n810"/>
      <w:bookmarkEnd w:id="141"/>
      <w:r w:rsidRPr="00776EC5">
        <w:t>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 та надавати згоду на участь у них дитини;</w:t>
      </w:r>
    </w:p>
    <w:p w:rsidR="00545BDE" w:rsidRPr="00776EC5" w:rsidRDefault="00545BDE" w:rsidP="005B200B">
      <w:pPr>
        <w:numPr>
          <w:ilvl w:val="0"/>
          <w:numId w:val="6"/>
        </w:numPr>
        <w:shd w:val="clear" w:color="auto" w:fill="FFFFFF"/>
        <w:ind w:left="567" w:firstLine="0"/>
        <w:jc w:val="both"/>
      </w:pPr>
      <w:bookmarkStart w:id="142" w:name="n811"/>
      <w:bookmarkEnd w:id="142"/>
      <w:r w:rsidRPr="00776EC5">
        <w:t>брати участь у розробленні індивідуальної програми розвитку дитини та/або індивідуального навчального плану;</w:t>
      </w:r>
    </w:p>
    <w:p w:rsidR="00545BDE" w:rsidRPr="003D5E12" w:rsidRDefault="00545BDE" w:rsidP="005B200B">
      <w:pPr>
        <w:numPr>
          <w:ilvl w:val="0"/>
          <w:numId w:val="6"/>
        </w:numPr>
        <w:shd w:val="clear" w:color="auto" w:fill="FFFFFF"/>
        <w:ind w:left="567" w:firstLine="0"/>
        <w:jc w:val="both"/>
      </w:pPr>
      <w:bookmarkStart w:id="143" w:name="n812"/>
      <w:bookmarkEnd w:id="143"/>
      <w:r w:rsidRPr="00776EC5">
        <w:t xml:space="preserve">отримувати інформацію про діяльність закладу освіти, результати навчання своїх дітей (дітей, законними представниками яких вони є) і результати оцінювання якості освіти у </w:t>
      </w:r>
      <w:r w:rsidRPr="003D5E12">
        <w:t>закладі освіти та його освітньої діяльності.</w:t>
      </w:r>
    </w:p>
    <w:p w:rsidR="00545BDE" w:rsidRPr="003D5E12" w:rsidRDefault="00545BDE" w:rsidP="005B200B">
      <w:pPr>
        <w:shd w:val="clear" w:color="auto" w:fill="FFFFFF"/>
        <w:jc w:val="both"/>
      </w:pPr>
      <w:bookmarkStart w:id="144" w:name="n813"/>
      <w:bookmarkEnd w:id="144"/>
      <w:r w:rsidRPr="003D5E12">
        <w:t>3.</w:t>
      </w:r>
      <w:r w:rsidRPr="003D5E12">
        <w:rPr>
          <w:lang w:val="uk-UA"/>
        </w:rPr>
        <w:t>17.</w:t>
      </w:r>
      <w:r w:rsidRPr="003D5E12">
        <w:t xml:space="preserve"> Батьки </w:t>
      </w:r>
      <w:r w:rsidRPr="003D5E12">
        <w:rPr>
          <w:lang w:val="uk-UA"/>
        </w:rPr>
        <w:t>учнів</w:t>
      </w:r>
      <w:r w:rsidRPr="003D5E12">
        <w:t xml:space="preserve"> зобов’язані: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45" w:name="n814"/>
      <w:bookmarkEnd w:id="145"/>
      <w:r w:rsidRPr="003D5E12">
        <w:t>виховувати у дітей повагу до гідності, прав, свобод і законних інтересів людини, законів та етичних норм, відповідальне ставлення до власного здоров’я, здоров’я оточуючих і довкілля;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46" w:name="n815"/>
      <w:bookmarkEnd w:id="146"/>
      <w:r w:rsidRPr="003D5E12">
        <w:t>сприяти виконанню дитиною освітньої програми та досягненню дитиною передбачених нею результатів навчання;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47" w:name="n816"/>
      <w:bookmarkEnd w:id="147"/>
      <w:r w:rsidRPr="003D5E12">
        <w:t>поважати гідність, права, свободи і законні інтереси дитини та інших учасників освітнього процесу;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48" w:name="n817"/>
      <w:bookmarkEnd w:id="148"/>
      <w:r w:rsidRPr="003D5E12">
        <w:t>дбати про фізичне і психічне здоров’я дитини, сприяти розвитку її здібностей, формувати навички здорового способу життя;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49" w:name="n818"/>
      <w:bookmarkEnd w:id="149"/>
      <w:r w:rsidRPr="003D5E12">
        <w:t>формувати у дитини культуру діалогу, культуру життя у взаєморозумінні, мирі та злагоді між усіма народами, етнічними, національними, релігійними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50" w:name="n819"/>
      <w:bookmarkEnd w:id="150"/>
      <w:r w:rsidRPr="003D5E12"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51" w:name="n820"/>
      <w:bookmarkEnd w:id="151"/>
      <w:r w:rsidRPr="003D5E12">
        <w:t>формувати у дітей усвідомлення необхідності додержуватися</w:t>
      </w:r>
      <w:r w:rsidRPr="003D5E12">
        <w:rPr>
          <w:lang w:val="uk-UA"/>
        </w:rPr>
        <w:t xml:space="preserve"> </w:t>
      </w:r>
      <w:hyperlink r:id="rId20" w:tgtFrame="_blank" w:history="1">
        <w:r w:rsidRPr="003D5E12">
          <w:t>Конституції</w:t>
        </w:r>
      </w:hyperlink>
      <w:r w:rsidRPr="003D5E12">
        <w:rPr>
          <w:lang w:val="uk-UA"/>
        </w:rPr>
        <w:t xml:space="preserve"> </w:t>
      </w:r>
      <w:r w:rsidRPr="003D5E12">
        <w:t>та законів України, захищати суверенітет і територіальну цілісність України;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</w:pPr>
      <w:bookmarkStart w:id="152" w:name="n821"/>
      <w:bookmarkEnd w:id="152"/>
      <w:r w:rsidRPr="003D5E12">
        <w:t>виховувати у дитини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України;</w:t>
      </w:r>
    </w:p>
    <w:p w:rsidR="00545BDE" w:rsidRPr="003D5E12" w:rsidRDefault="00545BDE" w:rsidP="005B200B">
      <w:pPr>
        <w:numPr>
          <w:ilvl w:val="0"/>
          <w:numId w:val="7"/>
        </w:numPr>
        <w:shd w:val="clear" w:color="auto" w:fill="FFFFFF"/>
        <w:ind w:left="567" w:firstLine="0"/>
        <w:jc w:val="both"/>
        <w:rPr>
          <w:lang w:val="uk-UA"/>
        </w:rPr>
      </w:pPr>
      <w:bookmarkStart w:id="153" w:name="n822"/>
      <w:bookmarkEnd w:id="153"/>
      <w:r w:rsidRPr="003D5E12">
        <w:t>дотримуватися установчих документів, правил внутрішнього розпорядку закладу освіти</w:t>
      </w:r>
      <w:r w:rsidRPr="003D5E12">
        <w:rPr>
          <w:lang w:val="uk-UA"/>
        </w:rPr>
        <w:t>.</w:t>
      </w:r>
      <w:bookmarkStart w:id="154" w:name="n823"/>
      <w:bookmarkStart w:id="155" w:name="n825"/>
      <w:bookmarkStart w:id="156" w:name="n236"/>
      <w:bookmarkStart w:id="157" w:name="n471"/>
      <w:bookmarkEnd w:id="154"/>
      <w:bookmarkEnd w:id="155"/>
      <w:bookmarkEnd w:id="156"/>
      <w:bookmarkEnd w:id="157"/>
    </w:p>
    <w:p w:rsidR="00545BDE" w:rsidRPr="00337BA7" w:rsidRDefault="00545BDE" w:rsidP="005B200B">
      <w:pPr>
        <w:shd w:val="clear" w:color="auto" w:fill="FFFFFF"/>
        <w:jc w:val="both"/>
        <w:rPr>
          <w:lang w:val="uk-UA"/>
        </w:rPr>
      </w:pPr>
      <w:r w:rsidRPr="00337BA7">
        <w:rPr>
          <w:lang w:val="uk-UA"/>
        </w:rPr>
        <w:t xml:space="preserve">Інші права та обов’язки батьків і осіб, які їх замінюють, визначаються </w:t>
      </w:r>
      <w:hyperlink r:id="rId21" w:tgtFrame="_blank" w:history="1">
        <w:r w:rsidRPr="00337BA7">
          <w:rPr>
            <w:rStyle w:val="Hyperlink"/>
            <w:color w:val="auto"/>
            <w:u w:val="none"/>
            <w:lang w:val="uk-UA"/>
          </w:rPr>
          <w:t>Законом України</w:t>
        </w:r>
      </w:hyperlink>
      <w:r>
        <w:rPr>
          <w:lang w:val="uk-UA"/>
        </w:rPr>
        <w:t xml:space="preserve"> «Про освіту»</w:t>
      </w:r>
      <w:r w:rsidRPr="00337BA7">
        <w:rPr>
          <w:lang w:val="uk-UA"/>
        </w:rPr>
        <w:t>.</w:t>
      </w:r>
    </w:p>
    <w:p w:rsidR="00545BDE" w:rsidRPr="00337BA7" w:rsidRDefault="00545BDE" w:rsidP="005B200B">
      <w:pPr>
        <w:shd w:val="clear" w:color="auto" w:fill="FFFFFF"/>
        <w:jc w:val="both"/>
        <w:rPr>
          <w:lang w:val="uk-UA"/>
        </w:rPr>
      </w:pPr>
      <w:r w:rsidRPr="00337BA7">
        <w:rPr>
          <w:lang w:val="uk-UA"/>
        </w:rPr>
        <w:t>3.18.</w:t>
      </w:r>
      <w:r w:rsidRPr="005B200B">
        <w:rPr>
          <w:shd w:val="clear" w:color="auto" w:fill="FFFFFF"/>
          <w:lang w:val="uk-UA"/>
        </w:rPr>
        <w:t xml:space="preserve"> Злісне ухилення батьків від виконання обов’язків щодо здобуття їх дітьми повної загальної середньої освіти може бути підставою для позбавлення їх батьківських прав.</w:t>
      </w:r>
    </w:p>
    <w:p w:rsidR="00545BDE" w:rsidRPr="00337BA7" w:rsidRDefault="00545BDE" w:rsidP="005B200B">
      <w:pPr>
        <w:jc w:val="both"/>
        <w:rPr>
          <w:lang w:val="uk-UA"/>
        </w:rPr>
      </w:pPr>
      <w:r w:rsidRPr="00337BA7">
        <w:rPr>
          <w:lang w:val="uk-UA"/>
        </w:rPr>
        <w:t>3.19.</w:t>
      </w:r>
      <w:r w:rsidRPr="00337BA7">
        <w:t>Батьки за власною ініціативою та на добровільних засадах можуть надавати закладу освіти благодійну допомогу відповідно до законодавства про благодійну діяльність та благодійні організації.</w:t>
      </w:r>
    </w:p>
    <w:p w:rsidR="00545BDE" w:rsidRPr="00337BA7" w:rsidRDefault="00545BDE" w:rsidP="005B200B">
      <w:pPr>
        <w:jc w:val="both"/>
        <w:rPr>
          <w:sz w:val="28"/>
          <w:szCs w:val="28"/>
          <w:lang w:val="uk-UA"/>
        </w:rPr>
      </w:pPr>
    </w:p>
    <w:p w:rsidR="00545BDE" w:rsidRPr="00D66538" w:rsidRDefault="00545BDE" w:rsidP="005B200B">
      <w:pPr>
        <w:jc w:val="center"/>
        <w:rPr>
          <w:b/>
          <w:bCs/>
          <w:sz w:val="36"/>
          <w:szCs w:val="36"/>
          <w:lang w:val="uk-UA"/>
        </w:rPr>
      </w:pPr>
      <w:r w:rsidRPr="00D66538">
        <w:rPr>
          <w:b/>
          <w:bCs/>
          <w:sz w:val="36"/>
          <w:szCs w:val="36"/>
          <w:lang w:val="uk-UA"/>
        </w:rPr>
        <w:t>ІV. Управління закладом освіти</w:t>
      </w:r>
    </w:p>
    <w:p w:rsidR="00545BDE" w:rsidRPr="00D66538" w:rsidRDefault="00545BDE" w:rsidP="005B200B">
      <w:pPr>
        <w:jc w:val="both"/>
      </w:pPr>
      <w:r w:rsidRPr="00D66538">
        <w:rPr>
          <w:lang w:val="uk-UA"/>
        </w:rPr>
        <w:t>4.1</w:t>
      </w:r>
      <w:r w:rsidRPr="00D66538">
        <w:t>. Управління закладом освіти здійснюють:</w:t>
      </w:r>
    </w:p>
    <w:p w:rsidR="00545BDE" w:rsidRPr="00D66538" w:rsidRDefault="00545BDE" w:rsidP="005B200B">
      <w:pPr>
        <w:numPr>
          <w:ilvl w:val="0"/>
          <w:numId w:val="5"/>
        </w:numPr>
        <w:ind w:left="567" w:firstLine="0"/>
        <w:jc w:val="both"/>
      </w:pPr>
      <w:r w:rsidRPr="00D66538">
        <w:t>засновник або уповноважений ним орган;</w:t>
      </w:r>
    </w:p>
    <w:p w:rsidR="00545BDE" w:rsidRPr="00D66538" w:rsidRDefault="00545BDE" w:rsidP="005B200B">
      <w:pPr>
        <w:numPr>
          <w:ilvl w:val="0"/>
          <w:numId w:val="5"/>
        </w:numPr>
        <w:ind w:left="567" w:firstLine="0"/>
        <w:jc w:val="both"/>
      </w:pPr>
      <w:r w:rsidRPr="00D66538">
        <w:t>керівник закладу освіти;</w:t>
      </w:r>
    </w:p>
    <w:p w:rsidR="00545BDE" w:rsidRPr="00D66538" w:rsidRDefault="00545BDE" w:rsidP="005B200B">
      <w:pPr>
        <w:numPr>
          <w:ilvl w:val="0"/>
          <w:numId w:val="5"/>
        </w:numPr>
        <w:ind w:left="567" w:firstLine="0"/>
        <w:jc w:val="both"/>
      </w:pPr>
      <w:r w:rsidRPr="00D66538">
        <w:t>педагогічна рада</w:t>
      </w:r>
      <w:r w:rsidRPr="00D66538">
        <w:rPr>
          <w:lang w:val="uk-UA"/>
        </w:rPr>
        <w:t>;</w:t>
      </w:r>
    </w:p>
    <w:p w:rsidR="00545BDE" w:rsidRPr="0063450B" w:rsidRDefault="00545BDE" w:rsidP="005B200B">
      <w:pPr>
        <w:numPr>
          <w:ilvl w:val="0"/>
          <w:numId w:val="5"/>
        </w:numPr>
        <w:ind w:left="567" w:firstLine="0"/>
        <w:jc w:val="both"/>
      </w:pPr>
      <w:r w:rsidRPr="00D66538">
        <w:rPr>
          <w:lang w:val="uk-UA"/>
        </w:rPr>
        <w:t>наглядова рада.</w:t>
      </w:r>
    </w:p>
    <w:p w:rsidR="00545BDE" w:rsidRPr="00CE1250" w:rsidRDefault="00545BDE" w:rsidP="005B200B">
      <w:pPr>
        <w:jc w:val="both"/>
        <w:rPr>
          <w:b/>
          <w:bCs/>
        </w:rPr>
      </w:pPr>
      <w:r w:rsidRPr="00CE1250">
        <w:rPr>
          <w:lang w:val="uk-UA"/>
        </w:rPr>
        <w:t xml:space="preserve">4.2. </w:t>
      </w:r>
      <w:r w:rsidRPr="00CE1250">
        <w:t>Права та обов’язки засновника заклад</w:t>
      </w:r>
      <w:r w:rsidRPr="00CE1250">
        <w:rPr>
          <w:lang w:val="uk-UA"/>
        </w:rPr>
        <w:t>у</w:t>
      </w:r>
      <w:r w:rsidRPr="00CE1250">
        <w:t xml:space="preserve"> освіт</w:t>
      </w:r>
      <w:r>
        <w:t>и визначаються Законом України «Про освіту»</w:t>
      </w:r>
      <w:r w:rsidRPr="00CE1250">
        <w:t xml:space="preserve"> та іншими законами України.</w:t>
      </w:r>
    </w:p>
    <w:p w:rsidR="00545BDE" w:rsidRPr="00CE125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CE1250">
        <w:rPr>
          <w:lang w:val="uk-UA"/>
        </w:rPr>
        <w:t>4.3.</w:t>
      </w:r>
      <w:r w:rsidRPr="00CE1250">
        <w:t xml:space="preserve"> Керівництво закладом освіти здійснює директор, п</w:t>
      </w:r>
      <w:r>
        <w:t>овноваження якого визначаються З</w:t>
      </w:r>
      <w:r w:rsidRPr="00CE1250">
        <w:t xml:space="preserve">аконом, </w:t>
      </w:r>
      <w:r w:rsidRPr="00CE1250">
        <w:rPr>
          <w:lang w:val="uk-UA"/>
        </w:rPr>
        <w:t>цим С</w:t>
      </w:r>
      <w:r w:rsidRPr="00CE1250">
        <w:t>татутом та трудовим договором.</w:t>
      </w:r>
    </w:p>
    <w:p w:rsidR="00545BDE" w:rsidRPr="00CE1250" w:rsidRDefault="00545BDE" w:rsidP="005B200B">
      <w:pPr>
        <w:shd w:val="clear" w:color="auto" w:fill="FFFFFF"/>
        <w:jc w:val="both"/>
        <w:rPr>
          <w:lang w:val="uk-UA"/>
        </w:rPr>
      </w:pPr>
      <w:r w:rsidRPr="00CE1250">
        <w:t>Керівник закладу освіти призначається на посаду та звільняється з посади рішенням засновника закладу або уповноваженого ним органу</w:t>
      </w:r>
      <w:r w:rsidRPr="00CE1250">
        <w:rPr>
          <w:lang w:val="uk-UA"/>
        </w:rPr>
        <w:t>.</w:t>
      </w:r>
    </w:p>
    <w:p w:rsidR="00545BDE" w:rsidRPr="00CE1250" w:rsidRDefault="00545BDE" w:rsidP="005B200B">
      <w:pPr>
        <w:shd w:val="clear" w:color="auto" w:fill="FFFFFF"/>
        <w:jc w:val="both"/>
      </w:pPr>
      <w:r w:rsidRPr="00CE1250">
        <w:rPr>
          <w:lang w:val="uk-UA"/>
        </w:rPr>
        <w:t xml:space="preserve">Заступники керівника, педагогічні та інші працівники закладу освіти призначаються на посади та звільняються з посад керівником закладу. </w:t>
      </w:r>
      <w:r w:rsidRPr="00CE1250">
        <w:t>Керівник закладу освіти має право оголосити конкурс на вакантну посаду.</w:t>
      </w:r>
    </w:p>
    <w:p w:rsidR="00545BDE" w:rsidRPr="00334179" w:rsidRDefault="00545BDE" w:rsidP="005B200B">
      <w:pPr>
        <w:ind w:firstLine="426"/>
        <w:jc w:val="both"/>
        <w:rPr>
          <w:strike/>
          <w:lang w:val="uk-UA"/>
        </w:rPr>
      </w:pPr>
      <w:r w:rsidRPr="00334179">
        <w:rPr>
          <w:lang w:val="uk-UA"/>
        </w:rPr>
        <w:t>Керівником (директором) закладу освіти може бути особа, яка є громадянином України, вільно володіє державною мовою, має вищу освіту ступеня не нижче магістра, стаж педагогічної або науково-педагогічної роботи не менше трьох років,</w:t>
      </w:r>
      <w:r w:rsidRPr="00334179">
        <w:rPr>
          <w:shd w:val="clear" w:color="auto" w:fill="FFFFFF"/>
          <w:lang w:val="uk-UA"/>
        </w:rPr>
        <w:t xml:space="preserve"> організаторські здібності, фізичний і психічний стан, що не перешкоджає виконанню професійних обов’язків.</w:t>
      </w:r>
    </w:p>
    <w:p w:rsidR="00545BDE" w:rsidRPr="00147E1B" w:rsidRDefault="00545BDE" w:rsidP="005B200B">
      <w:pPr>
        <w:ind w:firstLine="426"/>
        <w:jc w:val="both"/>
        <w:rPr>
          <w:lang w:val="uk-UA"/>
        </w:rPr>
      </w:pPr>
      <w:r w:rsidRPr="00147E1B">
        <w:rPr>
          <w:shd w:val="clear" w:color="auto" w:fill="FFFFFF"/>
        </w:rPr>
        <w:t>Повноваження (трудові права і обов’язки) та відповідальність керівника закладу освіти визначаються законом та установчими документами закладу освіти. Додаткові трудові права та о</w:t>
      </w:r>
      <w:r w:rsidRPr="00147E1B">
        <w:t>бов’язки керівника закладу освіти можуть також визначатися строковим трудовим договором.</w:t>
      </w:r>
    </w:p>
    <w:p w:rsidR="00545BDE" w:rsidRPr="00147E1B" w:rsidRDefault="00545BDE" w:rsidP="005B200B">
      <w:pPr>
        <w:jc w:val="both"/>
      </w:pPr>
      <w:r w:rsidRPr="00147E1B">
        <w:rPr>
          <w:lang w:val="uk-UA"/>
        </w:rPr>
        <w:t>4.4.</w:t>
      </w:r>
      <w:r w:rsidRPr="00147E1B">
        <w:t xml:space="preserve"> Керівник закладу освіти має право: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діяти від мені закладу без довіреності та представляти заклад у стосунках з іншими особами;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підпису на документах з питань освітньої, фінансово-господарської та іншої діяльності закладу;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приймати рішення щодо діяльності закладу в межах повноважень, визначених законодавством та строковим договором, у тому числі розпоряджатися в установлених межах та порядку майном закладу та його коштами;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призначати, переводити та звільняти працівників закладу, визначати їх функціональні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визначати режим роботи закладу;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ініціювати перед засновником або уповноваженим ним органом питання щодо створення або ліквідації структурних підрозділів;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видавати у межах своєї компетенції накази і контролювати їх виконання;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укладати угоди (договори, контракти) з фізичними або юридичними особами в межах власних повноважень;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ініціювати проведення зовнішнього моніторингу якості освіти або освітньої діяльності закладу, позапланового інституційного аудиту або громадської акредитації закладу;</w:t>
      </w:r>
    </w:p>
    <w:p w:rsidR="00545BDE" w:rsidRPr="00147E1B" w:rsidRDefault="00545BDE" w:rsidP="005B200B">
      <w:pPr>
        <w:numPr>
          <w:ilvl w:val="0"/>
          <w:numId w:val="14"/>
        </w:numPr>
        <w:ind w:left="0" w:firstLine="567"/>
        <w:jc w:val="both"/>
      </w:pPr>
      <w:r w:rsidRPr="00147E1B">
        <w:t>приймати рішення з інших питань у межах своїх прав та обов’язків, зокрема з питань, не врегульованих законодавством.</w:t>
      </w:r>
    </w:p>
    <w:p w:rsidR="00545BDE" w:rsidRPr="00147E1B" w:rsidRDefault="00545BDE" w:rsidP="005B200B">
      <w:pPr>
        <w:jc w:val="both"/>
      </w:pPr>
      <w:r w:rsidRPr="00147E1B">
        <w:t>4.</w:t>
      </w:r>
      <w:r w:rsidRPr="00147E1B">
        <w:rPr>
          <w:lang w:val="uk-UA"/>
        </w:rPr>
        <w:t xml:space="preserve">5. </w:t>
      </w:r>
      <w:r w:rsidRPr="00147E1B">
        <w:t>Керівник закладу освіти зобов’язаний: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 xml:space="preserve">виконувати Закон України «Про освіту» </w:t>
      </w:r>
      <w:r w:rsidRPr="00147E1B">
        <w:rPr>
          <w:lang w:val="uk-UA"/>
        </w:rPr>
        <w:t xml:space="preserve">«Про загальну середню освіту» </w:t>
      </w:r>
      <w:r w:rsidRPr="00147E1B">
        <w:t>та інші акти законодавства, а також забезпечувати та контролювати їх виконання працівниками закладу, зокрема в частині організації освітнього процесу державною мовою;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планувати та організовувати діяльність закладу;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розробити кошторис та подати його засновнику або уповноваженому ним органу на затвердження;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провадити фінансово-господарську діяльність закладу в межах затвердженого кошторису;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  <w:rPr>
          <w:shd w:val="clear" w:color="auto" w:fill="FFFFFF"/>
        </w:rPr>
      </w:pPr>
      <w:r w:rsidRPr="00147E1B">
        <w:rPr>
          <w:shd w:val="clear" w:color="auto" w:fill="FFFFFF"/>
        </w:rPr>
        <w:t>забезпечити розроблення та виконання стратегії і перспективного плану розвитку закладу освіти;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затвердити правила внутрішнього розпорядку та посадові обов’язки працівників закладу;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організовувати освітній процес та видачу документів про освіту;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затверджувати освітню програм</w:t>
      </w:r>
      <w:r w:rsidRPr="00147E1B">
        <w:rPr>
          <w:lang w:val="uk-UA"/>
        </w:rPr>
        <w:t>у</w:t>
      </w:r>
      <w:r w:rsidRPr="00147E1B">
        <w:t xml:space="preserve"> закладу освіти;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створювати умови для реалізації прав та обов’язків усіх учасників освітнього процесу, у тому числі реалізації академічних свобод педагогічних працівників, індивідуальної освітньої траєкторії, формування у разі потреби індивідуального навчального плану;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 xml:space="preserve">затвердити положення про </w:t>
      </w:r>
      <w:r w:rsidRPr="00147E1B">
        <w:rPr>
          <w:shd w:val="clear" w:color="auto" w:fill="FFFFFF"/>
        </w:rPr>
        <w:t>внутрішню систему забезпечення якості освіти в закладі освіти,</w:t>
      </w:r>
      <w:r w:rsidRPr="00147E1B">
        <w:t xml:space="preserve"> забезпечити її створення та функціонування;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контролювати виконання освітніх програм педагогічними працівниками та учнями;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забезпечувати контроль за досягненням учнями результатів навчання, визначених державними стандартами загальної середньої освіти;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створювати необхідні умови для атестації, підвищення кваліфікації педагогічних працівників;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сприяти проходженню сертифікації педагогічними працівниками закладу;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створювати умови для здійснення дієвого та відкритого громадського контролю за діяльністю закладу;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сприяти та створювати умови для діяльності органів самоврядування закладу;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формувати засади здорового способу життя учнів та працівників закладу;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забезпечити умови для захисту учнів та педагогічних працівників від будь-яких форм фізичного або психологічного насильства у закладі;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організувати харчування та сприяти медичному обслуговуванню учнів;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щорічно звітувати про свою роботу на конференції колективу закладу освіти;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створювати необхідні умови для здобуття освіти особами з особливими освітніми потребами;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забезпечувати відкритість і прозорість діяльності закладу, зокрема шляхом оприлюднення публічної інформації відповідно до вимог законів України «Про освіту», «Про доступ до публічної інформації» та «Про відкритість використання публічних коштів» та інших законів України;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забезпечити дотримання вимог щодо охорони дитинства, охорони праці, санітарно-протиепідемічних, санітарно-гігієнічних та протипожежних норм і правил, вимог техніки безпеки;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 xml:space="preserve">виконувати інші обов’язки, покладені на нього законодавством, </w:t>
      </w:r>
      <w:r w:rsidRPr="00147E1B">
        <w:rPr>
          <w:lang w:val="uk-UA"/>
        </w:rPr>
        <w:t>цим С</w:t>
      </w:r>
      <w:r w:rsidRPr="00147E1B">
        <w:t>татутом, колективним договором та строковим трудовим договором.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здійснювати зарахування, переведення, відрахування, учнів відповідно до вимог законодавства, а також заохочення та притягнення до відповідальності учнів;</w:t>
      </w:r>
    </w:p>
    <w:p w:rsidR="00545BDE" w:rsidRPr="00147E1B" w:rsidRDefault="00545BDE" w:rsidP="005B200B">
      <w:pPr>
        <w:numPr>
          <w:ilvl w:val="0"/>
          <w:numId w:val="13"/>
        </w:numPr>
        <w:ind w:left="0" w:firstLine="567"/>
        <w:jc w:val="both"/>
      </w:pPr>
      <w:r w:rsidRPr="00147E1B">
        <w:t>організувати документообіг, бухгалтерський облік та звітність відповідно до законодавства.</w:t>
      </w:r>
    </w:p>
    <w:p w:rsidR="00545BDE" w:rsidRPr="00344204" w:rsidRDefault="00545BDE" w:rsidP="005B200B">
      <w:pPr>
        <w:jc w:val="both"/>
        <w:rPr>
          <w:lang w:val="uk-UA"/>
        </w:rPr>
      </w:pPr>
      <w:r w:rsidRPr="00344204">
        <w:rPr>
          <w:lang w:val="uk-UA"/>
        </w:rPr>
        <w:t xml:space="preserve">4.6. </w:t>
      </w:r>
      <w:r w:rsidRPr="00344204">
        <w:t xml:space="preserve">Керівник закладу освіти має права та обов’язки педагогічного працівника, визначені Законом України «Про освіту» та несе відповідальність за виконання обов’язків, визначених законодавством, </w:t>
      </w:r>
      <w:r w:rsidRPr="00344204">
        <w:rPr>
          <w:lang w:val="uk-UA"/>
        </w:rPr>
        <w:t xml:space="preserve">цим Статутом </w:t>
      </w:r>
      <w:r w:rsidRPr="00344204">
        <w:t>і строковим договором.</w:t>
      </w:r>
    </w:p>
    <w:p w:rsidR="00545BDE" w:rsidRPr="00344204" w:rsidRDefault="00545BDE" w:rsidP="005B200B">
      <w:pPr>
        <w:jc w:val="both"/>
        <w:rPr>
          <w:lang w:val="uk-UA"/>
        </w:rPr>
      </w:pPr>
      <w:r w:rsidRPr="00344204">
        <w:rPr>
          <w:lang w:val="uk-UA"/>
        </w:rPr>
        <w:t>4.7. Основним постійно діючим колегіальним органом управління закладу освіти є педагогічна рада.</w:t>
      </w:r>
    </w:p>
    <w:p w:rsidR="00545BDE" w:rsidRPr="00344204" w:rsidRDefault="00545BDE" w:rsidP="005B200B">
      <w:pPr>
        <w:jc w:val="both"/>
        <w:rPr>
          <w:lang w:val="uk-UA"/>
        </w:rPr>
      </w:pPr>
      <w:r w:rsidRPr="00344204">
        <w:rPr>
          <w:lang w:val="uk-UA"/>
        </w:rPr>
        <w:t>Повноваження педагогічної ради визначаються Законом України «Про загальну середню освіту», цим Статутом, іншими нормативно-правовими актами в сфері освіти.</w:t>
      </w:r>
    </w:p>
    <w:p w:rsidR="00545BDE" w:rsidRPr="00344204" w:rsidRDefault="00545BDE" w:rsidP="005B200B">
      <w:pPr>
        <w:jc w:val="both"/>
        <w:rPr>
          <w:lang w:val="uk-UA"/>
        </w:rPr>
      </w:pPr>
      <w:r w:rsidRPr="00344204">
        <w:t xml:space="preserve">Усі педагогічні працівники зобов’язані брати участь у засіданнях педагогічної ради. Головою педагогічної ради є керівник закладу </w:t>
      </w:r>
      <w:r w:rsidRPr="00344204">
        <w:rPr>
          <w:lang w:val="uk-UA"/>
        </w:rPr>
        <w:t>освіти.</w:t>
      </w:r>
    </w:p>
    <w:p w:rsidR="00545BDE" w:rsidRPr="00D563ED" w:rsidRDefault="00545BDE" w:rsidP="005B200B">
      <w:pPr>
        <w:jc w:val="both"/>
      </w:pPr>
      <w:r w:rsidRPr="00D563ED">
        <w:rPr>
          <w:lang w:val="uk-UA"/>
        </w:rPr>
        <w:t>4.8.</w:t>
      </w:r>
      <w:r w:rsidRPr="00D563ED">
        <w:t xml:space="preserve"> Педагогічна рада</w:t>
      </w:r>
      <w:r w:rsidRPr="00D563ED">
        <w:rPr>
          <w:lang w:val="uk-UA"/>
        </w:rPr>
        <w:t xml:space="preserve"> закладу освіти</w:t>
      </w:r>
      <w:r w:rsidRPr="00D563ED">
        <w:t>:</w:t>
      </w:r>
    </w:p>
    <w:p w:rsidR="00545BDE" w:rsidRPr="00D563ED" w:rsidRDefault="00545BDE" w:rsidP="005B200B">
      <w:pPr>
        <w:numPr>
          <w:ilvl w:val="0"/>
          <w:numId w:val="8"/>
        </w:numPr>
        <w:ind w:left="567" w:firstLine="0"/>
        <w:jc w:val="both"/>
      </w:pPr>
      <w:r w:rsidRPr="00D563ED">
        <w:t>схвалює перспективний план розвитку та річний план роботи закладу;</w:t>
      </w:r>
    </w:p>
    <w:p w:rsidR="00545BDE" w:rsidRPr="00D563ED" w:rsidRDefault="00545BDE" w:rsidP="005B200B">
      <w:pPr>
        <w:numPr>
          <w:ilvl w:val="0"/>
          <w:numId w:val="8"/>
        </w:numPr>
        <w:ind w:left="567" w:firstLine="0"/>
        <w:jc w:val="both"/>
        <w:rPr>
          <w:lang w:val="uk-UA"/>
        </w:rPr>
      </w:pPr>
      <w:r w:rsidRPr="00D563ED">
        <w:t>схвалює освітню програму закладу, зміни до неї та оцінює результативність її виконання;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формує систему та затверджує процедури внутрішнього забезпечення якості освіти, включаючи систему та механізми забезпечення академічної доброчесності;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питання щодо вдосконалення і методичного забезпечення освітнього процесу;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приймає рішення щодо переведення учнів до наступного класу і їх випуску, видачі документів про відповідний рівень освіти, нагородження за успіхи у навчанні;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обговорює питання підвищення кваліфікації педагогічних працівників, розвитку їхньої творчої ініціативи, визначає заходи щодо підвищення кваліфікації педагогічних працівників, затверджує щорічний план підвищення кваліфікації педагогічних працівників;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питання впровадження в освітній процес найкращого педагогічного досвіду та інновацій, участі в дослідницькій,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ухвалює рішення щодо відзначення, морального та матеріального заохочення учні</w:t>
      </w:r>
      <w:r w:rsidRPr="00D563ED">
        <w:rPr>
          <w:lang w:val="uk-UA"/>
        </w:rPr>
        <w:t>в</w:t>
      </w:r>
      <w:r w:rsidRPr="00D563ED">
        <w:t>, працівників закладу та інших учасників освітнього процесу;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питання щодо відповідальності учнів, працівників закладу та інших учасників освітнього процесу за невиконання ними своїх обов’язків;</w:t>
      </w:r>
    </w:p>
    <w:p w:rsidR="00545BDE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має право ініціювати проведення позапланового інституційного аудиту закладу та проведення громадської акредитації закладу;</w:t>
      </w:r>
    </w:p>
    <w:p w:rsidR="00545BDE" w:rsidRPr="00D563ED" w:rsidRDefault="00545BDE" w:rsidP="005B200B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інші питання, віднесені законом та</w:t>
      </w:r>
      <w:r w:rsidRPr="003C64BC">
        <w:rPr>
          <w:lang w:val="uk-UA"/>
        </w:rPr>
        <w:t xml:space="preserve"> цим</w:t>
      </w:r>
      <w:r w:rsidRPr="00D563ED">
        <w:t xml:space="preserve"> </w:t>
      </w:r>
      <w:r w:rsidRPr="003C64BC">
        <w:rPr>
          <w:lang w:val="uk-UA"/>
        </w:rPr>
        <w:t>С</w:t>
      </w:r>
      <w:r w:rsidRPr="00D563ED">
        <w:t>татутом до її повноважень.</w:t>
      </w:r>
    </w:p>
    <w:p w:rsidR="00545BDE" w:rsidRPr="00D563ED" w:rsidRDefault="00545BDE" w:rsidP="005B200B">
      <w:pPr>
        <w:jc w:val="both"/>
      </w:pPr>
      <w:r w:rsidRPr="00D563ED">
        <w:rPr>
          <w:lang w:val="uk-UA"/>
        </w:rPr>
        <w:t xml:space="preserve">4.9. </w:t>
      </w:r>
      <w:r w:rsidRPr="00D563ED">
        <w:t>Засідання педагогічної ради є правомочним, якщо на ньому присутні не менше двох третин від її складу. Рішення з усіх питань приймаються більшістю від її складу. У разі рівного розподілу голосів голос головуючого на засіданні є визначальним. Рішення педагогічної ради оформлюються протоколом її засідання, підписуються головуючим на засіданні та секретарем.</w:t>
      </w:r>
    </w:p>
    <w:p w:rsidR="00545BDE" w:rsidRPr="00D563ED" w:rsidRDefault="00545BDE" w:rsidP="005B200B">
      <w:pPr>
        <w:jc w:val="both"/>
        <w:rPr>
          <w:lang w:val="uk-UA"/>
        </w:rPr>
      </w:pPr>
      <w:r w:rsidRPr="00D563ED">
        <w:t>Рішення педагогічної ради, прийняті в межах їх повноважень, є обов’язковими до виконання всіма учасниками освітнього процесу у закладі.</w:t>
      </w:r>
    </w:p>
    <w:p w:rsidR="00545BDE" w:rsidRPr="00D563ED" w:rsidRDefault="00545BDE" w:rsidP="005B200B">
      <w:pPr>
        <w:shd w:val="clear" w:color="auto" w:fill="FFFFFF"/>
        <w:jc w:val="both"/>
        <w:rPr>
          <w:lang w:val="uk-UA"/>
        </w:rPr>
      </w:pPr>
      <w:r w:rsidRPr="00D563ED">
        <w:rPr>
          <w:lang w:val="uk-UA"/>
        </w:rPr>
        <w:t>Рішення педагогічної ради закладу освіти вводяться в дію рішеннями керівника закладу.</w:t>
      </w:r>
    </w:p>
    <w:p w:rsidR="00545BDE" w:rsidRPr="00D563ED" w:rsidRDefault="00545BDE" w:rsidP="005B200B">
      <w:pPr>
        <w:shd w:val="clear" w:color="auto" w:fill="FFFFFF"/>
        <w:jc w:val="both"/>
        <w:rPr>
          <w:lang w:val="uk-UA"/>
        </w:rPr>
      </w:pPr>
      <w:r w:rsidRPr="00D563ED">
        <w:rPr>
          <w:lang w:val="uk-UA"/>
        </w:rPr>
        <w:t>4.10. У закладі освіти функціонують методичні об’єднання, що охоплюють учасників освітнього процесу та спеціалістів певного професійного спрямування.</w:t>
      </w:r>
    </w:p>
    <w:p w:rsidR="00545BDE" w:rsidRPr="00D563ED" w:rsidRDefault="00545BDE" w:rsidP="005B200B">
      <w:pPr>
        <w:jc w:val="both"/>
      </w:pPr>
      <w:r w:rsidRPr="00D563ED">
        <w:rPr>
          <w:lang w:val="uk-UA"/>
        </w:rPr>
        <w:t>4.11. З</w:t>
      </w:r>
      <w:r w:rsidRPr="00D563ED">
        <w:t>а рішенням засновника або уповноваженого ним органу для заклад</w:t>
      </w:r>
      <w:r w:rsidRPr="00D563ED">
        <w:rPr>
          <w:lang w:val="uk-UA"/>
        </w:rPr>
        <w:t xml:space="preserve">у </w:t>
      </w:r>
      <w:r w:rsidRPr="00D563ED">
        <w:t xml:space="preserve">освіти може бути створена </w:t>
      </w:r>
      <w:r>
        <w:rPr>
          <w:lang w:val="uk-UA"/>
        </w:rPr>
        <w:t>наглядова</w:t>
      </w:r>
      <w:r w:rsidRPr="00D563ED">
        <w:t xml:space="preserve"> рада на визначений засновником строк. Склад </w:t>
      </w:r>
      <w:r>
        <w:rPr>
          <w:lang w:val="uk-UA"/>
        </w:rPr>
        <w:t>наглядової</w:t>
      </w:r>
      <w:r w:rsidRPr="00D563ED">
        <w:t xml:space="preserve"> ради формується засновником або уповноваженим ним органом з урахуванням пропозицій органів управління закладу освіти</w:t>
      </w:r>
      <w:r w:rsidRPr="00D563ED">
        <w:rPr>
          <w:lang w:val="uk-UA"/>
        </w:rPr>
        <w:t>,</w:t>
      </w:r>
      <w:r w:rsidRPr="00D563ED">
        <w:t xml:space="preserve"> органів громадського самоврядування закладу освіти, депутатів відповідної місцевої ради.</w:t>
      </w:r>
      <w:r w:rsidRPr="00D563ED">
        <w:rPr>
          <w:lang w:val="uk-UA"/>
        </w:rPr>
        <w:t xml:space="preserve"> </w:t>
      </w:r>
      <w:r w:rsidRPr="00D563ED">
        <w:t xml:space="preserve">До складу </w:t>
      </w:r>
      <w:r>
        <w:rPr>
          <w:lang w:val="uk-UA"/>
        </w:rPr>
        <w:t>наглядової</w:t>
      </w:r>
      <w:r w:rsidRPr="00D563ED">
        <w:t xml:space="preserve"> ради не можуть входити учні та працівники закладу освіти</w:t>
      </w:r>
      <w:r w:rsidRPr="00D563ED">
        <w:rPr>
          <w:lang w:val="uk-UA"/>
        </w:rPr>
        <w:t>.</w:t>
      </w:r>
    </w:p>
    <w:p w:rsidR="00545BDE" w:rsidRPr="00F31542" w:rsidRDefault="00545BDE" w:rsidP="005B200B">
      <w:pPr>
        <w:shd w:val="clear" w:color="auto" w:fill="FFFFFF"/>
        <w:jc w:val="both"/>
        <w:rPr>
          <w:lang w:val="uk-UA"/>
        </w:rPr>
      </w:pPr>
      <w:r w:rsidRPr="00F31542">
        <w:rPr>
          <w:lang w:val="uk-UA"/>
        </w:rPr>
        <w:t>4.12. У закладі освіти діють:</w:t>
      </w:r>
    </w:p>
    <w:p w:rsidR="00545BDE" w:rsidRPr="00F31542" w:rsidRDefault="00545BDE" w:rsidP="005B200B">
      <w:pPr>
        <w:numPr>
          <w:ilvl w:val="0"/>
          <w:numId w:val="9"/>
        </w:numPr>
        <w:shd w:val="clear" w:color="auto" w:fill="FFFFFF"/>
        <w:ind w:left="567" w:firstLine="33"/>
        <w:jc w:val="both"/>
        <w:rPr>
          <w:lang w:val="uk-UA"/>
        </w:rPr>
      </w:pPr>
      <w:bookmarkStart w:id="158" w:name="n1452"/>
      <w:bookmarkEnd w:id="158"/>
      <w:r w:rsidRPr="00F31542">
        <w:rPr>
          <w:lang w:val="uk-UA"/>
        </w:rPr>
        <w:t>органи самоврядування працівників закладу освіти;</w:t>
      </w:r>
    </w:p>
    <w:p w:rsidR="00545BDE" w:rsidRPr="00F31542" w:rsidRDefault="00545BDE" w:rsidP="005B200B">
      <w:pPr>
        <w:numPr>
          <w:ilvl w:val="0"/>
          <w:numId w:val="9"/>
        </w:numPr>
        <w:shd w:val="clear" w:color="auto" w:fill="FFFFFF"/>
        <w:ind w:left="567" w:firstLine="33"/>
        <w:jc w:val="both"/>
        <w:rPr>
          <w:lang w:val="uk-UA"/>
        </w:rPr>
      </w:pPr>
      <w:bookmarkStart w:id="159" w:name="n1453"/>
      <w:bookmarkEnd w:id="159"/>
      <w:r w:rsidRPr="00F31542">
        <w:rPr>
          <w:lang w:val="uk-UA"/>
        </w:rPr>
        <w:t>органи учнівського самоврядування;</w:t>
      </w:r>
    </w:p>
    <w:p w:rsidR="00545BDE" w:rsidRPr="00F31542" w:rsidRDefault="00545BDE" w:rsidP="005B200B">
      <w:pPr>
        <w:numPr>
          <w:ilvl w:val="0"/>
          <w:numId w:val="9"/>
        </w:numPr>
        <w:shd w:val="clear" w:color="auto" w:fill="FFFFFF"/>
        <w:ind w:left="567" w:firstLine="33"/>
        <w:jc w:val="both"/>
        <w:rPr>
          <w:lang w:val="uk-UA"/>
        </w:rPr>
      </w:pPr>
      <w:bookmarkStart w:id="160" w:name="n1454"/>
      <w:bookmarkEnd w:id="160"/>
      <w:r w:rsidRPr="00F31542">
        <w:rPr>
          <w:lang w:val="uk-UA"/>
        </w:rPr>
        <w:t>органи батьківського самоврядування</w:t>
      </w:r>
      <w:bookmarkStart w:id="161" w:name="n1455"/>
      <w:bookmarkEnd w:id="161"/>
      <w:r w:rsidRPr="00F31542">
        <w:t>.</w:t>
      </w:r>
    </w:p>
    <w:p w:rsidR="00545BDE" w:rsidRPr="00F31542" w:rsidRDefault="00545BDE" w:rsidP="005B200B">
      <w:pPr>
        <w:shd w:val="clear" w:color="auto" w:fill="FFFFFF"/>
        <w:jc w:val="both"/>
        <w:rPr>
          <w:lang w:val="uk-UA"/>
        </w:rPr>
      </w:pPr>
      <w:bookmarkStart w:id="162" w:name="n1456"/>
      <w:bookmarkEnd w:id="162"/>
      <w:r w:rsidRPr="00F31542">
        <w:rPr>
          <w:lang w:val="uk-UA"/>
        </w:rPr>
        <w:t>4</w:t>
      </w:r>
      <w:r>
        <w:rPr>
          <w:lang w:val="uk-UA"/>
        </w:rPr>
        <w:t>.13</w:t>
      </w:r>
      <w:r w:rsidRPr="00F31542">
        <w:rPr>
          <w:lang w:val="uk-UA"/>
        </w:rPr>
        <w:t xml:space="preserve">. </w:t>
      </w:r>
      <w:r w:rsidRPr="00F31542">
        <w:t>Вищим колегіальним органом громадського самоврядування закладу освіти є загальні збори (конференція) колективу закладу освіти.</w:t>
      </w:r>
    </w:p>
    <w:p w:rsidR="00545BDE" w:rsidRPr="00F31542" w:rsidRDefault="00545BDE" w:rsidP="005B200B">
      <w:pPr>
        <w:jc w:val="both"/>
      </w:pPr>
      <w:r w:rsidRPr="00F31542">
        <w:t>Порядок та періодичність скликання</w:t>
      </w:r>
      <w:r w:rsidRPr="00F31542">
        <w:rPr>
          <w:lang w:val="uk-UA"/>
        </w:rPr>
        <w:t xml:space="preserve"> (</w:t>
      </w:r>
      <w:r w:rsidRPr="00F31542">
        <w:t xml:space="preserve">один раз на рік), порядок прийняття рішень, чисельність, склад загальних зборів трудового колективу, інші питання діяльності, що не врегульовані законодавством, визначаються </w:t>
      </w:r>
      <w:r w:rsidRPr="00F31542">
        <w:rPr>
          <w:lang w:val="uk-UA"/>
        </w:rPr>
        <w:t>цим С</w:t>
      </w:r>
      <w:r w:rsidRPr="00F31542">
        <w:t>татутом і колективним договором закладу.</w:t>
      </w:r>
    </w:p>
    <w:p w:rsidR="00545BDE" w:rsidRPr="00F31542" w:rsidRDefault="00545BDE" w:rsidP="005B200B">
      <w:pPr>
        <w:jc w:val="both"/>
      </w:pPr>
      <w:r w:rsidRPr="00F31542">
        <w:t>Загальні збори трудового колективу розглядають і схвалюють:</w:t>
      </w:r>
    </w:p>
    <w:p w:rsidR="00545BDE" w:rsidRPr="00F31542" w:rsidRDefault="00545BDE" w:rsidP="005B200B">
      <w:pPr>
        <w:numPr>
          <w:ilvl w:val="0"/>
          <w:numId w:val="10"/>
        </w:numPr>
        <w:ind w:left="567" w:firstLine="0"/>
        <w:jc w:val="both"/>
      </w:pPr>
      <w:r w:rsidRPr="00F31542">
        <w:t>правила внутрішнього трудового розпорядку;</w:t>
      </w:r>
    </w:p>
    <w:p w:rsidR="00545BDE" w:rsidRPr="00F31542" w:rsidRDefault="00545BDE" w:rsidP="005B200B">
      <w:pPr>
        <w:numPr>
          <w:ilvl w:val="0"/>
          <w:numId w:val="10"/>
        </w:numPr>
        <w:ind w:left="567" w:firstLine="0"/>
        <w:jc w:val="both"/>
      </w:pPr>
      <w:r w:rsidRPr="00F31542">
        <w:t>склад комісії з трудових спорів та з питань охорони праці;</w:t>
      </w:r>
    </w:p>
    <w:p w:rsidR="00545BDE" w:rsidRPr="00F31542" w:rsidRDefault="00545BDE" w:rsidP="005B200B">
      <w:pPr>
        <w:numPr>
          <w:ilvl w:val="0"/>
          <w:numId w:val="10"/>
        </w:numPr>
        <w:ind w:left="567" w:firstLine="0"/>
        <w:jc w:val="both"/>
      </w:pPr>
      <w:r w:rsidRPr="00F31542">
        <w:t>проект колективного договору.</w:t>
      </w:r>
    </w:p>
    <w:p w:rsidR="00545BDE" w:rsidRPr="00F31542" w:rsidRDefault="00545BDE" w:rsidP="005B200B">
      <w:pPr>
        <w:jc w:val="both"/>
      </w:pPr>
      <w:r w:rsidRPr="00F31542">
        <w:t>Загальні збори можуть здійснювати інші повноваження, визначені законодавством.</w:t>
      </w:r>
    </w:p>
    <w:p w:rsidR="00545BDE" w:rsidRPr="00F31542" w:rsidRDefault="00545BDE" w:rsidP="005B200B">
      <w:pPr>
        <w:jc w:val="both"/>
        <w:rPr>
          <w:lang w:val="uk-UA"/>
        </w:rPr>
      </w:pPr>
      <w:r w:rsidRPr="00F31542">
        <w:t>Рішення загальних зборів трудового колективу підписуються головуючим на засіданні та секретарем.</w:t>
      </w:r>
      <w:r w:rsidRPr="00F31542">
        <w:rPr>
          <w:lang w:val="uk-UA"/>
        </w:rPr>
        <w:t xml:space="preserve"> </w:t>
      </w:r>
      <w:r w:rsidRPr="00F31542">
        <w:t>Рішення загальних зборів трудового колективу, прийняті у межах їх повноважень, є обов’язковими до виконання всіма працівниками закладу.</w:t>
      </w:r>
    </w:p>
    <w:p w:rsidR="00545BDE" w:rsidRPr="00F31542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>4.14</w:t>
      </w:r>
      <w:r w:rsidRPr="00F31542">
        <w:rPr>
          <w:lang w:val="uk-UA"/>
        </w:rPr>
        <w:t>. З метою формування та розвитку громадянських і соціальних компетентностей учнів, пов’язаних з ідеями демократії, справедливості, рівності, прав людини, добробуту та здорового способу життя тощо у закладі освіти діє учнівське самоврядування.</w:t>
      </w:r>
    </w:p>
    <w:p w:rsidR="00545BDE" w:rsidRPr="00F31542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  <w:r w:rsidRPr="00F31542">
        <w:t>Учнівське самоврядування здійснюється учнями безпосередньо і через органи учнівського самоврядування.</w:t>
      </w:r>
    </w:p>
    <w:p w:rsidR="00545BDE" w:rsidRPr="00F31542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F31542">
        <w:t>Учні мають рівні права на участь в учнівському самоврядуванні, мають право вільно обирати та бути обраними в робочі органи (робочі групи тощо), дорадчі (консультативні з певних питань), виборні та інші органи учнівського самоврядування.</w:t>
      </w:r>
    </w:p>
    <w:p w:rsidR="00545BDE" w:rsidRPr="00F31542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  <w:r w:rsidRPr="00F31542">
        <w:t>Органи учнівського самоврядування мають право:</w:t>
      </w:r>
    </w:p>
    <w:p w:rsidR="00545BDE" w:rsidRPr="00F31542" w:rsidRDefault="00545BDE" w:rsidP="005B200B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брати участь в обговоренні питань удосконалення освітнього процесу організації дозвілля, оздоровлення, побуту та харчування;</w:t>
      </w:r>
    </w:p>
    <w:p w:rsidR="00545BDE" w:rsidRPr="00F31542" w:rsidRDefault="00545BDE" w:rsidP="005B200B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проводити організаційні, просвітницькі, спортивні, оздоровчі та інші заходи або ініціювати їх проведення перед керівництвом закладу освіти;</w:t>
      </w:r>
    </w:p>
    <w:p w:rsidR="00545BDE" w:rsidRPr="00F31542" w:rsidRDefault="00545BDE" w:rsidP="005B200B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брати участь у заходах із забезпечення якості освіти відповідно до процедур внутрішньої системи забезпечення якості освіти;</w:t>
      </w:r>
    </w:p>
    <w:p w:rsidR="00545BDE" w:rsidRPr="00F31542" w:rsidRDefault="00545BDE" w:rsidP="005B200B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захищати права та інтереси учнів, які здобувають освіту у закладі;</w:t>
      </w:r>
    </w:p>
    <w:p w:rsidR="00545BDE" w:rsidRPr="00F31542" w:rsidRDefault="00545BDE" w:rsidP="005B200B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bookmarkStart w:id="163" w:name="n669"/>
      <w:bookmarkStart w:id="164" w:name="n670"/>
      <w:bookmarkStart w:id="165" w:name="n673"/>
      <w:bookmarkEnd w:id="163"/>
      <w:bookmarkEnd w:id="164"/>
      <w:bookmarkEnd w:id="165"/>
      <w:r w:rsidRPr="00F31542">
        <w:t>вносити пропозиції до плану роботи закладу освіти, змісту освітніх і навчальних програм.</w:t>
      </w:r>
    </w:p>
    <w:p w:rsidR="00545BDE" w:rsidRPr="00F31542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  <w:r w:rsidRPr="00F31542">
        <w:t>У своїй діяльності органи учнівського самоврядування керуються законодавством, правилами внутрішнього розпорядку та положенням про учнівське самоврядування закладу освіти</w:t>
      </w:r>
      <w:r w:rsidRPr="00F31542">
        <w:rPr>
          <w:lang w:val="uk-UA"/>
        </w:rPr>
        <w:t xml:space="preserve">, </w:t>
      </w:r>
      <w:r w:rsidRPr="00F31542">
        <w:t>що затверджується загальними зборами уповноважених представників класів закладу освіти.</w:t>
      </w:r>
    </w:p>
    <w:p w:rsidR="00545BDE" w:rsidRPr="00995CB9" w:rsidRDefault="00545BDE" w:rsidP="005B200B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4.15</w:t>
      </w:r>
      <w:r w:rsidRPr="00995CB9">
        <w:rPr>
          <w:lang w:val="uk-UA"/>
        </w:rPr>
        <w:t>. Батьки створюють органи батьківського самоврядування (в межах класу, закладу освіти, за інтересами тощо). Органи батьківського самоврядування колективно вирішують окремі питання організації освітнього процесу в закладі освіти, захисту прав та інтересів учнів, організації їх дозвілля та оздоровлення, беруть участь у громадському нагляді (контролі) в межах повноважень, визначених Законом України «Про загальну середню освіту» та цим Статутом.</w:t>
      </w:r>
    </w:p>
    <w:p w:rsidR="00545BDE" w:rsidRPr="00995CB9" w:rsidRDefault="00545BDE" w:rsidP="005B200B">
      <w:pPr>
        <w:tabs>
          <w:tab w:val="left" w:pos="3737"/>
        </w:tabs>
        <w:jc w:val="both"/>
        <w:rPr>
          <w:lang w:val="uk-UA"/>
        </w:rPr>
      </w:pPr>
      <w:r w:rsidRPr="00995CB9">
        <w:rPr>
          <w:lang w:val="uk-UA"/>
        </w:rPr>
        <w:t xml:space="preserve">Батьки можуть розглядати будь-які питання і приймати рішення, крім тих, що відносяться до компетенції інших органів управління чи органів громадського самоврядування закладу освіти. </w:t>
      </w:r>
      <w:r w:rsidRPr="00995CB9">
        <w:t>Рішення органу батьківського самоврядування виконується батьками виключно на добровільних засадах.</w:t>
      </w:r>
    </w:p>
    <w:p w:rsidR="00545BDE" w:rsidRPr="00995CB9" w:rsidRDefault="00545BDE" w:rsidP="005B200B">
      <w:pPr>
        <w:tabs>
          <w:tab w:val="left" w:pos="3737"/>
        </w:tabs>
        <w:jc w:val="both"/>
        <w:rPr>
          <w:lang w:val="uk-UA"/>
        </w:rPr>
      </w:pPr>
      <w:r w:rsidRPr="00995CB9">
        <w:rPr>
          <w:lang w:val="uk-UA"/>
        </w:rPr>
        <w:t>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та за умови, що таке рішення не суперечить законодавству.</w:t>
      </w:r>
    </w:p>
    <w:p w:rsidR="00545BDE" w:rsidRPr="00995CB9" w:rsidRDefault="00545BDE" w:rsidP="005B200B">
      <w:pPr>
        <w:tabs>
          <w:tab w:val="left" w:pos="3737"/>
        </w:tabs>
        <w:jc w:val="both"/>
      </w:pPr>
      <w:r w:rsidRPr="00995CB9">
        <w:t>Рішення, заходи та форми батьківського самоврядування не можуть призводити до надання іншим учасникам освітнього процесу привілеїв чи обмежень за будь-якими ознаками, порушувати їхні права або законні інтереси, а також не можуть бути підставою для прийняття управлінських рішень, що не відповідають законодавству.</w:t>
      </w:r>
    </w:p>
    <w:p w:rsidR="00545BDE" w:rsidRPr="00995CB9" w:rsidRDefault="00545BDE" w:rsidP="005B200B">
      <w:pPr>
        <w:tabs>
          <w:tab w:val="left" w:pos="3737"/>
        </w:tabs>
        <w:jc w:val="both"/>
      </w:pPr>
      <w:r w:rsidRPr="00995CB9">
        <w:t>Органи батьківського самоврядування мають право, але не зобов’язані, оформляти свої рішення відповідними протоколами.</w:t>
      </w:r>
    </w:p>
    <w:p w:rsidR="00545BDE" w:rsidRPr="00995CB9" w:rsidRDefault="00545BDE" w:rsidP="005B200B">
      <w:pPr>
        <w:jc w:val="both"/>
        <w:rPr>
          <w:lang w:val="uk-UA"/>
        </w:rPr>
      </w:pPr>
    </w:p>
    <w:p w:rsidR="00545BDE" w:rsidRPr="00986E00" w:rsidRDefault="00545BDE" w:rsidP="005B200B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986E00">
        <w:rPr>
          <w:b/>
          <w:bCs/>
          <w:sz w:val="36"/>
          <w:szCs w:val="36"/>
          <w:lang w:val="uk-UA"/>
        </w:rPr>
        <w:t>V. Матеріально-технічна база закладу освіти</w:t>
      </w:r>
    </w:p>
    <w:p w:rsidR="00545BDE" w:rsidRPr="00986E00" w:rsidRDefault="00545BDE" w:rsidP="005B200B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>5.1. До майна закладу освіти належить</w:t>
      </w:r>
      <w:r>
        <w:rPr>
          <w:szCs w:val="28"/>
          <w:lang w:val="uk-UA"/>
        </w:rPr>
        <w:t>:</w:t>
      </w:r>
    </w:p>
    <w:p w:rsidR="00545BDE" w:rsidRPr="00986E00" w:rsidRDefault="00545BDE" w:rsidP="005B200B">
      <w:pPr>
        <w:numPr>
          <w:ilvl w:val="0"/>
          <w:numId w:val="12"/>
        </w:numPr>
        <w:ind w:left="567" w:firstLine="0"/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 xml:space="preserve">нерухоме та рухоме майно, включаючи будівлі, споруди, землю, комунікації, обладнання, інші матеріальні цінності, вартість яких відображено у балансі </w:t>
      </w:r>
      <w:r w:rsidRPr="00986E00">
        <w:rPr>
          <w:lang w:val="uk-UA"/>
        </w:rPr>
        <w:t>закладу освіти</w:t>
      </w:r>
      <w:r w:rsidRPr="00986E00">
        <w:rPr>
          <w:szCs w:val="28"/>
          <w:lang w:val="uk-UA"/>
        </w:rPr>
        <w:t>.</w:t>
      </w:r>
    </w:p>
    <w:p w:rsidR="00545BDE" w:rsidRPr="00986E00" w:rsidRDefault="00545BDE" w:rsidP="005B200B">
      <w:pPr>
        <w:numPr>
          <w:ilvl w:val="0"/>
          <w:numId w:val="12"/>
        </w:numPr>
        <w:shd w:val="clear" w:color="auto" w:fill="FFFFFF"/>
        <w:ind w:left="567" w:firstLine="0"/>
        <w:jc w:val="both"/>
        <w:rPr>
          <w:lang w:val="uk-UA"/>
        </w:rPr>
      </w:pPr>
      <w:r w:rsidRPr="00986E00">
        <w:rPr>
          <w:lang w:val="uk-UA"/>
        </w:rPr>
        <w:t>майнові права, включаючи майнові права інтелектуальної власності на об’єкти права інтелектуальної власності, зокрема інформаційні системи, об’єкти авторського права та/або суміжних прав;</w:t>
      </w:r>
    </w:p>
    <w:p w:rsidR="00545BDE" w:rsidRPr="00986E00" w:rsidRDefault="00545BDE" w:rsidP="005B200B">
      <w:pPr>
        <w:numPr>
          <w:ilvl w:val="0"/>
          <w:numId w:val="12"/>
        </w:numPr>
        <w:shd w:val="clear" w:color="auto" w:fill="FFFFFF"/>
        <w:ind w:left="567" w:firstLine="0"/>
        <w:jc w:val="both"/>
        <w:rPr>
          <w:lang w:val="uk-UA"/>
        </w:rPr>
      </w:pPr>
      <w:r w:rsidRPr="00986E00">
        <w:t>інші активи, передбачені законодавством.</w:t>
      </w:r>
    </w:p>
    <w:p w:rsidR="00545BDE" w:rsidRPr="00986E00" w:rsidRDefault="00545BDE" w:rsidP="005B200B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>5.2. Майно закладу освіти становлять основні фонди та інші матеріальні цінності, вартість яких відображається у балансі закладу.</w:t>
      </w:r>
    </w:p>
    <w:p w:rsidR="00545BDE" w:rsidRPr="00986E00" w:rsidRDefault="00545BDE" w:rsidP="005B200B">
      <w:pPr>
        <w:jc w:val="both"/>
        <w:rPr>
          <w:lang w:val="uk-UA"/>
        </w:rPr>
      </w:pPr>
      <w:r w:rsidRPr="00986E00">
        <w:rPr>
          <w:lang w:val="uk-UA"/>
        </w:rPr>
        <w:t xml:space="preserve">5.3. Майно закладу освіти належить йому </w:t>
      </w:r>
      <w:r w:rsidRPr="00986E00">
        <w:t>на правах, визначених законодавством</w:t>
      </w:r>
      <w:r w:rsidRPr="00986E00">
        <w:rPr>
          <w:lang w:val="uk-UA"/>
        </w:rPr>
        <w:t>, в тому числі Свідоцтва про право власності на нерухоме майно відповідно до чинного законодавства України.</w:t>
      </w:r>
    </w:p>
    <w:p w:rsidR="00545BDE" w:rsidRPr="00F63376" w:rsidRDefault="00545BDE" w:rsidP="005B200B">
      <w:pPr>
        <w:spacing w:line="276" w:lineRule="auto"/>
        <w:ind w:firstLine="540"/>
        <w:jc w:val="both"/>
        <w:rPr>
          <w:color w:val="000000"/>
          <w:lang w:val="uk-UA"/>
        </w:rPr>
      </w:pPr>
      <w:r w:rsidRPr="00986E00">
        <w:rPr>
          <w:szCs w:val="28"/>
          <w:lang w:val="uk-UA"/>
        </w:rPr>
        <w:t xml:space="preserve">5.4. </w:t>
      </w:r>
      <w:r>
        <w:rPr>
          <w:color w:val="000000"/>
          <w:lang w:val="uk-UA"/>
        </w:rPr>
        <w:t xml:space="preserve">Школа має земельні ділянки, де розміщені </w:t>
      </w:r>
      <w:r w:rsidRPr="00F63376">
        <w:rPr>
          <w:color w:val="000000"/>
          <w:lang w:val="uk-UA"/>
        </w:rPr>
        <w:t>спортивні м</w:t>
      </w:r>
      <w:r>
        <w:rPr>
          <w:color w:val="000000"/>
          <w:lang w:val="uk-UA"/>
        </w:rPr>
        <w:t>айданчики, господарські будівлі</w:t>
      </w:r>
      <w:r w:rsidRPr="00F63376">
        <w:rPr>
          <w:color w:val="000000"/>
          <w:lang w:val="uk-UA"/>
        </w:rPr>
        <w:t>.</w:t>
      </w:r>
    </w:p>
    <w:p w:rsidR="00545BDE" w:rsidRPr="00986E00" w:rsidRDefault="00545BDE" w:rsidP="005B200B">
      <w:pPr>
        <w:jc w:val="both"/>
        <w:rPr>
          <w:szCs w:val="28"/>
          <w:lang w:val="uk-UA"/>
        </w:rPr>
      </w:pPr>
    </w:p>
    <w:p w:rsidR="00545BDE" w:rsidRPr="00986E00" w:rsidRDefault="00545BDE" w:rsidP="005B200B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>5.5. Вилучення основних фондів, оборотних коштів та іншого майна закладу освіти проводиться лише у випадках, передбачених чинним законодавством. Відшкодування збитків, завданих закладу освіти, проводиться лише у випадках, передбачених чинним законодавством. Збитки, завдані закладу освіти 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545BDE" w:rsidRPr="00986E00" w:rsidRDefault="00545BDE" w:rsidP="005B200B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 xml:space="preserve">5.6. Для забезпечення освітнього процесу </w:t>
      </w:r>
      <w:r w:rsidRPr="00986E00">
        <w:rPr>
          <w:lang w:val="uk-UA"/>
        </w:rPr>
        <w:t xml:space="preserve">матеріально-технічна </w:t>
      </w:r>
      <w:r w:rsidRPr="00986E00">
        <w:rPr>
          <w:szCs w:val="28"/>
          <w:lang w:val="uk-UA"/>
        </w:rPr>
        <w:t>база закладу освіти складається із навчальних кабінетів, бібліотеки, архіву, медичного і комп’ютерного кабінетів, їдальні, приміщень для інженерно-технічного та допоміжного персоналу, кімнати психологічного розвантаження тощо.</w:t>
      </w:r>
    </w:p>
    <w:p w:rsidR="00545BDE" w:rsidRPr="00986E00" w:rsidRDefault="00545BDE" w:rsidP="005B20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986E00">
        <w:rPr>
          <w:lang w:val="uk-UA"/>
        </w:rPr>
        <w:t>Вимоги до матеріально-технічної бази закладу освіти визначаються відповідними будівельними і санітарно-гігієнічними нормами і правилами, а також типовими переліками обов'язкового навчального та іншого обладнання (в тому числі корекційного), навчально-методичних та навчально-наочних посібників, підручників, художньої та іншої літератури.</w:t>
      </w:r>
    </w:p>
    <w:p w:rsidR="00545BDE" w:rsidRPr="00986E00" w:rsidRDefault="00545BDE" w:rsidP="005B200B">
      <w:pPr>
        <w:jc w:val="both"/>
        <w:rPr>
          <w:szCs w:val="28"/>
          <w:lang w:val="uk-UA"/>
        </w:rPr>
      </w:pPr>
    </w:p>
    <w:p w:rsidR="00545BDE" w:rsidRPr="00E00397" w:rsidRDefault="00545BDE" w:rsidP="005B200B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uk-UA"/>
        </w:rPr>
        <w:t>VІ. Фінансово-господарська діяльність</w:t>
      </w:r>
    </w:p>
    <w:p w:rsidR="00545BDE" w:rsidRPr="005F78A8" w:rsidRDefault="00545BDE" w:rsidP="005B200B">
      <w:pPr>
        <w:jc w:val="both"/>
        <w:rPr>
          <w:color w:val="FF0000"/>
          <w:szCs w:val="28"/>
          <w:lang w:val="uk-UA"/>
        </w:rPr>
      </w:pPr>
      <w:r w:rsidRPr="00E00397">
        <w:rPr>
          <w:szCs w:val="28"/>
          <w:lang w:val="uk-UA"/>
        </w:rPr>
        <w:t>6.1. Фінансово-господарська діяльність закладу освіти здійснюється на основі його кошторису.</w:t>
      </w:r>
    </w:p>
    <w:p w:rsidR="00545BDE" w:rsidRPr="00B020E6" w:rsidRDefault="00545BDE" w:rsidP="005B200B">
      <w:pPr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6.2. Джерелами формування кошторису закладу освіти є:</w:t>
      </w:r>
    </w:p>
    <w:p w:rsidR="00545BDE" w:rsidRPr="00B020E6" w:rsidRDefault="00545BDE" w:rsidP="005B200B">
      <w:pPr>
        <w:numPr>
          <w:ilvl w:val="0"/>
          <w:numId w:val="1"/>
        </w:numPr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кошти бюджету Тячівської міської ради в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545BDE" w:rsidRPr="00B020E6" w:rsidRDefault="00545BDE" w:rsidP="005B200B">
      <w:pPr>
        <w:numPr>
          <w:ilvl w:val="0"/>
          <w:numId w:val="1"/>
        </w:numPr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кошти фізичних, юридичних осіб;</w:t>
      </w:r>
    </w:p>
    <w:p w:rsidR="00545BDE" w:rsidRPr="00B020E6" w:rsidRDefault="00545BDE" w:rsidP="005B200B">
      <w:pPr>
        <w:numPr>
          <w:ilvl w:val="0"/>
          <w:numId w:val="1"/>
        </w:numPr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кошти, отримані за надання платних послуг, здачі вторинної сировини згідно з чинним законодавства України;</w:t>
      </w:r>
    </w:p>
    <w:p w:rsidR="00545BDE" w:rsidRPr="00B020E6" w:rsidRDefault="00545BDE" w:rsidP="005B200B">
      <w:pPr>
        <w:numPr>
          <w:ilvl w:val="0"/>
          <w:numId w:val="1"/>
        </w:numPr>
        <w:tabs>
          <w:tab w:val="clear" w:pos="720"/>
        </w:tabs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доходи від здачі в оренду приміщень, споруд, обладнання;</w:t>
      </w:r>
    </w:p>
    <w:p w:rsidR="00545BDE" w:rsidRPr="00A201A4" w:rsidRDefault="00545BDE" w:rsidP="005B200B">
      <w:pPr>
        <w:numPr>
          <w:ilvl w:val="0"/>
          <w:numId w:val="1"/>
        </w:numPr>
        <w:ind w:left="567" w:firstLine="0"/>
        <w:jc w:val="both"/>
        <w:rPr>
          <w:lang w:val="uk-UA"/>
        </w:rPr>
      </w:pPr>
      <w:r w:rsidRPr="00A201A4">
        <w:rPr>
          <w:lang w:val="uk-UA"/>
        </w:rPr>
        <w:t>благодійні внески юридичних і фізичних осіб;</w:t>
      </w:r>
    </w:p>
    <w:p w:rsidR="00545BDE" w:rsidRPr="00A201A4" w:rsidRDefault="00545BDE" w:rsidP="005B200B">
      <w:pPr>
        <w:numPr>
          <w:ilvl w:val="0"/>
          <w:numId w:val="1"/>
        </w:numPr>
        <w:ind w:left="567" w:firstLine="0"/>
        <w:jc w:val="both"/>
        <w:rPr>
          <w:lang w:val="uk-UA"/>
        </w:rPr>
      </w:pPr>
      <w:r w:rsidRPr="00A201A4">
        <w:rPr>
          <w:rFonts w:ascii="Times New Roman CYR" w:hAnsi="Times New Roman CYR"/>
          <w:lang w:val="uk-UA"/>
        </w:rPr>
        <w:t>інші джерела надходження коштів, не заборонені законодавством України.</w:t>
      </w:r>
      <w:r w:rsidRPr="00A201A4">
        <w:rPr>
          <w:lang w:val="uk-UA"/>
        </w:rPr>
        <w:t xml:space="preserve"> </w:t>
      </w:r>
    </w:p>
    <w:p w:rsidR="00545BDE" w:rsidRPr="00A201A4" w:rsidRDefault="00545BDE" w:rsidP="005B200B">
      <w:pPr>
        <w:jc w:val="both"/>
        <w:rPr>
          <w:lang w:val="uk-UA"/>
        </w:rPr>
      </w:pPr>
      <w:r w:rsidRPr="00A201A4">
        <w:rPr>
          <w:lang w:val="uk-UA"/>
        </w:rPr>
        <w:t>6.3. В закладі освіти може створюватися фонд загального обов’язкового навчання, який формується з урахуванням матеріально-побутових потреб учнів за рахунок коштів засновника та бюджету в розмірі не менше трьох відсотків витрат на його поточне утримання, також за рахунок коштів, залучених з інших джерел.</w:t>
      </w:r>
    </w:p>
    <w:p w:rsidR="00545BDE" w:rsidRPr="00A201A4" w:rsidRDefault="00545BDE" w:rsidP="005B200B">
      <w:pPr>
        <w:jc w:val="both"/>
        <w:rPr>
          <w:lang w:val="uk-UA"/>
        </w:rPr>
      </w:pPr>
      <w:r w:rsidRPr="00A201A4">
        <w:rPr>
          <w:lang w:val="uk-UA"/>
        </w:rPr>
        <w:t xml:space="preserve">Облік і використання коштів фонду загального обов’язкового навчання здійснюються закладом освіти згідно з наказом директора, що видається на підставі рішення </w:t>
      </w:r>
      <w:r w:rsidRPr="006F6152">
        <w:rPr>
          <w:b/>
          <w:color w:val="FF0000"/>
          <w:sz w:val="32"/>
          <w:szCs w:val="32"/>
          <w:lang w:val="uk-UA"/>
        </w:rPr>
        <w:t>ради школи,</w:t>
      </w:r>
      <w:r w:rsidRPr="00A201A4">
        <w:rPr>
          <w:lang w:val="uk-UA"/>
        </w:rPr>
        <w:t xml:space="preserve"> відповідно до порядку, передбаченого чинним законодавством.</w:t>
      </w:r>
    </w:p>
    <w:p w:rsidR="00545BDE" w:rsidRPr="00A201A4" w:rsidRDefault="00545BDE" w:rsidP="005B200B">
      <w:pPr>
        <w:jc w:val="both"/>
        <w:rPr>
          <w:lang w:val="uk-UA"/>
        </w:rPr>
      </w:pPr>
      <w:r w:rsidRPr="00A201A4">
        <w:rPr>
          <w:lang w:val="uk-UA"/>
        </w:rPr>
        <w:t>Контроль за правильним використанням коштів загального обов’язкового навчання здійснюють органи виконавчої влади або органи місцевого самоврядування, органи управління освітою.</w:t>
      </w:r>
    </w:p>
    <w:p w:rsidR="00545BDE" w:rsidRPr="00A201A4" w:rsidRDefault="00545BDE" w:rsidP="005B200B">
      <w:pPr>
        <w:jc w:val="both"/>
        <w:rPr>
          <w:lang w:val="uk-UA"/>
        </w:rPr>
      </w:pPr>
      <w:r w:rsidRPr="00A201A4">
        <w:rPr>
          <w:lang w:val="uk-UA"/>
        </w:rPr>
        <w:t>6.4. Заклад освіти має право на придбання в оренду необхідного обладнання та інші матеріальні ресурси, користуватися послугами будь-якого підприємства, установи, організації або фізичної особи, фінансувати за рахунок власних надходжень заходи, що сприяють поліпшенню соціально-побутових умов колективу.</w:t>
      </w:r>
    </w:p>
    <w:p w:rsidR="00545BDE" w:rsidRPr="00A201A4" w:rsidRDefault="00545BDE" w:rsidP="005B200B">
      <w:pPr>
        <w:jc w:val="both"/>
        <w:rPr>
          <w:lang w:val="uk-UA"/>
        </w:rPr>
      </w:pPr>
      <w:r w:rsidRPr="00A201A4">
        <w:rPr>
          <w:lang w:val="uk-UA"/>
        </w:rPr>
        <w:t>6.5. Порядок діловодства і бухгалтерського обліку в закладі освіти визначається відповідно до законодавства. Бухгалтерський облік здійснюється закладом самостійно  через бухгалтерію закладу освіти.</w:t>
      </w:r>
    </w:p>
    <w:p w:rsidR="00545BDE" w:rsidRPr="00A201A4" w:rsidRDefault="00545BDE" w:rsidP="005B200B">
      <w:pPr>
        <w:jc w:val="both"/>
        <w:rPr>
          <w:lang w:val="uk-UA"/>
        </w:rPr>
      </w:pPr>
      <w:r w:rsidRPr="00A201A4">
        <w:rPr>
          <w:lang w:val="uk-UA"/>
        </w:rPr>
        <w:t>6.6. Штатний розпис закладу освіти затверджуються керівником закладу освіти на підставі Типових штатних нормативів закладів загальної середньої освіти, затверджених центральним органом виконавчої влади, що забезпечує формування та реалізує державну політику у сфері освіти.</w:t>
      </w:r>
    </w:p>
    <w:p w:rsidR="00545BDE" w:rsidRPr="00A201A4" w:rsidRDefault="00545BDE" w:rsidP="005B200B">
      <w:pPr>
        <w:jc w:val="both"/>
        <w:rPr>
          <w:lang w:val="uk-UA"/>
        </w:rPr>
      </w:pPr>
      <w:r w:rsidRPr="00A201A4">
        <w:rPr>
          <w:lang w:val="uk-UA"/>
        </w:rPr>
        <w:t>6.7. Звітність про діяльність закладу освіти встановлюється відповідно до законодавства.</w:t>
      </w:r>
    </w:p>
    <w:p w:rsidR="00545BDE" w:rsidRPr="005F78A8" w:rsidRDefault="00545BDE" w:rsidP="005B200B">
      <w:pPr>
        <w:jc w:val="both"/>
        <w:rPr>
          <w:color w:val="FF0000"/>
          <w:sz w:val="40"/>
          <w:szCs w:val="28"/>
        </w:rPr>
      </w:pPr>
      <w:bookmarkStart w:id="166" w:name="n1469"/>
      <w:bookmarkEnd w:id="166"/>
    </w:p>
    <w:p w:rsidR="00545BDE" w:rsidRPr="00E00397" w:rsidRDefault="00545BDE" w:rsidP="005B200B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uk-UA"/>
        </w:rPr>
        <w:t>VІІ. Міжнародне співробітництво</w:t>
      </w:r>
    </w:p>
    <w:p w:rsidR="00545BDE" w:rsidRPr="00E00397" w:rsidRDefault="00545BDE" w:rsidP="005B200B">
      <w:pPr>
        <w:jc w:val="both"/>
        <w:rPr>
          <w:szCs w:val="28"/>
          <w:lang w:val="uk-UA"/>
        </w:rPr>
      </w:pPr>
      <w:r w:rsidRPr="00E00397">
        <w:rPr>
          <w:szCs w:val="28"/>
          <w:lang w:val="uk-UA"/>
        </w:rPr>
        <w:t>7.1. Заклад освіти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 у рамках освітніх програм, проектів, встановлювати відповідно до законодавства прямі зв’язки з міжнародними організаціями та освітніми асоціаціями.</w:t>
      </w:r>
    </w:p>
    <w:p w:rsidR="00545BDE" w:rsidRPr="00E00397" w:rsidRDefault="00545BDE" w:rsidP="005B200B">
      <w:pPr>
        <w:jc w:val="both"/>
        <w:rPr>
          <w:szCs w:val="28"/>
          <w:lang w:val="uk-UA"/>
        </w:rPr>
      </w:pPr>
      <w:r w:rsidRPr="00E00397">
        <w:rPr>
          <w:szCs w:val="28"/>
          <w:lang w:val="uk-UA"/>
        </w:rPr>
        <w:t xml:space="preserve">7.2. Заклад освіти </w:t>
      </w:r>
      <w:r w:rsidRPr="00E00397">
        <w:t>ма</w:t>
      </w:r>
      <w:r w:rsidRPr="00E00397">
        <w:rPr>
          <w:lang w:val="uk-UA"/>
        </w:rPr>
        <w:t>є</w:t>
      </w:r>
      <w:r w:rsidRPr="00E00397">
        <w:t xml:space="preserve"> право укладати угоди про співробітництво, встановлювати прямі зв'язки з органами управління освітою та навчальними закладами зарубіжних країн, міжнародними організаціями, фондами у встановленому законодавством порядку.</w:t>
      </w:r>
      <w:bookmarkStart w:id="167" w:name="n371"/>
      <w:bookmarkEnd w:id="167"/>
    </w:p>
    <w:p w:rsidR="00545BDE" w:rsidRPr="00E00397" w:rsidRDefault="00545BDE" w:rsidP="005B200B">
      <w:pPr>
        <w:jc w:val="both"/>
        <w:rPr>
          <w:sz w:val="28"/>
          <w:szCs w:val="28"/>
          <w:lang w:val="uk-UA"/>
        </w:rPr>
      </w:pPr>
    </w:p>
    <w:p w:rsidR="00545BDE" w:rsidRPr="00E00397" w:rsidRDefault="00545BDE" w:rsidP="005B200B">
      <w:pPr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en-US"/>
        </w:rPr>
        <w:t>VI</w:t>
      </w:r>
      <w:r w:rsidRPr="00E00397">
        <w:rPr>
          <w:b/>
          <w:bCs/>
          <w:sz w:val="36"/>
          <w:szCs w:val="36"/>
          <w:lang w:val="uk-UA"/>
        </w:rPr>
        <w:t>ІІ. Контроль за діяльністю закладу освіти</w:t>
      </w:r>
    </w:p>
    <w:p w:rsidR="00545BDE" w:rsidRPr="00E00397" w:rsidRDefault="00545BDE" w:rsidP="005B200B">
      <w:pPr>
        <w:jc w:val="both"/>
        <w:rPr>
          <w:szCs w:val="28"/>
          <w:lang w:val="uk-UA"/>
        </w:rPr>
      </w:pPr>
      <w:r w:rsidRPr="00E00397">
        <w:rPr>
          <w:szCs w:val="28"/>
          <w:lang w:val="uk-UA"/>
        </w:rPr>
        <w:t xml:space="preserve">8.1. </w:t>
      </w:r>
      <w:r w:rsidRPr="00E00397">
        <w:t>Державний нагляд (контроль) у сфері загальної середньої освіти здійснюєтьс</w:t>
      </w:r>
      <w:r>
        <w:t>я відповідно до Закону України «Про освіту»</w:t>
      </w:r>
      <w:r w:rsidRPr="00E00397">
        <w:t>.</w:t>
      </w:r>
    </w:p>
    <w:p w:rsidR="00545BDE" w:rsidRPr="00E00397" w:rsidRDefault="00545BDE" w:rsidP="005B200B">
      <w:pPr>
        <w:shd w:val="clear" w:color="auto" w:fill="FFFFFF"/>
        <w:jc w:val="both"/>
        <w:rPr>
          <w:lang w:val="uk-UA"/>
        </w:rPr>
      </w:pPr>
      <w:bookmarkStart w:id="168" w:name="n1460"/>
      <w:bookmarkEnd w:id="168"/>
      <w:r w:rsidRPr="00E00397">
        <w:rPr>
          <w:lang w:val="uk-UA"/>
        </w:rPr>
        <w:t>8.2. Інституційний аудит закладу освіти, що забезпечує здобуття загальної середньої освіти,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</w:p>
    <w:p w:rsidR="00545BDE" w:rsidRPr="00E00397" w:rsidRDefault="00545BDE" w:rsidP="005B200B">
      <w:pPr>
        <w:shd w:val="clear" w:color="auto" w:fill="FFFFFF"/>
        <w:jc w:val="both"/>
        <w:rPr>
          <w:lang w:val="uk-UA"/>
        </w:rPr>
      </w:pPr>
      <w:bookmarkStart w:id="169" w:name="n1461"/>
      <w:bookmarkEnd w:id="169"/>
      <w:r w:rsidRPr="00E00397">
        <w:t>Інституційний аудит включає планову перевірку дотримання ліцензійних умов</w:t>
      </w:r>
      <w:r w:rsidRPr="00E00397">
        <w:rPr>
          <w:lang w:val="uk-UA"/>
        </w:rPr>
        <w:t>.</w:t>
      </w:r>
    </w:p>
    <w:p w:rsidR="00545BDE" w:rsidRPr="00E00397" w:rsidRDefault="00545BDE" w:rsidP="005B200B">
      <w:pPr>
        <w:jc w:val="both"/>
        <w:rPr>
          <w:sz w:val="28"/>
          <w:szCs w:val="28"/>
          <w:lang w:val="uk-UA"/>
        </w:rPr>
      </w:pPr>
    </w:p>
    <w:p w:rsidR="00545BDE" w:rsidRPr="00E00397" w:rsidRDefault="00545BDE" w:rsidP="005B200B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uk-UA"/>
        </w:rPr>
        <w:t>ІХ. Порядок внесення змін до статуту</w:t>
      </w:r>
    </w:p>
    <w:p w:rsidR="00545BDE" w:rsidRPr="00E00397" w:rsidRDefault="00545BDE" w:rsidP="005B200B">
      <w:pPr>
        <w:jc w:val="both"/>
        <w:rPr>
          <w:bCs/>
          <w:szCs w:val="28"/>
          <w:lang w:val="uk-UA"/>
        </w:rPr>
      </w:pPr>
      <w:r w:rsidRPr="00E00397">
        <w:rPr>
          <w:bCs/>
          <w:szCs w:val="28"/>
          <w:lang w:val="uk-UA"/>
        </w:rPr>
        <w:t xml:space="preserve">9.1. </w:t>
      </w:r>
      <w:r w:rsidRPr="00E00397">
        <w:rPr>
          <w:szCs w:val="28"/>
          <w:lang w:val="uk-UA"/>
        </w:rPr>
        <w:t>Зміни до Статуту закладу реєструються у встановленому законодавством порядку та набирають чинності з моменту реєстрації уповноваженими органами державної реєстрації.</w:t>
      </w:r>
    </w:p>
    <w:p w:rsidR="00545BDE" w:rsidRPr="005F78A8" w:rsidRDefault="00545BDE" w:rsidP="005B200B">
      <w:pPr>
        <w:ind w:left="360"/>
        <w:jc w:val="center"/>
        <w:rPr>
          <w:bCs/>
          <w:color w:val="FF0000"/>
          <w:sz w:val="28"/>
          <w:szCs w:val="28"/>
          <w:lang w:val="uk-UA"/>
        </w:rPr>
      </w:pPr>
    </w:p>
    <w:p w:rsidR="00545BDE" w:rsidRPr="00FD6D43" w:rsidRDefault="00545BDE" w:rsidP="005B200B">
      <w:pPr>
        <w:jc w:val="center"/>
        <w:rPr>
          <w:b/>
          <w:bCs/>
          <w:sz w:val="36"/>
          <w:szCs w:val="36"/>
          <w:lang w:val="uk-UA"/>
        </w:rPr>
      </w:pPr>
      <w:r w:rsidRPr="00FD6D43">
        <w:rPr>
          <w:b/>
          <w:bCs/>
          <w:sz w:val="36"/>
          <w:szCs w:val="36"/>
          <w:lang w:val="uk-UA"/>
        </w:rPr>
        <w:t xml:space="preserve">Х. Реорганізація або ліквідація </w:t>
      </w:r>
      <w:r w:rsidRPr="001301B9">
        <w:rPr>
          <w:b/>
          <w:bCs/>
          <w:sz w:val="36"/>
          <w:szCs w:val="36"/>
          <w:lang w:val="uk-UA"/>
        </w:rPr>
        <w:t>закладу освіти</w:t>
      </w:r>
    </w:p>
    <w:p w:rsidR="00545BDE" w:rsidRPr="00FD6D43" w:rsidRDefault="00545BDE" w:rsidP="005B200B">
      <w:pPr>
        <w:jc w:val="both"/>
        <w:rPr>
          <w:szCs w:val="28"/>
          <w:lang w:val="uk-UA"/>
        </w:rPr>
      </w:pPr>
      <w:r w:rsidRPr="00FD6D43">
        <w:rPr>
          <w:szCs w:val="28"/>
          <w:lang w:val="uk-UA"/>
        </w:rPr>
        <w:t>10.1. Рішення про</w:t>
      </w:r>
      <w:r w:rsidRPr="00FD6D43">
        <w:rPr>
          <w:sz w:val="28"/>
          <w:szCs w:val="28"/>
          <w:lang w:val="uk-UA"/>
        </w:rPr>
        <w:t xml:space="preserve"> </w:t>
      </w:r>
      <w:r w:rsidRPr="00FD6D43">
        <w:rPr>
          <w:lang w:val="uk-UA"/>
        </w:rPr>
        <w:t>реорганізацію, ліквідацію чи перепрофілювання (зміну типу)</w:t>
      </w:r>
      <w:r w:rsidRPr="00FD6D43">
        <w:rPr>
          <w:sz w:val="28"/>
          <w:szCs w:val="28"/>
          <w:lang w:val="uk-UA"/>
        </w:rPr>
        <w:t xml:space="preserve"> </w:t>
      </w:r>
      <w:r w:rsidRPr="00FD6D43">
        <w:rPr>
          <w:szCs w:val="28"/>
          <w:lang w:val="uk-UA"/>
        </w:rPr>
        <w:t>закладу освіти приймає засновник.</w:t>
      </w:r>
    </w:p>
    <w:p w:rsidR="00545BDE" w:rsidRPr="00FD6D43" w:rsidRDefault="00545BDE" w:rsidP="005B200B">
      <w:pPr>
        <w:jc w:val="both"/>
        <w:rPr>
          <w:szCs w:val="28"/>
          <w:lang w:val="uk-UA"/>
        </w:rPr>
      </w:pPr>
      <w:r w:rsidRPr="00FD6D43">
        <w:rPr>
          <w:szCs w:val="28"/>
          <w:lang w:val="uk-UA"/>
        </w:rPr>
        <w:t>Реорганізація закладу освіти відбувається шляхом злиття, приєднання, поділу, виділення. Ліквідація проводиться ліквідаційною комісією, призначеною засновником, а у випадках ліквідації за рішенням господарського суду – ліквідаційною комісією, призначеною цим органом. З часу призначення ліквідаційної комісії до неї переходять повноваження щодо управління закладом освіти.</w:t>
      </w:r>
    </w:p>
    <w:p w:rsidR="00545BDE" w:rsidRPr="00FD6D43" w:rsidRDefault="00545BDE" w:rsidP="005B200B">
      <w:pPr>
        <w:jc w:val="both"/>
        <w:rPr>
          <w:lang w:val="uk-UA"/>
        </w:rPr>
      </w:pPr>
      <w:r w:rsidRPr="00FD6D43">
        <w:rPr>
          <w:szCs w:val="28"/>
          <w:lang w:val="uk-UA"/>
        </w:rPr>
        <w:t xml:space="preserve">10.2. Ліквідаційна комісія оцінює наявне майно закладу освіти, виявляє його дебіторів і кредиторів і </w:t>
      </w:r>
      <w:r w:rsidRPr="00FD6D43">
        <w:rPr>
          <w:lang w:val="uk-UA"/>
        </w:rPr>
        <w:t>розраховується з ними, складає ліквідаційний баланс і представляє його засновнику.</w:t>
      </w:r>
    </w:p>
    <w:p w:rsidR="00545BDE" w:rsidRPr="00FD6D43" w:rsidRDefault="00545BDE" w:rsidP="005B200B">
      <w:pPr>
        <w:jc w:val="both"/>
        <w:rPr>
          <w:lang w:val="uk-UA"/>
        </w:rPr>
      </w:pPr>
      <w:r w:rsidRPr="00FD6D43">
        <w:rPr>
          <w:lang w:val="uk-UA"/>
        </w:rPr>
        <w:t>10.3. У випадку реорганізації права та обов’язки закладу освіти переходять до правонаступників відповідно до чинного законодавства або визначених закладів освіти.</w:t>
      </w:r>
    </w:p>
    <w:p w:rsidR="00545BDE" w:rsidRPr="00FD6D43" w:rsidRDefault="00545BDE" w:rsidP="005B200B">
      <w:pPr>
        <w:jc w:val="both"/>
        <w:rPr>
          <w:rFonts w:ascii="Times New Roman CYR" w:hAnsi="Times New Roman CYR"/>
          <w:lang w:val="uk-UA"/>
        </w:rPr>
      </w:pPr>
      <w:r w:rsidRPr="00FD6D43">
        <w:rPr>
          <w:rFonts w:ascii="Times New Roman CYR" w:hAnsi="Times New Roman CYR"/>
          <w:lang w:val="uk-UA"/>
        </w:rPr>
        <w:t xml:space="preserve">10.4. </w:t>
      </w:r>
      <w:r w:rsidRPr="00FD6D43">
        <w:rPr>
          <w:lang w:val="uk-UA"/>
        </w:rPr>
        <w:t xml:space="preserve">У разі реорганізації чи ліквідації закладу освіти засновник зобов’язаний забезпечити здобувачам освіти можливість продовжити здобуття загальної середньої освіти. </w:t>
      </w:r>
      <w:r w:rsidRPr="00FD6D43">
        <w:rPr>
          <w:rFonts w:ascii="Times New Roman CYR" w:hAnsi="Times New Roman CYR"/>
          <w:lang w:val="uk-UA"/>
        </w:rPr>
        <w:t>При реорганізації чи ліквідації закладу освіти працівникам, які звільняються або переводяться, гарантується дотримання їх прав та інтересів відповідно до законодавства України про працю.</w:t>
      </w:r>
    </w:p>
    <w:p w:rsidR="00545BDE" w:rsidRPr="005F78A8" w:rsidRDefault="00545BDE" w:rsidP="005B200B">
      <w:pPr>
        <w:jc w:val="both"/>
        <w:rPr>
          <w:rFonts w:ascii="Times New Roman CYR" w:hAnsi="Times New Roman CYR"/>
          <w:color w:val="FF0000"/>
          <w:lang w:val="uk-UA"/>
        </w:rPr>
      </w:pPr>
    </w:p>
    <w:p w:rsidR="00545BDE" w:rsidRPr="005F78A8" w:rsidRDefault="00545BDE" w:rsidP="005B200B">
      <w:pPr>
        <w:jc w:val="both"/>
        <w:rPr>
          <w:rFonts w:ascii="Times New Roman CYR" w:hAnsi="Times New Roman CYR"/>
          <w:color w:val="FF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Default="00545BDE" w:rsidP="005B200B">
      <w:pPr>
        <w:jc w:val="both"/>
        <w:rPr>
          <w:color w:val="00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Pr="005B200B" w:rsidRDefault="00545BDE" w:rsidP="005B200B">
      <w:pPr>
        <w:jc w:val="both"/>
        <w:rPr>
          <w:color w:val="000000"/>
          <w:lang w:val="uk-UA"/>
        </w:rPr>
      </w:pPr>
    </w:p>
    <w:p w:rsidR="00545BDE" w:rsidRPr="005F78A8" w:rsidRDefault="00545BDE" w:rsidP="005B200B">
      <w:pPr>
        <w:jc w:val="both"/>
        <w:rPr>
          <w:color w:val="FF0000"/>
          <w:lang w:val="uk-UA"/>
        </w:rPr>
      </w:pPr>
      <w:r>
        <w:rPr>
          <w:noProof/>
        </w:rPr>
        <w:pict>
          <v:rect id="_x0000_s1026" style="position:absolute;left:0;text-align:left;margin-left:-9pt;margin-top:35.7pt;width:263.55pt;height:176.4pt;z-index:251657728">
            <v:textbox>
              <w:txbxContent>
                <w:p w:rsidR="00545BDE" w:rsidRDefault="00545BDE" w:rsidP="005B200B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>Округлянської</w:t>
                  </w: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 ступенів</w:t>
                  </w: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(п’ятнадцять) сторінок</w:t>
                  </w: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545BDE" w:rsidRDefault="00545BDE" w:rsidP="005B200B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545BDE" w:rsidRPr="00544A75" w:rsidRDefault="00545BDE" w:rsidP="005B200B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 w:rsidRPr="00544A75">
                    <w:rPr>
                      <w:b/>
                      <w:lang w:val="uk-UA"/>
                    </w:rPr>
                    <w:t xml:space="preserve">Тячівський </w:t>
                  </w:r>
                </w:p>
                <w:p w:rsidR="00545BDE" w:rsidRPr="00544A75" w:rsidRDefault="00545BDE" w:rsidP="005B200B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 w:rsidRPr="00544A75">
                    <w:rPr>
                      <w:b/>
                      <w:lang w:val="uk-UA"/>
                    </w:rPr>
                    <w:t>міський голова</w:t>
                  </w:r>
                  <w:r w:rsidRPr="00544A75">
                    <w:rPr>
                      <w:b/>
                      <w:lang w:val="uk-UA"/>
                    </w:rPr>
                    <w:tab/>
                  </w:r>
                  <w:r w:rsidRPr="00544A75">
                    <w:rPr>
                      <w:b/>
                      <w:lang w:val="uk-UA"/>
                    </w:rPr>
                    <w:tab/>
                    <w:t>І.І.Ковач</w:t>
                  </w:r>
                </w:p>
                <w:p w:rsidR="00545BDE" w:rsidRPr="00956F7A" w:rsidRDefault="00545BDE" w:rsidP="005B200B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" o:spid="_x0000_s1027" style="position:absolute;left:0;text-align:left;margin-left:-9pt;margin-top:756pt;width:27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eyeAIAAPo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" stroked="f"/>
        </w:pict>
      </w:r>
    </w:p>
    <w:p w:rsidR="00545BDE" w:rsidRPr="005F78A8" w:rsidRDefault="00545BDE" w:rsidP="005B200B">
      <w:pPr>
        <w:jc w:val="both"/>
        <w:rPr>
          <w:color w:val="FF0000"/>
          <w:lang w:val="uk-UA"/>
        </w:rPr>
      </w:pPr>
    </w:p>
    <w:p w:rsidR="00545BDE" w:rsidRDefault="00545BDE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  <w:r>
        <w:rPr>
          <w:noProof/>
        </w:rPr>
        <w:pict>
          <v:rect id="_x0000_s1028" style="position:absolute;margin-left:-9pt;margin-top:7.2pt;width:263.55pt;height:176.4pt;z-index:251658752">
            <v:textbox>
              <w:txbxContent>
                <w:p w:rsidR="00545BDE" w:rsidRDefault="00545BDE" w:rsidP="00085EF9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>Округлянської</w:t>
                  </w: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 ступенів</w:t>
                  </w: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(п’ятнадцять) сторінок</w:t>
                  </w: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545BDE" w:rsidRDefault="00545BDE" w:rsidP="00085EF9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545BDE" w:rsidRPr="00544A75" w:rsidRDefault="00545BDE" w:rsidP="00085EF9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 w:rsidRPr="00544A75">
                    <w:rPr>
                      <w:b/>
                      <w:lang w:val="uk-UA"/>
                    </w:rPr>
                    <w:t xml:space="preserve">Тячівський </w:t>
                  </w:r>
                </w:p>
                <w:p w:rsidR="00545BDE" w:rsidRPr="00544A75" w:rsidRDefault="00545BDE" w:rsidP="00085EF9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 w:rsidRPr="00544A75">
                    <w:rPr>
                      <w:b/>
                      <w:lang w:val="uk-UA"/>
                    </w:rPr>
                    <w:t>міський голова</w:t>
                  </w:r>
                  <w:r w:rsidRPr="00544A75">
                    <w:rPr>
                      <w:b/>
                      <w:lang w:val="uk-UA"/>
                    </w:rPr>
                    <w:tab/>
                  </w:r>
                  <w:r w:rsidRPr="00544A75">
                    <w:rPr>
                      <w:b/>
                      <w:lang w:val="uk-UA"/>
                    </w:rPr>
                    <w:tab/>
                    <w:t>І.І.Ковач</w:t>
                  </w:r>
                </w:p>
                <w:p w:rsidR="00545BDE" w:rsidRPr="00956F7A" w:rsidRDefault="00545BDE" w:rsidP="00085EF9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545BDE" w:rsidRDefault="00545BDE" w:rsidP="00085EF9">
      <w:pPr>
        <w:rPr>
          <w:lang w:val="uk-UA"/>
        </w:rPr>
      </w:pPr>
    </w:p>
    <w:p w:rsidR="00545BDE" w:rsidRPr="00085EF9" w:rsidRDefault="00545BDE" w:rsidP="00085EF9">
      <w:pPr>
        <w:rPr>
          <w:lang w:val="uk-UA"/>
        </w:rPr>
      </w:pPr>
    </w:p>
    <w:sectPr w:rsidR="00545BDE" w:rsidRPr="00085EF9" w:rsidSect="00291E68">
      <w:footerReference w:type="even" r:id="rId22"/>
      <w:footerReference w:type="default" r:id="rId23"/>
      <w:pgSz w:w="11906" w:h="16838" w:code="9"/>
      <w:pgMar w:top="540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BDE" w:rsidRDefault="00545BDE">
      <w:r>
        <w:separator/>
      </w:r>
    </w:p>
  </w:endnote>
  <w:endnote w:type="continuationSeparator" w:id="1">
    <w:p w:rsidR="00545BDE" w:rsidRDefault="00545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DE" w:rsidRDefault="00545BDE" w:rsidP="00291E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BDE" w:rsidRDefault="00545BDE" w:rsidP="006F4C67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DE" w:rsidRDefault="00545BDE" w:rsidP="002130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45BDE" w:rsidRDefault="00545BDE" w:rsidP="006F4C67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BDE" w:rsidRDefault="00545BDE">
      <w:r>
        <w:separator/>
      </w:r>
    </w:p>
  </w:footnote>
  <w:footnote w:type="continuationSeparator" w:id="1">
    <w:p w:rsidR="00545BDE" w:rsidRDefault="00545B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2F61"/>
    <w:multiLevelType w:val="hybridMultilevel"/>
    <w:tmpl w:val="8B90767C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F6DD1"/>
    <w:multiLevelType w:val="hybridMultilevel"/>
    <w:tmpl w:val="4E601DCE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81E74"/>
    <w:multiLevelType w:val="hybridMultilevel"/>
    <w:tmpl w:val="B8D8C9A2"/>
    <w:lvl w:ilvl="0" w:tplc="05CA80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5B09E22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8F19CA"/>
    <w:multiLevelType w:val="hybridMultilevel"/>
    <w:tmpl w:val="1902B7D8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862A53"/>
    <w:multiLevelType w:val="hybridMultilevel"/>
    <w:tmpl w:val="EE060A84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B50DD"/>
    <w:multiLevelType w:val="hybridMultilevel"/>
    <w:tmpl w:val="E0C0D57C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72465A"/>
    <w:multiLevelType w:val="hybridMultilevel"/>
    <w:tmpl w:val="765034FA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CD7D30"/>
    <w:multiLevelType w:val="hybridMultilevel"/>
    <w:tmpl w:val="CFC2CC0A"/>
    <w:lvl w:ilvl="0" w:tplc="05CA803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8726286"/>
    <w:multiLevelType w:val="hybridMultilevel"/>
    <w:tmpl w:val="1278D1BC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94733"/>
    <w:multiLevelType w:val="hybridMultilevel"/>
    <w:tmpl w:val="653E99C8"/>
    <w:lvl w:ilvl="0" w:tplc="05CA803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624233A"/>
    <w:multiLevelType w:val="hybridMultilevel"/>
    <w:tmpl w:val="20EC4784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9AC12A8"/>
    <w:multiLevelType w:val="hybridMultilevel"/>
    <w:tmpl w:val="C59C833A"/>
    <w:lvl w:ilvl="0" w:tplc="05CA8032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>
    <w:nsid w:val="7C5A4A18"/>
    <w:multiLevelType w:val="hybridMultilevel"/>
    <w:tmpl w:val="667631A4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5B0ABC"/>
    <w:multiLevelType w:val="hybridMultilevel"/>
    <w:tmpl w:val="1ADCB316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11"/>
  </w:num>
  <w:num w:numId="10">
    <w:abstractNumId w:val="13"/>
  </w:num>
  <w:num w:numId="11">
    <w:abstractNumId w:val="10"/>
  </w:num>
  <w:num w:numId="12">
    <w:abstractNumId w:val="12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00B"/>
    <w:rsid w:val="00001FD8"/>
    <w:rsid w:val="00032072"/>
    <w:rsid w:val="00085EF9"/>
    <w:rsid w:val="00124C3C"/>
    <w:rsid w:val="001301B9"/>
    <w:rsid w:val="00147E1B"/>
    <w:rsid w:val="001601D6"/>
    <w:rsid w:val="001A3E6E"/>
    <w:rsid w:val="001D450C"/>
    <w:rsid w:val="00200D08"/>
    <w:rsid w:val="002130F0"/>
    <w:rsid w:val="00215500"/>
    <w:rsid w:val="00277259"/>
    <w:rsid w:val="00291E68"/>
    <w:rsid w:val="00303ACD"/>
    <w:rsid w:val="003162CC"/>
    <w:rsid w:val="0032736D"/>
    <w:rsid w:val="003320BA"/>
    <w:rsid w:val="00334179"/>
    <w:rsid w:val="00337BA7"/>
    <w:rsid w:val="00344204"/>
    <w:rsid w:val="003507EE"/>
    <w:rsid w:val="003C52D8"/>
    <w:rsid w:val="003C64BC"/>
    <w:rsid w:val="003D5E12"/>
    <w:rsid w:val="003E0FC4"/>
    <w:rsid w:val="003F20A4"/>
    <w:rsid w:val="00412BD6"/>
    <w:rsid w:val="004521A8"/>
    <w:rsid w:val="004610DD"/>
    <w:rsid w:val="00492BF5"/>
    <w:rsid w:val="004E031F"/>
    <w:rsid w:val="004F2850"/>
    <w:rsid w:val="00512BA0"/>
    <w:rsid w:val="00527C76"/>
    <w:rsid w:val="0053543C"/>
    <w:rsid w:val="00544A75"/>
    <w:rsid w:val="00545BDE"/>
    <w:rsid w:val="005B03BD"/>
    <w:rsid w:val="005B200B"/>
    <w:rsid w:val="005B25BF"/>
    <w:rsid w:val="005F54FB"/>
    <w:rsid w:val="005F78A8"/>
    <w:rsid w:val="0063450B"/>
    <w:rsid w:val="00653AF3"/>
    <w:rsid w:val="00672C24"/>
    <w:rsid w:val="006F4C67"/>
    <w:rsid w:val="006F6152"/>
    <w:rsid w:val="00701FC0"/>
    <w:rsid w:val="00707B41"/>
    <w:rsid w:val="00716F44"/>
    <w:rsid w:val="00731431"/>
    <w:rsid w:val="00740146"/>
    <w:rsid w:val="00770BA6"/>
    <w:rsid w:val="00776EC5"/>
    <w:rsid w:val="00777304"/>
    <w:rsid w:val="00853A3C"/>
    <w:rsid w:val="0090585A"/>
    <w:rsid w:val="00907919"/>
    <w:rsid w:val="00912626"/>
    <w:rsid w:val="00956F7A"/>
    <w:rsid w:val="009859A6"/>
    <w:rsid w:val="00986E00"/>
    <w:rsid w:val="00995CB9"/>
    <w:rsid w:val="009A6AFF"/>
    <w:rsid w:val="009B3AD3"/>
    <w:rsid w:val="009F7284"/>
    <w:rsid w:val="00A201A4"/>
    <w:rsid w:val="00A24EB3"/>
    <w:rsid w:val="00A73480"/>
    <w:rsid w:val="00A97A60"/>
    <w:rsid w:val="00AC75B8"/>
    <w:rsid w:val="00B020E6"/>
    <w:rsid w:val="00B87722"/>
    <w:rsid w:val="00B92848"/>
    <w:rsid w:val="00B95B13"/>
    <w:rsid w:val="00BA1275"/>
    <w:rsid w:val="00C84256"/>
    <w:rsid w:val="00C85498"/>
    <w:rsid w:val="00CE1250"/>
    <w:rsid w:val="00D164DF"/>
    <w:rsid w:val="00D17C03"/>
    <w:rsid w:val="00D563ED"/>
    <w:rsid w:val="00D66538"/>
    <w:rsid w:val="00D73E04"/>
    <w:rsid w:val="00DD0860"/>
    <w:rsid w:val="00E00397"/>
    <w:rsid w:val="00E1673E"/>
    <w:rsid w:val="00E20AC4"/>
    <w:rsid w:val="00E55B66"/>
    <w:rsid w:val="00EE5E52"/>
    <w:rsid w:val="00EF13FD"/>
    <w:rsid w:val="00F31542"/>
    <w:rsid w:val="00F3368A"/>
    <w:rsid w:val="00F63376"/>
    <w:rsid w:val="00FD0E00"/>
    <w:rsid w:val="00FD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00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200B"/>
    <w:pPr>
      <w:keepNext/>
      <w:jc w:val="both"/>
      <w:outlineLvl w:val="0"/>
    </w:pPr>
    <w:rPr>
      <w:b/>
      <w:bCs/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200B"/>
    <w:pPr>
      <w:keepNext/>
      <w:ind w:left="360"/>
      <w:jc w:val="center"/>
      <w:outlineLvl w:val="1"/>
    </w:pPr>
    <w:rPr>
      <w:b/>
      <w:bCs/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200B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10D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10D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10DD"/>
    <w:rPr>
      <w:rFonts w:ascii="Cambria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5B200B"/>
    <w:pPr>
      <w:ind w:left="36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610DD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5B200B"/>
    <w:pPr>
      <w:jc w:val="center"/>
    </w:pPr>
    <w:rPr>
      <w:b/>
      <w:bCs/>
      <w:i/>
      <w:iCs/>
      <w:sz w:val="36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610DD"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5B20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610D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B200B"/>
    <w:rPr>
      <w:rFonts w:cs="Times New Roman"/>
    </w:rPr>
  </w:style>
  <w:style w:type="character" w:customStyle="1" w:styleId="213">
    <w:name w:val="Основной текст (2)13"/>
    <w:uiPriority w:val="99"/>
    <w:rsid w:val="005B200B"/>
    <w:rPr>
      <w:rFonts w:ascii="Times New Roman" w:hAnsi="Times New Roman"/>
      <w:spacing w:val="0"/>
      <w:sz w:val="23"/>
    </w:rPr>
  </w:style>
  <w:style w:type="paragraph" w:styleId="BodyText3">
    <w:name w:val="Body Text 3"/>
    <w:basedOn w:val="Normal"/>
    <w:link w:val="BodyText3Char"/>
    <w:uiPriority w:val="99"/>
    <w:rsid w:val="005B200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B200B"/>
    <w:rPr>
      <w:rFonts w:cs="Times New Roman"/>
      <w:sz w:val="16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5B20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B200B"/>
    <w:rPr>
      <w:rFonts w:ascii="Courier New" w:hAnsi="Courier New" w:cs="Times New Roman"/>
    </w:rPr>
  </w:style>
  <w:style w:type="paragraph" w:styleId="NoSpacing">
    <w:name w:val="No Spacing"/>
    <w:uiPriority w:val="99"/>
    <w:qFormat/>
    <w:rsid w:val="005B200B"/>
    <w:rPr>
      <w:sz w:val="24"/>
      <w:szCs w:val="24"/>
    </w:rPr>
  </w:style>
  <w:style w:type="paragraph" w:customStyle="1" w:styleId="rvps2">
    <w:name w:val="rvps2"/>
    <w:basedOn w:val="Normal"/>
    <w:uiPriority w:val="99"/>
    <w:rsid w:val="005B200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5B200B"/>
    <w:rPr>
      <w:rFonts w:cs="Times New Roman"/>
      <w:color w:val="0000FF"/>
      <w:u w:val="single"/>
    </w:rPr>
  </w:style>
  <w:style w:type="character" w:customStyle="1" w:styleId="rvts9">
    <w:name w:val="rvts9"/>
    <w:basedOn w:val="DefaultParagraphFont"/>
    <w:uiPriority w:val="99"/>
    <w:rsid w:val="005B200B"/>
    <w:rPr>
      <w:rFonts w:cs="Times New Roman"/>
    </w:rPr>
  </w:style>
  <w:style w:type="character" w:styleId="Strong">
    <w:name w:val="Strong"/>
    <w:basedOn w:val="DefaultParagraphFont"/>
    <w:uiPriority w:val="99"/>
    <w:qFormat/>
    <w:rsid w:val="005B200B"/>
    <w:rPr>
      <w:rFonts w:cs="Times New Roman"/>
      <w:b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D17C03"/>
    <w:rPr>
      <w:rFonts w:cs="Times New Roman"/>
      <w:b/>
      <w:bCs/>
      <w:sz w:val="31"/>
      <w:szCs w:val="31"/>
      <w:shd w:val="clear" w:color="auto" w:fill="FFFFFF"/>
      <w:lang w:bidi="ar-SA"/>
    </w:rPr>
  </w:style>
  <w:style w:type="paragraph" w:customStyle="1" w:styleId="120">
    <w:name w:val="Заголовок №1 (2)"/>
    <w:basedOn w:val="Normal"/>
    <w:link w:val="12"/>
    <w:uiPriority w:val="99"/>
    <w:rsid w:val="00D17C03"/>
    <w:pPr>
      <w:shd w:val="clear" w:color="auto" w:fill="FFFFFF"/>
      <w:spacing w:before="60" w:line="374" w:lineRule="exact"/>
      <w:jc w:val="center"/>
      <w:outlineLvl w:val="0"/>
    </w:pPr>
    <w:rPr>
      <w:b/>
      <w:bCs/>
      <w:noProof/>
      <w:sz w:val="31"/>
      <w:szCs w:val="31"/>
      <w:shd w:val="clear" w:color="auto" w:fill="FFFFFF"/>
    </w:rPr>
  </w:style>
  <w:style w:type="character" w:customStyle="1" w:styleId="124pt">
    <w:name w:val="Заголовок №1 (2) + Интервал 4 pt"/>
    <w:basedOn w:val="12"/>
    <w:uiPriority w:val="99"/>
    <w:rsid w:val="00D17C03"/>
    <w:rPr>
      <w:spacing w:val="90"/>
    </w:rPr>
  </w:style>
  <w:style w:type="paragraph" w:styleId="Header">
    <w:name w:val="header"/>
    <w:basedOn w:val="Normal"/>
    <w:link w:val="HeaderChar"/>
    <w:uiPriority w:val="99"/>
    <w:rsid w:val="00291E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2C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63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.rada.gov.ua/laws/show/2145-19" TargetMode="External"/><Relationship Id="rId18" Type="http://schemas.openxmlformats.org/officeDocument/2006/relationships/hyperlink" Target="http://zakon.rada.gov.ua/laws/show/z1255-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.rada.gov.ua/laws/show/2145-19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zakon.rada.gov.ua/laws/show/254%D0%BA/96-%D0%B2%D1%80" TargetMode="External"/><Relationship Id="rId17" Type="http://schemas.openxmlformats.org/officeDocument/2006/relationships/hyperlink" Target="http://zakon.rada.gov.ua/laws/show/z0924-1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zakon.rada.gov.ua/laws/show/z0564-18" TargetMode="External"/><Relationship Id="rId20" Type="http://schemas.openxmlformats.org/officeDocument/2006/relationships/hyperlink" Target="http://zakon.rada.gov.ua/laws/show/254%D0%BA/96-%D0%B2%D1%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svita.ua/legislation/law/223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zakon.rada.gov.ua/laws/show/254%D0%BA/96-%D0%B2%D1%80" TargetMode="External"/><Relationship Id="rId23" Type="http://schemas.openxmlformats.org/officeDocument/2006/relationships/footer" Target="footer2.xml"/><Relationship Id="rId10" Type="http://schemas.openxmlformats.org/officeDocument/2006/relationships/hyperlink" Target="http://osvita.ua/legislation/law/2231" TargetMode="External"/><Relationship Id="rId19" Type="http://schemas.openxmlformats.org/officeDocument/2006/relationships/hyperlink" Target="http://zakon.rada.gov.ua/laws/show/2145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vita.ua/legislation/law/2227" TargetMode="External"/><Relationship Id="rId14" Type="http://schemas.openxmlformats.org/officeDocument/2006/relationships/hyperlink" Target="http://zakon.rada.gov.ua/laws/show/z0184-1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17</Pages>
  <Words>7181</Words>
  <Characters>-32766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14</cp:revision>
  <cp:lastPrinted>2018-12-17T13:59:00Z</cp:lastPrinted>
  <dcterms:created xsi:type="dcterms:W3CDTF">2018-12-14T06:50:00Z</dcterms:created>
  <dcterms:modified xsi:type="dcterms:W3CDTF">2018-12-17T13:59:00Z</dcterms:modified>
</cp:coreProperties>
</file>