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64" w:rsidRDefault="00A61664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A61664" w:rsidRDefault="00A61664" w:rsidP="004E4F95">
      <w:pPr>
        <w:pStyle w:val="Heading1"/>
        <w:tabs>
          <w:tab w:val="left" w:pos="6120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Pr="00193ABF">
        <w:rPr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83925699" r:id="rId7"/>
        </w:object>
      </w:r>
    </w:p>
    <w:p w:rsidR="00A61664" w:rsidRPr="00851A64" w:rsidRDefault="00A61664" w:rsidP="004E4F95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A61664" w:rsidRPr="00851A64" w:rsidRDefault="00A61664" w:rsidP="004E4F95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A61664" w:rsidRPr="00851A64" w:rsidRDefault="00A61664" w:rsidP="004E4F95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A61664" w:rsidRPr="00851A64" w:rsidRDefault="00A61664" w:rsidP="004E4F95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A61664" w:rsidRPr="00851A64" w:rsidRDefault="00A61664" w:rsidP="004E4F95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A61664" w:rsidRPr="00821DB4" w:rsidRDefault="00A61664" w:rsidP="004F5542"/>
    <w:p w:rsidR="00A61664" w:rsidRPr="007D0354" w:rsidRDefault="00A6166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29 березня 2018  року  №  2376</w:t>
      </w:r>
    </w:p>
    <w:p w:rsidR="00A61664" w:rsidRDefault="00A6166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61664" w:rsidRPr="007A0C87" w:rsidRDefault="00A61664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A61664" w:rsidRPr="007D0354" w:rsidTr="00BA0801">
        <w:tc>
          <w:tcPr>
            <w:tcW w:w="5671" w:type="dxa"/>
          </w:tcPr>
          <w:p w:rsidR="00A61664" w:rsidRPr="00DC0289" w:rsidRDefault="00A61664" w:rsidP="004E4F95">
            <w:pPr>
              <w:pStyle w:val="ListParagraph"/>
              <w:ind w:left="142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в м. Тячів, вул. Кошута, б/н </w:t>
            </w:r>
            <w:r w:rsidRPr="00DC0289">
              <w:rPr>
                <w:sz w:val="28"/>
                <w:szCs w:val="28"/>
              </w:rPr>
              <w:t xml:space="preserve">площею </w:t>
            </w:r>
            <w:r>
              <w:rPr>
                <w:sz w:val="28"/>
                <w:szCs w:val="28"/>
              </w:rPr>
              <w:t>0,004</w:t>
            </w:r>
            <w:r w:rsidRPr="00DC0289">
              <w:rPr>
                <w:sz w:val="28"/>
                <w:szCs w:val="28"/>
              </w:rPr>
              <w:t xml:space="preserve">га 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A61664" w:rsidRPr="00B7249B" w:rsidRDefault="00A6166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61664" w:rsidRPr="00B7249B" w:rsidRDefault="00A6166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61664" w:rsidRDefault="00A61664" w:rsidP="004F5542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0,004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2079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06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A61664" w:rsidRPr="00DF1E34" w:rsidRDefault="00A61664" w:rsidP="004F5542">
      <w:pPr>
        <w:pStyle w:val="ListParagraph"/>
        <w:ind w:left="0" w:firstLine="708"/>
        <w:jc w:val="both"/>
        <w:rPr>
          <w:sz w:val="28"/>
          <w:szCs w:val="28"/>
        </w:rPr>
      </w:pPr>
    </w:p>
    <w:p w:rsidR="00A61664" w:rsidRDefault="00A61664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61664" w:rsidRPr="007D0354" w:rsidRDefault="00A61664" w:rsidP="004F5542">
      <w:pPr>
        <w:ind w:right="-365"/>
        <w:jc w:val="center"/>
        <w:rPr>
          <w:b/>
          <w:bCs/>
          <w:sz w:val="28"/>
          <w:szCs w:val="28"/>
        </w:rPr>
      </w:pPr>
    </w:p>
    <w:p w:rsidR="00A61664" w:rsidRPr="00DC0289" w:rsidRDefault="00A61664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Кошута,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0,004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A61664" w:rsidRDefault="00A61664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м. Тячів, вул. Кошута, б/н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0,004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A61664" w:rsidRPr="00464C9C" w:rsidRDefault="00A61664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61664" w:rsidRDefault="00A61664" w:rsidP="004F5542">
      <w:pPr>
        <w:ind w:right="-365"/>
        <w:jc w:val="both"/>
        <w:rPr>
          <w:b/>
          <w:bCs/>
          <w:sz w:val="28"/>
          <w:szCs w:val="28"/>
        </w:rPr>
      </w:pPr>
    </w:p>
    <w:p w:rsidR="00A61664" w:rsidRDefault="00A61664" w:rsidP="004F5542">
      <w:pPr>
        <w:ind w:right="-365"/>
        <w:jc w:val="both"/>
        <w:rPr>
          <w:bCs/>
          <w:sz w:val="28"/>
          <w:szCs w:val="28"/>
        </w:rPr>
      </w:pPr>
    </w:p>
    <w:p w:rsidR="00A61664" w:rsidRPr="004E4F95" w:rsidRDefault="00A61664" w:rsidP="004F5542">
      <w:pPr>
        <w:ind w:right="-365"/>
        <w:jc w:val="both"/>
        <w:rPr>
          <w:b/>
          <w:bCs/>
          <w:sz w:val="28"/>
          <w:szCs w:val="28"/>
        </w:rPr>
      </w:pPr>
      <w:r w:rsidRPr="004E4F95">
        <w:rPr>
          <w:b/>
          <w:bCs/>
          <w:sz w:val="28"/>
          <w:szCs w:val="28"/>
        </w:rPr>
        <w:t>Секретар міської ради                                                                        І.І.Крічфалушій</w:t>
      </w:r>
    </w:p>
    <w:p w:rsidR="00A61664" w:rsidRPr="00EB1E4B" w:rsidRDefault="00A61664" w:rsidP="004F5542"/>
    <w:p w:rsidR="00A61664" w:rsidRDefault="00A61664"/>
    <w:sectPr w:rsidR="00A61664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664" w:rsidRDefault="00A61664">
      <w:r>
        <w:separator/>
      </w:r>
    </w:p>
  </w:endnote>
  <w:endnote w:type="continuationSeparator" w:id="1">
    <w:p w:rsidR="00A61664" w:rsidRDefault="00A61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664" w:rsidRDefault="00A61664">
      <w:r>
        <w:separator/>
      </w:r>
    </w:p>
  </w:footnote>
  <w:footnote w:type="continuationSeparator" w:id="1">
    <w:p w:rsidR="00A61664" w:rsidRDefault="00A61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664" w:rsidRDefault="00A61664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8781B"/>
    <w:rsid w:val="00190B14"/>
    <w:rsid w:val="00193ABF"/>
    <w:rsid w:val="00204BA8"/>
    <w:rsid w:val="00252C10"/>
    <w:rsid w:val="002B0DDC"/>
    <w:rsid w:val="00384A2D"/>
    <w:rsid w:val="00404BE3"/>
    <w:rsid w:val="00464C9C"/>
    <w:rsid w:val="004726A3"/>
    <w:rsid w:val="004E4F95"/>
    <w:rsid w:val="004F5542"/>
    <w:rsid w:val="005339FA"/>
    <w:rsid w:val="00584999"/>
    <w:rsid w:val="005F715E"/>
    <w:rsid w:val="0063140A"/>
    <w:rsid w:val="00692D80"/>
    <w:rsid w:val="00731FC3"/>
    <w:rsid w:val="007A0C87"/>
    <w:rsid w:val="007D0354"/>
    <w:rsid w:val="00821DB4"/>
    <w:rsid w:val="00851A64"/>
    <w:rsid w:val="0097414F"/>
    <w:rsid w:val="009B584B"/>
    <w:rsid w:val="00A61664"/>
    <w:rsid w:val="00B67ABB"/>
    <w:rsid w:val="00B7249B"/>
    <w:rsid w:val="00BA0801"/>
    <w:rsid w:val="00BB5A74"/>
    <w:rsid w:val="00BF40DD"/>
    <w:rsid w:val="00C0587E"/>
    <w:rsid w:val="00CF29D6"/>
    <w:rsid w:val="00D242B0"/>
    <w:rsid w:val="00DA2CEF"/>
    <w:rsid w:val="00DB4B4A"/>
    <w:rsid w:val="00DC0289"/>
    <w:rsid w:val="00DD6FC3"/>
    <w:rsid w:val="00DE35B7"/>
    <w:rsid w:val="00DF1E34"/>
    <w:rsid w:val="00DF74E6"/>
    <w:rsid w:val="00E20E39"/>
    <w:rsid w:val="00EB1E4B"/>
    <w:rsid w:val="00EF41FF"/>
    <w:rsid w:val="00F65824"/>
    <w:rsid w:val="00F8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282</Words>
  <Characters>1614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6</cp:revision>
  <cp:lastPrinted>2018-03-30T11:35:00Z</cp:lastPrinted>
  <dcterms:created xsi:type="dcterms:W3CDTF">2018-03-28T06:14:00Z</dcterms:created>
  <dcterms:modified xsi:type="dcterms:W3CDTF">2018-03-30T11:35:00Z</dcterms:modified>
</cp:coreProperties>
</file>