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2E" w:rsidRPr="00D6228B" w:rsidRDefault="00F3352E" w:rsidP="00D6228B">
      <w:pPr>
        <w:rPr>
          <w:b/>
          <w:sz w:val="28"/>
          <w:szCs w:val="28"/>
        </w:rPr>
      </w:pPr>
      <w:r>
        <w:t xml:space="preserve">                                                                       </w:t>
      </w:r>
      <w:r w:rsidRPr="001019A7">
        <w:rPr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4" o:title=""/>
          </v:shape>
          <o:OLEObject Type="Embed" ProgID="Word.Picture.8" ShapeID="_x0000_i1025" DrawAspect="Content" ObjectID="_1601443709" r:id="rId5"/>
        </w:object>
      </w:r>
    </w:p>
    <w:p w:rsidR="00F3352E" w:rsidRPr="007D0354" w:rsidRDefault="00F3352E" w:rsidP="00514FFD">
      <w:pPr>
        <w:pStyle w:val="Heading1"/>
        <w:tabs>
          <w:tab w:val="left" w:pos="6120"/>
        </w:tabs>
        <w:rPr>
          <w:szCs w:val="28"/>
        </w:rPr>
      </w:pPr>
      <w:r w:rsidRPr="007D0354">
        <w:rPr>
          <w:szCs w:val="28"/>
        </w:rPr>
        <w:t>У К Р А Ї Н А</w:t>
      </w:r>
    </w:p>
    <w:p w:rsidR="00F3352E" w:rsidRPr="007D0354" w:rsidRDefault="00F3352E" w:rsidP="00514FFD">
      <w:pPr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ТЯЧІВСЬКА       МІСЬКА      РАДА</w:t>
      </w:r>
    </w:p>
    <w:p w:rsidR="00F3352E" w:rsidRPr="00865B01" w:rsidRDefault="00F3352E" w:rsidP="00865B01">
      <w:pPr>
        <w:jc w:val="center"/>
        <w:rPr>
          <w:b/>
          <w:bCs/>
          <w:sz w:val="28"/>
          <w:szCs w:val="28"/>
        </w:rPr>
      </w:pPr>
      <w:r w:rsidRPr="00865B01">
        <w:rPr>
          <w:b/>
          <w:sz w:val="28"/>
          <w:szCs w:val="28"/>
        </w:rPr>
        <w:t>Двадцять сьома (позачергова) сесія сьомого скликання</w:t>
      </w:r>
    </w:p>
    <w:p w:rsidR="00F3352E" w:rsidRPr="007D0354" w:rsidRDefault="00F3352E" w:rsidP="00514FFD">
      <w:pPr>
        <w:pStyle w:val="Heading3"/>
        <w:tabs>
          <w:tab w:val="left" w:pos="1800"/>
        </w:tabs>
        <w:rPr>
          <w:sz w:val="28"/>
          <w:szCs w:val="28"/>
        </w:rPr>
      </w:pPr>
      <w:r w:rsidRPr="007D0354">
        <w:rPr>
          <w:sz w:val="28"/>
          <w:szCs w:val="28"/>
        </w:rPr>
        <w:t>Р  І  Ш  Е  Н  Н  Я</w:t>
      </w:r>
    </w:p>
    <w:p w:rsidR="00F3352E" w:rsidRPr="007D0354" w:rsidRDefault="00F3352E" w:rsidP="00514FFD">
      <w:pPr>
        <w:jc w:val="both"/>
        <w:rPr>
          <w:sz w:val="28"/>
          <w:szCs w:val="28"/>
        </w:rPr>
      </w:pPr>
    </w:p>
    <w:p w:rsidR="00F3352E" w:rsidRPr="007D0354" w:rsidRDefault="00F3352E" w:rsidP="00514FFD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18   жовтня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2980</w:t>
      </w:r>
    </w:p>
    <w:p w:rsidR="00F3352E" w:rsidRPr="007D0354" w:rsidRDefault="00F3352E" w:rsidP="00514FFD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F3352E" w:rsidRPr="007D0354" w:rsidRDefault="00F3352E" w:rsidP="007157D4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220"/>
        <w:gridCol w:w="4603"/>
      </w:tblGrid>
      <w:tr w:rsidR="00F3352E" w:rsidRPr="007D0354" w:rsidTr="000F63BE">
        <w:tc>
          <w:tcPr>
            <w:tcW w:w="5220" w:type="dxa"/>
          </w:tcPr>
          <w:p w:rsidR="00F3352E" w:rsidRPr="000F63BE" w:rsidRDefault="00F3352E" w:rsidP="00865B01">
            <w:pPr>
              <w:tabs>
                <w:tab w:val="left" w:pos="540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 розроблення</w:t>
            </w:r>
            <w:r w:rsidRPr="000F63BE">
              <w:rPr>
                <w:bCs/>
                <w:sz w:val="28"/>
                <w:szCs w:val="28"/>
              </w:rPr>
              <w:t xml:space="preserve"> змін до містобудівної документації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0F63BE">
              <w:rPr>
                <w:bCs/>
                <w:sz w:val="28"/>
                <w:szCs w:val="28"/>
              </w:rPr>
              <w:t>– детального плану території забудови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0F63BE">
              <w:rPr>
                <w:bCs/>
                <w:sz w:val="28"/>
                <w:szCs w:val="28"/>
              </w:rPr>
              <w:t>в м. Тячів, вул. Гоголя, 2.</w:t>
            </w:r>
          </w:p>
        </w:tc>
        <w:tc>
          <w:tcPr>
            <w:tcW w:w="4603" w:type="dxa"/>
          </w:tcPr>
          <w:p w:rsidR="00F3352E" w:rsidRPr="000F63BE" w:rsidRDefault="00F3352E" w:rsidP="00865B01">
            <w:pPr>
              <w:tabs>
                <w:tab w:val="left" w:pos="180"/>
                <w:tab w:val="left" w:pos="540"/>
              </w:tabs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F3352E" w:rsidRDefault="00F3352E" w:rsidP="00865B01">
      <w:pPr>
        <w:jc w:val="both"/>
        <w:rPr>
          <w:sz w:val="28"/>
          <w:szCs w:val="28"/>
        </w:rPr>
      </w:pPr>
    </w:p>
    <w:p w:rsidR="00F3352E" w:rsidRDefault="00F3352E" w:rsidP="00514FFD">
      <w:pPr>
        <w:ind w:firstLine="1080"/>
        <w:jc w:val="both"/>
        <w:rPr>
          <w:b/>
          <w:bCs/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</w:t>
      </w:r>
      <w:r>
        <w:rPr>
          <w:bCs/>
          <w:sz w:val="28"/>
          <w:szCs w:val="28"/>
        </w:rPr>
        <w:t xml:space="preserve">в м. Тячів, вул. Гоголя, 2, </w:t>
      </w:r>
      <w:r>
        <w:rPr>
          <w:sz w:val="28"/>
          <w:szCs w:val="28"/>
        </w:rPr>
        <w:t>керуючись нормами Земельного Кодексу України, з</w:t>
      </w:r>
      <w:r w:rsidRPr="007D0354">
        <w:rPr>
          <w:sz w:val="28"/>
          <w:szCs w:val="28"/>
        </w:rPr>
        <w:t xml:space="preserve">аконів України «Про регулювання містобудівної </w:t>
      </w:r>
      <w:r>
        <w:rPr>
          <w:sz w:val="28"/>
          <w:szCs w:val="28"/>
        </w:rPr>
        <w:t>діяльності»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містобуді</w:t>
      </w:r>
      <w:r>
        <w:rPr>
          <w:sz w:val="28"/>
          <w:szCs w:val="28"/>
        </w:rPr>
        <w:t>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двадцять сьома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F3352E" w:rsidRPr="007D0354" w:rsidRDefault="00F3352E" w:rsidP="00865B01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F3352E" w:rsidRDefault="00F3352E" w:rsidP="007157D4">
      <w:pPr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  <w:t>Розробити</w:t>
      </w:r>
      <w:r>
        <w:rPr>
          <w:bCs/>
          <w:sz w:val="28"/>
          <w:szCs w:val="28"/>
        </w:rPr>
        <w:t xml:space="preserve"> зміни до </w:t>
      </w:r>
      <w:r w:rsidRPr="007D0354">
        <w:rPr>
          <w:bCs/>
          <w:sz w:val="28"/>
          <w:szCs w:val="28"/>
        </w:rPr>
        <w:t xml:space="preserve">містобудівної документації </w:t>
      </w:r>
      <w:r>
        <w:rPr>
          <w:bCs/>
          <w:sz w:val="28"/>
          <w:szCs w:val="28"/>
        </w:rPr>
        <w:t>- детального плану території забудови в м. Тячів, вул. Гоголя, 2</w:t>
      </w:r>
      <w:r>
        <w:rPr>
          <w:sz w:val="28"/>
          <w:szCs w:val="28"/>
        </w:rPr>
        <w:t xml:space="preserve"> для будівництва та обслуговування будівель торгівлі.</w:t>
      </w:r>
    </w:p>
    <w:p w:rsidR="00F3352E" w:rsidRDefault="00F3352E" w:rsidP="007157D4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Розробити землевпорядну документацію відповідно до чинного законодавства.</w:t>
      </w:r>
    </w:p>
    <w:p w:rsidR="00F3352E" w:rsidRPr="007D0354" w:rsidRDefault="00F3352E" w:rsidP="007157D4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0354">
        <w:rPr>
          <w:sz w:val="28"/>
          <w:szCs w:val="28"/>
        </w:rPr>
        <w:t>.</w:t>
      </w:r>
      <w:r>
        <w:rPr>
          <w:sz w:val="28"/>
          <w:szCs w:val="28"/>
        </w:rPr>
        <w:tab/>
        <w:t>Визначити замовником розроблення містобудівної документації виконавчий комітет Тячівської міської ради</w:t>
      </w:r>
      <w:r w:rsidRPr="007D0354">
        <w:rPr>
          <w:sz w:val="28"/>
          <w:szCs w:val="28"/>
        </w:rPr>
        <w:t>.</w:t>
      </w:r>
    </w:p>
    <w:p w:rsidR="00F3352E" w:rsidRPr="00464C9C" w:rsidRDefault="00F3352E" w:rsidP="007157D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ab/>
        <w:t>Контроль за виконанням рішення покласти на депутатську комісію з питань містобудування, будівництва, житлово-комунального господарства та комунальної власності (голова комісії Манзюк В.М.) та  першого заступника міського голови Клебана І.Я.</w:t>
      </w:r>
    </w:p>
    <w:p w:rsidR="00F3352E" w:rsidRDefault="00F3352E" w:rsidP="007157D4">
      <w:pPr>
        <w:rPr>
          <w:b/>
          <w:bCs/>
          <w:sz w:val="28"/>
          <w:szCs w:val="28"/>
        </w:rPr>
      </w:pPr>
      <w:bookmarkStart w:id="0" w:name="_GoBack"/>
      <w:bookmarkEnd w:id="0"/>
    </w:p>
    <w:p w:rsidR="00F3352E" w:rsidRDefault="00F3352E">
      <w:r w:rsidRPr="001B6AA9">
        <w:rPr>
          <w:b/>
          <w:bCs/>
          <w:sz w:val="28"/>
          <w:szCs w:val="28"/>
        </w:rPr>
        <w:t>Міський голова                                                                                        І.І.Ковач</w:t>
      </w:r>
    </w:p>
    <w:sectPr w:rsidR="00F3352E" w:rsidSect="0087652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F1D"/>
    <w:rsid w:val="000A4F6A"/>
    <w:rsid w:val="000A6A6C"/>
    <w:rsid w:val="000F63BE"/>
    <w:rsid w:val="001019A7"/>
    <w:rsid w:val="001B6AA9"/>
    <w:rsid w:val="0020497B"/>
    <w:rsid w:val="00292787"/>
    <w:rsid w:val="00464C9C"/>
    <w:rsid w:val="004A2901"/>
    <w:rsid w:val="004D7F1D"/>
    <w:rsid w:val="00505FC2"/>
    <w:rsid w:val="00514FFD"/>
    <w:rsid w:val="00572CEF"/>
    <w:rsid w:val="00640F11"/>
    <w:rsid w:val="007157D4"/>
    <w:rsid w:val="00716E38"/>
    <w:rsid w:val="007D0354"/>
    <w:rsid w:val="008379C4"/>
    <w:rsid w:val="00865B01"/>
    <w:rsid w:val="0087652B"/>
    <w:rsid w:val="009224B5"/>
    <w:rsid w:val="00AB53CA"/>
    <w:rsid w:val="00B14F1A"/>
    <w:rsid w:val="00CA7A05"/>
    <w:rsid w:val="00CE633F"/>
    <w:rsid w:val="00D6228B"/>
    <w:rsid w:val="00F33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7D4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157D4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7D4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157D4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57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57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157D4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7157D4"/>
    <w:rPr>
      <w:rFonts w:ascii="Times New Roman" w:eastAsia="Times New Roman" w:hAnsi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38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247</TotalTime>
  <Pages>1</Pages>
  <Words>257</Words>
  <Characters>1468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user3344</cp:lastModifiedBy>
  <cp:revision>13</cp:revision>
  <cp:lastPrinted>2018-10-11T06:40:00Z</cp:lastPrinted>
  <dcterms:created xsi:type="dcterms:W3CDTF">2016-02-01T09:55:00Z</dcterms:created>
  <dcterms:modified xsi:type="dcterms:W3CDTF">2018-10-19T05:42:00Z</dcterms:modified>
</cp:coreProperties>
</file>