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A2" w:rsidRDefault="001364A2" w:rsidP="00E627DC">
      <w:pPr>
        <w:ind w:firstLine="567"/>
        <w:rPr>
          <w:b/>
          <w:sz w:val="31"/>
          <w:szCs w:val="31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 xml:space="preserve">                        </w:t>
      </w:r>
      <w:r w:rsidRPr="00D9508F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06987452" r:id="rId8"/>
        </w:object>
      </w:r>
      <w:r>
        <w:rPr>
          <w:sz w:val="28"/>
          <w:szCs w:val="28"/>
        </w:rPr>
        <w:t xml:space="preserve">                                                        </w:t>
      </w:r>
    </w:p>
    <w:p w:rsidR="001364A2" w:rsidRPr="000B7F9B" w:rsidRDefault="001364A2" w:rsidP="0016677D">
      <w:pPr>
        <w:ind w:firstLine="567"/>
        <w:jc w:val="center"/>
        <w:rPr>
          <w:b/>
          <w:sz w:val="31"/>
          <w:szCs w:val="31"/>
        </w:rPr>
      </w:pPr>
      <w:r w:rsidRPr="000B7F9B">
        <w:rPr>
          <w:b/>
          <w:sz w:val="31"/>
          <w:szCs w:val="31"/>
        </w:rPr>
        <w:t>У К Р А Ї Н А</w:t>
      </w:r>
    </w:p>
    <w:p w:rsidR="001364A2" w:rsidRDefault="001364A2" w:rsidP="0016677D">
      <w:pPr>
        <w:ind w:firstLine="567"/>
        <w:jc w:val="center"/>
        <w:rPr>
          <w:b/>
          <w:bCs/>
          <w:color w:val="000000"/>
          <w:sz w:val="31"/>
          <w:szCs w:val="31"/>
        </w:rPr>
      </w:pPr>
      <w:r w:rsidRPr="000B7F9B">
        <w:rPr>
          <w:b/>
          <w:bCs/>
          <w:color w:val="000000"/>
          <w:sz w:val="31"/>
          <w:szCs w:val="31"/>
        </w:rPr>
        <w:t>ТЯЧІВСЬКА  МІСЬКА  РАДА</w:t>
      </w:r>
    </w:p>
    <w:p w:rsidR="001364A2" w:rsidRDefault="001364A2" w:rsidP="00C023D1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                       Двадцять восьма </w:t>
      </w:r>
      <w:r w:rsidRPr="000B7F9B">
        <w:rPr>
          <w:b/>
          <w:sz w:val="31"/>
          <w:szCs w:val="31"/>
        </w:rPr>
        <w:t>сесія сьомого скликання</w:t>
      </w:r>
    </w:p>
    <w:p w:rsidR="001364A2" w:rsidRPr="008A1396" w:rsidRDefault="001364A2" w:rsidP="0016677D">
      <w:pPr>
        <w:ind w:firstLine="567"/>
        <w:jc w:val="center"/>
        <w:rPr>
          <w:b/>
          <w:sz w:val="31"/>
          <w:szCs w:val="31"/>
        </w:rPr>
      </w:pPr>
      <w:r w:rsidRPr="008A1396">
        <w:rPr>
          <w:b/>
          <w:sz w:val="31"/>
          <w:szCs w:val="31"/>
        </w:rPr>
        <w:t>Р І Ш Е Н Н  Я</w:t>
      </w:r>
    </w:p>
    <w:p w:rsidR="001364A2" w:rsidRDefault="001364A2" w:rsidP="0016677D">
      <w:pPr>
        <w:ind w:left="600"/>
        <w:jc w:val="center"/>
        <w:rPr>
          <w:b/>
          <w:sz w:val="28"/>
          <w:szCs w:val="28"/>
        </w:rPr>
      </w:pPr>
    </w:p>
    <w:p w:rsidR="001364A2" w:rsidRPr="00B3482A" w:rsidRDefault="001364A2" w:rsidP="0016677D">
      <w:pPr>
        <w:ind w:left="720"/>
        <w:rPr>
          <w:sz w:val="28"/>
          <w:szCs w:val="28"/>
        </w:rPr>
      </w:pPr>
      <w:r>
        <w:rPr>
          <w:sz w:val="28"/>
          <w:szCs w:val="28"/>
        </w:rPr>
        <w:t>від 18 грудня  2018  року № 3087</w:t>
      </w:r>
    </w:p>
    <w:p w:rsidR="001364A2" w:rsidRDefault="001364A2" w:rsidP="0016677D">
      <w:pPr>
        <w:ind w:left="720"/>
        <w:rPr>
          <w:b/>
          <w:sz w:val="28"/>
          <w:szCs w:val="22"/>
        </w:rPr>
      </w:pPr>
      <w:r>
        <w:rPr>
          <w:sz w:val="28"/>
          <w:szCs w:val="28"/>
        </w:rPr>
        <w:t>м. Тячів</w:t>
      </w:r>
    </w:p>
    <w:p w:rsidR="001364A2" w:rsidRDefault="001364A2" w:rsidP="0016677D">
      <w:pPr>
        <w:ind w:left="720"/>
        <w:jc w:val="center"/>
        <w:rPr>
          <w:rFonts w:ascii="Garamond" w:hAnsi="Garamond"/>
          <w:sz w:val="28"/>
          <w:szCs w:val="28"/>
        </w:rPr>
      </w:pPr>
    </w:p>
    <w:p w:rsidR="001364A2" w:rsidRDefault="001364A2" w:rsidP="0016677D">
      <w:pPr>
        <w:shd w:val="clear" w:color="auto" w:fill="FFFFFF"/>
        <w:ind w:left="720" w:right="250"/>
        <w:rPr>
          <w:sz w:val="28"/>
          <w:szCs w:val="28"/>
        </w:rPr>
      </w:pPr>
      <w:r w:rsidRPr="0055608B"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</w:rPr>
        <w:t xml:space="preserve">  структуру   і  чисельність   </w:t>
      </w:r>
      <w:r w:rsidRPr="0055608B">
        <w:rPr>
          <w:sz w:val="28"/>
          <w:szCs w:val="28"/>
        </w:rPr>
        <w:t xml:space="preserve">виконавчих </w:t>
      </w:r>
    </w:p>
    <w:p w:rsidR="001364A2" w:rsidRPr="0055608B" w:rsidRDefault="001364A2" w:rsidP="0016677D">
      <w:pPr>
        <w:shd w:val="clear" w:color="auto" w:fill="FFFFFF"/>
        <w:ind w:left="720" w:right="250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о</w:t>
      </w:r>
      <w:r w:rsidRPr="0055608B">
        <w:rPr>
          <w:sz w:val="28"/>
          <w:szCs w:val="28"/>
        </w:rPr>
        <w:t>рганів</w:t>
      </w:r>
      <w:r>
        <w:rPr>
          <w:sz w:val="28"/>
          <w:szCs w:val="28"/>
        </w:rPr>
        <w:t xml:space="preserve"> </w:t>
      </w:r>
      <w:r w:rsidRPr="0055608B">
        <w:rPr>
          <w:sz w:val="28"/>
          <w:szCs w:val="28"/>
        </w:rPr>
        <w:t xml:space="preserve">Тячівської міської ради </w:t>
      </w:r>
      <w:r>
        <w:rPr>
          <w:sz w:val="28"/>
          <w:szCs w:val="28"/>
        </w:rPr>
        <w:t>у 2019 році.</w:t>
      </w:r>
    </w:p>
    <w:p w:rsidR="001364A2" w:rsidRPr="0055608B" w:rsidRDefault="001364A2" w:rsidP="006C68A1">
      <w:pPr>
        <w:shd w:val="clear" w:color="auto" w:fill="FFFFFF"/>
        <w:ind w:left="709" w:right="250"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1364A2" w:rsidRPr="0055608B" w:rsidRDefault="001364A2" w:rsidP="006C68A1">
      <w:pPr>
        <w:shd w:val="clear" w:color="auto" w:fill="FFFFFF"/>
        <w:ind w:left="709" w:right="250"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55608B">
        <w:rPr>
          <w:rFonts w:eastAsia="Times New Roman"/>
          <w:color w:val="000000"/>
          <w:sz w:val="28"/>
          <w:szCs w:val="28"/>
          <w:lang w:eastAsia="ru-RU"/>
        </w:rPr>
        <w:t>Відповідно до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підпункту 5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частини 1 статті 26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 xml:space="preserve"> Закону України «Про місцеве самоврядування в Україні»,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постанови Кабінету Міністрів 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 xml:space="preserve">України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від 09 березня 2006 року №268 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>«Про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упорядкування структури та умов оплати праці працівників апарату органів виконавчої влади, органів прокуратури, суддів та інших органів» (із змінами та доповненнями, внесеними постановами Кабінету Міністрів України від 10.05.2018 року №363 та від 03.10.2018 року №791) двадцять восьма 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>сесі</w:t>
      </w:r>
      <w:r>
        <w:rPr>
          <w:rFonts w:eastAsia="Times New Roman"/>
          <w:color w:val="000000"/>
          <w:sz w:val="28"/>
          <w:szCs w:val="28"/>
          <w:lang w:eastAsia="ru-RU"/>
        </w:rPr>
        <w:t>я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 xml:space="preserve"> сьомого скликання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>Тячівської міської ради</w:t>
      </w:r>
    </w:p>
    <w:p w:rsidR="001364A2" w:rsidRDefault="001364A2" w:rsidP="0010023B">
      <w:pPr>
        <w:shd w:val="clear" w:color="auto" w:fill="FFFFFF"/>
        <w:ind w:left="709" w:right="250" w:firstLine="708"/>
        <w:jc w:val="center"/>
        <w:rPr>
          <w:sz w:val="28"/>
          <w:szCs w:val="28"/>
        </w:rPr>
      </w:pPr>
      <w:r w:rsidRPr="0055608B">
        <w:rPr>
          <w:rFonts w:eastAsia="Times New Roman"/>
          <w:b/>
          <w:color w:val="000000"/>
          <w:sz w:val="28"/>
          <w:szCs w:val="28"/>
          <w:lang w:eastAsia="ru-RU"/>
        </w:rPr>
        <w:t>в и р і ш и л а:</w:t>
      </w:r>
      <w:r>
        <w:rPr>
          <w:sz w:val="28"/>
          <w:szCs w:val="28"/>
        </w:rPr>
        <w:tab/>
      </w:r>
    </w:p>
    <w:p w:rsidR="001364A2" w:rsidRPr="00984F3F" w:rsidRDefault="001364A2" w:rsidP="00ED1B5D">
      <w:pPr>
        <w:tabs>
          <w:tab w:val="left" w:pos="1440"/>
        </w:tabs>
        <w:ind w:left="709" w:right="277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Pr="00984F3F">
        <w:rPr>
          <w:sz w:val="28"/>
          <w:szCs w:val="28"/>
        </w:rPr>
        <w:t xml:space="preserve">. Затвердити </w:t>
      </w:r>
      <w:r w:rsidRPr="00BF134C">
        <w:rPr>
          <w:b/>
          <w:sz w:val="28"/>
          <w:szCs w:val="28"/>
        </w:rPr>
        <w:t>з 01 січня 2019 року</w:t>
      </w:r>
      <w:r w:rsidRPr="00984F3F">
        <w:rPr>
          <w:sz w:val="28"/>
          <w:szCs w:val="28"/>
        </w:rPr>
        <w:t xml:space="preserve"> структуру і загальну чисельність виконавчих органів Тячівської міської ради в кількості </w:t>
      </w:r>
      <w:r w:rsidRPr="004B025D">
        <w:rPr>
          <w:b/>
          <w:sz w:val="28"/>
          <w:szCs w:val="28"/>
        </w:rPr>
        <w:t>72,5</w:t>
      </w:r>
      <w:r w:rsidRPr="00984F3F">
        <w:rPr>
          <w:sz w:val="28"/>
          <w:szCs w:val="28"/>
        </w:rPr>
        <w:t xml:space="preserve"> штатних одиниць:</w:t>
      </w:r>
    </w:p>
    <w:p w:rsidR="001364A2" w:rsidRDefault="001364A2" w:rsidP="006C68A1">
      <w:pPr>
        <w:pStyle w:val="11"/>
        <w:keepNext/>
        <w:keepLines/>
        <w:shd w:val="clear" w:color="auto" w:fill="auto"/>
        <w:tabs>
          <w:tab w:val="left" w:leader="underscore" w:pos="5401"/>
        </w:tabs>
        <w:spacing w:before="0" w:after="0" w:line="240" w:lineRule="auto"/>
        <w:ind w:left="709" w:right="250"/>
        <w:jc w:val="both"/>
        <w:rPr>
          <w:rFonts w:ascii="Times New Roman" w:hAnsi="Times New Roman"/>
          <w:b w:val="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pacing w:val="0"/>
          <w:sz w:val="28"/>
          <w:szCs w:val="28"/>
          <w:lang w:val="uk-UA"/>
        </w:rPr>
        <w:t>1.</w:t>
      </w:r>
      <w:r w:rsidRPr="0055608B">
        <w:rPr>
          <w:rFonts w:ascii="Times New Roman" w:hAnsi="Times New Roman"/>
          <w:b w:val="0"/>
          <w:spacing w:val="0"/>
          <w:sz w:val="28"/>
          <w:szCs w:val="28"/>
          <w:lang w:val="uk-UA"/>
        </w:rPr>
        <w:t xml:space="preserve">1. Апарат та відділи апарату виконавчого комітету Тячівської міської ради загальною чисельністю </w:t>
      </w:r>
      <w:r w:rsidRPr="004B025D">
        <w:rPr>
          <w:rFonts w:ascii="Times New Roman" w:hAnsi="Times New Roman"/>
          <w:spacing w:val="0"/>
          <w:sz w:val="28"/>
          <w:szCs w:val="28"/>
          <w:lang w:val="uk-UA"/>
        </w:rPr>
        <w:t>47,5</w:t>
      </w:r>
      <w:r w:rsidRPr="0055608B">
        <w:rPr>
          <w:rFonts w:ascii="Times New Roman" w:hAnsi="Times New Roman"/>
          <w:b w:val="0"/>
          <w:spacing w:val="0"/>
          <w:sz w:val="28"/>
          <w:szCs w:val="28"/>
          <w:lang w:val="uk-UA"/>
        </w:rPr>
        <w:t xml:space="preserve"> штатних одиниць</w:t>
      </w:r>
      <w:r>
        <w:rPr>
          <w:rFonts w:ascii="Times New Roman" w:hAnsi="Times New Roman"/>
          <w:b w:val="0"/>
          <w:spacing w:val="0"/>
          <w:sz w:val="28"/>
          <w:szCs w:val="28"/>
          <w:lang w:val="uk-UA"/>
        </w:rPr>
        <w:t xml:space="preserve"> згідно з додатком 1.</w:t>
      </w:r>
    </w:p>
    <w:p w:rsidR="001364A2" w:rsidRPr="00ED1B5D" w:rsidRDefault="001364A2" w:rsidP="006C68A1">
      <w:pPr>
        <w:pStyle w:val="11"/>
        <w:keepNext/>
        <w:keepLines/>
        <w:shd w:val="clear" w:color="auto" w:fill="auto"/>
        <w:tabs>
          <w:tab w:val="left" w:leader="underscore" w:pos="5401"/>
        </w:tabs>
        <w:spacing w:before="0" w:after="0" w:line="240" w:lineRule="auto"/>
        <w:ind w:left="709" w:right="250"/>
        <w:jc w:val="both"/>
        <w:rPr>
          <w:rFonts w:ascii="Times New Roman" w:hAnsi="Times New Roman"/>
          <w:b w:val="0"/>
          <w:bCs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pacing w:val="0"/>
          <w:sz w:val="28"/>
          <w:szCs w:val="28"/>
          <w:lang w:val="uk-UA"/>
        </w:rPr>
        <w:t xml:space="preserve">1.2. Відділи Тячівської міської ради </w:t>
      </w:r>
      <w:r w:rsidRPr="00ED1B5D">
        <w:rPr>
          <w:rFonts w:ascii="Times New Roman" w:hAnsi="Times New Roman"/>
          <w:b w:val="0"/>
          <w:sz w:val="28"/>
          <w:szCs w:val="28"/>
          <w:lang w:val="uk-UA"/>
        </w:rPr>
        <w:t xml:space="preserve">загальною чисельністю </w:t>
      </w:r>
      <w:r w:rsidRPr="004B025D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121">
        <w:rPr>
          <w:rFonts w:ascii="Times New Roman" w:hAnsi="Times New Roman"/>
          <w:b w:val="0"/>
          <w:sz w:val="28"/>
          <w:szCs w:val="28"/>
          <w:lang w:val="uk-UA"/>
        </w:rPr>
        <w:t>штатних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DB5121">
        <w:rPr>
          <w:rFonts w:ascii="Times New Roman" w:hAnsi="Times New Roman"/>
          <w:b w:val="0"/>
          <w:sz w:val="28"/>
          <w:szCs w:val="28"/>
          <w:lang w:val="uk-UA"/>
        </w:rPr>
        <w:t>одиниць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DB5121">
        <w:rPr>
          <w:rFonts w:ascii="Times New Roman" w:hAnsi="Times New Roman"/>
          <w:b w:val="0"/>
          <w:sz w:val="28"/>
          <w:szCs w:val="28"/>
          <w:lang w:val="uk-UA"/>
        </w:rPr>
        <w:t>згідно з додатком 2.</w:t>
      </w:r>
    </w:p>
    <w:p w:rsidR="001364A2" w:rsidRDefault="001364A2" w:rsidP="00B5747D">
      <w:pPr>
        <w:tabs>
          <w:tab w:val="left" w:pos="1440"/>
        </w:tabs>
        <w:ind w:left="709" w:right="2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Pr="00D5342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D5342B">
        <w:rPr>
          <w:sz w:val="28"/>
          <w:szCs w:val="28"/>
        </w:rPr>
        <w:t xml:space="preserve">. Відділи та управління Тячівської міської ради (з правами юридичної особи) загальною чисельністю </w:t>
      </w:r>
      <w:r>
        <w:rPr>
          <w:b/>
          <w:sz w:val="28"/>
          <w:szCs w:val="28"/>
        </w:rPr>
        <w:t xml:space="preserve">19 </w:t>
      </w:r>
      <w:r w:rsidRPr="00D5342B">
        <w:rPr>
          <w:sz w:val="28"/>
          <w:szCs w:val="28"/>
        </w:rPr>
        <w:t>штатних одиниць</w:t>
      </w:r>
      <w:r>
        <w:rPr>
          <w:sz w:val="28"/>
          <w:szCs w:val="28"/>
        </w:rPr>
        <w:t xml:space="preserve"> згідно з додатком 3.</w:t>
      </w:r>
    </w:p>
    <w:p w:rsidR="001364A2" w:rsidRPr="000745DC" w:rsidRDefault="001364A2" w:rsidP="00ED1B5D">
      <w:pPr>
        <w:ind w:left="709" w:right="27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745DC">
        <w:rPr>
          <w:sz w:val="28"/>
          <w:szCs w:val="28"/>
        </w:rPr>
        <w:t>. Встановити</w:t>
      </w:r>
      <w:r w:rsidRPr="007013E1">
        <w:rPr>
          <w:sz w:val="28"/>
          <w:szCs w:val="28"/>
        </w:rPr>
        <w:t xml:space="preserve">, </w:t>
      </w:r>
      <w:r w:rsidRPr="007013E1">
        <w:rPr>
          <w:color w:val="000000"/>
          <w:sz w:val="28"/>
          <w:szCs w:val="28"/>
          <w:shd w:val="clear" w:color="auto" w:fill="FFFFFF"/>
        </w:rPr>
        <w:t>у межах затвердженого фонду оплати праці,</w:t>
      </w:r>
      <w:r w:rsidRPr="000745DC">
        <w:rPr>
          <w:sz w:val="28"/>
          <w:szCs w:val="28"/>
        </w:rPr>
        <w:t xml:space="preserve"> міському голові, його першому заступнику, заступнику з питань діяльності виконавчих органів, секретарю ради, керуючій справами (секретарю) виконкому міської ради та старостам </w:t>
      </w:r>
      <w:r w:rsidRPr="007013E1">
        <w:rPr>
          <w:sz w:val="28"/>
          <w:szCs w:val="28"/>
        </w:rPr>
        <w:t>надбавки за високі досягнення у праці</w:t>
      </w:r>
      <w:r w:rsidRPr="000745DC">
        <w:rPr>
          <w:sz w:val="28"/>
          <w:szCs w:val="28"/>
        </w:rPr>
        <w:t xml:space="preserve">  в розмірі 50 відсотків посадового окладу з урахуванням </w:t>
      </w:r>
      <w:r>
        <w:rPr>
          <w:sz w:val="28"/>
          <w:szCs w:val="28"/>
        </w:rPr>
        <w:t>надбавки</w:t>
      </w:r>
      <w:r w:rsidRPr="000745DC">
        <w:rPr>
          <w:sz w:val="28"/>
          <w:szCs w:val="28"/>
        </w:rPr>
        <w:t xml:space="preserve"> за ранг</w:t>
      </w:r>
      <w:r>
        <w:rPr>
          <w:sz w:val="28"/>
          <w:szCs w:val="28"/>
        </w:rPr>
        <w:t xml:space="preserve"> посадової особи місцевого самоврядування (державного службовця) </w:t>
      </w:r>
      <w:r w:rsidRPr="000745DC">
        <w:rPr>
          <w:sz w:val="28"/>
          <w:szCs w:val="28"/>
        </w:rPr>
        <w:t>та</w:t>
      </w:r>
      <w:r>
        <w:rPr>
          <w:sz w:val="28"/>
          <w:szCs w:val="28"/>
        </w:rPr>
        <w:t xml:space="preserve"> за</w:t>
      </w:r>
      <w:r w:rsidRPr="000745DC">
        <w:rPr>
          <w:sz w:val="28"/>
          <w:szCs w:val="28"/>
        </w:rPr>
        <w:t xml:space="preserve"> вислугу років, </w:t>
      </w:r>
      <w:r w:rsidRPr="007013E1">
        <w:rPr>
          <w:sz w:val="28"/>
          <w:szCs w:val="28"/>
        </w:rPr>
        <w:t>надавати матеріальну допомогу для вирішення соціально-побутових питань та допомогу для оздоровлення при наданні щорічної відпустки у розмірі, що не перевищує середньомісячної заробітної плати працівника.</w:t>
      </w:r>
      <w:r w:rsidRPr="000745DC">
        <w:rPr>
          <w:sz w:val="28"/>
          <w:szCs w:val="28"/>
        </w:rPr>
        <w:t xml:space="preserve"> Виплачувати міському голові,  його заступникам, секретарю ради та керуючій справами секретарю виконкому міської ради щомісячні премії у межах фонду преміювання, утвореного у розмірі не менше як 10 відсотків посадового окладу та економії фонду оплати праці, а також премії  до державних, професійних свят та ювілейних дат у 201</w:t>
      </w:r>
      <w:r>
        <w:rPr>
          <w:sz w:val="28"/>
          <w:szCs w:val="28"/>
        </w:rPr>
        <w:t>9</w:t>
      </w:r>
      <w:r w:rsidRPr="000745DC">
        <w:rPr>
          <w:sz w:val="28"/>
          <w:szCs w:val="28"/>
        </w:rPr>
        <w:t xml:space="preserve"> році.   </w:t>
      </w:r>
    </w:p>
    <w:p w:rsidR="001364A2" w:rsidRDefault="001364A2" w:rsidP="00400B2E">
      <w:pPr>
        <w:ind w:left="709" w:right="27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0745DC">
        <w:rPr>
          <w:sz w:val="28"/>
          <w:szCs w:val="28"/>
        </w:rPr>
        <w:t xml:space="preserve"> Дозволити міському голові здійснювати щомісячне преміювання працівників апарату виконкому міської ради, її відділів відповідно до їх особистого вкладу в загальні результати роботи, а також премії до державних і професійних свят, ювілейних дат у 201</w:t>
      </w:r>
      <w:r>
        <w:rPr>
          <w:sz w:val="28"/>
          <w:szCs w:val="28"/>
        </w:rPr>
        <w:t>9</w:t>
      </w:r>
      <w:r w:rsidRPr="000745DC">
        <w:rPr>
          <w:sz w:val="28"/>
          <w:szCs w:val="28"/>
        </w:rPr>
        <w:t xml:space="preserve"> році у межах фонду преміювання, утвореного у розмірі не менше як 10 відсотків посадових окладів та економії фонду оплати праці, надавати матеріальну допомогу для вирішення соціально-побутових питань та допомогу на оздоровлення при наданні щорічної відпустки у розмірі посадового окладу, враховуючи надбавки за ранг, вислугу років, інтенсивність, премію та індексацію.</w:t>
      </w:r>
    </w:p>
    <w:p w:rsidR="001364A2" w:rsidRPr="007A1FAC" w:rsidRDefault="001364A2" w:rsidP="00400B2E">
      <w:pPr>
        <w:ind w:left="709" w:right="27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 Відділу фінансово-господарського забезпечення апарату виконкому </w:t>
      </w:r>
      <w:r w:rsidRPr="000745DC">
        <w:rPr>
          <w:sz w:val="28"/>
          <w:szCs w:val="28"/>
        </w:rPr>
        <w:t>Тячівської  міської ради</w:t>
      </w:r>
      <w:r>
        <w:rPr>
          <w:sz w:val="28"/>
          <w:szCs w:val="28"/>
        </w:rPr>
        <w:t>(Яринич Г.І.) та управлінню освіти, охорони здоров’я, культури, сім’ї, молоді і спорту Тячівської міської ради (Дерен С.І.) розробити</w:t>
      </w:r>
      <w:r w:rsidRPr="007A1FAC">
        <w:rPr>
          <w:color w:val="000000"/>
          <w:sz w:val="28"/>
          <w:szCs w:val="28"/>
        </w:rPr>
        <w:t xml:space="preserve"> штатн</w:t>
      </w:r>
      <w:r>
        <w:rPr>
          <w:color w:val="000000"/>
          <w:sz w:val="28"/>
          <w:szCs w:val="28"/>
        </w:rPr>
        <w:t>і</w:t>
      </w:r>
      <w:r w:rsidRPr="007A1FAC">
        <w:rPr>
          <w:color w:val="000000"/>
          <w:sz w:val="28"/>
          <w:szCs w:val="28"/>
        </w:rPr>
        <w:t xml:space="preserve"> розпис</w:t>
      </w:r>
      <w:r>
        <w:rPr>
          <w:color w:val="000000"/>
          <w:sz w:val="28"/>
          <w:szCs w:val="28"/>
        </w:rPr>
        <w:t xml:space="preserve">и виконавчих органів міської ради, затвердити їх у встановленому законодавством порядку та ввести </w:t>
      </w:r>
      <w:r w:rsidRPr="007A1FAC">
        <w:rPr>
          <w:color w:val="000000"/>
          <w:sz w:val="28"/>
          <w:szCs w:val="28"/>
        </w:rPr>
        <w:t xml:space="preserve">в дію з </w:t>
      </w:r>
      <w:r>
        <w:rPr>
          <w:color w:val="000000"/>
          <w:sz w:val="28"/>
          <w:szCs w:val="28"/>
        </w:rPr>
        <w:t>01 січня 2019</w:t>
      </w:r>
      <w:r w:rsidRPr="007A1FAC">
        <w:rPr>
          <w:color w:val="000000"/>
          <w:sz w:val="28"/>
          <w:szCs w:val="28"/>
        </w:rPr>
        <w:t>року.</w:t>
      </w:r>
    </w:p>
    <w:p w:rsidR="001364A2" w:rsidRDefault="001364A2" w:rsidP="00400B2E">
      <w:pPr>
        <w:ind w:left="709" w:right="277"/>
        <w:jc w:val="both"/>
        <w:rPr>
          <w:sz w:val="28"/>
          <w:szCs w:val="28"/>
        </w:rPr>
      </w:pPr>
      <w:r>
        <w:rPr>
          <w:sz w:val="28"/>
          <w:szCs w:val="28"/>
        </w:rPr>
        <w:t>6. Фінансовому відділу Тячівської міської ради (Рішко О.Ю.) п</w:t>
      </w:r>
      <w:r w:rsidRPr="000745DC">
        <w:rPr>
          <w:sz w:val="28"/>
          <w:szCs w:val="28"/>
        </w:rPr>
        <w:t>ередбачити кошти</w:t>
      </w:r>
      <w:r>
        <w:rPr>
          <w:sz w:val="28"/>
          <w:szCs w:val="28"/>
        </w:rPr>
        <w:t xml:space="preserve"> в бюджеті міської ради на</w:t>
      </w:r>
      <w:r w:rsidRPr="000745DC">
        <w:rPr>
          <w:sz w:val="28"/>
          <w:szCs w:val="28"/>
        </w:rPr>
        <w:t xml:space="preserve"> утримання виконавчих органів Тячівської міської ради</w:t>
      </w:r>
      <w:r>
        <w:rPr>
          <w:sz w:val="28"/>
          <w:szCs w:val="28"/>
        </w:rPr>
        <w:t xml:space="preserve"> в 2019 році відповідно до цього рішення. </w:t>
      </w:r>
    </w:p>
    <w:p w:rsidR="001364A2" w:rsidRDefault="001364A2" w:rsidP="00400B2E">
      <w:pPr>
        <w:ind w:left="709" w:right="27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745DC">
        <w:rPr>
          <w:sz w:val="28"/>
          <w:szCs w:val="28"/>
        </w:rPr>
        <w:t xml:space="preserve">. Контроль за виконанням </w:t>
      </w:r>
      <w:r>
        <w:rPr>
          <w:sz w:val="28"/>
          <w:szCs w:val="28"/>
        </w:rPr>
        <w:t>цього</w:t>
      </w:r>
      <w:r w:rsidRPr="000745DC">
        <w:rPr>
          <w:sz w:val="28"/>
          <w:szCs w:val="28"/>
        </w:rPr>
        <w:t xml:space="preserve"> рішення покласти на  постійні комісії</w:t>
      </w:r>
      <w:r>
        <w:rPr>
          <w:sz w:val="28"/>
          <w:szCs w:val="28"/>
        </w:rPr>
        <w:t>:</w:t>
      </w:r>
      <w:r w:rsidRPr="000745DC">
        <w:rPr>
          <w:sz w:val="28"/>
          <w:szCs w:val="28"/>
        </w:rPr>
        <w:t xml:space="preserve"> з питань планування фінансів, бюджету, соціально-економічного розвитку, промисловості, підприємництва та сфери послуг (голова комісії Мийсарош Т.С.) та з питань прав людини, законності, депутатської діяльності і етики (голова комісії Петер Е.Б.).</w:t>
      </w:r>
    </w:p>
    <w:p w:rsidR="001364A2" w:rsidRPr="000745DC" w:rsidRDefault="001364A2" w:rsidP="00400B2E">
      <w:pPr>
        <w:ind w:left="709" w:right="277"/>
        <w:jc w:val="both"/>
        <w:rPr>
          <w:sz w:val="28"/>
          <w:szCs w:val="28"/>
        </w:rPr>
      </w:pPr>
    </w:p>
    <w:p w:rsidR="001364A2" w:rsidRDefault="001364A2" w:rsidP="000745DC">
      <w:pPr>
        <w:jc w:val="both"/>
        <w:rPr>
          <w:sz w:val="26"/>
          <w:szCs w:val="26"/>
        </w:rPr>
      </w:pPr>
    </w:p>
    <w:p w:rsidR="001364A2" w:rsidRDefault="001364A2" w:rsidP="006C68A1">
      <w:pPr>
        <w:pStyle w:val="BodyText"/>
        <w:shd w:val="clear" w:color="auto" w:fill="auto"/>
        <w:spacing w:before="0" w:after="0" w:line="240" w:lineRule="auto"/>
        <w:ind w:left="709" w:right="20" w:firstLine="0"/>
        <w:jc w:val="both"/>
        <w:rPr>
          <w:sz w:val="28"/>
          <w:szCs w:val="28"/>
          <w:lang w:val="uk-UA"/>
        </w:rPr>
      </w:pPr>
      <w:r w:rsidRPr="0055608B">
        <w:rPr>
          <w:sz w:val="28"/>
          <w:szCs w:val="28"/>
          <w:lang w:val="uk-UA"/>
        </w:rPr>
        <w:t xml:space="preserve">Міський голова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Pr="0055608B">
        <w:rPr>
          <w:sz w:val="28"/>
          <w:szCs w:val="28"/>
          <w:lang w:val="uk-UA"/>
        </w:rPr>
        <w:t xml:space="preserve">    І.І.Ковач</w:t>
      </w:r>
    </w:p>
    <w:p w:rsidR="001364A2" w:rsidRDefault="001364A2" w:rsidP="006C68A1">
      <w:pPr>
        <w:pStyle w:val="BodyText"/>
        <w:shd w:val="clear" w:color="auto" w:fill="auto"/>
        <w:spacing w:before="0" w:after="0" w:line="240" w:lineRule="auto"/>
        <w:ind w:left="709" w:right="20" w:firstLine="0"/>
        <w:jc w:val="both"/>
        <w:rPr>
          <w:sz w:val="28"/>
          <w:szCs w:val="28"/>
          <w:lang w:val="uk-UA"/>
        </w:rPr>
      </w:pPr>
    </w:p>
    <w:p w:rsidR="001364A2" w:rsidRDefault="001364A2" w:rsidP="006C68A1">
      <w:pPr>
        <w:pStyle w:val="BodyText"/>
        <w:shd w:val="clear" w:color="auto" w:fill="auto"/>
        <w:spacing w:before="0" w:after="0" w:line="240" w:lineRule="auto"/>
        <w:ind w:left="709" w:right="20" w:firstLine="0"/>
        <w:jc w:val="both"/>
        <w:rPr>
          <w:sz w:val="28"/>
          <w:szCs w:val="28"/>
          <w:lang w:val="uk-UA"/>
        </w:rPr>
      </w:pPr>
    </w:p>
    <w:p w:rsidR="001364A2" w:rsidRDefault="001364A2" w:rsidP="006C68A1">
      <w:pPr>
        <w:pStyle w:val="BodyText"/>
        <w:shd w:val="clear" w:color="auto" w:fill="auto"/>
        <w:spacing w:before="0" w:after="0" w:line="240" w:lineRule="auto"/>
        <w:ind w:left="709" w:right="20" w:firstLine="0"/>
        <w:jc w:val="both"/>
        <w:rPr>
          <w:sz w:val="28"/>
          <w:szCs w:val="28"/>
          <w:lang w:val="uk-UA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F512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Додаток 1</w:t>
      </w:r>
    </w:p>
    <w:p w:rsidR="001364A2" w:rsidRDefault="001364A2" w:rsidP="002C2F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Затверджено:</w:t>
      </w:r>
    </w:p>
    <w:p w:rsidR="001364A2" w:rsidRDefault="001364A2" w:rsidP="002C2F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рішення двадцять восьмої сесії</w:t>
      </w:r>
    </w:p>
    <w:p w:rsidR="001364A2" w:rsidRDefault="001364A2" w:rsidP="002C2F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сьомого  скликання Тячівської </w:t>
      </w:r>
    </w:p>
    <w:p w:rsidR="001364A2" w:rsidRDefault="001364A2" w:rsidP="002C2F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міської ради</w:t>
      </w:r>
    </w:p>
    <w:p w:rsidR="001364A2" w:rsidRDefault="001364A2" w:rsidP="006961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від 18 грудня 2018 року № 3087</w:t>
      </w: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Структура та чисельність</w:t>
      </w:r>
    </w:p>
    <w:p w:rsidR="001364A2" w:rsidRDefault="001364A2" w:rsidP="002C2FD8">
      <w:pPr>
        <w:jc w:val="center"/>
        <w:rPr>
          <w:sz w:val="28"/>
          <w:szCs w:val="28"/>
        </w:rPr>
      </w:pPr>
      <w:r>
        <w:rPr>
          <w:sz w:val="28"/>
          <w:szCs w:val="28"/>
        </w:rPr>
        <w:t>апарату виконавчого комітету та відділів апарату</w:t>
      </w:r>
    </w:p>
    <w:p w:rsidR="001364A2" w:rsidRDefault="001364A2" w:rsidP="002C2FD8">
      <w:pPr>
        <w:jc w:val="center"/>
        <w:rPr>
          <w:sz w:val="28"/>
          <w:szCs w:val="28"/>
        </w:rPr>
      </w:pPr>
      <w:r>
        <w:rPr>
          <w:sz w:val="28"/>
          <w:szCs w:val="28"/>
        </w:rPr>
        <w:t>виконавчого комітету Тячівської міської ради</w:t>
      </w:r>
    </w:p>
    <w:p w:rsidR="001364A2" w:rsidRDefault="001364A2" w:rsidP="002C2FD8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6"/>
        <w:gridCol w:w="6367"/>
        <w:gridCol w:w="2340"/>
      </w:tblGrid>
      <w:tr w:rsidR="001364A2" w:rsidTr="004A2B67">
        <w:tc>
          <w:tcPr>
            <w:tcW w:w="986" w:type="dxa"/>
          </w:tcPr>
          <w:p w:rsidR="001364A2" w:rsidRPr="00043904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</w:t>
            </w:r>
            <w:r w:rsidRPr="00043904">
              <w:rPr>
                <w:sz w:val="28"/>
                <w:szCs w:val="28"/>
              </w:rPr>
              <w:t>/п</w:t>
            </w:r>
          </w:p>
        </w:tc>
        <w:tc>
          <w:tcPr>
            <w:tcW w:w="6367" w:type="dxa"/>
          </w:tcPr>
          <w:p w:rsidR="001364A2" w:rsidRPr="00043904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340" w:type="dxa"/>
          </w:tcPr>
          <w:p w:rsidR="001364A2" w:rsidRPr="00043904" w:rsidRDefault="001364A2" w:rsidP="004A2B6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Кількість штатних одиниць</w:t>
            </w:r>
          </w:p>
        </w:tc>
      </w:tr>
      <w:tr w:rsidR="001364A2" w:rsidTr="004A2B67">
        <w:tc>
          <w:tcPr>
            <w:tcW w:w="986" w:type="dxa"/>
          </w:tcPr>
          <w:p w:rsidR="001364A2" w:rsidRPr="00043904" w:rsidRDefault="001364A2" w:rsidP="004A2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7" w:type="dxa"/>
            <w:gridSpan w:val="2"/>
          </w:tcPr>
          <w:p w:rsidR="001364A2" w:rsidRPr="00043904" w:rsidRDefault="001364A2" w:rsidP="004A2B67">
            <w:pPr>
              <w:jc w:val="center"/>
              <w:rPr>
                <w:b/>
                <w:sz w:val="28"/>
                <w:szCs w:val="28"/>
              </w:rPr>
            </w:pPr>
            <w:r w:rsidRPr="00043904">
              <w:rPr>
                <w:b/>
                <w:sz w:val="28"/>
                <w:szCs w:val="28"/>
              </w:rPr>
              <w:t>Апарат виконавчого комітету міської ради</w:t>
            </w:r>
          </w:p>
        </w:tc>
      </w:tr>
      <w:tr w:rsidR="001364A2" w:rsidTr="004A2B67">
        <w:tc>
          <w:tcPr>
            <w:tcW w:w="986" w:type="dxa"/>
          </w:tcPr>
          <w:p w:rsidR="001364A2" w:rsidRPr="009F70A1" w:rsidRDefault="001364A2" w:rsidP="004A2B67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6367" w:type="dxa"/>
          </w:tcPr>
          <w:p w:rsidR="001364A2" w:rsidRPr="00043904" w:rsidRDefault="001364A2" w:rsidP="004A2B6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Керівництво</w:t>
            </w:r>
          </w:p>
        </w:tc>
        <w:tc>
          <w:tcPr>
            <w:tcW w:w="2340" w:type="dxa"/>
          </w:tcPr>
          <w:p w:rsidR="001364A2" w:rsidRPr="00043904" w:rsidRDefault="001364A2" w:rsidP="004A2B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1364A2" w:rsidTr="004A2B67">
        <w:tc>
          <w:tcPr>
            <w:tcW w:w="986" w:type="dxa"/>
          </w:tcPr>
          <w:p w:rsidR="001364A2" w:rsidRPr="00043904" w:rsidRDefault="001364A2" w:rsidP="004A2B6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1.</w:t>
            </w:r>
          </w:p>
        </w:tc>
        <w:tc>
          <w:tcPr>
            <w:tcW w:w="6367" w:type="dxa"/>
          </w:tcPr>
          <w:p w:rsidR="001364A2" w:rsidRPr="00043904" w:rsidRDefault="001364A2" w:rsidP="004A2B67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2340" w:type="dxa"/>
          </w:tcPr>
          <w:p w:rsidR="001364A2" w:rsidRPr="00043904" w:rsidRDefault="001364A2" w:rsidP="004A2B6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043904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2.</w:t>
            </w:r>
          </w:p>
        </w:tc>
        <w:tc>
          <w:tcPr>
            <w:tcW w:w="6367" w:type="dxa"/>
          </w:tcPr>
          <w:p w:rsidR="001364A2" w:rsidRPr="00043904" w:rsidRDefault="001364A2" w:rsidP="004A2B67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Секретар міської ради</w:t>
            </w:r>
          </w:p>
        </w:tc>
        <w:tc>
          <w:tcPr>
            <w:tcW w:w="2340" w:type="dxa"/>
          </w:tcPr>
          <w:p w:rsidR="001364A2" w:rsidRPr="00043904" w:rsidRDefault="001364A2" w:rsidP="004A2B6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043904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3.</w:t>
            </w:r>
          </w:p>
        </w:tc>
        <w:tc>
          <w:tcPr>
            <w:tcW w:w="6367" w:type="dxa"/>
          </w:tcPr>
          <w:p w:rsidR="001364A2" w:rsidRPr="00043904" w:rsidRDefault="001364A2" w:rsidP="004A2B67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2340" w:type="dxa"/>
          </w:tcPr>
          <w:p w:rsidR="001364A2" w:rsidRPr="00043904" w:rsidRDefault="001364A2" w:rsidP="004A2B6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043904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4.</w:t>
            </w:r>
          </w:p>
        </w:tc>
        <w:tc>
          <w:tcPr>
            <w:tcW w:w="6367" w:type="dxa"/>
          </w:tcPr>
          <w:p w:rsidR="001364A2" w:rsidRPr="00043904" w:rsidRDefault="001364A2" w:rsidP="004A2B67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Заступник міського голови з питань діяльності виконавчих органів ради</w:t>
            </w:r>
          </w:p>
        </w:tc>
        <w:tc>
          <w:tcPr>
            <w:tcW w:w="2340" w:type="dxa"/>
          </w:tcPr>
          <w:p w:rsidR="001364A2" w:rsidRPr="00043904" w:rsidRDefault="001364A2" w:rsidP="004A2B6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043904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5.</w:t>
            </w:r>
          </w:p>
        </w:tc>
        <w:tc>
          <w:tcPr>
            <w:tcW w:w="6367" w:type="dxa"/>
          </w:tcPr>
          <w:p w:rsidR="001364A2" w:rsidRPr="00043904" w:rsidRDefault="001364A2" w:rsidP="004A2B67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Керуючий справами (секретар) виконавчого комітету міської ради</w:t>
            </w:r>
          </w:p>
        </w:tc>
        <w:tc>
          <w:tcPr>
            <w:tcW w:w="2340" w:type="dxa"/>
          </w:tcPr>
          <w:p w:rsidR="001364A2" w:rsidRPr="00043904" w:rsidRDefault="001364A2" w:rsidP="004A2B6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043904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6.</w:t>
            </w:r>
          </w:p>
        </w:tc>
        <w:tc>
          <w:tcPr>
            <w:tcW w:w="6367" w:type="dxa"/>
          </w:tcPr>
          <w:p w:rsidR="001364A2" w:rsidRPr="00043904" w:rsidRDefault="001364A2" w:rsidP="004A2B67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Староста</w:t>
            </w:r>
          </w:p>
        </w:tc>
        <w:tc>
          <w:tcPr>
            <w:tcW w:w="2340" w:type="dxa"/>
          </w:tcPr>
          <w:p w:rsidR="001364A2" w:rsidRPr="00043904" w:rsidRDefault="001364A2" w:rsidP="004A2B6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3</w:t>
            </w:r>
          </w:p>
        </w:tc>
      </w:tr>
      <w:tr w:rsidR="001364A2" w:rsidTr="004A2B67">
        <w:tc>
          <w:tcPr>
            <w:tcW w:w="986" w:type="dxa"/>
          </w:tcPr>
          <w:p w:rsidR="001364A2" w:rsidRPr="004A2B67" w:rsidRDefault="001364A2" w:rsidP="004A2B67">
            <w:pPr>
              <w:jc w:val="center"/>
              <w:rPr>
                <w:b/>
                <w:sz w:val="28"/>
                <w:szCs w:val="28"/>
              </w:rPr>
            </w:pPr>
            <w:r w:rsidRPr="004A2B67">
              <w:rPr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6367" w:type="dxa"/>
          </w:tcPr>
          <w:p w:rsidR="001364A2" w:rsidRPr="00672E2F" w:rsidRDefault="001364A2" w:rsidP="00672E2F">
            <w:pPr>
              <w:jc w:val="center"/>
              <w:rPr>
                <w:b/>
                <w:sz w:val="28"/>
                <w:szCs w:val="28"/>
              </w:rPr>
            </w:pPr>
            <w:r w:rsidRPr="00672E2F">
              <w:rPr>
                <w:b/>
                <w:sz w:val="28"/>
                <w:szCs w:val="28"/>
              </w:rPr>
              <w:t>Відділ</w:t>
            </w:r>
            <w:r>
              <w:rPr>
                <w:b/>
                <w:sz w:val="28"/>
                <w:szCs w:val="28"/>
              </w:rPr>
              <w:t>и</w:t>
            </w:r>
            <w:r w:rsidRPr="00672E2F">
              <w:rPr>
                <w:b/>
                <w:sz w:val="28"/>
                <w:szCs w:val="28"/>
              </w:rPr>
              <w:t xml:space="preserve"> апарату виконавчого комітету міської ради</w:t>
            </w:r>
          </w:p>
        </w:tc>
        <w:tc>
          <w:tcPr>
            <w:tcW w:w="2340" w:type="dxa"/>
          </w:tcPr>
          <w:p w:rsidR="001364A2" w:rsidRPr="00043904" w:rsidRDefault="001364A2" w:rsidP="004A2B67">
            <w:pPr>
              <w:jc w:val="center"/>
              <w:rPr>
                <w:sz w:val="28"/>
                <w:szCs w:val="28"/>
              </w:rPr>
            </w:pPr>
          </w:p>
        </w:tc>
      </w:tr>
      <w:tr w:rsidR="001364A2" w:rsidTr="004A2B67">
        <w:tc>
          <w:tcPr>
            <w:tcW w:w="986" w:type="dxa"/>
          </w:tcPr>
          <w:p w:rsidR="001364A2" w:rsidRPr="009F70A1" w:rsidRDefault="001364A2" w:rsidP="004A2B6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9F70A1">
              <w:rPr>
                <w:b/>
                <w:sz w:val="28"/>
                <w:szCs w:val="28"/>
              </w:rPr>
              <w:t>2.1.</w:t>
            </w:r>
          </w:p>
        </w:tc>
        <w:tc>
          <w:tcPr>
            <w:tcW w:w="6367" w:type="dxa"/>
          </w:tcPr>
          <w:p w:rsidR="001364A2" w:rsidRPr="009F70A1" w:rsidRDefault="001364A2" w:rsidP="004A2B67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Відділ організаційної, кадрової та інформаційної роботи</w:t>
            </w:r>
          </w:p>
        </w:tc>
        <w:tc>
          <w:tcPr>
            <w:tcW w:w="2340" w:type="dxa"/>
          </w:tcPr>
          <w:p w:rsidR="001364A2" w:rsidRPr="009F70A1" w:rsidRDefault="001364A2" w:rsidP="004A2B67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5</w:t>
            </w:r>
          </w:p>
        </w:tc>
      </w:tr>
      <w:tr w:rsidR="001364A2" w:rsidTr="004A2B67">
        <w:tc>
          <w:tcPr>
            <w:tcW w:w="986" w:type="dxa"/>
          </w:tcPr>
          <w:p w:rsidR="001364A2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2.1.1.</w:t>
            </w:r>
          </w:p>
        </w:tc>
        <w:tc>
          <w:tcPr>
            <w:tcW w:w="6367" w:type="dxa"/>
          </w:tcPr>
          <w:p w:rsidR="001364A2" w:rsidRPr="00043904" w:rsidRDefault="001364A2" w:rsidP="004A2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40" w:type="dxa"/>
          </w:tcPr>
          <w:p w:rsidR="001364A2" w:rsidRPr="00043904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2.1.2.</w:t>
            </w:r>
          </w:p>
        </w:tc>
        <w:tc>
          <w:tcPr>
            <w:tcW w:w="6367" w:type="dxa"/>
          </w:tcPr>
          <w:p w:rsidR="001364A2" w:rsidRDefault="001364A2" w:rsidP="004A2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340" w:type="dxa"/>
          </w:tcPr>
          <w:p w:rsidR="001364A2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Default="001364A2" w:rsidP="004A2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2.1.3</w:t>
            </w:r>
          </w:p>
        </w:tc>
        <w:tc>
          <w:tcPr>
            <w:tcW w:w="6367" w:type="dxa"/>
          </w:tcPr>
          <w:p w:rsidR="001364A2" w:rsidRDefault="001364A2" w:rsidP="004A2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Інспектор з військового обліку</w:t>
            </w:r>
          </w:p>
        </w:tc>
        <w:tc>
          <w:tcPr>
            <w:tcW w:w="2340" w:type="dxa"/>
          </w:tcPr>
          <w:p w:rsidR="001364A2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364A2" w:rsidTr="004A2B67">
        <w:tc>
          <w:tcPr>
            <w:tcW w:w="986" w:type="dxa"/>
          </w:tcPr>
          <w:p w:rsidR="001364A2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2.1.4.</w:t>
            </w:r>
          </w:p>
        </w:tc>
        <w:tc>
          <w:tcPr>
            <w:tcW w:w="6367" w:type="dxa"/>
          </w:tcPr>
          <w:p w:rsidR="001364A2" w:rsidRDefault="001364A2" w:rsidP="004A2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340" w:type="dxa"/>
          </w:tcPr>
          <w:p w:rsidR="001364A2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F70A1" w:rsidRDefault="001364A2" w:rsidP="004A2B67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2.2.</w:t>
            </w:r>
          </w:p>
        </w:tc>
        <w:tc>
          <w:tcPr>
            <w:tcW w:w="6367" w:type="dxa"/>
          </w:tcPr>
          <w:p w:rsidR="001364A2" w:rsidRPr="009F70A1" w:rsidRDefault="001364A2" w:rsidP="004A2B67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Загальний відділ</w:t>
            </w:r>
          </w:p>
        </w:tc>
        <w:tc>
          <w:tcPr>
            <w:tcW w:w="2340" w:type="dxa"/>
          </w:tcPr>
          <w:p w:rsidR="001364A2" w:rsidRPr="009F70A1" w:rsidRDefault="001364A2" w:rsidP="004A2B67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5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2.2.1.</w:t>
            </w:r>
          </w:p>
        </w:tc>
        <w:tc>
          <w:tcPr>
            <w:tcW w:w="6367" w:type="dxa"/>
          </w:tcPr>
          <w:p w:rsidR="001364A2" w:rsidRPr="009A3276" w:rsidRDefault="001364A2" w:rsidP="004A2B67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40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2.2.2.</w:t>
            </w:r>
          </w:p>
        </w:tc>
        <w:tc>
          <w:tcPr>
            <w:tcW w:w="6367" w:type="dxa"/>
          </w:tcPr>
          <w:p w:rsidR="001364A2" w:rsidRPr="00CA6382" w:rsidRDefault="001364A2" w:rsidP="004A2B67">
            <w:pPr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>Головний</w:t>
            </w:r>
            <w:r>
              <w:rPr>
                <w:sz w:val="28"/>
                <w:szCs w:val="28"/>
              </w:rPr>
              <w:t xml:space="preserve"> </w:t>
            </w:r>
            <w:r w:rsidRPr="00CA6382">
              <w:rPr>
                <w:sz w:val="28"/>
                <w:szCs w:val="28"/>
              </w:rPr>
              <w:t>спеціаліст</w:t>
            </w:r>
          </w:p>
        </w:tc>
        <w:tc>
          <w:tcPr>
            <w:tcW w:w="2340" w:type="dxa"/>
          </w:tcPr>
          <w:p w:rsidR="001364A2" w:rsidRPr="00CA6382" w:rsidRDefault="001364A2" w:rsidP="004A2B67">
            <w:pPr>
              <w:jc w:val="center"/>
              <w:rPr>
                <w:sz w:val="28"/>
                <w:szCs w:val="28"/>
              </w:rPr>
            </w:pPr>
            <w:r w:rsidRPr="00CA6382"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2.2.3.</w:t>
            </w:r>
          </w:p>
        </w:tc>
        <w:tc>
          <w:tcPr>
            <w:tcW w:w="6367" w:type="dxa"/>
          </w:tcPr>
          <w:p w:rsidR="001364A2" w:rsidRPr="009A3276" w:rsidRDefault="001364A2" w:rsidP="004A2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340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364A2" w:rsidTr="004A2B67">
        <w:tc>
          <w:tcPr>
            <w:tcW w:w="986" w:type="dxa"/>
          </w:tcPr>
          <w:p w:rsidR="001364A2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2.2.4.</w:t>
            </w:r>
          </w:p>
        </w:tc>
        <w:tc>
          <w:tcPr>
            <w:tcW w:w="6367" w:type="dxa"/>
          </w:tcPr>
          <w:p w:rsidR="001364A2" w:rsidRDefault="001364A2" w:rsidP="004A2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340" w:type="dxa"/>
          </w:tcPr>
          <w:p w:rsidR="001364A2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F70A1" w:rsidRDefault="001364A2" w:rsidP="004A2B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 w:rsidRPr="009F70A1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6367" w:type="dxa"/>
          </w:tcPr>
          <w:p w:rsidR="001364A2" w:rsidRPr="009F70A1" w:rsidRDefault="001364A2" w:rsidP="004A2B67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Юридичний відділ</w:t>
            </w:r>
          </w:p>
        </w:tc>
        <w:tc>
          <w:tcPr>
            <w:tcW w:w="2340" w:type="dxa"/>
          </w:tcPr>
          <w:p w:rsidR="001364A2" w:rsidRPr="009F70A1" w:rsidRDefault="001364A2" w:rsidP="004A2B67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3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2.3.1.</w:t>
            </w:r>
          </w:p>
        </w:tc>
        <w:tc>
          <w:tcPr>
            <w:tcW w:w="6367" w:type="dxa"/>
          </w:tcPr>
          <w:p w:rsidR="001364A2" w:rsidRPr="009A3276" w:rsidRDefault="001364A2" w:rsidP="004A2B67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40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2.3.2.</w:t>
            </w:r>
          </w:p>
        </w:tc>
        <w:tc>
          <w:tcPr>
            <w:tcW w:w="6367" w:type="dxa"/>
          </w:tcPr>
          <w:p w:rsidR="001364A2" w:rsidRDefault="001364A2" w:rsidP="004A2B67">
            <w:pPr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 xml:space="preserve">Головний </w:t>
            </w:r>
            <w:r>
              <w:rPr>
                <w:sz w:val="28"/>
                <w:szCs w:val="28"/>
              </w:rPr>
              <w:t>спеціаліст</w:t>
            </w:r>
          </w:p>
        </w:tc>
        <w:tc>
          <w:tcPr>
            <w:tcW w:w="2340" w:type="dxa"/>
          </w:tcPr>
          <w:p w:rsidR="001364A2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2.3.3.</w:t>
            </w:r>
          </w:p>
        </w:tc>
        <w:tc>
          <w:tcPr>
            <w:tcW w:w="6367" w:type="dxa"/>
          </w:tcPr>
          <w:p w:rsidR="001364A2" w:rsidRPr="009A3276" w:rsidRDefault="001364A2" w:rsidP="004A2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</w:t>
            </w:r>
            <w:r w:rsidRPr="009A3276">
              <w:rPr>
                <w:sz w:val="28"/>
                <w:szCs w:val="28"/>
              </w:rPr>
              <w:t xml:space="preserve">пеціаліст </w:t>
            </w:r>
          </w:p>
        </w:tc>
        <w:tc>
          <w:tcPr>
            <w:tcW w:w="2340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F70A1" w:rsidRDefault="001364A2" w:rsidP="004A2B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 w:rsidRPr="009F70A1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6367" w:type="dxa"/>
          </w:tcPr>
          <w:p w:rsidR="001364A2" w:rsidRPr="009F70A1" w:rsidRDefault="001364A2" w:rsidP="004A2B67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Відділ земельних відносин</w:t>
            </w:r>
          </w:p>
        </w:tc>
        <w:tc>
          <w:tcPr>
            <w:tcW w:w="2340" w:type="dxa"/>
          </w:tcPr>
          <w:p w:rsidR="001364A2" w:rsidRPr="009F70A1" w:rsidRDefault="001364A2" w:rsidP="004A2B67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5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  <w:r w:rsidRPr="009A3276">
              <w:rPr>
                <w:sz w:val="28"/>
                <w:szCs w:val="28"/>
              </w:rPr>
              <w:t>.1.</w:t>
            </w:r>
          </w:p>
        </w:tc>
        <w:tc>
          <w:tcPr>
            <w:tcW w:w="6367" w:type="dxa"/>
          </w:tcPr>
          <w:p w:rsidR="001364A2" w:rsidRPr="009A3276" w:rsidRDefault="001364A2" w:rsidP="004A2B67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40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2.4.2.</w:t>
            </w:r>
          </w:p>
        </w:tc>
        <w:tc>
          <w:tcPr>
            <w:tcW w:w="6367" w:type="dxa"/>
          </w:tcPr>
          <w:p w:rsidR="001364A2" w:rsidRPr="009A3276" w:rsidRDefault="001364A2" w:rsidP="004A2B67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Спеціаліст-землевпорядник</w:t>
            </w:r>
          </w:p>
        </w:tc>
        <w:tc>
          <w:tcPr>
            <w:tcW w:w="2340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  <w:r w:rsidRPr="009A3276">
              <w:rPr>
                <w:sz w:val="28"/>
                <w:szCs w:val="28"/>
              </w:rPr>
              <w:t>.3.</w:t>
            </w:r>
          </w:p>
        </w:tc>
        <w:tc>
          <w:tcPr>
            <w:tcW w:w="6367" w:type="dxa"/>
          </w:tcPr>
          <w:p w:rsidR="001364A2" w:rsidRPr="009A3276" w:rsidRDefault="001364A2" w:rsidP="004A2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</w:t>
            </w:r>
            <w:r w:rsidRPr="009A3276">
              <w:rPr>
                <w:sz w:val="28"/>
                <w:szCs w:val="28"/>
              </w:rPr>
              <w:t xml:space="preserve">пеціаліст </w:t>
            </w:r>
          </w:p>
        </w:tc>
        <w:tc>
          <w:tcPr>
            <w:tcW w:w="2340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2.4.4.</w:t>
            </w:r>
          </w:p>
        </w:tc>
        <w:tc>
          <w:tcPr>
            <w:tcW w:w="6367" w:type="dxa"/>
          </w:tcPr>
          <w:p w:rsidR="001364A2" w:rsidRDefault="001364A2" w:rsidP="004A2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340" w:type="dxa"/>
          </w:tcPr>
          <w:p w:rsidR="001364A2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F70A1" w:rsidRDefault="001364A2" w:rsidP="004A2B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 w:rsidRPr="009F70A1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6367" w:type="dxa"/>
          </w:tcPr>
          <w:p w:rsidR="001364A2" w:rsidRPr="009F70A1" w:rsidRDefault="001364A2" w:rsidP="004A2B67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Відділ житлово-комунального господарства, комунальної власності, транспорту і благоустрою</w:t>
            </w:r>
          </w:p>
        </w:tc>
        <w:tc>
          <w:tcPr>
            <w:tcW w:w="2340" w:type="dxa"/>
          </w:tcPr>
          <w:p w:rsidR="001364A2" w:rsidRPr="009F70A1" w:rsidRDefault="001364A2" w:rsidP="004A2B67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3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2.5.1.</w:t>
            </w:r>
          </w:p>
        </w:tc>
        <w:tc>
          <w:tcPr>
            <w:tcW w:w="6367" w:type="dxa"/>
          </w:tcPr>
          <w:p w:rsidR="001364A2" w:rsidRPr="009A3276" w:rsidRDefault="001364A2" w:rsidP="004A2B67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40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2.5.2.</w:t>
            </w:r>
          </w:p>
        </w:tc>
        <w:tc>
          <w:tcPr>
            <w:tcW w:w="6367" w:type="dxa"/>
          </w:tcPr>
          <w:p w:rsidR="001364A2" w:rsidRDefault="001364A2" w:rsidP="004A2B67">
            <w:pPr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 xml:space="preserve">Головний </w:t>
            </w:r>
            <w:r>
              <w:rPr>
                <w:sz w:val="28"/>
                <w:szCs w:val="28"/>
              </w:rPr>
              <w:t>спеціаліст</w:t>
            </w:r>
          </w:p>
        </w:tc>
        <w:tc>
          <w:tcPr>
            <w:tcW w:w="2340" w:type="dxa"/>
          </w:tcPr>
          <w:p w:rsidR="001364A2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2.5.3.</w:t>
            </w:r>
          </w:p>
        </w:tc>
        <w:tc>
          <w:tcPr>
            <w:tcW w:w="6367" w:type="dxa"/>
          </w:tcPr>
          <w:p w:rsidR="001364A2" w:rsidRPr="009A3276" w:rsidRDefault="001364A2" w:rsidP="004A2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</w:t>
            </w:r>
            <w:r w:rsidRPr="009A3276">
              <w:rPr>
                <w:sz w:val="28"/>
                <w:szCs w:val="28"/>
              </w:rPr>
              <w:t xml:space="preserve">пеціаліст </w:t>
            </w:r>
          </w:p>
        </w:tc>
        <w:tc>
          <w:tcPr>
            <w:tcW w:w="2340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F70A1" w:rsidRDefault="001364A2" w:rsidP="004A2B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 w:rsidRPr="009F70A1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6367" w:type="dxa"/>
          </w:tcPr>
          <w:p w:rsidR="001364A2" w:rsidRPr="009F70A1" w:rsidRDefault="001364A2" w:rsidP="004A2B67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Відділ економічного розвитку, торгівлі та інвестицій</w:t>
            </w:r>
          </w:p>
        </w:tc>
        <w:tc>
          <w:tcPr>
            <w:tcW w:w="2340" w:type="dxa"/>
          </w:tcPr>
          <w:p w:rsidR="001364A2" w:rsidRPr="009F70A1" w:rsidRDefault="001364A2" w:rsidP="004A2B67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3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.1.</w:t>
            </w:r>
          </w:p>
        </w:tc>
        <w:tc>
          <w:tcPr>
            <w:tcW w:w="6367" w:type="dxa"/>
          </w:tcPr>
          <w:p w:rsidR="001364A2" w:rsidRPr="009A3276" w:rsidRDefault="001364A2" w:rsidP="004A2B67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40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.2.</w:t>
            </w:r>
          </w:p>
        </w:tc>
        <w:tc>
          <w:tcPr>
            <w:tcW w:w="6367" w:type="dxa"/>
          </w:tcPr>
          <w:p w:rsidR="001364A2" w:rsidRDefault="001364A2" w:rsidP="004A2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340" w:type="dxa"/>
          </w:tcPr>
          <w:p w:rsidR="001364A2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.3.</w:t>
            </w:r>
          </w:p>
        </w:tc>
        <w:tc>
          <w:tcPr>
            <w:tcW w:w="6367" w:type="dxa"/>
          </w:tcPr>
          <w:p w:rsidR="001364A2" w:rsidRPr="009A3276" w:rsidRDefault="001364A2" w:rsidP="004A2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340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F70A1" w:rsidRDefault="001364A2" w:rsidP="004A2B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 w:rsidRPr="009F70A1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6367" w:type="dxa"/>
          </w:tcPr>
          <w:p w:rsidR="001364A2" w:rsidRPr="009F70A1" w:rsidRDefault="001364A2" w:rsidP="004A2B67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Відділ фінансово-господарського забезпечення</w:t>
            </w:r>
          </w:p>
        </w:tc>
        <w:tc>
          <w:tcPr>
            <w:tcW w:w="2340" w:type="dxa"/>
          </w:tcPr>
          <w:p w:rsidR="001364A2" w:rsidRPr="009F70A1" w:rsidRDefault="001364A2" w:rsidP="004A2B67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15,5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  <w:r w:rsidRPr="009A3276">
              <w:rPr>
                <w:sz w:val="28"/>
                <w:szCs w:val="28"/>
              </w:rPr>
              <w:t>.1.</w:t>
            </w:r>
          </w:p>
        </w:tc>
        <w:tc>
          <w:tcPr>
            <w:tcW w:w="6367" w:type="dxa"/>
          </w:tcPr>
          <w:p w:rsidR="001364A2" w:rsidRPr="009A3276" w:rsidRDefault="001364A2" w:rsidP="004A2B67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40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  <w:r w:rsidRPr="009A3276">
              <w:rPr>
                <w:sz w:val="28"/>
                <w:szCs w:val="28"/>
              </w:rPr>
              <w:t>.2.</w:t>
            </w:r>
          </w:p>
        </w:tc>
        <w:tc>
          <w:tcPr>
            <w:tcW w:w="6367" w:type="dxa"/>
          </w:tcPr>
          <w:p w:rsidR="001364A2" w:rsidRDefault="001364A2" w:rsidP="004A2B67">
            <w:pPr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>Головний</w:t>
            </w:r>
            <w:r>
              <w:rPr>
                <w:sz w:val="28"/>
                <w:szCs w:val="28"/>
              </w:rPr>
              <w:t xml:space="preserve"> спеціаліст</w:t>
            </w:r>
          </w:p>
        </w:tc>
        <w:tc>
          <w:tcPr>
            <w:tcW w:w="2340" w:type="dxa"/>
          </w:tcPr>
          <w:p w:rsidR="001364A2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  <w:r w:rsidRPr="009A3276">
              <w:rPr>
                <w:sz w:val="28"/>
                <w:szCs w:val="28"/>
              </w:rPr>
              <w:t>.3.</w:t>
            </w:r>
          </w:p>
        </w:tc>
        <w:tc>
          <w:tcPr>
            <w:tcW w:w="6367" w:type="dxa"/>
          </w:tcPr>
          <w:p w:rsidR="001364A2" w:rsidRPr="009A3276" w:rsidRDefault="001364A2" w:rsidP="004A2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</w:t>
            </w:r>
            <w:r w:rsidRPr="009A3276">
              <w:rPr>
                <w:sz w:val="28"/>
                <w:szCs w:val="28"/>
              </w:rPr>
              <w:t xml:space="preserve">пеціаліст </w:t>
            </w:r>
          </w:p>
        </w:tc>
        <w:tc>
          <w:tcPr>
            <w:tcW w:w="2340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2.7.4.</w:t>
            </w:r>
          </w:p>
        </w:tc>
        <w:tc>
          <w:tcPr>
            <w:tcW w:w="6367" w:type="dxa"/>
          </w:tcPr>
          <w:p w:rsidR="001364A2" w:rsidRPr="009A3276" w:rsidRDefault="001364A2" w:rsidP="004A2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340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2.7.5.</w:t>
            </w:r>
          </w:p>
        </w:tc>
        <w:tc>
          <w:tcPr>
            <w:tcW w:w="6367" w:type="dxa"/>
          </w:tcPr>
          <w:p w:rsidR="001364A2" w:rsidRPr="00F10C21" w:rsidRDefault="001364A2" w:rsidP="004A2B67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Завгосп</w:t>
            </w:r>
          </w:p>
        </w:tc>
        <w:tc>
          <w:tcPr>
            <w:tcW w:w="2340" w:type="dxa"/>
          </w:tcPr>
          <w:p w:rsidR="001364A2" w:rsidRPr="00F10C21" w:rsidRDefault="001364A2" w:rsidP="004A2B67">
            <w:pPr>
              <w:jc w:val="center"/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2.7.6.</w:t>
            </w:r>
          </w:p>
        </w:tc>
        <w:tc>
          <w:tcPr>
            <w:tcW w:w="6367" w:type="dxa"/>
          </w:tcPr>
          <w:p w:rsidR="001364A2" w:rsidRPr="00F10C21" w:rsidRDefault="001364A2" w:rsidP="004A2B67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Прибиральниця</w:t>
            </w:r>
          </w:p>
        </w:tc>
        <w:tc>
          <w:tcPr>
            <w:tcW w:w="2340" w:type="dxa"/>
          </w:tcPr>
          <w:p w:rsidR="001364A2" w:rsidRPr="00F10C21" w:rsidRDefault="001364A2" w:rsidP="004A2B67">
            <w:pPr>
              <w:jc w:val="center"/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3,75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2.7.7.</w:t>
            </w:r>
          </w:p>
        </w:tc>
        <w:tc>
          <w:tcPr>
            <w:tcW w:w="6367" w:type="dxa"/>
          </w:tcPr>
          <w:p w:rsidR="001364A2" w:rsidRPr="00F10C21" w:rsidRDefault="001364A2" w:rsidP="004A2B67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Двірник</w:t>
            </w:r>
          </w:p>
        </w:tc>
        <w:tc>
          <w:tcPr>
            <w:tcW w:w="2340" w:type="dxa"/>
          </w:tcPr>
          <w:p w:rsidR="001364A2" w:rsidRPr="00F10C21" w:rsidRDefault="001364A2" w:rsidP="004A2B67">
            <w:pPr>
              <w:jc w:val="center"/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1,25</w:t>
            </w:r>
          </w:p>
        </w:tc>
      </w:tr>
      <w:tr w:rsidR="001364A2" w:rsidTr="004A2B67">
        <w:tc>
          <w:tcPr>
            <w:tcW w:w="986" w:type="dxa"/>
          </w:tcPr>
          <w:p w:rsidR="001364A2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2.7.8.</w:t>
            </w:r>
          </w:p>
        </w:tc>
        <w:tc>
          <w:tcPr>
            <w:tcW w:w="6367" w:type="dxa"/>
          </w:tcPr>
          <w:p w:rsidR="001364A2" w:rsidRPr="00F10C21" w:rsidRDefault="001364A2" w:rsidP="004A2B67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Оператор газової котельні</w:t>
            </w:r>
          </w:p>
        </w:tc>
        <w:tc>
          <w:tcPr>
            <w:tcW w:w="2340" w:type="dxa"/>
          </w:tcPr>
          <w:p w:rsidR="001364A2" w:rsidRPr="00F10C21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1364A2" w:rsidTr="004A2B67">
        <w:tc>
          <w:tcPr>
            <w:tcW w:w="986" w:type="dxa"/>
          </w:tcPr>
          <w:p w:rsidR="001364A2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2.7.9.</w:t>
            </w:r>
          </w:p>
        </w:tc>
        <w:tc>
          <w:tcPr>
            <w:tcW w:w="6367" w:type="dxa"/>
          </w:tcPr>
          <w:p w:rsidR="001364A2" w:rsidRPr="00F10C21" w:rsidRDefault="001364A2" w:rsidP="004A2B67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Водій</w:t>
            </w:r>
          </w:p>
        </w:tc>
        <w:tc>
          <w:tcPr>
            <w:tcW w:w="2340" w:type="dxa"/>
          </w:tcPr>
          <w:p w:rsidR="001364A2" w:rsidRPr="00F10C21" w:rsidRDefault="001364A2" w:rsidP="004A2B67">
            <w:pPr>
              <w:jc w:val="center"/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2.7.10.</w:t>
            </w:r>
          </w:p>
        </w:tc>
        <w:tc>
          <w:tcPr>
            <w:tcW w:w="6367" w:type="dxa"/>
          </w:tcPr>
          <w:p w:rsidR="001364A2" w:rsidRPr="00F10C21" w:rsidRDefault="001364A2" w:rsidP="004A2B67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 xml:space="preserve">Робітник по обслуговуванню адмінбудівлі </w:t>
            </w:r>
          </w:p>
        </w:tc>
        <w:tc>
          <w:tcPr>
            <w:tcW w:w="2340" w:type="dxa"/>
          </w:tcPr>
          <w:p w:rsidR="001364A2" w:rsidRPr="00F10C21" w:rsidRDefault="001364A2" w:rsidP="004A2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4A2B67">
        <w:tc>
          <w:tcPr>
            <w:tcW w:w="986" w:type="dxa"/>
          </w:tcPr>
          <w:p w:rsidR="001364A2" w:rsidRPr="009A3276" w:rsidRDefault="001364A2" w:rsidP="004A2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7" w:type="dxa"/>
          </w:tcPr>
          <w:p w:rsidR="001364A2" w:rsidRPr="00043904" w:rsidRDefault="001364A2" w:rsidP="004A2B67">
            <w:pPr>
              <w:rPr>
                <w:sz w:val="28"/>
                <w:szCs w:val="28"/>
              </w:rPr>
            </w:pPr>
            <w:r w:rsidRPr="00043904">
              <w:rPr>
                <w:b/>
                <w:sz w:val="28"/>
                <w:szCs w:val="28"/>
              </w:rPr>
              <w:t>В С Ь О Г О</w:t>
            </w:r>
          </w:p>
        </w:tc>
        <w:tc>
          <w:tcPr>
            <w:tcW w:w="2340" w:type="dxa"/>
          </w:tcPr>
          <w:p w:rsidR="001364A2" w:rsidRPr="00000AE5" w:rsidRDefault="001364A2" w:rsidP="004A2B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  <w:r w:rsidRPr="00000AE5">
              <w:rPr>
                <w:b/>
                <w:sz w:val="28"/>
                <w:szCs w:val="28"/>
              </w:rPr>
              <w:t>,5</w:t>
            </w:r>
          </w:p>
        </w:tc>
      </w:tr>
    </w:tbl>
    <w:p w:rsidR="001364A2" w:rsidRDefault="001364A2" w:rsidP="00672E2F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1364A2" w:rsidRDefault="001364A2" w:rsidP="00672E2F">
      <w:pPr>
        <w:jc w:val="center"/>
        <w:rPr>
          <w:sz w:val="28"/>
          <w:szCs w:val="28"/>
        </w:rPr>
      </w:pPr>
    </w:p>
    <w:p w:rsidR="001364A2" w:rsidRDefault="001364A2" w:rsidP="00672E2F">
      <w:pPr>
        <w:jc w:val="center"/>
        <w:rPr>
          <w:sz w:val="28"/>
          <w:szCs w:val="28"/>
        </w:rPr>
      </w:pPr>
    </w:p>
    <w:p w:rsidR="001364A2" w:rsidRDefault="001364A2" w:rsidP="0016677D">
      <w:pPr>
        <w:jc w:val="center"/>
        <w:rPr>
          <w:sz w:val="28"/>
          <w:szCs w:val="28"/>
        </w:rPr>
      </w:pPr>
    </w:p>
    <w:p w:rsidR="001364A2" w:rsidRDefault="001364A2" w:rsidP="004A2B67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Керуюча справами (секретар) виконкому </w:t>
      </w:r>
    </w:p>
    <w:p w:rsidR="001364A2" w:rsidRDefault="001364A2" w:rsidP="004A2B67">
      <w:pPr>
        <w:ind w:left="540"/>
        <w:rPr>
          <w:sz w:val="28"/>
          <w:szCs w:val="28"/>
        </w:rPr>
      </w:pPr>
      <w:r>
        <w:rPr>
          <w:sz w:val="28"/>
          <w:szCs w:val="28"/>
        </w:rPr>
        <w:t>Тячівської міської ради                                                                      О.В.Решетар</w:t>
      </w:r>
    </w:p>
    <w:p w:rsidR="001364A2" w:rsidRDefault="001364A2" w:rsidP="00000AE5">
      <w:pPr>
        <w:jc w:val="center"/>
        <w:rPr>
          <w:sz w:val="28"/>
          <w:szCs w:val="28"/>
        </w:rPr>
      </w:pPr>
    </w:p>
    <w:p w:rsidR="001364A2" w:rsidRDefault="001364A2" w:rsidP="00000AE5">
      <w:pPr>
        <w:jc w:val="center"/>
        <w:rPr>
          <w:sz w:val="28"/>
          <w:szCs w:val="28"/>
        </w:rPr>
      </w:pPr>
    </w:p>
    <w:p w:rsidR="001364A2" w:rsidRDefault="001364A2" w:rsidP="00000AE5">
      <w:pPr>
        <w:jc w:val="center"/>
        <w:rPr>
          <w:sz w:val="28"/>
          <w:szCs w:val="28"/>
        </w:rPr>
      </w:pPr>
    </w:p>
    <w:p w:rsidR="001364A2" w:rsidRDefault="001364A2" w:rsidP="00000AE5">
      <w:pPr>
        <w:jc w:val="center"/>
        <w:rPr>
          <w:sz w:val="28"/>
          <w:szCs w:val="28"/>
        </w:rPr>
      </w:pPr>
    </w:p>
    <w:p w:rsidR="001364A2" w:rsidRDefault="001364A2" w:rsidP="00000AE5">
      <w:pPr>
        <w:jc w:val="center"/>
        <w:rPr>
          <w:sz w:val="28"/>
          <w:szCs w:val="28"/>
        </w:rPr>
      </w:pPr>
    </w:p>
    <w:p w:rsidR="001364A2" w:rsidRDefault="001364A2" w:rsidP="00000AE5">
      <w:pPr>
        <w:jc w:val="center"/>
        <w:rPr>
          <w:sz w:val="28"/>
          <w:szCs w:val="28"/>
        </w:rPr>
      </w:pPr>
    </w:p>
    <w:p w:rsidR="001364A2" w:rsidRDefault="001364A2" w:rsidP="00000AE5">
      <w:pPr>
        <w:jc w:val="center"/>
        <w:rPr>
          <w:sz w:val="28"/>
          <w:szCs w:val="28"/>
        </w:rPr>
      </w:pPr>
    </w:p>
    <w:p w:rsidR="001364A2" w:rsidRDefault="001364A2" w:rsidP="00000AE5">
      <w:pPr>
        <w:jc w:val="center"/>
        <w:rPr>
          <w:sz w:val="28"/>
          <w:szCs w:val="28"/>
        </w:rPr>
      </w:pPr>
    </w:p>
    <w:p w:rsidR="001364A2" w:rsidRDefault="001364A2" w:rsidP="00000AE5">
      <w:pPr>
        <w:jc w:val="center"/>
        <w:rPr>
          <w:sz w:val="28"/>
          <w:szCs w:val="28"/>
        </w:rPr>
      </w:pPr>
    </w:p>
    <w:p w:rsidR="001364A2" w:rsidRDefault="001364A2" w:rsidP="00000AE5">
      <w:pPr>
        <w:jc w:val="center"/>
        <w:rPr>
          <w:sz w:val="28"/>
          <w:szCs w:val="28"/>
        </w:rPr>
      </w:pPr>
    </w:p>
    <w:p w:rsidR="001364A2" w:rsidRDefault="001364A2" w:rsidP="00000AE5">
      <w:pPr>
        <w:jc w:val="center"/>
        <w:rPr>
          <w:sz w:val="28"/>
          <w:szCs w:val="28"/>
        </w:rPr>
      </w:pPr>
    </w:p>
    <w:p w:rsidR="001364A2" w:rsidRDefault="001364A2" w:rsidP="00000AE5">
      <w:pPr>
        <w:jc w:val="center"/>
        <w:rPr>
          <w:sz w:val="28"/>
          <w:szCs w:val="28"/>
        </w:rPr>
      </w:pPr>
    </w:p>
    <w:p w:rsidR="001364A2" w:rsidRDefault="001364A2" w:rsidP="00000AE5">
      <w:pPr>
        <w:jc w:val="center"/>
        <w:rPr>
          <w:sz w:val="28"/>
          <w:szCs w:val="28"/>
        </w:rPr>
      </w:pPr>
    </w:p>
    <w:p w:rsidR="001364A2" w:rsidRDefault="001364A2" w:rsidP="00F10C21">
      <w:pPr>
        <w:rPr>
          <w:sz w:val="28"/>
          <w:szCs w:val="28"/>
        </w:rPr>
      </w:pPr>
    </w:p>
    <w:p w:rsidR="001364A2" w:rsidRDefault="001364A2" w:rsidP="00F10C21">
      <w:pPr>
        <w:rPr>
          <w:sz w:val="28"/>
          <w:szCs w:val="28"/>
        </w:rPr>
      </w:pPr>
    </w:p>
    <w:p w:rsidR="001364A2" w:rsidRDefault="001364A2" w:rsidP="00F10C21">
      <w:pPr>
        <w:rPr>
          <w:sz w:val="28"/>
          <w:szCs w:val="28"/>
        </w:rPr>
      </w:pPr>
    </w:p>
    <w:p w:rsidR="001364A2" w:rsidRDefault="001364A2" w:rsidP="00F10C2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Додаток 2</w:t>
      </w:r>
    </w:p>
    <w:p w:rsidR="001364A2" w:rsidRDefault="001364A2" w:rsidP="00F10C2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Затверджено:</w:t>
      </w:r>
    </w:p>
    <w:p w:rsidR="001364A2" w:rsidRDefault="001364A2" w:rsidP="00F10C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рішення двадцять восьмої сесії</w:t>
      </w:r>
    </w:p>
    <w:p w:rsidR="001364A2" w:rsidRDefault="001364A2" w:rsidP="00F10C2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сьомого  скликання Тячівської </w:t>
      </w:r>
    </w:p>
    <w:p w:rsidR="001364A2" w:rsidRDefault="001364A2" w:rsidP="00F10C2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міської ради</w:t>
      </w:r>
    </w:p>
    <w:p w:rsidR="001364A2" w:rsidRDefault="001364A2" w:rsidP="00F10C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від 18 грудня 2018 року № 3087</w:t>
      </w:r>
    </w:p>
    <w:p w:rsidR="001364A2" w:rsidRDefault="001364A2" w:rsidP="00F10C21">
      <w:pPr>
        <w:jc w:val="right"/>
        <w:rPr>
          <w:sz w:val="28"/>
          <w:szCs w:val="28"/>
        </w:rPr>
      </w:pPr>
    </w:p>
    <w:p w:rsidR="001364A2" w:rsidRDefault="001364A2" w:rsidP="00000AE5">
      <w:pPr>
        <w:jc w:val="right"/>
        <w:rPr>
          <w:sz w:val="28"/>
          <w:szCs w:val="28"/>
        </w:rPr>
      </w:pPr>
    </w:p>
    <w:p w:rsidR="001364A2" w:rsidRDefault="001364A2" w:rsidP="00121DAE">
      <w:pPr>
        <w:rPr>
          <w:sz w:val="28"/>
          <w:szCs w:val="28"/>
        </w:rPr>
      </w:pPr>
    </w:p>
    <w:p w:rsidR="001364A2" w:rsidRDefault="001364A2" w:rsidP="00DB5121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Відділи Тячівської міської ради</w:t>
      </w:r>
    </w:p>
    <w:p w:rsidR="001364A2" w:rsidRDefault="001364A2" w:rsidP="00121DAE">
      <w:pPr>
        <w:ind w:left="142"/>
        <w:rPr>
          <w:sz w:val="28"/>
          <w:szCs w:val="28"/>
        </w:rPr>
      </w:pPr>
    </w:p>
    <w:p w:rsidR="001364A2" w:rsidRPr="00CB4B58" w:rsidRDefault="001364A2" w:rsidP="00000AE5">
      <w:pPr>
        <w:jc w:val="center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6464"/>
        <w:gridCol w:w="2520"/>
      </w:tblGrid>
      <w:tr w:rsidR="001364A2" w:rsidTr="00672E2F">
        <w:tc>
          <w:tcPr>
            <w:tcW w:w="709" w:type="dxa"/>
          </w:tcPr>
          <w:p w:rsidR="001364A2" w:rsidRPr="00043904" w:rsidRDefault="001364A2" w:rsidP="007D05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6464" w:type="dxa"/>
          </w:tcPr>
          <w:p w:rsidR="001364A2" w:rsidRPr="00043904" w:rsidRDefault="001364A2" w:rsidP="007D05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структурного підрозділу та посад</w:t>
            </w:r>
            <w:r w:rsidRPr="0004390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20" w:type="dxa"/>
          </w:tcPr>
          <w:p w:rsidR="001364A2" w:rsidRPr="00043904" w:rsidRDefault="001364A2" w:rsidP="007D05F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Кількість штатних посад</w:t>
            </w:r>
          </w:p>
        </w:tc>
      </w:tr>
      <w:tr w:rsidR="001364A2" w:rsidTr="00672E2F">
        <w:tc>
          <w:tcPr>
            <w:tcW w:w="709" w:type="dxa"/>
          </w:tcPr>
          <w:p w:rsidR="001364A2" w:rsidRPr="00F10C21" w:rsidRDefault="001364A2" w:rsidP="00121DAE">
            <w:pPr>
              <w:jc w:val="center"/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>1.</w:t>
            </w:r>
          </w:p>
          <w:p w:rsidR="001364A2" w:rsidRPr="00F10C21" w:rsidRDefault="001364A2" w:rsidP="00121DAE">
            <w:pPr>
              <w:jc w:val="center"/>
              <w:rPr>
                <w:b/>
                <w:sz w:val="28"/>
                <w:szCs w:val="28"/>
              </w:rPr>
            </w:pPr>
          </w:p>
          <w:p w:rsidR="001364A2" w:rsidRPr="00F10C21" w:rsidRDefault="001364A2" w:rsidP="00121DA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64" w:type="dxa"/>
          </w:tcPr>
          <w:p w:rsidR="001364A2" w:rsidRPr="00F10C21" w:rsidRDefault="001364A2" w:rsidP="00F10C21">
            <w:pPr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 xml:space="preserve">Відділ «Центр надання </w:t>
            </w:r>
          </w:p>
          <w:p w:rsidR="001364A2" w:rsidRPr="00F10C21" w:rsidRDefault="001364A2" w:rsidP="00F10C21">
            <w:pPr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 xml:space="preserve">адміністративних послуг </w:t>
            </w:r>
          </w:p>
          <w:p w:rsidR="001364A2" w:rsidRPr="00F10C21" w:rsidRDefault="001364A2" w:rsidP="00F10C2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Тячівської міської ради</w:t>
            </w:r>
            <w:r w:rsidRPr="00F10C21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2520" w:type="dxa"/>
          </w:tcPr>
          <w:p w:rsidR="001364A2" w:rsidRPr="00F10C21" w:rsidRDefault="001364A2" w:rsidP="00121DAE">
            <w:pPr>
              <w:jc w:val="center"/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>6</w:t>
            </w:r>
          </w:p>
        </w:tc>
      </w:tr>
      <w:tr w:rsidR="001364A2" w:rsidTr="00672E2F">
        <w:tc>
          <w:tcPr>
            <w:tcW w:w="709" w:type="dxa"/>
          </w:tcPr>
          <w:p w:rsidR="001364A2" w:rsidRDefault="001364A2" w:rsidP="00121D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6464" w:type="dxa"/>
          </w:tcPr>
          <w:p w:rsidR="001364A2" w:rsidRDefault="001364A2" w:rsidP="00F10C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відділу-адміністратор</w:t>
            </w:r>
          </w:p>
        </w:tc>
        <w:tc>
          <w:tcPr>
            <w:tcW w:w="2520" w:type="dxa"/>
          </w:tcPr>
          <w:p w:rsidR="001364A2" w:rsidRDefault="001364A2" w:rsidP="00121D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672E2F">
        <w:tc>
          <w:tcPr>
            <w:tcW w:w="709" w:type="dxa"/>
          </w:tcPr>
          <w:p w:rsidR="001364A2" w:rsidRDefault="001364A2" w:rsidP="00121D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6464" w:type="dxa"/>
          </w:tcPr>
          <w:p w:rsidR="001364A2" w:rsidRDefault="001364A2" w:rsidP="00F10C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Адміністратор</w:t>
            </w:r>
          </w:p>
        </w:tc>
        <w:tc>
          <w:tcPr>
            <w:tcW w:w="2520" w:type="dxa"/>
          </w:tcPr>
          <w:p w:rsidR="001364A2" w:rsidRDefault="001364A2" w:rsidP="00530B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364A2" w:rsidTr="00672E2F">
        <w:tc>
          <w:tcPr>
            <w:tcW w:w="709" w:type="dxa"/>
          </w:tcPr>
          <w:p w:rsidR="001364A2" w:rsidRDefault="001364A2" w:rsidP="00121D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6464" w:type="dxa"/>
          </w:tcPr>
          <w:p w:rsidR="001364A2" w:rsidRDefault="001364A2" w:rsidP="00F10C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Спеціаліст І категорії</w:t>
            </w:r>
          </w:p>
        </w:tc>
        <w:tc>
          <w:tcPr>
            <w:tcW w:w="2520" w:type="dxa"/>
          </w:tcPr>
          <w:p w:rsidR="001364A2" w:rsidRDefault="001364A2" w:rsidP="00530B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672E2F">
        <w:tc>
          <w:tcPr>
            <w:tcW w:w="709" w:type="dxa"/>
          </w:tcPr>
          <w:p w:rsidR="001364A2" w:rsidRDefault="001364A2" w:rsidP="00121D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6464" w:type="dxa"/>
          </w:tcPr>
          <w:p w:rsidR="001364A2" w:rsidRDefault="001364A2" w:rsidP="00F10C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520" w:type="dxa"/>
          </w:tcPr>
          <w:p w:rsidR="001364A2" w:rsidRDefault="001364A2" w:rsidP="00121D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1364A2" w:rsidRDefault="001364A2" w:rsidP="00000AE5">
      <w:pPr>
        <w:jc w:val="center"/>
        <w:rPr>
          <w:sz w:val="28"/>
          <w:szCs w:val="28"/>
        </w:rPr>
      </w:pPr>
    </w:p>
    <w:p w:rsidR="001364A2" w:rsidRPr="00CB4B58" w:rsidRDefault="001364A2" w:rsidP="00000AE5">
      <w:pPr>
        <w:jc w:val="center"/>
        <w:rPr>
          <w:sz w:val="28"/>
          <w:szCs w:val="28"/>
        </w:rPr>
      </w:pPr>
    </w:p>
    <w:p w:rsidR="001364A2" w:rsidRDefault="001364A2" w:rsidP="00000AE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1364A2" w:rsidRDefault="001364A2" w:rsidP="0016677D">
      <w:pPr>
        <w:jc w:val="center"/>
        <w:rPr>
          <w:sz w:val="28"/>
          <w:szCs w:val="28"/>
        </w:rPr>
      </w:pPr>
    </w:p>
    <w:p w:rsidR="001364A2" w:rsidRDefault="001364A2" w:rsidP="00672E2F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Керуюча справами (секретар) виконкому </w:t>
      </w:r>
    </w:p>
    <w:p w:rsidR="001364A2" w:rsidRDefault="001364A2" w:rsidP="00672E2F">
      <w:pPr>
        <w:ind w:left="540"/>
        <w:rPr>
          <w:sz w:val="28"/>
          <w:szCs w:val="28"/>
        </w:rPr>
      </w:pPr>
      <w:r>
        <w:rPr>
          <w:sz w:val="28"/>
          <w:szCs w:val="28"/>
        </w:rPr>
        <w:t>Тячівської міської ради                                                                      О.В.Решетар</w:t>
      </w:r>
    </w:p>
    <w:p w:rsidR="001364A2" w:rsidRDefault="001364A2" w:rsidP="00672E2F">
      <w:pPr>
        <w:ind w:left="540"/>
        <w:rPr>
          <w:sz w:val="28"/>
          <w:szCs w:val="28"/>
        </w:rPr>
      </w:pPr>
    </w:p>
    <w:p w:rsidR="001364A2" w:rsidRDefault="001364A2" w:rsidP="0016677D">
      <w:pPr>
        <w:jc w:val="center"/>
        <w:rPr>
          <w:sz w:val="28"/>
          <w:szCs w:val="28"/>
        </w:rPr>
      </w:pPr>
    </w:p>
    <w:p w:rsidR="001364A2" w:rsidRDefault="001364A2" w:rsidP="0016677D">
      <w:pPr>
        <w:jc w:val="center"/>
        <w:rPr>
          <w:sz w:val="28"/>
          <w:szCs w:val="28"/>
        </w:rPr>
      </w:pPr>
    </w:p>
    <w:p w:rsidR="001364A2" w:rsidRDefault="001364A2" w:rsidP="0016677D">
      <w:pPr>
        <w:jc w:val="center"/>
        <w:rPr>
          <w:sz w:val="28"/>
          <w:szCs w:val="28"/>
        </w:rPr>
      </w:pPr>
    </w:p>
    <w:p w:rsidR="001364A2" w:rsidRDefault="001364A2" w:rsidP="0016677D">
      <w:pPr>
        <w:jc w:val="center"/>
        <w:rPr>
          <w:sz w:val="28"/>
          <w:szCs w:val="28"/>
        </w:rPr>
      </w:pPr>
    </w:p>
    <w:p w:rsidR="001364A2" w:rsidRDefault="001364A2" w:rsidP="0016677D">
      <w:pPr>
        <w:jc w:val="center"/>
        <w:rPr>
          <w:sz w:val="28"/>
          <w:szCs w:val="28"/>
        </w:rPr>
      </w:pPr>
    </w:p>
    <w:p w:rsidR="001364A2" w:rsidRDefault="001364A2" w:rsidP="0016677D">
      <w:pPr>
        <w:jc w:val="center"/>
        <w:rPr>
          <w:sz w:val="28"/>
          <w:szCs w:val="28"/>
        </w:rPr>
      </w:pPr>
    </w:p>
    <w:p w:rsidR="001364A2" w:rsidRDefault="001364A2" w:rsidP="0016677D">
      <w:pPr>
        <w:jc w:val="center"/>
        <w:rPr>
          <w:sz w:val="28"/>
          <w:szCs w:val="28"/>
        </w:rPr>
      </w:pPr>
    </w:p>
    <w:p w:rsidR="001364A2" w:rsidRDefault="001364A2" w:rsidP="0016677D">
      <w:pPr>
        <w:jc w:val="center"/>
        <w:rPr>
          <w:sz w:val="28"/>
          <w:szCs w:val="28"/>
        </w:rPr>
      </w:pPr>
    </w:p>
    <w:p w:rsidR="001364A2" w:rsidRDefault="001364A2" w:rsidP="0016677D">
      <w:pPr>
        <w:jc w:val="center"/>
        <w:rPr>
          <w:sz w:val="28"/>
          <w:szCs w:val="28"/>
        </w:rPr>
      </w:pPr>
    </w:p>
    <w:p w:rsidR="001364A2" w:rsidRDefault="001364A2" w:rsidP="0016677D">
      <w:pPr>
        <w:jc w:val="center"/>
        <w:rPr>
          <w:sz w:val="28"/>
          <w:szCs w:val="28"/>
        </w:rPr>
      </w:pPr>
    </w:p>
    <w:p w:rsidR="001364A2" w:rsidRDefault="001364A2" w:rsidP="0016677D">
      <w:pPr>
        <w:jc w:val="center"/>
        <w:rPr>
          <w:sz w:val="28"/>
          <w:szCs w:val="28"/>
        </w:rPr>
      </w:pPr>
    </w:p>
    <w:p w:rsidR="001364A2" w:rsidRDefault="001364A2" w:rsidP="0016677D">
      <w:pPr>
        <w:jc w:val="center"/>
        <w:rPr>
          <w:sz w:val="28"/>
          <w:szCs w:val="28"/>
        </w:rPr>
      </w:pPr>
    </w:p>
    <w:p w:rsidR="001364A2" w:rsidRDefault="001364A2" w:rsidP="0016677D">
      <w:pPr>
        <w:jc w:val="center"/>
        <w:rPr>
          <w:sz w:val="28"/>
          <w:szCs w:val="28"/>
        </w:rPr>
      </w:pPr>
    </w:p>
    <w:p w:rsidR="001364A2" w:rsidRDefault="001364A2" w:rsidP="0016677D">
      <w:pPr>
        <w:jc w:val="center"/>
        <w:rPr>
          <w:sz w:val="28"/>
          <w:szCs w:val="28"/>
        </w:rPr>
      </w:pPr>
    </w:p>
    <w:p w:rsidR="001364A2" w:rsidRDefault="001364A2" w:rsidP="0016677D">
      <w:pPr>
        <w:jc w:val="center"/>
        <w:rPr>
          <w:sz w:val="28"/>
          <w:szCs w:val="28"/>
        </w:rPr>
      </w:pPr>
    </w:p>
    <w:p w:rsidR="001364A2" w:rsidRDefault="001364A2" w:rsidP="0016677D">
      <w:pPr>
        <w:jc w:val="center"/>
        <w:rPr>
          <w:sz w:val="28"/>
          <w:szCs w:val="28"/>
        </w:rPr>
      </w:pPr>
    </w:p>
    <w:p w:rsidR="001364A2" w:rsidRDefault="001364A2" w:rsidP="0016677D">
      <w:pPr>
        <w:jc w:val="center"/>
        <w:rPr>
          <w:sz w:val="28"/>
          <w:szCs w:val="28"/>
        </w:rPr>
      </w:pPr>
    </w:p>
    <w:p w:rsidR="001364A2" w:rsidRDefault="001364A2" w:rsidP="00FB6D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Додаток 3</w:t>
      </w:r>
    </w:p>
    <w:p w:rsidR="001364A2" w:rsidRDefault="001364A2" w:rsidP="00F10C2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Затверджено:</w:t>
      </w:r>
    </w:p>
    <w:p w:rsidR="001364A2" w:rsidRDefault="001364A2" w:rsidP="00F10C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рішення двадцять восьмої сесії</w:t>
      </w:r>
    </w:p>
    <w:p w:rsidR="001364A2" w:rsidRDefault="001364A2" w:rsidP="00F10C2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сьомого  скликання Тячівської </w:t>
      </w:r>
    </w:p>
    <w:p w:rsidR="001364A2" w:rsidRDefault="001364A2" w:rsidP="00F10C2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міської ради</w:t>
      </w:r>
    </w:p>
    <w:p w:rsidR="001364A2" w:rsidRDefault="001364A2" w:rsidP="00F10C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від 18 грудня 2018 року № 3087</w:t>
      </w: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right"/>
        <w:rPr>
          <w:sz w:val="28"/>
          <w:szCs w:val="28"/>
        </w:rPr>
      </w:pPr>
    </w:p>
    <w:p w:rsidR="001364A2" w:rsidRDefault="001364A2" w:rsidP="002C2FD8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Відділи та управління Тячівської міської ради</w:t>
      </w:r>
    </w:p>
    <w:p w:rsidR="001364A2" w:rsidRDefault="001364A2" w:rsidP="002C2FD8">
      <w:pPr>
        <w:jc w:val="center"/>
        <w:rPr>
          <w:sz w:val="28"/>
          <w:szCs w:val="28"/>
        </w:rPr>
      </w:pPr>
      <w:r>
        <w:rPr>
          <w:sz w:val="28"/>
          <w:szCs w:val="28"/>
        </w:rPr>
        <w:t>(з правами юридичної особи)</w:t>
      </w:r>
    </w:p>
    <w:p w:rsidR="001364A2" w:rsidRDefault="001364A2" w:rsidP="002C2FD8">
      <w:pPr>
        <w:jc w:val="center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6"/>
        <w:gridCol w:w="6318"/>
        <w:gridCol w:w="2709"/>
      </w:tblGrid>
      <w:tr w:rsidR="001364A2" w:rsidTr="00672E2F">
        <w:tc>
          <w:tcPr>
            <w:tcW w:w="846" w:type="dxa"/>
          </w:tcPr>
          <w:p w:rsidR="001364A2" w:rsidRPr="00043904" w:rsidRDefault="001364A2" w:rsidP="00A92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6318" w:type="dxa"/>
          </w:tcPr>
          <w:p w:rsidR="001364A2" w:rsidRPr="00043904" w:rsidRDefault="001364A2" w:rsidP="00A92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709" w:type="dxa"/>
          </w:tcPr>
          <w:p w:rsidR="001364A2" w:rsidRPr="00043904" w:rsidRDefault="001364A2" w:rsidP="00A9202B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Кількість штатних посад</w:t>
            </w:r>
          </w:p>
        </w:tc>
      </w:tr>
      <w:tr w:rsidR="001364A2" w:rsidTr="00672E2F">
        <w:tc>
          <w:tcPr>
            <w:tcW w:w="846" w:type="dxa"/>
          </w:tcPr>
          <w:p w:rsidR="001364A2" w:rsidRPr="00F10C21" w:rsidRDefault="001364A2" w:rsidP="00B01426">
            <w:pPr>
              <w:jc w:val="center"/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>1.</w:t>
            </w:r>
          </w:p>
          <w:p w:rsidR="001364A2" w:rsidRPr="00F10C21" w:rsidRDefault="001364A2" w:rsidP="00B0142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18" w:type="dxa"/>
          </w:tcPr>
          <w:p w:rsidR="001364A2" w:rsidRPr="00B01426" w:rsidRDefault="001364A2" w:rsidP="00B01426">
            <w:pPr>
              <w:jc w:val="both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Фінансовий відділ</w:t>
            </w:r>
          </w:p>
        </w:tc>
        <w:tc>
          <w:tcPr>
            <w:tcW w:w="2709" w:type="dxa"/>
          </w:tcPr>
          <w:p w:rsidR="001364A2" w:rsidRPr="00121DAE" w:rsidRDefault="001364A2" w:rsidP="00B01426">
            <w:pPr>
              <w:jc w:val="center"/>
              <w:rPr>
                <w:b/>
                <w:sz w:val="28"/>
                <w:szCs w:val="28"/>
              </w:rPr>
            </w:pPr>
            <w:r w:rsidRPr="00121DAE">
              <w:rPr>
                <w:b/>
                <w:sz w:val="28"/>
                <w:szCs w:val="28"/>
              </w:rPr>
              <w:t>3</w:t>
            </w:r>
          </w:p>
        </w:tc>
      </w:tr>
      <w:tr w:rsidR="001364A2" w:rsidTr="00672E2F">
        <w:tc>
          <w:tcPr>
            <w:tcW w:w="846" w:type="dxa"/>
          </w:tcPr>
          <w:p w:rsidR="001364A2" w:rsidRDefault="001364A2" w:rsidP="00A92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6318" w:type="dxa"/>
          </w:tcPr>
          <w:p w:rsidR="001364A2" w:rsidRDefault="001364A2" w:rsidP="00B0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709" w:type="dxa"/>
          </w:tcPr>
          <w:p w:rsidR="001364A2" w:rsidRDefault="001364A2" w:rsidP="00A92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672E2F">
        <w:tc>
          <w:tcPr>
            <w:tcW w:w="846" w:type="dxa"/>
          </w:tcPr>
          <w:p w:rsidR="001364A2" w:rsidRDefault="001364A2" w:rsidP="00A92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6318" w:type="dxa"/>
          </w:tcPr>
          <w:p w:rsidR="001364A2" w:rsidRDefault="001364A2" w:rsidP="00530B40">
            <w:pPr>
              <w:jc w:val="both"/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>Головний</w:t>
            </w:r>
            <w:r>
              <w:rPr>
                <w:sz w:val="28"/>
                <w:szCs w:val="28"/>
              </w:rPr>
              <w:t xml:space="preserve"> спеціаліст</w:t>
            </w:r>
          </w:p>
        </w:tc>
        <w:tc>
          <w:tcPr>
            <w:tcW w:w="2709" w:type="dxa"/>
          </w:tcPr>
          <w:p w:rsidR="001364A2" w:rsidRDefault="001364A2" w:rsidP="00A92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672E2F">
        <w:tc>
          <w:tcPr>
            <w:tcW w:w="846" w:type="dxa"/>
          </w:tcPr>
          <w:p w:rsidR="001364A2" w:rsidRDefault="001364A2" w:rsidP="00A92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6318" w:type="dxa"/>
          </w:tcPr>
          <w:p w:rsidR="001364A2" w:rsidRDefault="001364A2" w:rsidP="00530B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709" w:type="dxa"/>
          </w:tcPr>
          <w:p w:rsidR="001364A2" w:rsidRDefault="001364A2" w:rsidP="00A92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672E2F">
        <w:tc>
          <w:tcPr>
            <w:tcW w:w="846" w:type="dxa"/>
          </w:tcPr>
          <w:p w:rsidR="001364A2" w:rsidRPr="00B01426" w:rsidRDefault="001364A2" w:rsidP="00B01426">
            <w:pPr>
              <w:jc w:val="center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6318" w:type="dxa"/>
          </w:tcPr>
          <w:p w:rsidR="001364A2" w:rsidRPr="00B01426" w:rsidRDefault="001364A2" w:rsidP="00B01426">
            <w:pPr>
              <w:jc w:val="both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Відділ державної реєстрації</w:t>
            </w:r>
          </w:p>
        </w:tc>
        <w:tc>
          <w:tcPr>
            <w:tcW w:w="2709" w:type="dxa"/>
          </w:tcPr>
          <w:p w:rsidR="001364A2" w:rsidRPr="00121DAE" w:rsidRDefault="001364A2" w:rsidP="00B01426">
            <w:pPr>
              <w:jc w:val="center"/>
              <w:rPr>
                <w:b/>
                <w:sz w:val="28"/>
                <w:szCs w:val="28"/>
              </w:rPr>
            </w:pPr>
            <w:r w:rsidRPr="00121DAE">
              <w:rPr>
                <w:b/>
                <w:sz w:val="28"/>
                <w:szCs w:val="28"/>
              </w:rPr>
              <w:t>4</w:t>
            </w:r>
          </w:p>
        </w:tc>
      </w:tr>
      <w:tr w:rsidR="001364A2" w:rsidTr="00672E2F">
        <w:tc>
          <w:tcPr>
            <w:tcW w:w="846" w:type="dxa"/>
          </w:tcPr>
          <w:p w:rsidR="001364A2" w:rsidRPr="00B01426" w:rsidRDefault="001364A2" w:rsidP="00B01426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2.1.</w:t>
            </w:r>
          </w:p>
        </w:tc>
        <w:tc>
          <w:tcPr>
            <w:tcW w:w="6318" w:type="dxa"/>
          </w:tcPr>
          <w:p w:rsidR="001364A2" w:rsidRPr="00B01426" w:rsidRDefault="001364A2" w:rsidP="00B01426">
            <w:pPr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709" w:type="dxa"/>
          </w:tcPr>
          <w:p w:rsidR="001364A2" w:rsidRPr="00B01426" w:rsidRDefault="001364A2" w:rsidP="00B01426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1</w:t>
            </w:r>
          </w:p>
        </w:tc>
      </w:tr>
      <w:tr w:rsidR="001364A2" w:rsidTr="00672E2F">
        <w:tc>
          <w:tcPr>
            <w:tcW w:w="846" w:type="dxa"/>
          </w:tcPr>
          <w:p w:rsidR="001364A2" w:rsidRPr="00B01426" w:rsidRDefault="001364A2" w:rsidP="00B01426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2.2.</w:t>
            </w:r>
          </w:p>
        </w:tc>
        <w:tc>
          <w:tcPr>
            <w:tcW w:w="6318" w:type="dxa"/>
          </w:tcPr>
          <w:p w:rsidR="001364A2" w:rsidRPr="00B01426" w:rsidRDefault="001364A2" w:rsidP="00B01426">
            <w:pPr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Державний реєстратор</w:t>
            </w:r>
          </w:p>
        </w:tc>
        <w:tc>
          <w:tcPr>
            <w:tcW w:w="2709" w:type="dxa"/>
          </w:tcPr>
          <w:p w:rsidR="001364A2" w:rsidRPr="00B01426" w:rsidRDefault="001364A2" w:rsidP="00B01426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2</w:t>
            </w:r>
          </w:p>
        </w:tc>
      </w:tr>
      <w:tr w:rsidR="001364A2" w:rsidTr="00672E2F">
        <w:tc>
          <w:tcPr>
            <w:tcW w:w="846" w:type="dxa"/>
          </w:tcPr>
          <w:p w:rsidR="001364A2" w:rsidRPr="00B01426" w:rsidRDefault="001364A2" w:rsidP="00B01426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2.3.</w:t>
            </w:r>
          </w:p>
        </w:tc>
        <w:tc>
          <w:tcPr>
            <w:tcW w:w="6318" w:type="dxa"/>
          </w:tcPr>
          <w:p w:rsidR="001364A2" w:rsidRPr="00B01426" w:rsidRDefault="001364A2" w:rsidP="00B01426">
            <w:pPr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709" w:type="dxa"/>
          </w:tcPr>
          <w:p w:rsidR="001364A2" w:rsidRPr="00B01426" w:rsidRDefault="001364A2" w:rsidP="00B01426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1</w:t>
            </w:r>
          </w:p>
        </w:tc>
      </w:tr>
      <w:tr w:rsidR="001364A2" w:rsidTr="00672E2F">
        <w:tc>
          <w:tcPr>
            <w:tcW w:w="846" w:type="dxa"/>
          </w:tcPr>
          <w:p w:rsidR="001364A2" w:rsidRPr="00B01426" w:rsidRDefault="001364A2" w:rsidP="00B01426">
            <w:pPr>
              <w:jc w:val="center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6318" w:type="dxa"/>
          </w:tcPr>
          <w:p w:rsidR="001364A2" w:rsidRPr="00B01426" w:rsidRDefault="001364A2" w:rsidP="00B01426">
            <w:pPr>
              <w:jc w:val="both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Відділ містобудування та архітектури</w:t>
            </w:r>
          </w:p>
        </w:tc>
        <w:tc>
          <w:tcPr>
            <w:tcW w:w="2709" w:type="dxa"/>
          </w:tcPr>
          <w:p w:rsidR="001364A2" w:rsidRPr="00B01426" w:rsidRDefault="001364A2" w:rsidP="00B01426">
            <w:pPr>
              <w:jc w:val="center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3</w:t>
            </w:r>
          </w:p>
        </w:tc>
      </w:tr>
      <w:tr w:rsidR="001364A2" w:rsidTr="00672E2F">
        <w:tc>
          <w:tcPr>
            <w:tcW w:w="846" w:type="dxa"/>
          </w:tcPr>
          <w:p w:rsidR="001364A2" w:rsidRPr="00B01426" w:rsidRDefault="001364A2" w:rsidP="00B01426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3.1.</w:t>
            </w:r>
          </w:p>
        </w:tc>
        <w:tc>
          <w:tcPr>
            <w:tcW w:w="6318" w:type="dxa"/>
          </w:tcPr>
          <w:p w:rsidR="001364A2" w:rsidRDefault="001364A2" w:rsidP="00B0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709" w:type="dxa"/>
          </w:tcPr>
          <w:p w:rsidR="001364A2" w:rsidRDefault="001364A2" w:rsidP="00B014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672E2F">
        <w:tc>
          <w:tcPr>
            <w:tcW w:w="846" w:type="dxa"/>
          </w:tcPr>
          <w:p w:rsidR="001364A2" w:rsidRPr="00B01426" w:rsidRDefault="001364A2" w:rsidP="00B01426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3.2.</w:t>
            </w:r>
          </w:p>
        </w:tc>
        <w:tc>
          <w:tcPr>
            <w:tcW w:w="6318" w:type="dxa"/>
          </w:tcPr>
          <w:p w:rsidR="001364A2" w:rsidRDefault="001364A2" w:rsidP="00530B40">
            <w:pPr>
              <w:jc w:val="both"/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>Головний</w:t>
            </w:r>
            <w:r>
              <w:rPr>
                <w:sz w:val="28"/>
                <w:szCs w:val="28"/>
              </w:rPr>
              <w:t xml:space="preserve"> спеціаліст</w:t>
            </w:r>
          </w:p>
        </w:tc>
        <w:tc>
          <w:tcPr>
            <w:tcW w:w="2709" w:type="dxa"/>
          </w:tcPr>
          <w:p w:rsidR="001364A2" w:rsidRDefault="001364A2" w:rsidP="00B014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672E2F">
        <w:tc>
          <w:tcPr>
            <w:tcW w:w="846" w:type="dxa"/>
          </w:tcPr>
          <w:p w:rsidR="001364A2" w:rsidRPr="00B01426" w:rsidRDefault="001364A2" w:rsidP="00B01426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3.3.</w:t>
            </w:r>
          </w:p>
        </w:tc>
        <w:tc>
          <w:tcPr>
            <w:tcW w:w="6318" w:type="dxa"/>
          </w:tcPr>
          <w:p w:rsidR="001364A2" w:rsidRDefault="001364A2" w:rsidP="00530B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709" w:type="dxa"/>
          </w:tcPr>
          <w:p w:rsidR="001364A2" w:rsidRDefault="001364A2" w:rsidP="00B014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672E2F">
        <w:tc>
          <w:tcPr>
            <w:tcW w:w="846" w:type="dxa"/>
          </w:tcPr>
          <w:p w:rsidR="001364A2" w:rsidRPr="00B01426" w:rsidRDefault="001364A2" w:rsidP="00B01426">
            <w:pPr>
              <w:jc w:val="center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6318" w:type="dxa"/>
          </w:tcPr>
          <w:p w:rsidR="001364A2" w:rsidRDefault="001364A2" w:rsidP="00836381">
            <w:pPr>
              <w:jc w:val="both"/>
              <w:rPr>
                <w:i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Управління освіти, охорони здоров’я, культури, сім’ї, молоді та спорту</w:t>
            </w:r>
            <w:r w:rsidRPr="00836381">
              <w:rPr>
                <w:sz w:val="28"/>
                <w:szCs w:val="28"/>
              </w:rPr>
              <w:t>,</w:t>
            </w:r>
            <w:r w:rsidRPr="00836381">
              <w:rPr>
                <w:i/>
                <w:sz w:val="28"/>
                <w:szCs w:val="28"/>
              </w:rPr>
              <w:t>в тому числі:</w:t>
            </w:r>
          </w:p>
          <w:p w:rsidR="001364A2" w:rsidRPr="00B01426" w:rsidRDefault="001364A2" w:rsidP="00836381">
            <w:pPr>
              <w:jc w:val="both"/>
              <w:rPr>
                <w:b/>
                <w:sz w:val="28"/>
                <w:szCs w:val="28"/>
              </w:rPr>
            </w:pPr>
            <w:r w:rsidRPr="00836381">
              <w:rPr>
                <w:i/>
                <w:sz w:val="28"/>
                <w:szCs w:val="28"/>
              </w:rPr>
              <w:t>централізована бухгалтерія</w:t>
            </w:r>
          </w:p>
        </w:tc>
        <w:tc>
          <w:tcPr>
            <w:tcW w:w="2709" w:type="dxa"/>
          </w:tcPr>
          <w:p w:rsidR="001364A2" w:rsidRPr="00B01426" w:rsidRDefault="001364A2" w:rsidP="00B014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  <w:p w:rsidR="001364A2" w:rsidRPr="00B01426" w:rsidRDefault="001364A2" w:rsidP="00B01426">
            <w:pPr>
              <w:rPr>
                <w:b/>
                <w:sz w:val="28"/>
                <w:szCs w:val="28"/>
              </w:rPr>
            </w:pPr>
          </w:p>
          <w:p w:rsidR="001364A2" w:rsidRDefault="001364A2" w:rsidP="00B01426">
            <w:pPr>
              <w:jc w:val="center"/>
              <w:rPr>
                <w:i/>
                <w:sz w:val="28"/>
                <w:szCs w:val="28"/>
              </w:rPr>
            </w:pPr>
          </w:p>
          <w:p w:rsidR="001364A2" w:rsidRPr="00C023D1" w:rsidRDefault="001364A2" w:rsidP="00C023D1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1364A2" w:rsidTr="00672E2F">
        <w:tc>
          <w:tcPr>
            <w:tcW w:w="846" w:type="dxa"/>
          </w:tcPr>
          <w:p w:rsidR="001364A2" w:rsidRPr="00B01426" w:rsidRDefault="001364A2" w:rsidP="00B014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6318" w:type="dxa"/>
          </w:tcPr>
          <w:p w:rsidR="001364A2" w:rsidRDefault="001364A2" w:rsidP="00B0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</w:t>
            </w:r>
          </w:p>
        </w:tc>
        <w:tc>
          <w:tcPr>
            <w:tcW w:w="2709" w:type="dxa"/>
          </w:tcPr>
          <w:p w:rsidR="001364A2" w:rsidRDefault="001364A2" w:rsidP="00B014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672E2F">
        <w:tc>
          <w:tcPr>
            <w:tcW w:w="846" w:type="dxa"/>
          </w:tcPr>
          <w:p w:rsidR="001364A2" w:rsidRPr="00B01426" w:rsidRDefault="001364A2" w:rsidP="00B014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6318" w:type="dxa"/>
          </w:tcPr>
          <w:p w:rsidR="001364A2" w:rsidRPr="00836381" w:rsidRDefault="001364A2" w:rsidP="00A17464">
            <w:pPr>
              <w:jc w:val="both"/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709" w:type="dxa"/>
          </w:tcPr>
          <w:p w:rsidR="001364A2" w:rsidRDefault="001364A2" w:rsidP="00B014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364A2" w:rsidTr="00672E2F">
        <w:tc>
          <w:tcPr>
            <w:tcW w:w="846" w:type="dxa"/>
          </w:tcPr>
          <w:p w:rsidR="001364A2" w:rsidRDefault="001364A2" w:rsidP="00B014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</w:t>
            </w:r>
          </w:p>
        </w:tc>
        <w:tc>
          <w:tcPr>
            <w:tcW w:w="6318" w:type="dxa"/>
          </w:tcPr>
          <w:p w:rsidR="001364A2" w:rsidRDefault="001364A2" w:rsidP="00A174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709" w:type="dxa"/>
          </w:tcPr>
          <w:p w:rsidR="001364A2" w:rsidRDefault="001364A2" w:rsidP="00B014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672E2F">
        <w:tc>
          <w:tcPr>
            <w:tcW w:w="846" w:type="dxa"/>
          </w:tcPr>
          <w:p w:rsidR="001364A2" w:rsidRPr="00B01426" w:rsidRDefault="001364A2" w:rsidP="00A17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4.4.</w:t>
            </w:r>
          </w:p>
        </w:tc>
        <w:tc>
          <w:tcPr>
            <w:tcW w:w="6318" w:type="dxa"/>
          </w:tcPr>
          <w:p w:rsidR="001364A2" w:rsidRDefault="001364A2" w:rsidP="00B014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Спеціаліст І категорії</w:t>
            </w:r>
          </w:p>
        </w:tc>
        <w:tc>
          <w:tcPr>
            <w:tcW w:w="2709" w:type="dxa"/>
          </w:tcPr>
          <w:p w:rsidR="001364A2" w:rsidRDefault="001364A2" w:rsidP="00A17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672E2F">
        <w:tc>
          <w:tcPr>
            <w:tcW w:w="846" w:type="dxa"/>
          </w:tcPr>
          <w:p w:rsidR="001364A2" w:rsidRPr="00836381" w:rsidRDefault="001364A2" w:rsidP="00A17464">
            <w:pPr>
              <w:jc w:val="center"/>
              <w:rPr>
                <w:b/>
                <w:sz w:val="28"/>
                <w:szCs w:val="28"/>
              </w:rPr>
            </w:pPr>
            <w:r w:rsidRPr="00836381">
              <w:rPr>
                <w:b/>
                <w:sz w:val="28"/>
                <w:szCs w:val="28"/>
              </w:rPr>
              <w:t>4.5.</w:t>
            </w:r>
          </w:p>
        </w:tc>
        <w:tc>
          <w:tcPr>
            <w:tcW w:w="6318" w:type="dxa"/>
          </w:tcPr>
          <w:p w:rsidR="001364A2" w:rsidRPr="00836381" w:rsidRDefault="001364A2" w:rsidP="00B01426">
            <w:pPr>
              <w:jc w:val="both"/>
              <w:rPr>
                <w:b/>
                <w:sz w:val="28"/>
                <w:szCs w:val="28"/>
              </w:rPr>
            </w:pPr>
            <w:r w:rsidRPr="00836381">
              <w:rPr>
                <w:b/>
                <w:sz w:val="28"/>
                <w:szCs w:val="28"/>
              </w:rPr>
              <w:t>Централізована бухгалтерія</w:t>
            </w:r>
          </w:p>
        </w:tc>
        <w:tc>
          <w:tcPr>
            <w:tcW w:w="2709" w:type="dxa"/>
          </w:tcPr>
          <w:p w:rsidR="001364A2" w:rsidRPr="00836381" w:rsidRDefault="001364A2" w:rsidP="00B014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1364A2" w:rsidTr="00672E2F">
        <w:tc>
          <w:tcPr>
            <w:tcW w:w="846" w:type="dxa"/>
          </w:tcPr>
          <w:p w:rsidR="001364A2" w:rsidRDefault="001364A2" w:rsidP="00A17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4.5.1.</w:t>
            </w:r>
          </w:p>
        </w:tc>
        <w:tc>
          <w:tcPr>
            <w:tcW w:w="6318" w:type="dxa"/>
          </w:tcPr>
          <w:p w:rsidR="001364A2" w:rsidRDefault="001364A2" w:rsidP="00B014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бухгалтер</w:t>
            </w:r>
          </w:p>
        </w:tc>
        <w:tc>
          <w:tcPr>
            <w:tcW w:w="2709" w:type="dxa"/>
          </w:tcPr>
          <w:p w:rsidR="001364A2" w:rsidRDefault="001364A2" w:rsidP="00B014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672E2F">
        <w:tc>
          <w:tcPr>
            <w:tcW w:w="846" w:type="dxa"/>
          </w:tcPr>
          <w:p w:rsidR="001364A2" w:rsidRDefault="001364A2" w:rsidP="00A17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4.5.2.</w:t>
            </w:r>
          </w:p>
        </w:tc>
        <w:tc>
          <w:tcPr>
            <w:tcW w:w="6318" w:type="dxa"/>
          </w:tcPr>
          <w:p w:rsidR="001364A2" w:rsidRDefault="001364A2" w:rsidP="00B014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709" w:type="dxa"/>
          </w:tcPr>
          <w:p w:rsidR="001364A2" w:rsidRDefault="001364A2" w:rsidP="00B014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4A2" w:rsidTr="00672E2F">
        <w:tc>
          <w:tcPr>
            <w:tcW w:w="846" w:type="dxa"/>
          </w:tcPr>
          <w:p w:rsidR="001364A2" w:rsidRDefault="001364A2" w:rsidP="00A17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4.5.3.</w:t>
            </w:r>
          </w:p>
        </w:tc>
        <w:tc>
          <w:tcPr>
            <w:tcW w:w="6318" w:type="dxa"/>
          </w:tcPr>
          <w:p w:rsidR="001364A2" w:rsidRDefault="001364A2" w:rsidP="00B014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Спеціаліст І – ої категорії</w:t>
            </w:r>
          </w:p>
        </w:tc>
        <w:tc>
          <w:tcPr>
            <w:tcW w:w="2709" w:type="dxa"/>
          </w:tcPr>
          <w:p w:rsidR="001364A2" w:rsidRDefault="001364A2" w:rsidP="00B014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1364A2" w:rsidRDefault="001364A2" w:rsidP="002C2FD8">
      <w:pPr>
        <w:jc w:val="center"/>
        <w:rPr>
          <w:sz w:val="28"/>
          <w:szCs w:val="28"/>
        </w:rPr>
      </w:pPr>
    </w:p>
    <w:p w:rsidR="001364A2" w:rsidRPr="00CB4B58" w:rsidRDefault="001364A2" w:rsidP="002C2FD8">
      <w:pPr>
        <w:jc w:val="center"/>
        <w:rPr>
          <w:sz w:val="28"/>
          <w:szCs w:val="28"/>
        </w:rPr>
      </w:pPr>
    </w:p>
    <w:p w:rsidR="001364A2" w:rsidRDefault="001364A2" w:rsidP="00672E2F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Керуюча справами (секретар) виконкому </w:t>
      </w:r>
    </w:p>
    <w:p w:rsidR="001364A2" w:rsidRDefault="001364A2" w:rsidP="00672E2F">
      <w:pPr>
        <w:ind w:left="540"/>
        <w:rPr>
          <w:sz w:val="28"/>
          <w:szCs w:val="28"/>
        </w:rPr>
      </w:pPr>
      <w:r>
        <w:rPr>
          <w:sz w:val="28"/>
          <w:szCs w:val="28"/>
        </w:rPr>
        <w:t>Тячівської міської ради                                                                      О.В.Решетар</w:t>
      </w:r>
    </w:p>
    <w:sectPr w:rsidR="001364A2" w:rsidSect="00A34C8E">
      <w:pgSz w:w="11906" w:h="16838"/>
      <w:pgMar w:top="1079" w:right="289" w:bottom="899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4A2" w:rsidRDefault="001364A2" w:rsidP="008D27E4">
      <w:r>
        <w:separator/>
      </w:r>
    </w:p>
  </w:endnote>
  <w:endnote w:type="continuationSeparator" w:id="1">
    <w:p w:rsidR="001364A2" w:rsidRDefault="001364A2" w:rsidP="008D2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4A2" w:rsidRDefault="001364A2" w:rsidP="008D27E4">
      <w:r>
        <w:separator/>
      </w:r>
    </w:p>
  </w:footnote>
  <w:footnote w:type="continuationSeparator" w:id="1">
    <w:p w:rsidR="001364A2" w:rsidRDefault="001364A2" w:rsidP="008D27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418F9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0F847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90413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900E8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8EC04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5A292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70C0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BAD0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B24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DCE5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255A74"/>
    <w:multiLevelType w:val="multilevel"/>
    <w:tmpl w:val="05CCB4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9403571"/>
    <w:multiLevelType w:val="multilevel"/>
    <w:tmpl w:val="D76AAF94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A782CDD"/>
    <w:multiLevelType w:val="hybridMultilevel"/>
    <w:tmpl w:val="253CC6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52A"/>
    <w:rsid w:val="00000AE5"/>
    <w:rsid w:val="00001A40"/>
    <w:rsid w:val="00002AD6"/>
    <w:rsid w:val="00003CA1"/>
    <w:rsid w:val="00013B90"/>
    <w:rsid w:val="00015910"/>
    <w:rsid w:val="000163D8"/>
    <w:rsid w:val="00026CE4"/>
    <w:rsid w:val="00037ACB"/>
    <w:rsid w:val="00043904"/>
    <w:rsid w:val="00051CE5"/>
    <w:rsid w:val="00066FA3"/>
    <w:rsid w:val="00067C91"/>
    <w:rsid w:val="000723DB"/>
    <w:rsid w:val="000745DC"/>
    <w:rsid w:val="000B7F9B"/>
    <w:rsid w:val="000C325A"/>
    <w:rsid w:val="000C6687"/>
    <w:rsid w:val="000E7A87"/>
    <w:rsid w:val="0010023B"/>
    <w:rsid w:val="00110B47"/>
    <w:rsid w:val="00111F84"/>
    <w:rsid w:val="00113762"/>
    <w:rsid w:val="00121DAE"/>
    <w:rsid w:val="001244C3"/>
    <w:rsid w:val="00132A9C"/>
    <w:rsid w:val="0013623B"/>
    <w:rsid w:val="001364A2"/>
    <w:rsid w:val="00147A5A"/>
    <w:rsid w:val="00155773"/>
    <w:rsid w:val="001625F8"/>
    <w:rsid w:val="0016677D"/>
    <w:rsid w:val="001726E6"/>
    <w:rsid w:val="001759A2"/>
    <w:rsid w:val="00182FAC"/>
    <w:rsid w:val="00192C5E"/>
    <w:rsid w:val="00193ABF"/>
    <w:rsid w:val="001B71BE"/>
    <w:rsid w:val="001C1F5C"/>
    <w:rsid w:val="001C755D"/>
    <w:rsid w:val="001D2727"/>
    <w:rsid w:val="001D432B"/>
    <w:rsid w:val="001D7A8E"/>
    <w:rsid w:val="001E04C4"/>
    <w:rsid w:val="001E44BF"/>
    <w:rsid w:val="001E4CC3"/>
    <w:rsid w:val="001F03C8"/>
    <w:rsid w:val="001F68F1"/>
    <w:rsid w:val="0020009F"/>
    <w:rsid w:val="002012FC"/>
    <w:rsid w:val="00205B46"/>
    <w:rsid w:val="00206383"/>
    <w:rsid w:val="002210F6"/>
    <w:rsid w:val="00240743"/>
    <w:rsid w:val="002514F2"/>
    <w:rsid w:val="0025440D"/>
    <w:rsid w:val="00257B0C"/>
    <w:rsid w:val="00257E56"/>
    <w:rsid w:val="002633EF"/>
    <w:rsid w:val="00273274"/>
    <w:rsid w:val="00285703"/>
    <w:rsid w:val="002B2F36"/>
    <w:rsid w:val="002B6736"/>
    <w:rsid w:val="002C2FD8"/>
    <w:rsid w:val="002C6204"/>
    <w:rsid w:val="002C7944"/>
    <w:rsid w:val="002D07C7"/>
    <w:rsid w:val="002E7B94"/>
    <w:rsid w:val="002F02AB"/>
    <w:rsid w:val="00305C1B"/>
    <w:rsid w:val="00306D18"/>
    <w:rsid w:val="00326B7F"/>
    <w:rsid w:val="00327916"/>
    <w:rsid w:val="00337AB3"/>
    <w:rsid w:val="003738B4"/>
    <w:rsid w:val="00381A43"/>
    <w:rsid w:val="00385883"/>
    <w:rsid w:val="003868FE"/>
    <w:rsid w:val="0039484F"/>
    <w:rsid w:val="003C0EE1"/>
    <w:rsid w:val="003C385E"/>
    <w:rsid w:val="003D5BE0"/>
    <w:rsid w:val="003E0A98"/>
    <w:rsid w:val="003E2A11"/>
    <w:rsid w:val="003E455C"/>
    <w:rsid w:val="00400B2E"/>
    <w:rsid w:val="00407AAA"/>
    <w:rsid w:val="00426244"/>
    <w:rsid w:val="00427404"/>
    <w:rsid w:val="00432B61"/>
    <w:rsid w:val="00433471"/>
    <w:rsid w:val="00443903"/>
    <w:rsid w:val="0045146E"/>
    <w:rsid w:val="00463712"/>
    <w:rsid w:val="00473915"/>
    <w:rsid w:val="00480F7E"/>
    <w:rsid w:val="004855BD"/>
    <w:rsid w:val="004A2B67"/>
    <w:rsid w:val="004B025D"/>
    <w:rsid w:val="004B5CC7"/>
    <w:rsid w:val="004B7FAE"/>
    <w:rsid w:val="004E1B65"/>
    <w:rsid w:val="004E3030"/>
    <w:rsid w:val="004E6A88"/>
    <w:rsid w:val="004F3864"/>
    <w:rsid w:val="00500D08"/>
    <w:rsid w:val="00502FD6"/>
    <w:rsid w:val="00530B40"/>
    <w:rsid w:val="00534832"/>
    <w:rsid w:val="00535F91"/>
    <w:rsid w:val="00537ECD"/>
    <w:rsid w:val="00545BD9"/>
    <w:rsid w:val="005468DA"/>
    <w:rsid w:val="00550CAF"/>
    <w:rsid w:val="0055419F"/>
    <w:rsid w:val="0055441B"/>
    <w:rsid w:val="00555137"/>
    <w:rsid w:val="0055608B"/>
    <w:rsid w:val="00561B9A"/>
    <w:rsid w:val="0056484B"/>
    <w:rsid w:val="0056760B"/>
    <w:rsid w:val="00572275"/>
    <w:rsid w:val="00596E9C"/>
    <w:rsid w:val="005A36D3"/>
    <w:rsid w:val="005A5158"/>
    <w:rsid w:val="005D0121"/>
    <w:rsid w:val="005D4242"/>
    <w:rsid w:val="00603D0B"/>
    <w:rsid w:val="006052F6"/>
    <w:rsid w:val="00623551"/>
    <w:rsid w:val="006354BB"/>
    <w:rsid w:val="006403F3"/>
    <w:rsid w:val="00650B5D"/>
    <w:rsid w:val="00664935"/>
    <w:rsid w:val="00672E2F"/>
    <w:rsid w:val="0069321F"/>
    <w:rsid w:val="006961A8"/>
    <w:rsid w:val="006C4360"/>
    <w:rsid w:val="006C68A1"/>
    <w:rsid w:val="006E4A83"/>
    <w:rsid w:val="006E5490"/>
    <w:rsid w:val="007013E1"/>
    <w:rsid w:val="00710B6A"/>
    <w:rsid w:val="007172C4"/>
    <w:rsid w:val="00723A4E"/>
    <w:rsid w:val="007245DF"/>
    <w:rsid w:val="00724945"/>
    <w:rsid w:val="00725B15"/>
    <w:rsid w:val="007369FB"/>
    <w:rsid w:val="00753832"/>
    <w:rsid w:val="007619F7"/>
    <w:rsid w:val="0076507D"/>
    <w:rsid w:val="007653F3"/>
    <w:rsid w:val="00770F12"/>
    <w:rsid w:val="00794D04"/>
    <w:rsid w:val="00795F53"/>
    <w:rsid w:val="007A1FAC"/>
    <w:rsid w:val="007A2583"/>
    <w:rsid w:val="007C3A44"/>
    <w:rsid w:val="007D05F7"/>
    <w:rsid w:val="007D50A7"/>
    <w:rsid w:val="007D78CC"/>
    <w:rsid w:val="007F3C34"/>
    <w:rsid w:val="0081357F"/>
    <w:rsid w:val="0082214C"/>
    <w:rsid w:val="00836381"/>
    <w:rsid w:val="0083717C"/>
    <w:rsid w:val="00854FB0"/>
    <w:rsid w:val="008702D6"/>
    <w:rsid w:val="00876562"/>
    <w:rsid w:val="00882A49"/>
    <w:rsid w:val="00886C1E"/>
    <w:rsid w:val="00887286"/>
    <w:rsid w:val="00892EEC"/>
    <w:rsid w:val="008962ED"/>
    <w:rsid w:val="008979B1"/>
    <w:rsid w:val="008A1396"/>
    <w:rsid w:val="008D01E1"/>
    <w:rsid w:val="008D27E4"/>
    <w:rsid w:val="008D5339"/>
    <w:rsid w:val="008E3D71"/>
    <w:rsid w:val="00913227"/>
    <w:rsid w:val="00914C32"/>
    <w:rsid w:val="00923451"/>
    <w:rsid w:val="0092750D"/>
    <w:rsid w:val="00933420"/>
    <w:rsid w:val="009339B0"/>
    <w:rsid w:val="00933B93"/>
    <w:rsid w:val="009352D9"/>
    <w:rsid w:val="00944820"/>
    <w:rsid w:val="00950CFE"/>
    <w:rsid w:val="0095565E"/>
    <w:rsid w:val="00956ED3"/>
    <w:rsid w:val="009675E1"/>
    <w:rsid w:val="00973193"/>
    <w:rsid w:val="0098465C"/>
    <w:rsid w:val="00984F3F"/>
    <w:rsid w:val="00992227"/>
    <w:rsid w:val="009A3276"/>
    <w:rsid w:val="009A3C7A"/>
    <w:rsid w:val="009A63FA"/>
    <w:rsid w:val="009C5584"/>
    <w:rsid w:val="009D02CD"/>
    <w:rsid w:val="009F3BB2"/>
    <w:rsid w:val="009F70A1"/>
    <w:rsid w:val="00A05265"/>
    <w:rsid w:val="00A1652A"/>
    <w:rsid w:val="00A17464"/>
    <w:rsid w:val="00A34C8E"/>
    <w:rsid w:val="00A55C62"/>
    <w:rsid w:val="00A75280"/>
    <w:rsid w:val="00A761BC"/>
    <w:rsid w:val="00A76B96"/>
    <w:rsid w:val="00A76D5D"/>
    <w:rsid w:val="00A84FD5"/>
    <w:rsid w:val="00A9202B"/>
    <w:rsid w:val="00AA2628"/>
    <w:rsid w:val="00AB0109"/>
    <w:rsid w:val="00AC1951"/>
    <w:rsid w:val="00AD765A"/>
    <w:rsid w:val="00B01426"/>
    <w:rsid w:val="00B15767"/>
    <w:rsid w:val="00B2007B"/>
    <w:rsid w:val="00B233D5"/>
    <w:rsid w:val="00B32190"/>
    <w:rsid w:val="00B33DC8"/>
    <w:rsid w:val="00B3482A"/>
    <w:rsid w:val="00B45006"/>
    <w:rsid w:val="00B45BB2"/>
    <w:rsid w:val="00B520EF"/>
    <w:rsid w:val="00B53054"/>
    <w:rsid w:val="00B5747D"/>
    <w:rsid w:val="00B62015"/>
    <w:rsid w:val="00B62D91"/>
    <w:rsid w:val="00B6588E"/>
    <w:rsid w:val="00B80C14"/>
    <w:rsid w:val="00B813D2"/>
    <w:rsid w:val="00B828BA"/>
    <w:rsid w:val="00B86844"/>
    <w:rsid w:val="00B97520"/>
    <w:rsid w:val="00BD1235"/>
    <w:rsid w:val="00BF134C"/>
    <w:rsid w:val="00BF33AD"/>
    <w:rsid w:val="00BF6A77"/>
    <w:rsid w:val="00C023D1"/>
    <w:rsid w:val="00C13299"/>
    <w:rsid w:val="00C15817"/>
    <w:rsid w:val="00C2619D"/>
    <w:rsid w:val="00C3091D"/>
    <w:rsid w:val="00C31214"/>
    <w:rsid w:val="00C3148A"/>
    <w:rsid w:val="00C32136"/>
    <w:rsid w:val="00C5303E"/>
    <w:rsid w:val="00C56D53"/>
    <w:rsid w:val="00C6402E"/>
    <w:rsid w:val="00C706BA"/>
    <w:rsid w:val="00C74AC7"/>
    <w:rsid w:val="00C76397"/>
    <w:rsid w:val="00C77A0C"/>
    <w:rsid w:val="00C86D8A"/>
    <w:rsid w:val="00CA3CCA"/>
    <w:rsid w:val="00CA6382"/>
    <w:rsid w:val="00CB1AFE"/>
    <w:rsid w:val="00CB40C5"/>
    <w:rsid w:val="00CB4B58"/>
    <w:rsid w:val="00CC32F9"/>
    <w:rsid w:val="00CC33A2"/>
    <w:rsid w:val="00CC5942"/>
    <w:rsid w:val="00CD16D3"/>
    <w:rsid w:val="00CD3782"/>
    <w:rsid w:val="00CE0173"/>
    <w:rsid w:val="00CE5CC1"/>
    <w:rsid w:val="00CE6922"/>
    <w:rsid w:val="00D05089"/>
    <w:rsid w:val="00D2471D"/>
    <w:rsid w:val="00D2547F"/>
    <w:rsid w:val="00D31E78"/>
    <w:rsid w:val="00D46981"/>
    <w:rsid w:val="00D5342B"/>
    <w:rsid w:val="00D55562"/>
    <w:rsid w:val="00D62367"/>
    <w:rsid w:val="00D80914"/>
    <w:rsid w:val="00D924E8"/>
    <w:rsid w:val="00D9391F"/>
    <w:rsid w:val="00D9508F"/>
    <w:rsid w:val="00DB5121"/>
    <w:rsid w:val="00DB7AB9"/>
    <w:rsid w:val="00DC18BE"/>
    <w:rsid w:val="00DC351F"/>
    <w:rsid w:val="00DC6E82"/>
    <w:rsid w:val="00DD5849"/>
    <w:rsid w:val="00DE2552"/>
    <w:rsid w:val="00DE3172"/>
    <w:rsid w:val="00DE6C9C"/>
    <w:rsid w:val="00DE754D"/>
    <w:rsid w:val="00DF1B81"/>
    <w:rsid w:val="00E011D5"/>
    <w:rsid w:val="00E05B8D"/>
    <w:rsid w:val="00E061D7"/>
    <w:rsid w:val="00E16C66"/>
    <w:rsid w:val="00E23680"/>
    <w:rsid w:val="00E26DCD"/>
    <w:rsid w:val="00E36512"/>
    <w:rsid w:val="00E627DC"/>
    <w:rsid w:val="00E74875"/>
    <w:rsid w:val="00E91FB9"/>
    <w:rsid w:val="00E94805"/>
    <w:rsid w:val="00EA0460"/>
    <w:rsid w:val="00EA5F52"/>
    <w:rsid w:val="00EA6F84"/>
    <w:rsid w:val="00EA75A3"/>
    <w:rsid w:val="00EB185A"/>
    <w:rsid w:val="00EB3527"/>
    <w:rsid w:val="00EB42C4"/>
    <w:rsid w:val="00EB5CE0"/>
    <w:rsid w:val="00ED1B5D"/>
    <w:rsid w:val="00EE0AA0"/>
    <w:rsid w:val="00EF0DE2"/>
    <w:rsid w:val="00F10C21"/>
    <w:rsid w:val="00F13C58"/>
    <w:rsid w:val="00F21172"/>
    <w:rsid w:val="00F30277"/>
    <w:rsid w:val="00F3288B"/>
    <w:rsid w:val="00F50C5A"/>
    <w:rsid w:val="00F51216"/>
    <w:rsid w:val="00F54ADC"/>
    <w:rsid w:val="00F60A6C"/>
    <w:rsid w:val="00F654F1"/>
    <w:rsid w:val="00F656DA"/>
    <w:rsid w:val="00F701DE"/>
    <w:rsid w:val="00F7038B"/>
    <w:rsid w:val="00F74ED1"/>
    <w:rsid w:val="00F82E31"/>
    <w:rsid w:val="00F87103"/>
    <w:rsid w:val="00F97413"/>
    <w:rsid w:val="00FB01D4"/>
    <w:rsid w:val="00FB3590"/>
    <w:rsid w:val="00FB3EAF"/>
    <w:rsid w:val="00FB6DCA"/>
    <w:rsid w:val="00FB712D"/>
    <w:rsid w:val="00FB7656"/>
    <w:rsid w:val="00FC615E"/>
    <w:rsid w:val="00FD3231"/>
    <w:rsid w:val="00FD4B43"/>
    <w:rsid w:val="00FD6904"/>
    <w:rsid w:val="00FE5B5C"/>
    <w:rsid w:val="00FE79EF"/>
    <w:rsid w:val="00FF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99"/>
    <w:rPr>
      <w:rFonts w:eastAsia="SimSun"/>
      <w:sz w:val="24"/>
      <w:szCs w:val="24"/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0F7E"/>
    <w:pPr>
      <w:keepNext/>
      <w:ind w:right="-232"/>
      <w:jc w:val="center"/>
      <w:outlineLvl w:val="0"/>
    </w:pPr>
    <w:rPr>
      <w:rFonts w:eastAsia="Times New Roman"/>
      <w:b/>
      <w:szCs w:val="20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480F7E"/>
    <w:pPr>
      <w:keepNext/>
      <w:spacing w:before="240" w:after="60"/>
      <w:ind w:right="-232"/>
      <w:jc w:val="both"/>
      <w:outlineLvl w:val="1"/>
    </w:pPr>
    <w:rPr>
      <w:rFonts w:ascii="Cambria" w:eastAsia="Times New Roman" w:hAnsi="Cambria"/>
      <w:b/>
      <w:i/>
      <w:sz w:val="28"/>
      <w:szCs w:val="20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80F7E"/>
    <w:pPr>
      <w:keepNext/>
      <w:ind w:right="-232"/>
      <w:jc w:val="center"/>
      <w:outlineLvl w:val="2"/>
    </w:pPr>
    <w:rPr>
      <w:rFonts w:eastAsia="Times New Roman"/>
      <w:b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0F7E"/>
    <w:pPr>
      <w:keepNext/>
      <w:ind w:right="-232"/>
      <w:jc w:val="both"/>
      <w:outlineLvl w:val="3"/>
    </w:pPr>
    <w:rPr>
      <w:rFonts w:eastAsia="Times New Roman"/>
      <w:b/>
      <w:szCs w:val="20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0F7E"/>
    <w:pPr>
      <w:keepNext/>
      <w:ind w:right="-232"/>
      <w:jc w:val="center"/>
      <w:outlineLvl w:val="4"/>
    </w:pPr>
    <w:rPr>
      <w:rFonts w:eastAsia="Times New Roman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0F7E"/>
    <w:rPr>
      <w:rFonts w:cs="Times New Roman"/>
      <w:b/>
      <w:sz w:val="24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80F7E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80F7E"/>
    <w:rPr>
      <w:rFonts w:cs="Times New Roman"/>
      <w:b/>
      <w:sz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80F7E"/>
    <w:rPr>
      <w:rFonts w:cs="Times New Roman"/>
      <w:b/>
      <w:sz w:val="24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80F7E"/>
    <w:rPr>
      <w:rFonts w:cs="Times New Roman"/>
      <w:sz w:val="24"/>
      <w:lang w:val="uk-UA"/>
    </w:rPr>
  </w:style>
  <w:style w:type="character" w:styleId="Strong">
    <w:name w:val="Strong"/>
    <w:basedOn w:val="DefaultParagraphFont"/>
    <w:uiPriority w:val="99"/>
    <w:qFormat/>
    <w:rsid w:val="00480F7E"/>
    <w:rPr>
      <w:rFonts w:cs="Times New Roman"/>
      <w:b/>
    </w:rPr>
  </w:style>
  <w:style w:type="paragraph" w:styleId="NoSpacing">
    <w:name w:val="No Spacing"/>
    <w:uiPriority w:val="99"/>
    <w:qFormat/>
    <w:rsid w:val="00480F7E"/>
    <w:pPr>
      <w:ind w:right="-232"/>
      <w:jc w:val="both"/>
    </w:pPr>
    <w:rPr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480F7E"/>
    <w:pPr>
      <w:ind w:right="-232"/>
      <w:jc w:val="center"/>
    </w:pPr>
    <w:rPr>
      <w:rFonts w:eastAsia="Times New Roman"/>
      <w:b/>
      <w:bCs/>
      <w:sz w:val="28"/>
      <w:lang w:eastAsia="ru-RU"/>
    </w:rPr>
  </w:style>
  <w:style w:type="paragraph" w:styleId="Title">
    <w:name w:val="Title"/>
    <w:basedOn w:val="Normal"/>
    <w:link w:val="TitleChar"/>
    <w:uiPriority w:val="99"/>
    <w:qFormat/>
    <w:rsid w:val="00480F7E"/>
    <w:pPr>
      <w:spacing w:before="240" w:after="60"/>
      <w:ind w:right="-232"/>
      <w:jc w:val="center"/>
      <w:outlineLvl w:val="0"/>
    </w:pPr>
    <w:rPr>
      <w:rFonts w:ascii="Cambria" w:eastAsia="Times New Roman" w:hAnsi="Cambria"/>
      <w:b/>
      <w:kern w:val="28"/>
      <w:sz w:val="32"/>
      <w:szCs w:val="20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80F7E"/>
    <w:rPr>
      <w:rFonts w:ascii="Cambria" w:hAnsi="Cambria" w:cs="Times New Roman"/>
      <w:b/>
      <w:kern w:val="28"/>
      <w:sz w:val="32"/>
    </w:rPr>
  </w:style>
  <w:style w:type="character" w:styleId="Emphasis">
    <w:name w:val="Emphasis"/>
    <w:basedOn w:val="DefaultParagraphFont"/>
    <w:uiPriority w:val="99"/>
    <w:qFormat/>
    <w:rsid w:val="00480F7E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480F7E"/>
    <w:pPr>
      <w:spacing w:line="276" w:lineRule="auto"/>
      <w:ind w:left="720" w:right="-232"/>
      <w:contextualSpacing/>
      <w:jc w:val="both"/>
    </w:pPr>
    <w:rPr>
      <w:rFonts w:ascii="Calibri" w:eastAsia="Times New Roman" w:hAnsi="Calibri"/>
      <w:sz w:val="22"/>
      <w:szCs w:val="22"/>
      <w:lang w:val="ru-RU" w:eastAsia="en-US"/>
    </w:rPr>
  </w:style>
  <w:style w:type="character" w:styleId="IntenseReference">
    <w:name w:val="Intense Reference"/>
    <w:basedOn w:val="DefaultParagraphFont"/>
    <w:uiPriority w:val="99"/>
    <w:qFormat/>
    <w:rsid w:val="00480F7E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480F7E"/>
    <w:rPr>
      <w:rFonts w:cs="Times New Roman"/>
      <w:b/>
      <w:smallCaps/>
      <w:spacing w:val="5"/>
    </w:rPr>
  </w:style>
  <w:style w:type="character" w:customStyle="1" w:styleId="7">
    <w:name w:val="Основной текст (7)_"/>
    <w:link w:val="71"/>
    <w:uiPriority w:val="99"/>
    <w:locked/>
    <w:rsid w:val="00FD3231"/>
    <w:rPr>
      <w:sz w:val="24"/>
      <w:shd w:val="clear" w:color="auto" w:fill="FFFFFF"/>
    </w:rPr>
  </w:style>
  <w:style w:type="character" w:customStyle="1" w:styleId="73pt">
    <w:name w:val="Основной текст (7) + Интервал 3 pt"/>
    <w:uiPriority w:val="99"/>
    <w:rsid w:val="00FD3231"/>
    <w:rPr>
      <w:spacing w:val="60"/>
      <w:sz w:val="24"/>
      <w:shd w:val="clear" w:color="auto" w:fill="FFFFFF"/>
    </w:rPr>
  </w:style>
  <w:style w:type="character" w:customStyle="1" w:styleId="12">
    <w:name w:val="Заголовок №1 (2)_"/>
    <w:link w:val="120"/>
    <w:uiPriority w:val="99"/>
    <w:locked/>
    <w:rsid w:val="00FD3231"/>
    <w:rPr>
      <w:b/>
      <w:sz w:val="31"/>
      <w:shd w:val="clear" w:color="auto" w:fill="FFFFFF"/>
    </w:rPr>
  </w:style>
  <w:style w:type="character" w:customStyle="1" w:styleId="124pt">
    <w:name w:val="Заголовок №1 (2) + Интервал 4 pt"/>
    <w:uiPriority w:val="99"/>
    <w:rsid w:val="00FD3231"/>
    <w:rPr>
      <w:b/>
      <w:spacing w:val="90"/>
      <w:sz w:val="31"/>
      <w:shd w:val="clear" w:color="auto" w:fill="FFFFFF"/>
    </w:rPr>
  </w:style>
  <w:style w:type="character" w:customStyle="1" w:styleId="BodyTextChar">
    <w:name w:val="Body Text Char"/>
    <w:link w:val="BodyText"/>
    <w:uiPriority w:val="99"/>
    <w:locked/>
    <w:rsid w:val="00FD3231"/>
    <w:rPr>
      <w:sz w:val="27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FD3231"/>
    <w:pPr>
      <w:shd w:val="clear" w:color="auto" w:fill="FFFFFF"/>
      <w:spacing w:before="240" w:after="600" w:line="322" w:lineRule="exact"/>
      <w:ind w:hanging="1080"/>
      <w:jc w:val="center"/>
    </w:pPr>
    <w:rPr>
      <w:rFonts w:eastAsia="Times New Roman"/>
      <w:sz w:val="27"/>
      <w:szCs w:val="20"/>
      <w:lang w:val="ru-RU"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326B7F"/>
    <w:rPr>
      <w:rFonts w:eastAsia="SimSun" w:cs="Times New Roman"/>
      <w:sz w:val="24"/>
      <w:lang w:val="uk-UA" w:eastAsia="uk-UA"/>
    </w:rPr>
  </w:style>
  <w:style w:type="character" w:customStyle="1" w:styleId="1">
    <w:name w:val="Основной текст Знак1"/>
    <w:uiPriority w:val="99"/>
    <w:semiHidden/>
    <w:rsid w:val="00FD3231"/>
    <w:rPr>
      <w:rFonts w:eastAsia="SimSun"/>
      <w:sz w:val="24"/>
      <w:lang w:val="uk-UA" w:eastAsia="uk-UA"/>
    </w:rPr>
  </w:style>
  <w:style w:type="paragraph" w:customStyle="1" w:styleId="71">
    <w:name w:val="Основной текст (7)1"/>
    <w:basedOn w:val="Normal"/>
    <w:link w:val="7"/>
    <w:uiPriority w:val="99"/>
    <w:rsid w:val="00FD3231"/>
    <w:pPr>
      <w:shd w:val="clear" w:color="auto" w:fill="FFFFFF"/>
      <w:spacing w:after="240" w:line="274" w:lineRule="exact"/>
      <w:ind w:hanging="480"/>
      <w:jc w:val="center"/>
    </w:pPr>
    <w:rPr>
      <w:rFonts w:eastAsia="Times New Roman"/>
      <w:szCs w:val="20"/>
      <w:lang w:val="ru-RU" w:eastAsia="ru-RU"/>
    </w:rPr>
  </w:style>
  <w:style w:type="paragraph" w:customStyle="1" w:styleId="120">
    <w:name w:val="Заголовок №1 (2)"/>
    <w:basedOn w:val="Normal"/>
    <w:link w:val="12"/>
    <w:uiPriority w:val="99"/>
    <w:rsid w:val="00FD3231"/>
    <w:pPr>
      <w:shd w:val="clear" w:color="auto" w:fill="FFFFFF"/>
      <w:spacing w:before="60" w:line="374" w:lineRule="exact"/>
      <w:jc w:val="center"/>
      <w:outlineLvl w:val="0"/>
    </w:pPr>
    <w:rPr>
      <w:rFonts w:eastAsia="Times New Roman"/>
      <w:b/>
      <w:sz w:val="31"/>
      <w:szCs w:val="20"/>
      <w:lang w:val="ru-RU" w:eastAsia="ru-RU"/>
    </w:rPr>
  </w:style>
  <w:style w:type="paragraph" w:customStyle="1" w:styleId="Style2">
    <w:name w:val="Style2"/>
    <w:basedOn w:val="Normal"/>
    <w:uiPriority w:val="99"/>
    <w:rsid w:val="0055419F"/>
    <w:pPr>
      <w:widowControl w:val="0"/>
      <w:autoSpaceDE w:val="0"/>
      <w:autoSpaceDN w:val="0"/>
      <w:adjustRightInd w:val="0"/>
      <w:spacing w:line="323" w:lineRule="exact"/>
      <w:ind w:hanging="326"/>
      <w:jc w:val="both"/>
    </w:pPr>
    <w:rPr>
      <w:rFonts w:eastAsia="Times New Roman"/>
      <w:lang w:val="ru-RU" w:eastAsia="ru-RU"/>
    </w:rPr>
  </w:style>
  <w:style w:type="character" w:customStyle="1" w:styleId="FontStyle31">
    <w:name w:val="Font Style31"/>
    <w:uiPriority w:val="99"/>
    <w:rsid w:val="0055419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2007B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007B"/>
    <w:rPr>
      <w:rFonts w:ascii="Tahoma" w:eastAsia="SimSun" w:hAnsi="Tahoma" w:cs="Times New Roman"/>
      <w:sz w:val="16"/>
      <w:lang w:val="uk-UA" w:eastAsia="uk-UA"/>
    </w:rPr>
  </w:style>
  <w:style w:type="character" w:customStyle="1" w:styleId="2">
    <w:name w:val="Основной текст (2)_"/>
    <w:link w:val="20"/>
    <w:uiPriority w:val="99"/>
    <w:locked/>
    <w:rsid w:val="00F13C58"/>
    <w:rPr>
      <w:sz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F13C58"/>
    <w:pPr>
      <w:widowControl w:val="0"/>
      <w:shd w:val="clear" w:color="auto" w:fill="FFFFFF"/>
      <w:spacing w:before="480" w:after="120" w:line="283" w:lineRule="exact"/>
    </w:pPr>
    <w:rPr>
      <w:rFonts w:eastAsia="Times New Roman"/>
      <w:sz w:val="28"/>
      <w:szCs w:val="20"/>
      <w:lang w:val="ru-RU" w:eastAsia="ru-RU"/>
    </w:rPr>
  </w:style>
  <w:style w:type="character" w:customStyle="1" w:styleId="10">
    <w:name w:val="Заголовок №1_"/>
    <w:link w:val="11"/>
    <w:uiPriority w:val="99"/>
    <w:locked/>
    <w:rsid w:val="00A05265"/>
    <w:rPr>
      <w:rFonts w:ascii="Lucida Sans Unicode" w:hAnsi="Lucida Sans Unicode"/>
      <w:b/>
      <w:spacing w:val="-10"/>
      <w:sz w:val="25"/>
      <w:shd w:val="clear" w:color="auto" w:fill="FFFFFF"/>
    </w:rPr>
  </w:style>
  <w:style w:type="character" w:customStyle="1" w:styleId="13">
    <w:name w:val="Заголовок №1"/>
    <w:uiPriority w:val="99"/>
    <w:rsid w:val="00A05265"/>
  </w:style>
  <w:style w:type="paragraph" w:customStyle="1" w:styleId="11">
    <w:name w:val="Заголовок №11"/>
    <w:basedOn w:val="Normal"/>
    <w:link w:val="10"/>
    <w:uiPriority w:val="99"/>
    <w:rsid w:val="00A05265"/>
    <w:pPr>
      <w:shd w:val="clear" w:color="auto" w:fill="FFFFFF"/>
      <w:spacing w:before="600" w:after="360" w:line="317" w:lineRule="exact"/>
      <w:outlineLvl w:val="0"/>
    </w:pPr>
    <w:rPr>
      <w:rFonts w:ascii="Lucida Sans Unicode" w:eastAsia="Times New Roman" w:hAnsi="Lucida Sans Unicode"/>
      <w:b/>
      <w:spacing w:val="-10"/>
      <w:sz w:val="25"/>
      <w:szCs w:val="20"/>
      <w:lang w:val="ru-RU" w:eastAsia="ru-RU"/>
    </w:rPr>
  </w:style>
  <w:style w:type="table" w:styleId="TableGrid">
    <w:name w:val="Table Grid"/>
    <w:basedOn w:val="TableNormal"/>
    <w:uiPriority w:val="99"/>
    <w:locked/>
    <w:rsid w:val="002C2FD8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D27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D27E4"/>
    <w:rPr>
      <w:rFonts w:eastAsia="SimSun" w:cs="Times New Roman"/>
      <w:sz w:val="24"/>
      <w:lang w:val="uk-UA" w:eastAsia="uk-UA"/>
    </w:rPr>
  </w:style>
  <w:style w:type="paragraph" w:styleId="Footer">
    <w:name w:val="footer"/>
    <w:basedOn w:val="Normal"/>
    <w:link w:val="FooterChar"/>
    <w:uiPriority w:val="99"/>
    <w:rsid w:val="008D27E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D27E4"/>
    <w:rPr>
      <w:rFonts w:eastAsia="SimSun" w:cs="Times New Roman"/>
      <w:sz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94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1379</TotalTime>
  <Pages>6</Pages>
  <Words>1460</Words>
  <Characters>8326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user3344</cp:lastModifiedBy>
  <cp:revision>133</cp:revision>
  <cp:lastPrinted>2018-12-22T09:24:00Z</cp:lastPrinted>
  <dcterms:created xsi:type="dcterms:W3CDTF">2016-11-29T07:02:00Z</dcterms:created>
  <dcterms:modified xsi:type="dcterms:W3CDTF">2018-12-22T10:38:00Z</dcterms:modified>
</cp:coreProperties>
</file>