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65" w:rsidRDefault="00DD2165" w:rsidP="007D58F0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3924125" r:id="rId6"/>
        </w:object>
      </w:r>
    </w:p>
    <w:p w:rsidR="00DD2165" w:rsidRPr="00851A64" w:rsidRDefault="00DD2165" w:rsidP="007D58F0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DD2165" w:rsidRPr="00851A64" w:rsidRDefault="00DD2165" w:rsidP="007D58F0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DD2165" w:rsidRPr="00851A64" w:rsidRDefault="00DD2165" w:rsidP="007D58F0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DD2165" w:rsidRPr="00851A64" w:rsidRDefault="00DD2165" w:rsidP="007D58F0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DD2165" w:rsidRPr="00851A64" w:rsidRDefault="00DD2165" w:rsidP="007D58F0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DD2165" w:rsidRPr="007D0354" w:rsidRDefault="00DD2165" w:rsidP="00990ADE">
      <w:pPr>
        <w:jc w:val="both"/>
        <w:rPr>
          <w:sz w:val="28"/>
          <w:szCs w:val="28"/>
        </w:rPr>
      </w:pPr>
    </w:p>
    <w:p w:rsidR="00DD2165" w:rsidRPr="007D0354" w:rsidRDefault="00DD2165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2371</w:t>
      </w:r>
    </w:p>
    <w:p w:rsidR="00DD2165" w:rsidRPr="007D0354" w:rsidRDefault="00DD2165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D2165" w:rsidRPr="007D0354" w:rsidRDefault="00DD2165" w:rsidP="00990ADE">
      <w:pPr>
        <w:jc w:val="both"/>
        <w:rPr>
          <w:sz w:val="28"/>
          <w:szCs w:val="28"/>
        </w:rPr>
      </w:pPr>
    </w:p>
    <w:tbl>
      <w:tblPr>
        <w:tblW w:w="9823" w:type="dxa"/>
        <w:tblInd w:w="-142" w:type="dxa"/>
        <w:tblLook w:val="01E0"/>
      </w:tblPr>
      <w:tblGrid>
        <w:gridCol w:w="4854"/>
        <w:gridCol w:w="4969"/>
      </w:tblGrid>
      <w:tr w:rsidR="00DD2165" w:rsidRPr="007D0354" w:rsidTr="00DF029E">
        <w:tc>
          <w:tcPr>
            <w:tcW w:w="4854" w:type="dxa"/>
          </w:tcPr>
          <w:p w:rsidR="00DD2165" w:rsidRPr="00DF029E" w:rsidRDefault="00DD2165" w:rsidP="007D58F0">
            <w:pPr>
              <w:ind w:left="142"/>
              <w:jc w:val="both"/>
              <w:rPr>
                <w:bCs/>
                <w:sz w:val="28"/>
                <w:szCs w:val="28"/>
              </w:rPr>
            </w:pPr>
            <w:r w:rsidRPr="00DF029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F029E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F029E">
              <w:rPr>
                <w:bCs/>
                <w:sz w:val="28"/>
                <w:szCs w:val="28"/>
              </w:rPr>
              <w:t>в межах вулиць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F029E">
              <w:rPr>
                <w:bCs/>
                <w:sz w:val="28"/>
                <w:szCs w:val="28"/>
              </w:rPr>
              <w:t>Вайди, Нересенська та Голлоші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69" w:type="dxa"/>
          </w:tcPr>
          <w:p w:rsidR="00DD2165" w:rsidRPr="00DF029E" w:rsidRDefault="00DD2165" w:rsidP="00DF029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D2165" w:rsidRDefault="00DD2165" w:rsidP="00990ADE">
      <w:pPr>
        <w:jc w:val="both"/>
        <w:rPr>
          <w:bCs/>
          <w:sz w:val="28"/>
          <w:szCs w:val="28"/>
        </w:rPr>
      </w:pPr>
    </w:p>
    <w:p w:rsidR="00DD2165" w:rsidRPr="007D0354" w:rsidRDefault="00DD2165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території </w:t>
      </w:r>
      <w:r>
        <w:rPr>
          <w:bCs/>
          <w:sz w:val="28"/>
          <w:szCs w:val="28"/>
        </w:rPr>
        <w:t xml:space="preserve">в м. Тячів, в межах вулиць Вайди, Нересенська та Голлоші </w:t>
      </w:r>
      <w:r>
        <w:rPr>
          <w:sz w:val="28"/>
          <w:szCs w:val="28"/>
        </w:rPr>
        <w:t xml:space="preserve">для облаштування меморіального парку та будівництво будівель релігійних організацій,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двадцять третя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DD2165" w:rsidRDefault="00DD2165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D2165" w:rsidRPr="007D0354" w:rsidRDefault="00DD2165" w:rsidP="00990ADE">
      <w:pPr>
        <w:ind w:right="-365"/>
        <w:jc w:val="center"/>
        <w:rPr>
          <w:b/>
          <w:bCs/>
          <w:sz w:val="28"/>
          <w:szCs w:val="28"/>
        </w:rPr>
      </w:pPr>
    </w:p>
    <w:p w:rsidR="00DD2165" w:rsidRPr="00DC0289" w:rsidRDefault="00DD216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м.  Тячів, в межах вулиць Вайди, Нересенська та Голлоші з визначенням </w:t>
      </w:r>
      <w:r>
        <w:rPr>
          <w:sz w:val="28"/>
          <w:szCs w:val="28"/>
        </w:rPr>
        <w:t>функціонального призначення території під облаштування меморіального парку та будівництво будівель релігійних організацій</w:t>
      </w:r>
      <w:r w:rsidRPr="00DC0289">
        <w:rPr>
          <w:sz w:val="28"/>
          <w:szCs w:val="28"/>
        </w:rPr>
        <w:t>.</w:t>
      </w:r>
    </w:p>
    <w:p w:rsidR="00DD2165" w:rsidRDefault="00DD216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DD2165" w:rsidRDefault="00DD216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DD2165" w:rsidRPr="00DC0289" w:rsidRDefault="00DD2165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D2165" w:rsidRDefault="00DD2165" w:rsidP="00990ADE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DD2165" w:rsidRDefault="00DD2165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 І.І.Крічфалушій</w:t>
      </w:r>
      <w:r w:rsidRPr="001B6AA9">
        <w:rPr>
          <w:b/>
          <w:bCs/>
          <w:sz w:val="28"/>
          <w:szCs w:val="28"/>
        </w:rPr>
        <w:t xml:space="preserve"> </w:t>
      </w:r>
    </w:p>
    <w:p w:rsidR="00DD2165" w:rsidRDefault="00DD2165" w:rsidP="00990ADE"/>
    <w:sectPr w:rsidR="00DD2165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67CCE"/>
    <w:rsid w:val="0018572C"/>
    <w:rsid w:val="00193ABF"/>
    <w:rsid w:val="001B6AA9"/>
    <w:rsid w:val="00287ECF"/>
    <w:rsid w:val="002C5176"/>
    <w:rsid w:val="00317E1B"/>
    <w:rsid w:val="003F7323"/>
    <w:rsid w:val="00473406"/>
    <w:rsid w:val="004A40F5"/>
    <w:rsid w:val="00595E9D"/>
    <w:rsid w:val="005D56B8"/>
    <w:rsid w:val="005E49B9"/>
    <w:rsid w:val="00602E7F"/>
    <w:rsid w:val="0061656D"/>
    <w:rsid w:val="00717CB4"/>
    <w:rsid w:val="007D0354"/>
    <w:rsid w:val="007D48B0"/>
    <w:rsid w:val="007D58F0"/>
    <w:rsid w:val="00821DB4"/>
    <w:rsid w:val="00851A64"/>
    <w:rsid w:val="00857B01"/>
    <w:rsid w:val="008C71D8"/>
    <w:rsid w:val="008E18EF"/>
    <w:rsid w:val="00990ADE"/>
    <w:rsid w:val="009A1EBF"/>
    <w:rsid w:val="00A32A58"/>
    <w:rsid w:val="00A35EB2"/>
    <w:rsid w:val="00A641A5"/>
    <w:rsid w:val="00A91B49"/>
    <w:rsid w:val="00AD4A7C"/>
    <w:rsid w:val="00AF2EFA"/>
    <w:rsid w:val="00B43FF3"/>
    <w:rsid w:val="00C70A85"/>
    <w:rsid w:val="00CD1DC2"/>
    <w:rsid w:val="00D33132"/>
    <w:rsid w:val="00DB5313"/>
    <w:rsid w:val="00DC0289"/>
    <w:rsid w:val="00DD2165"/>
    <w:rsid w:val="00DF029E"/>
    <w:rsid w:val="00DF1EE8"/>
    <w:rsid w:val="00E25B77"/>
    <w:rsid w:val="00E7513C"/>
    <w:rsid w:val="00F37206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282</Words>
  <Characters>1613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10</cp:revision>
  <cp:lastPrinted>2018-03-30T11:09:00Z</cp:lastPrinted>
  <dcterms:created xsi:type="dcterms:W3CDTF">2018-03-27T11:04:00Z</dcterms:created>
  <dcterms:modified xsi:type="dcterms:W3CDTF">2018-03-30T11:09:00Z</dcterms:modified>
</cp:coreProperties>
</file>