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B59" w:rsidRPr="004E571D" w:rsidRDefault="00A03B59" w:rsidP="00567013">
      <w:pPr>
        <w:ind w:firstLine="567"/>
        <w:rPr>
          <w:b/>
          <w:sz w:val="31"/>
          <w:szCs w:val="31"/>
        </w:rPr>
      </w:pPr>
      <w:r>
        <w:t xml:space="preserve">                                                         </w:t>
      </w:r>
      <w:r w:rsidRPr="00D46981"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56368920" r:id="rId6"/>
        </w:object>
      </w:r>
      <w:r>
        <w:t xml:space="preserve">                                                 </w:t>
      </w:r>
    </w:p>
    <w:p w:rsidR="00A03B59" w:rsidRPr="000B7F9B" w:rsidRDefault="00A03B59" w:rsidP="00567013">
      <w:pPr>
        <w:ind w:firstLine="567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                                        </w:t>
      </w:r>
      <w:r w:rsidRPr="000B7F9B">
        <w:rPr>
          <w:b/>
          <w:sz w:val="31"/>
          <w:szCs w:val="31"/>
        </w:rPr>
        <w:t>У К Р А Ї Н А</w:t>
      </w:r>
    </w:p>
    <w:p w:rsidR="00A03B59" w:rsidRDefault="00A03B59" w:rsidP="00567013">
      <w:pPr>
        <w:ind w:firstLine="567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 xml:space="preserve">                        </w:t>
      </w:r>
      <w:r w:rsidRPr="000B7F9B">
        <w:rPr>
          <w:b/>
          <w:bCs/>
          <w:color w:val="000000"/>
          <w:sz w:val="31"/>
          <w:szCs w:val="31"/>
        </w:rPr>
        <w:t>ТЯЧІВСЬКА  МІСЬКА  РАДА</w:t>
      </w:r>
    </w:p>
    <w:p w:rsidR="00A03B59" w:rsidRDefault="00A03B59" w:rsidP="00567013">
      <w:pPr>
        <w:ind w:firstLine="567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     Чотирнадцята (позачергова)</w:t>
      </w:r>
      <w:r w:rsidRPr="000B7F9B">
        <w:rPr>
          <w:b/>
          <w:sz w:val="31"/>
          <w:szCs w:val="31"/>
        </w:rPr>
        <w:t xml:space="preserve"> сесія сьомого скликання</w:t>
      </w:r>
    </w:p>
    <w:p w:rsidR="00A03B59" w:rsidRPr="008A1396" w:rsidRDefault="00A03B59" w:rsidP="00567013">
      <w:pPr>
        <w:ind w:firstLine="567"/>
        <w:rPr>
          <w:b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 xml:space="preserve">                               </w:t>
      </w:r>
      <w:r>
        <w:rPr>
          <w:b/>
          <w:sz w:val="31"/>
          <w:szCs w:val="31"/>
        </w:rPr>
        <w:t xml:space="preserve">       </w:t>
      </w:r>
      <w:r w:rsidRPr="008A1396">
        <w:rPr>
          <w:b/>
          <w:sz w:val="31"/>
          <w:szCs w:val="31"/>
        </w:rPr>
        <w:t>Р І Ш Е Н Н  Я</w:t>
      </w:r>
    </w:p>
    <w:p w:rsidR="00A03B59" w:rsidRPr="007D0354" w:rsidRDefault="00A03B59" w:rsidP="00567013">
      <w:pPr>
        <w:jc w:val="both"/>
        <w:rPr>
          <w:sz w:val="28"/>
          <w:szCs w:val="28"/>
        </w:rPr>
      </w:pPr>
    </w:p>
    <w:p w:rsidR="00A03B59" w:rsidRPr="007D0354" w:rsidRDefault="00A03B59" w:rsidP="00567013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 10  травня  2017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1516</w:t>
      </w:r>
    </w:p>
    <w:p w:rsidR="00A03B59" w:rsidRPr="007D0354" w:rsidRDefault="00A03B59" w:rsidP="00567013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A03B59" w:rsidRPr="007D0354" w:rsidRDefault="00A03B59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4570"/>
        <w:gridCol w:w="5253"/>
      </w:tblGrid>
      <w:tr w:rsidR="00A03B59" w:rsidRPr="007D0354" w:rsidTr="00BF2F75">
        <w:tc>
          <w:tcPr>
            <w:tcW w:w="4570" w:type="dxa"/>
          </w:tcPr>
          <w:p w:rsidR="00A03B59" w:rsidRPr="00BF2F75" w:rsidRDefault="00A03B59" w:rsidP="00BF2F75">
            <w:pPr>
              <w:jc w:val="both"/>
              <w:rPr>
                <w:bCs/>
                <w:sz w:val="28"/>
                <w:szCs w:val="28"/>
              </w:rPr>
            </w:pPr>
            <w:r w:rsidRPr="00BF2F75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</w:t>
            </w:r>
            <w:r>
              <w:rPr>
                <w:bCs/>
                <w:sz w:val="28"/>
                <w:szCs w:val="28"/>
              </w:rPr>
              <w:t xml:space="preserve"> земельної ділянки площею 0,1287 га</w:t>
            </w:r>
            <w:r w:rsidRPr="00BF2F75">
              <w:rPr>
                <w:bCs/>
                <w:sz w:val="28"/>
                <w:szCs w:val="28"/>
              </w:rPr>
              <w:t xml:space="preserve">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F2F75">
              <w:rPr>
                <w:bCs/>
                <w:sz w:val="28"/>
                <w:szCs w:val="28"/>
              </w:rPr>
              <w:t>Тячів,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F2F75">
              <w:rPr>
                <w:bCs/>
                <w:sz w:val="28"/>
                <w:szCs w:val="28"/>
              </w:rPr>
              <w:t>вул. Промислова, 6 «а»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253" w:type="dxa"/>
          </w:tcPr>
          <w:p w:rsidR="00A03B59" w:rsidRPr="00BF2F75" w:rsidRDefault="00A03B59" w:rsidP="00BF2F75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A03B59" w:rsidRDefault="00A03B59" w:rsidP="00990ADE">
      <w:pPr>
        <w:jc w:val="both"/>
        <w:rPr>
          <w:bCs/>
          <w:sz w:val="28"/>
          <w:szCs w:val="28"/>
        </w:rPr>
      </w:pPr>
    </w:p>
    <w:p w:rsidR="00A03B59" w:rsidRPr="007D0354" w:rsidRDefault="00A03B59" w:rsidP="00990ADE">
      <w:pPr>
        <w:jc w:val="both"/>
        <w:rPr>
          <w:bCs/>
          <w:sz w:val="28"/>
          <w:szCs w:val="28"/>
        </w:rPr>
      </w:pPr>
    </w:p>
    <w:p w:rsidR="00A03B59" w:rsidRPr="007D0354" w:rsidRDefault="00A03B59" w:rsidP="00990ADE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визначення функціонального призначення земельної ділянки, розташованої в м. Тячів, </w:t>
      </w:r>
      <w:r>
        <w:rPr>
          <w:bCs/>
          <w:sz w:val="28"/>
          <w:szCs w:val="28"/>
        </w:rPr>
        <w:t>вул. Промислова, 6 «а»,</w:t>
      </w:r>
      <w:r>
        <w:rPr>
          <w:sz w:val="28"/>
          <w:szCs w:val="28"/>
        </w:rPr>
        <w:t xml:space="preserve"> 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</w:t>
      </w:r>
      <w:r>
        <w:rPr>
          <w:sz w:val="28"/>
          <w:szCs w:val="28"/>
        </w:rPr>
        <w:t xml:space="preserve"> </w:t>
      </w:r>
      <w:r w:rsidRPr="007D0354">
        <w:rPr>
          <w:sz w:val="28"/>
          <w:szCs w:val="28"/>
        </w:rPr>
        <w:t>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чотирнадцята (позачергова)</w:t>
      </w:r>
      <w:r w:rsidRPr="007D0354">
        <w:rPr>
          <w:bCs/>
          <w:sz w:val="28"/>
          <w:szCs w:val="28"/>
        </w:rPr>
        <w:t xml:space="preserve"> 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A03B59" w:rsidRDefault="00A03B59" w:rsidP="00990ADE">
      <w:pPr>
        <w:ind w:right="-365"/>
        <w:jc w:val="center"/>
        <w:rPr>
          <w:b/>
          <w:bCs/>
          <w:sz w:val="28"/>
          <w:szCs w:val="28"/>
        </w:rPr>
      </w:pPr>
    </w:p>
    <w:p w:rsidR="00A03B59" w:rsidRDefault="00A03B59" w:rsidP="00990ADE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A03B59" w:rsidRPr="007D0354" w:rsidRDefault="00A03B59" w:rsidP="00990ADE">
      <w:pPr>
        <w:ind w:right="-365"/>
        <w:jc w:val="center"/>
        <w:rPr>
          <w:b/>
          <w:bCs/>
          <w:sz w:val="28"/>
          <w:szCs w:val="28"/>
        </w:rPr>
      </w:pPr>
    </w:p>
    <w:p w:rsidR="00A03B59" w:rsidRPr="00DC0289" w:rsidRDefault="00A03B59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Промислова, 6 «а»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0,1287 </w:t>
      </w:r>
      <w:r w:rsidRPr="00DC0289">
        <w:rPr>
          <w:sz w:val="28"/>
          <w:szCs w:val="28"/>
        </w:rPr>
        <w:t xml:space="preserve">га для </w:t>
      </w:r>
      <w:r>
        <w:rPr>
          <w:sz w:val="28"/>
          <w:szCs w:val="28"/>
        </w:rPr>
        <w:t>розміщення та постійної діяльності внутрішніх військ МВС.</w:t>
      </w:r>
    </w:p>
    <w:p w:rsidR="00A03B59" w:rsidRDefault="00A03B59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A03B59" w:rsidRDefault="00A03B59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A03B59" w:rsidRPr="00DC0289" w:rsidRDefault="00A03B59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A03B59" w:rsidRDefault="00A03B59" w:rsidP="00990ADE">
      <w:pPr>
        <w:jc w:val="both"/>
        <w:rPr>
          <w:bCs/>
          <w:sz w:val="28"/>
          <w:szCs w:val="28"/>
        </w:rPr>
      </w:pPr>
    </w:p>
    <w:p w:rsidR="00A03B59" w:rsidRPr="007D0354" w:rsidRDefault="00A03B59" w:rsidP="00990ADE">
      <w:pPr>
        <w:jc w:val="both"/>
        <w:rPr>
          <w:bCs/>
          <w:sz w:val="28"/>
          <w:szCs w:val="28"/>
        </w:rPr>
      </w:pPr>
    </w:p>
    <w:p w:rsidR="00A03B59" w:rsidRDefault="00A03B59" w:rsidP="00990ADE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p w:rsidR="00A03B59" w:rsidRDefault="00A03B59" w:rsidP="00990ADE"/>
    <w:sectPr w:rsidR="00A03B59" w:rsidSect="00990AD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0A5F2B"/>
    <w:rsid w:val="000B7F9B"/>
    <w:rsid w:val="00167CCE"/>
    <w:rsid w:val="0018572C"/>
    <w:rsid w:val="001B6AA9"/>
    <w:rsid w:val="00317E1B"/>
    <w:rsid w:val="00473406"/>
    <w:rsid w:val="00477FB3"/>
    <w:rsid w:val="004E571D"/>
    <w:rsid w:val="00567013"/>
    <w:rsid w:val="005D56B8"/>
    <w:rsid w:val="00602E7F"/>
    <w:rsid w:val="0061656D"/>
    <w:rsid w:val="00706976"/>
    <w:rsid w:val="00717CB4"/>
    <w:rsid w:val="007332E9"/>
    <w:rsid w:val="00751B47"/>
    <w:rsid w:val="007D0354"/>
    <w:rsid w:val="007D48B0"/>
    <w:rsid w:val="00821DB4"/>
    <w:rsid w:val="00857B01"/>
    <w:rsid w:val="008A1396"/>
    <w:rsid w:val="008C71D8"/>
    <w:rsid w:val="008E18EF"/>
    <w:rsid w:val="00990ADE"/>
    <w:rsid w:val="00A03B59"/>
    <w:rsid w:val="00A063B1"/>
    <w:rsid w:val="00A32A58"/>
    <w:rsid w:val="00A35EB2"/>
    <w:rsid w:val="00A641A5"/>
    <w:rsid w:val="00AD4A7C"/>
    <w:rsid w:val="00AF2EFA"/>
    <w:rsid w:val="00B43FF3"/>
    <w:rsid w:val="00BF2F75"/>
    <w:rsid w:val="00D46981"/>
    <w:rsid w:val="00DB5313"/>
    <w:rsid w:val="00DC0289"/>
    <w:rsid w:val="00DE1CA4"/>
    <w:rsid w:val="00E7513C"/>
    <w:rsid w:val="00FB3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286</Words>
  <Characters>1632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13</cp:revision>
  <cp:lastPrinted>2017-03-21T14:51:00Z</cp:lastPrinted>
  <dcterms:created xsi:type="dcterms:W3CDTF">2017-01-23T14:11:00Z</dcterms:created>
  <dcterms:modified xsi:type="dcterms:W3CDTF">2017-05-15T12:56:00Z</dcterms:modified>
</cp:coreProperties>
</file>