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61" w:rsidRPr="000075D2" w:rsidRDefault="00032E61" w:rsidP="000075D2">
      <w:pPr>
        <w:rPr>
          <w:b/>
          <w:sz w:val="28"/>
          <w:szCs w:val="28"/>
        </w:rPr>
      </w:pPr>
      <w:r>
        <w:t xml:space="preserve">                                                                     </w:t>
      </w:r>
      <w:r w:rsidRPr="00727701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01442995" r:id="rId6"/>
        </w:object>
      </w:r>
    </w:p>
    <w:p w:rsidR="00032E61" w:rsidRPr="007D0354" w:rsidRDefault="00032E61" w:rsidP="00990ADE">
      <w:pPr>
        <w:pStyle w:val="Heading1"/>
        <w:tabs>
          <w:tab w:val="left" w:pos="6120"/>
        </w:tabs>
        <w:rPr>
          <w:szCs w:val="28"/>
        </w:rPr>
      </w:pPr>
      <w:r w:rsidRPr="007D0354">
        <w:rPr>
          <w:szCs w:val="28"/>
        </w:rPr>
        <w:t>У К Р А Ї Н А</w:t>
      </w:r>
    </w:p>
    <w:p w:rsidR="00032E61" w:rsidRPr="007D0354" w:rsidRDefault="00032E61" w:rsidP="00990ADE">
      <w:pPr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ТЯЧІВСЬКА       МІСЬКА      РАДА</w:t>
      </w:r>
    </w:p>
    <w:p w:rsidR="00032E61" w:rsidRPr="007D0354" w:rsidRDefault="00032E61" w:rsidP="001B32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Двадцять сьома (позачергова) </w:t>
      </w:r>
      <w:r w:rsidRPr="007D0354">
        <w:rPr>
          <w:b/>
          <w:bCs/>
          <w:sz w:val="28"/>
          <w:szCs w:val="28"/>
        </w:rPr>
        <w:t xml:space="preserve">сесія </w:t>
      </w:r>
      <w:r>
        <w:rPr>
          <w:b/>
          <w:bCs/>
          <w:sz w:val="28"/>
          <w:szCs w:val="28"/>
        </w:rPr>
        <w:t xml:space="preserve">сьомого </w:t>
      </w:r>
      <w:r w:rsidRPr="007D0354">
        <w:rPr>
          <w:b/>
          <w:bCs/>
          <w:sz w:val="28"/>
          <w:szCs w:val="28"/>
        </w:rPr>
        <w:t>скликання</w:t>
      </w:r>
    </w:p>
    <w:p w:rsidR="00032E61" w:rsidRPr="007D0354" w:rsidRDefault="00032E61" w:rsidP="00990ADE">
      <w:pPr>
        <w:pStyle w:val="Heading3"/>
        <w:tabs>
          <w:tab w:val="left" w:pos="1800"/>
        </w:tabs>
        <w:rPr>
          <w:sz w:val="28"/>
          <w:szCs w:val="28"/>
        </w:rPr>
      </w:pPr>
      <w:r w:rsidRPr="007D0354">
        <w:rPr>
          <w:sz w:val="28"/>
          <w:szCs w:val="28"/>
        </w:rPr>
        <w:t>Р  І  Ш  Е  Н  Н  Я</w:t>
      </w:r>
    </w:p>
    <w:p w:rsidR="00032E61" w:rsidRPr="007D0354" w:rsidRDefault="00032E61" w:rsidP="00990ADE">
      <w:pPr>
        <w:jc w:val="both"/>
        <w:rPr>
          <w:sz w:val="28"/>
          <w:szCs w:val="28"/>
        </w:rPr>
      </w:pPr>
    </w:p>
    <w:p w:rsidR="00032E61" w:rsidRPr="007D0354" w:rsidRDefault="00032E61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18 жовтня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2979</w:t>
      </w:r>
    </w:p>
    <w:p w:rsidR="00032E61" w:rsidRPr="007D0354" w:rsidRDefault="00032E61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  <w:r>
        <w:rPr>
          <w:b w:val="0"/>
          <w:szCs w:val="28"/>
        </w:rPr>
        <w:t>.</w:t>
      </w:r>
    </w:p>
    <w:p w:rsidR="00032E61" w:rsidRPr="007D0354" w:rsidRDefault="00032E61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5562"/>
        <w:gridCol w:w="4261"/>
      </w:tblGrid>
      <w:tr w:rsidR="00032E61" w:rsidRPr="007D0354" w:rsidTr="00334201">
        <w:tc>
          <w:tcPr>
            <w:tcW w:w="5562" w:type="dxa"/>
          </w:tcPr>
          <w:p w:rsidR="00032E61" w:rsidRPr="00334201" w:rsidRDefault="00032E61" w:rsidP="00ED3CF6">
            <w:pPr>
              <w:ind w:left="-108"/>
              <w:jc w:val="both"/>
              <w:rPr>
                <w:bCs/>
                <w:sz w:val="28"/>
                <w:szCs w:val="28"/>
              </w:rPr>
            </w:pPr>
            <w:r w:rsidRPr="00334201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</w:t>
            </w:r>
            <w:r>
              <w:rPr>
                <w:bCs/>
                <w:sz w:val="28"/>
                <w:szCs w:val="28"/>
              </w:rPr>
              <w:t xml:space="preserve"> земельної ділянки</w:t>
            </w:r>
            <w:r w:rsidRPr="00334201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34201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вул.</w:t>
            </w:r>
            <w:r w:rsidRPr="00334201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Лазівська, б/н (</w:t>
            </w:r>
            <w:r w:rsidRPr="00334201">
              <w:rPr>
                <w:bCs/>
                <w:sz w:val="28"/>
                <w:szCs w:val="28"/>
              </w:rPr>
              <w:t>ур. «Варош-вейг»</w:t>
            </w:r>
            <w:r>
              <w:rPr>
                <w:bCs/>
                <w:sz w:val="28"/>
                <w:szCs w:val="28"/>
              </w:rPr>
              <w:t>) площею 0,1646 га, цільове призначення якої змінюється</w:t>
            </w:r>
            <w:r w:rsidRPr="00334201">
              <w:rPr>
                <w:bCs/>
                <w:sz w:val="28"/>
                <w:szCs w:val="28"/>
              </w:rPr>
              <w:t xml:space="preserve"> </w:t>
            </w:r>
            <w:r w:rsidRPr="00334201">
              <w:rPr>
                <w:sz w:val="28"/>
                <w:szCs w:val="28"/>
              </w:rPr>
              <w:t>для будівництва та обслуговування будівель торгівлі.</w:t>
            </w:r>
          </w:p>
        </w:tc>
        <w:tc>
          <w:tcPr>
            <w:tcW w:w="4261" w:type="dxa"/>
          </w:tcPr>
          <w:p w:rsidR="00032E61" w:rsidRPr="00334201" w:rsidRDefault="00032E61" w:rsidP="00334201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032E61" w:rsidRDefault="00032E61" w:rsidP="005124D0">
      <w:pPr>
        <w:jc w:val="both"/>
        <w:rPr>
          <w:bCs/>
          <w:sz w:val="28"/>
          <w:szCs w:val="28"/>
        </w:rPr>
      </w:pPr>
    </w:p>
    <w:p w:rsidR="00032E61" w:rsidRPr="00ED3CF6" w:rsidRDefault="00032E61" w:rsidP="00ED3CF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>ур. «Варош-вейг»,</w:t>
      </w:r>
      <w:r>
        <w:rPr>
          <w:sz w:val="28"/>
          <w:szCs w:val="28"/>
        </w:rPr>
        <w:t xml:space="preserve"> керуючись нормами Земельного Кодексу України, з</w:t>
      </w:r>
      <w:r w:rsidRPr="007D0354">
        <w:rPr>
          <w:sz w:val="28"/>
          <w:szCs w:val="28"/>
        </w:rPr>
        <w:t>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двадцять сьома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032E61" w:rsidRPr="007D0354" w:rsidRDefault="00032E61" w:rsidP="00ED3CF6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032E61" w:rsidRPr="00BD6BED" w:rsidRDefault="00032E61" w:rsidP="00BD6BED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земельної ділянки </w:t>
      </w:r>
      <w:r>
        <w:rPr>
          <w:bCs/>
          <w:sz w:val="28"/>
          <w:szCs w:val="28"/>
        </w:rPr>
        <w:t>в м. Тячів, вул.</w:t>
      </w:r>
      <w:r w:rsidRPr="00ED3CF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Лазівська, б/н (</w:t>
      </w:r>
      <w:r w:rsidRPr="00334201">
        <w:rPr>
          <w:bCs/>
          <w:sz w:val="28"/>
          <w:szCs w:val="28"/>
        </w:rPr>
        <w:t>ур. «Варош-вейг»</w:t>
      </w:r>
      <w:r>
        <w:rPr>
          <w:bCs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площею</w:t>
      </w:r>
      <w:r>
        <w:rPr>
          <w:sz w:val="28"/>
          <w:szCs w:val="28"/>
        </w:rPr>
        <w:t xml:space="preserve"> 0,1646</w:t>
      </w:r>
      <w:r w:rsidRPr="00BD6BED">
        <w:rPr>
          <w:sz w:val="28"/>
          <w:szCs w:val="28"/>
        </w:rPr>
        <w:t xml:space="preserve"> га</w:t>
      </w:r>
      <w:r>
        <w:rPr>
          <w:sz w:val="28"/>
          <w:szCs w:val="28"/>
        </w:rPr>
        <w:t>, цільове призначення якої змінюється</w:t>
      </w:r>
      <w:r w:rsidRPr="00BD6BED">
        <w:rPr>
          <w:sz w:val="28"/>
          <w:szCs w:val="28"/>
        </w:rPr>
        <w:t xml:space="preserve"> для будівництва та обслуговування будівель</w:t>
      </w:r>
      <w:bookmarkStart w:id="0" w:name="_GoBack"/>
      <w:bookmarkEnd w:id="0"/>
      <w:r>
        <w:rPr>
          <w:sz w:val="28"/>
          <w:szCs w:val="28"/>
        </w:rPr>
        <w:t xml:space="preserve"> торгівлі</w:t>
      </w:r>
      <w:r w:rsidRPr="00BD6BED">
        <w:rPr>
          <w:sz w:val="28"/>
          <w:szCs w:val="28"/>
        </w:rPr>
        <w:t>.</w:t>
      </w:r>
    </w:p>
    <w:p w:rsidR="00032E61" w:rsidRDefault="00032E61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032E61" w:rsidRDefault="00032E61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032E61" w:rsidRPr="00DC0289" w:rsidRDefault="00032E61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032E61" w:rsidRDefault="00032E61" w:rsidP="00990ADE">
      <w:pPr>
        <w:jc w:val="both"/>
        <w:rPr>
          <w:bCs/>
          <w:sz w:val="28"/>
          <w:szCs w:val="28"/>
        </w:rPr>
      </w:pPr>
    </w:p>
    <w:p w:rsidR="00032E61" w:rsidRPr="007D0354" w:rsidRDefault="00032E61" w:rsidP="00990ADE">
      <w:pPr>
        <w:jc w:val="both"/>
        <w:rPr>
          <w:bCs/>
          <w:sz w:val="28"/>
          <w:szCs w:val="28"/>
        </w:rPr>
      </w:pPr>
    </w:p>
    <w:p w:rsidR="00032E61" w:rsidRDefault="00032E61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032E61" w:rsidRDefault="00032E61" w:rsidP="00990ADE"/>
    <w:p w:rsidR="00032E61" w:rsidRDefault="00032E61" w:rsidP="00990ADE"/>
    <w:sectPr w:rsidR="00032E61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075D2"/>
    <w:rsid w:val="00032E61"/>
    <w:rsid w:val="00167CCE"/>
    <w:rsid w:val="0018572C"/>
    <w:rsid w:val="001B327C"/>
    <w:rsid w:val="001B6AA9"/>
    <w:rsid w:val="00287ECF"/>
    <w:rsid w:val="003060A6"/>
    <w:rsid w:val="00317E1B"/>
    <w:rsid w:val="00334201"/>
    <w:rsid w:val="0035071E"/>
    <w:rsid w:val="00473406"/>
    <w:rsid w:val="004E0655"/>
    <w:rsid w:val="005124D0"/>
    <w:rsid w:val="00593A6D"/>
    <w:rsid w:val="005B1D58"/>
    <w:rsid w:val="005D56B8"/>
    <w:rsid w:val="00602E7F"/>
    <w:rsid w:val="00604FEC"/>
    <w:rsid w:val="0061656D"/>
    <w:rsid w:val="00717CB4"/>
    <w:rsid w:val="00727701"/>
    <w:rsid w:val="007B282C"/>
    <w:rsid w:val="007D0354"/>
    <w:rsid w:val="007D48B0"/>
    <w:rsid w:val="00821DB4"/>
    <w:rsid w:val="00857B01"/>
    <w:rsid w:val="008A130E"/>
    <w:rsid w:val="008B6118"/>
    <w:rsid w:val="008C71D8"/>
    <w:rsid w:val="008E18EF"/>
    <w:rsid w:val="00935DDA"/>
    <w:rsid w:val="00962EA8"/>
    <w:rsid w:val="00990ADE"/>
    <w:rsid w:val="009C5219"/>
    <w:rsid w:val="00A32A58"/>
    <w:rsid w:val="00A35EB2"/>
    <w:rsid w:val="00A641A5"/>
    <w:rsid w:val="00AD4A7C"/>
    <w:rsid w:val="00AF2EFA"/>
    <w:rsid w:val="00B10E88"/>
    <w:rsid w:val="00B43FF3"/>
    <w:rsid w:val="00BD6968"/>
    <w:rsid w:val="00BD6BED"/>
    <w:rsid w:val="00C31D71"/>
    <w:rsid w:val="00CA41BF"/>
    <w:rsid w:val="00DB5313"/>
    <w:rsid w:val="00DC0289"/>
    <w:rsid w:val="00DF1EE8"/>
    <w:rsid w:val="00E25B77"/>
    <w:rsid w:val="00E7513C"/>
    <w:rsid w:val="00ED3CF6"/>
    <w:rsid w:val="00F37206"/>
    <w:rsid w:val="00F65366"/>
    <w:rsid w:val="00FE45C7"/>
    <w:rsid w:val="00FE5987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51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288</Words>
  <Characters>1643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13</cp:revision>
  <cp:lastPrinted>2018-05-16T06:04:00Z</cp:lastPrinted>
  <dcterms:created xsi:type="dcterms:W3CDTF">2018-03-27T13:47:00Z</dcterms:created>
  <dcterms:modified xsi:type="dcterms:W3CDTF">2018-10-19T05:30:00Z</dcterms:modified>
</cp:coreProperties>
</file>