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490" w:rsidRPr="00C8321E" w:rsidRDefault="00637490" w:rsidP="00231E7E">
      <w:pPr>
        <w:rPr>
          <w:sz w:val="28"/>
          <w:szCs w:val="28"/>
        </w:rPr>
      </w:pPr>
      <w:r>
        <w:t xml:space="preserve">                                                                    </w:t>
      </w:r>
      <w:r w:rsidRPr="00D46981"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51871224" r:id="rId6"/>
        </w:object>
      </w:r>
    </w:p>
    <w:p w:rsidR="00637490" w:rsidRPr="000846D0" w:rsidRDefault="00637490" w:rsidP="00231E7E">
      <w:pPr>
        <w:jc w:val="center"/>
        <w:rPr>
          <w:sz w:val="40"/>
        </w:rPr>
      </w:pPr>
      <w:r>
        <w:rPr>
          <w:b/>
          <w:sz w:val="32"/>
          <w:szCs w:val="32"/>
        </w:rPr>
        <w:t>У К Р А Ї Н А</w:t>
      </w:r>
    </w:p>
    <w:p w:rsidR="00637490" w:rsidRDefault="00637490" w:rsidP="00231E7E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ТЯЧІВСЬКА  МІСЬКА  РАДА</w:t>
      </w:r>
    </w:p>
    <w:p w:rsidR="00637490" w:rsidRPr="00886A44" w:rsidRDefault="00637490" w:rsidP="00231E7E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>Тринадцята сесія сьомого скликання</w:t>
      </w:r>
    </w:p>
    <w:p w:rsidR="00637490" w:rsidRDefault="00637490" w:rsidP="00231E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637490" w:rsidRPr="007D0354" w:rsidRDefault="00637490" w:rsidP="00990ADE">
      <w:pPr>
        <w:jc w:val="both"/>
        <w:rPr>
          <w:sz w:val="28"/>
          <w:szCs w:val="28"/>
        </w:rPr>
      </w:pPr>
    </w:p>
    <w:p w:rsidR="00637490" w:rsidRPr="007D0354" w:rsidRDefault="00637490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23 березня  2017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1396</w:t>
      </w:r>
    </w:p>
    <w:p w:rsidR="00637490" w:rsidRPr="007D0354" w:rsidRDefault="00637490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637490" w:rsidRPr="007D0354" w:rsidRDefault="00637490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4854"/>
        <w:gridCol w:w="4969"/>
      </w:tblGrid>
      <w:tr w:rsidR="00637490" w:rsidRPr="007D0354" w:rsidTr="0040597B">
        <w:tc>
          <w:tcPr>
            <w:tcW w:w="4854" w:type="dxa"/>
          </w:tcPr>
          <w:p w:rsidR="00637490" w:rsidRPr="0040597B" w:rsidRDefault="00637490" w:rsidP="0040597B">
            <w:pPr>
              <w:jc w:val="both"/>
              <w:rPr>
                <w:bCs/>
                <w:sz w:val="28"/>
                <w:szCs w:val="28"/>
              </w:rPr>
            </w:pPr>
            <w:r w:rsidRPr="0040597B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</w:t>
            </w:r>
            <w:r>
              <w:rPr>
                <w:bCs/>
                <w:sz w:val="28"/>
                <w:szCs w:val="28"/>
              </w:rPr>
              <w:t xml:space="preserve"> земельної ділянки площею 0,0262 га</w:t>
            </w:r>
            <w:r w:rsidRPr="0040597B">
              <w:rPr>
                <w:bCs/>
                <w:sz w:val="28"/>
                <w:szCs w:val="28"/>
              </w:rPr>
              <w:t xml:space="preserve">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0597B">
              <w:rPr>
                <w:bCs/>
                <w:sz w:val="28"/>
                <w:szCs w:val="28"/>
              </w:rPr>
              <w:t>Тячів,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0597B">
              <w:rPr>
                <w:bCs/>
                <w:sz w:val="28"/>
                <w:szCs w:val="28"/>
              </w:rPr>
              <w:t>вул. Пушкіна, 10/2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969" w:type="dxa"/>
          </w:tcPr>
          <w:p w:rsidR="00637490" w:rsidRPr="0040597B" w:rsidRDefault="00637490" w:rsidP="0040597B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637490" w:rsidRDefault="00637490" w:rsidP="00990ADE">
      <w:pPr>
        <w:jc w:val="both"/>
        <w:rPr>
          <w:bCs/>
          <w:sz w:val="28"/>
          <w:szCs w:val="28"/>
        </w:rPr>
      </w:pPr>
    </w:p>
    <w:p w:rsidR="00637490" w:rsidRPr="007D0354" w:rsidRDefault="00637490" w:rsidP="00990ADE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земельної ділянки, розташованої в м. Тячів, </w:t>
      </w:r>
      <w:r>
        <w:rPr>
          <w:bCs/>
          <w:sz w:val="28"/>
          <w:szCs w:val="28"/>
        </w:rPr>
        <w:t>вул. Пушкіна, 10/2,</w:t>
      </w:r>
      <w:r>
        <w:rPr>
          <w:sz w:val="28"/>
          <w:szCs w:val="28"/>
        </w:rPr>
        <w:t xml:space="preserve">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тринадцята</w:t>
      </w:r>
      <w:r w:rsidRPr="007D0354">
        <w:rPr>
          <w:bCs/>
          <w:sz w:val="28"/>
          <w:szCs w:val="28"/>
        </w:rPr>
        <w:t xml:space="preserve"> 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637490" w:rsidRDefault="00637490" w:rsidP="00990ADE">
      <w:pPr>
        <w:ind w:right="-365"/>
        <w:jc w:val="center"/>
        <w:rPr>
          <w:b/>
          <w:bCs/>
          <w:sz w:val="28"/>
          <w:szCs w:val="28"/>
        </w:rPr>
      </w:pPr>
    </w:p>
    <w:p w:rsidR="00637490" w:rsidRDefault="00637490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637490" w:rsidRPr="007D0354" w:rsidRDefault="00637490" w:rsidP="00990ADE">
      <w:pPr>
        <w:ind w:right="-365"/>
        <w:jc w:val="center"/>
        <w:rPr>
          <w:b/>
          <w:bCs/>
          <w:sz w:val="28"/>
          <w:szCs w:val="28"/>
        </w:rPr>
      </w:pPr>
    </w:p>
    <w:p w:rsidR="00637490" w:rsidRDefault="00637490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Пушкіна, 10/2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0,0262 </w:t>
      </w:r>
      <w:r w:rsidRPr="00DC0289">
        <w:rPr>
          <w:sz w:val="28"/>
          <w:szCs w:val="28"/>
        </w:rPr>
        <w:t>га</w:t>
      </w:r>
      <w:r>
        <w:rPr>
          <w:sz w:val="28"/>
          <w:szCs w:val="28"/>
        </w:rPr>
        <w:t>, цільове призначення якої змінюється</w:t>
      </w:r>
      <w:r w:rsidRPr="00DC0289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будівництва та обслуговування будівель торгівлі. </w:t>
      </w:r>
    </w:p>
    <w:p w:rsidR="00637490" w:rsidRDefault="00637490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637490" w:rsidRDefault="00637490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637490" w:rsidRPr="00DC0289" w:rsidRDefault="00637490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637490" w:rsidRDefault="00637490" w:rsidP="00990ADE">
      <w:pPr>
        <w:jc w:val="both"/>
        <w:rPr>
          <w:bCs/>
          <w:sz w:val="28"/>
          <w:szCs w:val="28"/>
        </w:rPr>
      </w:pPr>
    </w:p>
    <w:p w:rsidR="00637490" w:rsidRPr="007D0354" w:rsidRDefault="00637490" w:rsidP="00990ADE">
      <w:pPr>
        <w:jc w:val="both"/>
        <w:rPr>
          <w:bCs/>
          <w:sz w:val="28"/>
          <w:szCs w:val="28"/>
        </w:rPr>
      </w:pPr>
    </w:p>
    <w:p w:rsidR="00637490" w:rsidRDefault="00637490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sectPr w:rsidR="00637490" w:rsidSect="00990A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846D0"/>
    <w:rsid w:val="00167CCE"/>
    <w:rsid w:val="0018572C"/>
    <w:rsid w:val="001B6AA9"/>
    <w:rsid w:val="00231E7E"/>
    <w:rsid w:val="00317E1B"/>
    <w:rsid w:val="003D0C56"/>
    <w:rsid w:val="0040597B"/>
    <w:rsid w:val="00473406"/>
    <w:rsid w:val="005D56B8"/>
    <w:rsid w:val="00602E7F"/>
    <w:rsid w:val="0061656D"/>
    <w:rsid w:val="00616E49"/>
    <w:rsid w:val="00637490"/>
    <w:rsid w:val="00717CB4"/>
    <w:rsid w:val="007D0354"/>
    <w:rsid w:val="007D48B0"/>
    <w:rsid w:val="00821DB4"/>
    <w:rsid w:val="00857B01"/>
    <w:rsid w:val="00886A44"/>
    <w:rsid w:val="00893C9C"/>
    <w:rsid w:val="008C205B"/>
    <w:rsid w:val="008C71D8"/>
    <w:rsid w:val="008E18EF"/>
    <w:rsid w:val="00990ADE"/>
    <w:rsid w:val="00A32A58"/>
    <w:rsid w:val="00A35EB2"/>
    <w:rsid w:val="00A641A5"/>
    <w:rsid w:val="00AD4A7C"/>
    <w:rsid w:val="00AF2EFA"/>
    <w:rsid w:val="00B2363C"/>
    <w:rsid w:val="00B43FF3"/>
    <w:rsid w:val="00C8321E"/>
    <w:rsid w:val="00D46981"/>
    <w:rsid w:val="00D67702"/>
    <w:rsid w:val="00DB5313"/>
    <w:rsid w:val="00DC0289"/>
    <w:rsid w:val="00E7513C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260</Words>
  <Characters>1483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6</cp:revision>
  <cp:lastPrinted>2017-03-24T12:34:00Z</cp:lastPrinted>
  <dcterms:created xsi:type="dcterms:W3CDTF">2017-03-21T15:03:00Z</dcterms:created>
  <dcterms:modified xsi:type="dcterms:W3CDTF">2017-03-24T12:34:00Z</dcterms:modified>
</cp:coreProperties>
</file>