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8F4" w:rsidRDefault="00A048F4" w:rsidP="006B4ED8">
      <w:pPr>
        <w:pStyle w:val="Heading1"/>
        <w:tabs>
          <w:tab w:val="left" w:pos="6120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83923499" r:id="rId6"/>
        </w:object>
      </w:r>
    </w:p>
    <w:p w:rsidR="00A048F4" w:rsidRPr="00851A64" w:rsidRDefault="00A048F4" w:rsidP="006B4ED8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У К Р А Ї Н А</w:t>
      </w:r>
    </w:p>
    <w:p w:rsidR="00A048F4" w:rsidRPr="00851A64" w:rsidRDefault="00A048F4" w:rsidP="006B4ED8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ТЯЧІВСЬКА МІСЬКА РАДА</w:t>
      </w:r>
    </w:p>
    <w:p w:rsidR="00A048F4" w:rsidRPr="00851A64" w:rsidRDefault="00A048F4" w:rsidP="006B4ED8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Двадцять третя (позачергова) сесія сьомого скликання</w:t>
      </w:r>
    </w:p>
    <w:p w:rsidR="00A048F4" w:rsidRPr="00851A64" w:rsidRDefault="00A048F4" w:rsidP="006B4ED8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Перше пленарне засідання</w:t>
      </w:r>
    </w:p>
    <w:p w:rsidR="00A048F4" w:rsidRPr="00851A64" w:rsidRDefault="00A048F4" w:rsidP="006B4ED8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РІШЕННЯ</w:t>
      </w:r>
    </w:p>
    <w:p w:rsidR="00A048F4" w:rsidRPr="007D0354" w:rsidRDefault="00A048F4" w:rsidP="00990ADE">
      <w:pPr>
        <w:jc w:val="both"/>
        <w:rPr>
          <w:sz w:val="28"/>
          <w:szCs w:val="28"/>
        </w:rPr>
      </w:pPr>
    </w:p>
    <w:p w:rsidR="00A048F4" w:rsidRPr="007D0354" w:rsidRDefault="00A048F4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29 березня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2370</w:t>
      </w:r>
    </w:p>
    <w:p w:rsidR="00A048F4" w:rsidRPr="007D0354" w:rsidRDefault="00A048F4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A048F4" w:rsidRPr="007D0354" w:rsidRDefault="00A048F4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854"/>
        <w:gridCol w:w="4969"/>
      </w:tblGrid>
      <w:tr w:rsidR="00A048F4" w:rsidRPr="007D0354" w:rsidTr="006B4ED8">
        <w:tc>
          <w:tcPr>
            <w:tcW w:w="4854" w:type="dxa"/>
          </w:tcPr>
          <w:p w:rsidR="00A048F4" w:rsidRPr="00114DBB" w:rsidRDefault="00A048F4" w:rsidP="006B4ED8">
            <w:pPr>
              <w:ind w:left="-108"/>
              <w:jc w:val="both"/>
              <w:rPr>
                <w:bCs/>
                <w:sz w:val="28"/>
                <w:szCs w:val="28"/>
              </w:rPr>
            </w:pPr>
            <w:r w:rsidRPr="00114DBB">
              <w:rPr>
                <w:bCs/>
                <w:sz w:val="28"/>
                <w:szCs w:val="28"/>
              </w:rPr>
              <w:t>Про внесення змін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14DBB">
              <w:rPr>
                <w:bCs/>
                <w:sz w:val="28"/>
                <w:szCs w:val="28"/>
              </w:rPr>
              <w:t>до містобудівної документації – детального плану території кварталу житлової забудови «Паллази» в м. Тячів.</w:t>
            </w:r>
          </w:p>
        </w:tc>
        <w:tc>
          <w:tcPr>
            <w:tcW w:w="4969" w:type="dxa"/>
          </w:tcPr>
          <w:p w:rsidR="00A048F4" w:rsidRPr="00114DBB" w:rsidRDefault="00A048F4" w:rsidP="00114DBB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048F4" w:rsidRPr="007D0354" w:rsidRDefault="00A048F4" w:rsidP="00990ADE">
      <w:pPr>
        <w:jc w:val="both"/>
        <w:rPr>
          <w:bCs/>
          <w:sz w:val="28"/>
          <w:szCs w:val="28"/>
        </w:rPr>
      </w:pPr>
    </w:p>
    <w:p w:rsidR="00A048F4" w:rsidRPr="007D0354" w:rsidRDefault="00A048F4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визначення та уточнення  функціонального призначення території </w:t>
      </w:r>
      <w:r>
        <w:rPr>
          <w:bCs/>
          <w:sz w:val="28"/>
          <w:szCs w:val="28"/>
        </w:rPr>
        <w:t>кварталу житлової забудови «Паллази» в м. Тячів</w:t>
      </w:r>
      <w:r>
        <w:rPr>
          <w:sz w:val="28"/>
          <w:szCs w:val="28"/>
        </w:rPr>
        <w:t xml:space="preserve">,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третя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A048F4" w:rsidRDefault="00A048F4" w:rsidP="00990ADE">
      <w:pPr>
        <w:ind w:right="-365"/>
        <w:jc w:val="center"/>
        <w:rPr>
          <w:b/>
          <w:bCs/>
          <w:sz w:val="28"/>
          <w:szCs w:val="28"/>
        </w:rPr>
      </w:pPr>
    </w:p>
    <w:p w:rsidR="00A048F4" w:rsidRDefault="00A048F4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A048F4" w:rsidRPr="007D0354" w:rsidRDefault="00A048F4" w:rsidP="00990ADE">
      <w:pPr>
        <w:ind w:right="-365"/>
        <w:jc w:val="center"/>
        <w:rPr>
          <w:b/>
          <w:bCs/>
          <w:sz w:val="28"/>
          <w:szCs w:val="28"/>
        </w:rPr>
      </w:pPr>
    </w:p>
    <w:p w:rsidR="00A048F4" w:rsidRPr="00DC0289" w:rsidRDefault="00A048F4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Розробити містобудівну документацію </w:t>
      </w:r>
      <w:r>
        <w:rPr>
          <w:sz w:val="28"/>
          <w:szCs w:val="28"/>
        </w:rPr>
        <w:t xml:space="preserve">–внесення змін до </w:t>
      </w:r>
      <w:r>
        <w:rPr>
          <w:bCs/>
          <w:sz w:val="28"/>
          <w:szCs w:val="28"/>
        </w:rPr>
        <w:t xml:space="preserve">детального плану території кварталу житлової забудови «Паллази» в м. Тячів з метою визначення функціонального призначення частини території </w:t>
      </w:r>
      <w:r w:rsidRPr="00DC0289">
        <w:rPr>
          <w:sz w:val="28"/>
          <w:szCs w:val="28"/>
        </w:rPr>
        <w:t xml:space="preserve">для будівництва та обслуговування </w:t>
      </w:r>
      <w:r>
        <w:rPr>
          <w:sz w:val="28"/>
          <w:szCs w:val="28"/>
        </w:rPr>
        <w:t>житлового будинку господарських будівель та споруд (присадибна ділянка) та будівництво та обслуговування будівель торгівлі</w:t>
      </w:r>
      <w:r w:rsidRPr="00DC0289">
        <w:rPr>
          <w:sz w:val="28"/>
          <w:szCs w:val="28"/>
        </w:rPr>
        <w:t>.</w:t>
      </w:r>
    </w:p>
    <w:p w:rsidR="00A048F4" w:rsidRDefault="00A048F4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A048F4" w:rsidRDefault="00A048F4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A048F4" w:rsidRPr="00DC0289" w:rsidRDefault="00A048F4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A048F4" w:rsidRDefault="00A048F4" w:rsidP="00990ADE">
      <w:pPr>
        <w:jc w:val="both"/>
        <w:rPr>
          <w:bCs/>
          <w:sz w:val="28"/>
          <w:szCs w:val="28"/>
        </w:rPr>
      </w:pPr>
    </w:p>
    <w:p w:rsidR="00A048F4" w:rsidRDefault="00A048F4" w:rsidP="00990ADE">
      <w:bookmarkStart w:id="0" w:name="_GoBack"/>
      <w:bookmarkEnd w:id="0"/>
    </w:p>
    <w:p w:rsidR="00A048F4" w:rsidRDefault="00A048F4" w:rsidP="006B4ED8">
      <w:pPr>
        <w:ind w:right="-36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                                                                І.І.Крічфалушій</w:t>
      </w:r>
    </w:p>
    <w:sectPr w:rsidR="00A048F4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14DBB"/>
    <w:rsid w:val="00167CCE"/>
    <w:rsid w:val="0018572C"/>
    <w:rsid w:val="00193ABF"/>
    <w:rsid w:val="001B6AA9"/>
    <w:rsid w:val="00287ECF"/>
    <w:rsid w:val="002B2771"/>
    <w:rsid w:val="002C5176"/>
    <w:rsid w:val="00317E1B"/>
    <w:rsid w:val="00333F2A"/>
    <w:rsid w:val="00473406"/>
    <w:rsid w:val="004D0B36"/>
    <w:rsid w:val="005513B2"/>
    <w:rsid w:val="0055679A"/>
    <w:rsid w:val="00595E9D"/>
    <w:rsid w:val="005D56B8"/>
    <w:rsid w:val="005E49B9"/>
    <w:rsid w:val="00602E7F"/>
    <w:rsid w:val="0061656D"/>
    <w:rsid w:val="006B4ED8"/>
    <w:rsid w:val="00717CB4"/>
    <w:rsid w:val="007D0354"/>
    <w:rsid w:val="007D48B0"/>
    <w:rsid w:val="00821DB4"/>
    <w:rsid w:val="00851A64"/>
    <w:rsid w:val="00857B01"/>
    <w:rsid w:val="008C71D8"/>
    <w:rsid w:val="008E18EF"/>
    <w:rsid w:val="0098547E"/>
    <w:rsid w:val="00990ADE"/>
    <w:rsid w:val="00A048F4"/>
    <w:rsid w:val="00A32A58"/>
    <w:rsid w:val="00A35EB2"/>
    <w:rsid w:val="00A641A5"/>
    <w:rsid w:val="00AD4A7C"/>
    <w:rsid w:val="00AF16D7"/>
    <w:rsid w:val="00AF2EFA"/>
    <w:rsid w:val="00B43FF3"/>
    <w:rsid w:val="00C415E7"/>
    <w:rsid w:val="00CF73AE"/>
    <w:rsid w:val="00DB5313"/>
    <w:rsid w:val="00DC0289"/>
    <w:rsid w:val="00DF1EE8"/>
    <w:rsid w:val="00E25B77"/>
    <w:rsid w:val="00E7513C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285</Words>
  <Characters>1625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8</cp:revision>
  <cp:lastPrinted>2018-03-28T05:14:00Z</cp:lastPrinted>
  <dcterms:created xsi:type="dcterms:W3CDTF">2018-03-27T11:09:00Z</dcterms:created>
  <dcterms:modified xsi:type="dcterms:W3CDTF">2018-03-30T10:59:00Z</dcterms:modified>
</cp:coreProperties>
</file>