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F3" w:rsidRPr="00C8321E" w:rsidRDefault="000A18F3" w:rsidP="00381DB8">
      <w:pPr>
        <w:rPr>
          <w:sz w:val="28"/>
          <w:szCs w:val="28"/>
        </w:rPr>
      </w:pPr>
      <w:r>
        <w:t xml:space="preserve">    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1871792" r:id="rId6"/>
        </w:object>
      </w:r>
    </w:p>
    <w:p w:rsidR="000A18F3" w:rsidRPr="000846D0" w:rsidRDefault="000A18F3" w:rsidP="00381DB8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0A18F3" w:rsidRDefault="000A18F3" w:rsidP="00381DB8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0A18F3" w:rsidRPr="00886A44" w:rsidRDefault="000A18F3" w:rsidP="00381DB8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Тринадцята сесія сьомого скликання</w:t>
      </w:r>
    </w:p>
    <w:p w:rsidR="000A18F3" w:rsidRDefault="000A18F3" w:rsidP="00381D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0A18F3" w:rsidRPr="007D0354" w:rsidRDefault="000A18F3" w:rsidP="00990ADE">
      <w:pPr>
        <w:jc w:val="both"/>
        <w:rPr>
          <w:sz w:val="28"/>
          <w:szCs w:val="28"/>
        </w:rPr>
      </w:pPr>
    </w:p>
    <w:p w:rsidR="000A18F3" w:rsidRPr="007D0354" w:rsidRDefault="000A18F3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23 березня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1398</w:t>
      </w:r>
    </w:p>
    <w:p w:rsidR="000A18F3" w:rsidRPr="007D0354" w:rsidRDefault="000A18F3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0A18F3" w:rsidRPr="007D0354" w:rsidRDefault="000A18F3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0A18F3" w:rsidRPr="007D0354" w:rsidTr="005150CF">
        <w:tc>
          <w:tcPr>
            <w:tcW w:w="4570" w:type="dxa"/>
          </w:tcPr>
          <w:p w:rsidR="000A18F3" w:rsidRPr="005150CF" w:rsidRDefault="000A18F3" w:rsidP="005150CF">
            <w:pPr>
              <w:jc w:val="both"/>
              <w:rPr>
                <w:bCs/>
                <w:sz w:val="28"/>
                <w:szCs w:val="28"/>
              </w:rPr>
            </w:pPr>
            <w:r w:rsidRPr="005150CF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</w:t>
            </w:r>
            <w:r>
              <w:rPr>
                <w:bCs/>
                <w:sz w:val="28"/>
                <w:szCs w:val="28"/>
              </w:rPr>
              <w:t xml:space="preserve"> площею 0,1291 га</w:t>
            </w:r>
            <w:r w:rsidRPr="005150CF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150CF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150CF">
              <w:rPr>
                <w:bCs/>
                <w:sz w:val="28"/>
                <w:szCs w:val="28"/>
              </w:rPr>
              <w:t>ур. «Варош-вейг»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0A18F3" w:rsidRPr="005150CF" w:rsidRDefault="000A18F3" w:rsidP="005150C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A18F3" w:rsidRDefault="000A18F3" w:rsidP="00990ADE">
      <w:pPr>
        <w:jc w:val="both"/>
        <w:rPr>
          <w:bCs/>
          <w:sz w:val="28"/>
          <w:szCs w:val="28"/>
        </w:rPr>
      </w:pPr>
    </w:p>
    <w:p w:rsidR="000A18F3" w:rsidRPr="007D0354" w:rsidRDefault="000A18F3" w:rsidP="00990ADE">
      <w:pPr>
        <w:jc w:val="both"/>
        <w:rPr>
          <w:bCs/>
          <w:sz w:val="28"/>
          <w:szCs w:val="28"/>
        </w:rPr>
      </w:pPr>
    </w:p>
    <w:p w:rsidR="000A18F3" w:rsidRPr="007D0354" w:rsidRDefault="000A18F3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«Варош-вейг»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тринадцята</w:t>
      </w:r>
      <w:bookmarkStart w:id="0" w:name="_GoBack"/>
      <w:bookmarkEnd w:id="0"/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0A18F3" w:rsidRDefault="000A18F3" w:rsidP="00990ADE">
      <w:pPr>
        <w:ind w:right="-365"/>
        <w:jc w:val="center"/>
        <w:rPr>
          <w:b/>
          <w:bCs/>
          <w:sz w:val="28"/>
          <w:szCs w:val="28"/>
        </w:rPr>
      </w:pPr>
    </w:p>
    <w:p w:rsidR="000A18F3" w:rsidRDefault="000A18F3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0A18F3" w:rsidRPr="007D0354" w:rsidRDefault="000A18F3" w:rsidP="00990ADE">
      <w:pPr>
        <w:ind w:right="-365"/>
        <w:jc w:val="center"/>
        <w:rPr>
          <w:b/>
          <w:bCs/>
          <w:sz w:val="28"/>
          <w:szCs w:val="28"/>
        </w:rPr>
      </w:pPr>
    </w:p>
    <w:p w:rsidR="000A18F3" w:rsidRPr="00DC0289" w:rsidRDefault="000A18F3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0,1291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DC0289">
        <w:rPr>
          <w:sz w:val="28"/>
          <w:szCs w:val="28"/>
        </w:rPr>
        <w:t>.</w:t>
      </w:r>
    </w:p>
    <w:p w:rsidR="000A18F3" w:rsidRDefault="000A18F3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0A18F3" w:rsidRDefault="000A18F3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0A18F3" w:rsidRPr="00DC0289" w:rsidRDefault="000A18F3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0A18F3" w:rsidRDefault="000A18F3" w:rsidP="00990ADE">
      <w:pPr>
        <w:jc w:val="both"/>
        <w:rPr>
          <w:bCs/>
          <w:sz w:val="28"/>
          <w:szCs w:val="28"/>
        </w:rPr>
      </w:pPr>
    </w:p>
    <w:p w:rsidR="000A18F3" w:rsidRPr="007D0354" w:rsidRDefault="000A18F3" w:rsidP="00990ADE">
      <w:pPr>
        <w:jc w:val="both"/>
        <w:rPr>
          <w:bCs/>
          <w:sz w:val="28"/>
          <w:szCs w:val="28"/>
        </w:rPr>
      </w:pPr>
    </w:p>
    <w:p w:rsidR="000A18F3" w:rsidRDefault="000A18F3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0A18F3" w:rsidSect="00381DB8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005C4"/>
    <w:rsid w:val="00044D4C"/>
    <w:rsid w:val="000846D0"/>
    <w:rsid w:val="000A18F3"/>
    <w:rsid w:val="00167CCE"/>
    <w:rsid w:val="00172128"/>
    <w:rsid w:val="001B6AA9"/>
    <w:rsid w:val="001F6226"/>
    <w:rsid w:val="00317E1B"/>
    <w:rsid w:val="0037286C"/>
    <w:rsid w:val="00381DB8"/>
    <w:rsid w:val="00386F48"/>
    <w:rsid w:val="00407B70"/>
    <w:rsid w:val="00473406"/>
    <w:rsid w:val="004C35EB"/>
    <w:rsid w:val="004E5EFA"/>
    <w:rsid w:val="005150CF"/>
    <w:rsid w:val="005D56B8"/>
    <w:rsid w:val="00602E7F"/>
    <w:rsid w:val="0061656D"/>
    <w:rsid w:val="00717CB4"/>
    <w:rsid w:val="007D0354"/>
    <w:rsid w:val="007D48B0"/>
    <w:rsid w:val="00821DB4"/>
    <w:rsid w:val="00886A44"/>
    <w:rsid w:val="008C71D8"/>
    <w:rsid w:val="008E18EF"/>
    <w:rsid w:val="00925E92"/>
    <w:rsid w:val="00974BA1"/>
    <w:rsid w:val="00990ADE"/>
    <w:rsid w:val="00A32A58"/>
    <w:rsid w:val="00A641A5"/>
    <w:rsid w:val="00AD4A7C"/>
    <w:rsid w:val="00AF2EFA"/>
    <w:rsid w:val="00B43FF3"/>
    <w:rsid w:val="00B71A2A"/>
    <w:rsid w:val="00C8321E"/>
    <w:rsid w:val="00CE172D"/>
    <w:rsid w:val="00D46981"/>
    <w:rsid w:val="00DB5313"/>
    <w:rsid w:val="00DC0289"/>
    <w:rsid w:val="00E24C3F"/>
    <w:rsid w:val="00E37E7C"/>
    <w:rsid w:val="00E451E7"/>
    <w:rsid w:val="00E7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259</Words>
  <Characters>1477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2017-03-24T12:43:00Z</cp:lastPrinted>
  <dcterms:created xsi:type="dcterms:W3CDTF">2016-12-08T08:50:00Z</dcterms:created>
  <dcterms:modified xsi:type="dcterms:W3CDTF">2017-03-24T12:43:00Z</dcterms:modified>
</cp:coreProperties>
</file>