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925" w:rsidRDefault="001D6925" w:rsidP="00AC17C9">
      <w:pPr>
        <w:ind w:left="-709"/>
        <w:jc w:val="center"/>
        <w:rPr>
          <w:rFonts w:ascii="Garamond" w:hAnsi="Garamond"/>
          <w:b/>
          <w:sz w:val="26"/>
          <w:szCs w:val="26"/>
        </w:rPr>
      </w:pPr>
      <w:r w:rsidRPr="004757AA"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7" o:title=""/>
          </v:shape>
          <o:OLEObject Type="Embed" ProgID="Word.Picture.8" ShapeID="_x0000_i1025" DrawAspect="Content" ObjectID="_1651039222" r:id="rId8"/>
        </w:object>
      </w:r>
    </w:p>
    <w:p w:rsidR="001D6925" w:rsidRPr="00566091" w:rsidRDefault="001D6925" w:rsidP="00566091">
      <w:pPr>
        <w:ind w:left="-709"/>
        <w:jc w:val="center"/>
        <w:rPr>
          <w:rStyle w:val="HTMLTypewriter"/>
          <w:rFonts w:ascii="Times New Roman" w:hAnsi="Times New Roman" w:cs="Courier New"/>
          <w:b/>
          <w:bCs/>
          <w:sz w:val="28"/>
          <w:szCs w:val="28"/>
        </w:rPr>
      </w:pPr>
      <w:r w:rsidRPr="00566091">
        <w:rPr>
          <w:rStyle w:val="HTMLTypewriter"/>
          <w:rFonts w:ascii="Times New Roman" w:hAnsi="Times New Roman" w:cs="Courier New"/>
          <w:b/>
          <w:bCs/>
          <w:sz w:val="28"/>
          <w:szCs w:val="28"/>
        </w:rPr>
        <w:t>У К Р А Ї Н А</w:t>
      </w:r>
    </w:p>
    <w:p w:rsidR="001D6925" w:rsidRPr="00566091" w:rsidRDefault="001D6925" w:rsidP="00566091">
      <w:pPr>
        <w:pStyle w:val="HTMLPreformatted"/>
        <w:ind w:left="-709"/>
        <w:jc w:val="center"/>
        <w:rPr>
          <w:rStyle w:val="HTMLTypewriter"/>
          <w:rFonts w:ascii="Times New Roman" w:hAnsi="Times New Roman" w:cs="Courier New"/>
          <w:b/>
          <w:bCs/>
          <w:color w:val="auto"/>
          <w:sz w:val="28"/>
          <w:szCs w:val="28"/>
          <w:lang w:val="uk-UA"/>
        </w:rPr>
      </w:pPr>
      <w:r w:rsidRPr="00566091">
        <w:rPr>
          <w:rStyle w:val="HTMLTypewriter"/>
          <w:rFonts w:ascii="Times New Roman" w:hAnsi="Times New Roman" w:cs="Courier New"/>
          <w:b/>
          <w:bCs/>
          <w:color w:val="auto"/>
          <w:sz w:val="28"/>
          <w:szCs w:val="28"/>
          <w:lang w:val="uk-UA"/>
        </w:rPr>
        <w:t>ТЯЧІВСЬКА   МІСЬКА   РАДА</w:t>
      </w:r>
    </w:p>
    <w:p w:rsidR="001D6925" w:rsidRDefault="001D6925" w:rsidP="00566091">
      <w:pPr>
        <w:pStyle w:val="HTMLPreformatted"/>
        <w:ind w:left="-709"/>
        <w:jc w:val="center"/>
        <w:rPr>
          <w:rStyle w:val="HTMLTypewriter"/>
          <w:rFonts w:ascii="Times New Roman" w:hAnsi="Times New Roman" w:cs="Courier New"/>
          <w:b/>
          <w:color w:val="auto"/>
          <w:sz w:val="28"/>
          <w:szCs w:val="28"/>
          <w:lang w:val="uk-UA"/>
        </w:rPr>
      </w:pPr>
      <w:r>
        <w:rPr>
          <w:rStyle w:val="HTMLTypewriter"/>
          <w:rFonts w:ascii="Times New Roman" w:hAnsi="Times New Roman" w:cs="Courier New"/>
          <w:b/>
          <w:color w:val="auto"/>
          <w:sz w:val="28"/>
          <w:szCs w:val="28"/>
          <w:lang w:val="uk-UA"/>
        </w:rPr>
        <w:t xml:space="preserve">Тридцять восьма (позачергова) </w:t>
      </w:r>
      <w:r w:rsidRPr="00566091">
        <w:rPr>
          <w:rStyle w:val="HTMLTypewriter"/>
          <w:rFonts w:ascii="Times New Roman" w:hAnsi="Times New Roman" w:cs="Courier New"/>
          <w:b/>
          <w:color w:val="auto"/>
          <w:sz w:val="28"/>
          <w:szCs w:val="28"/>
          <w:lang w:val="uk-UA"/>
        </w:rPr>
        <w:t xml:space="preserve"> сесія сьомого скликання</w:t>
      </w:r>
    </w:p>
    <w:p w:rsidR="001D6925" w:rsidRPr="00566091" w:rsidRDefault="001D6925" w:rsidP="00566091">
      <w:pPr>
        <w:pStyle w:val="HTMLPreformatted"/>
        <w:ind w:left="-709"/>
        <w:jc w:val="center"/>
        <w:rPr>
          <w:rStyle w:val="HTMLTypewriter"/>
          <w:rFonts w:ascii="Times New Roman" w:hAnsi="Times New Roman" w:cs="Courier New"/>
          <w:b/>
          <w:color w:val="auto"/>
          <w:sz w:val="28"/>
          <w:szCs w:val="28"/>
          <w:lang w:val="uk-UA"/>
        </w:rPr>
      </w:pPr>
      <w:r>
        <w:rPr>
          <w:rStyle w:val="HTMLTypewriter"/>
          <w:rFonts w:ascii="Times New Roman" w:hAnsi="Times New Roman" w:cs="Courier New"/>
          <w:b/>
          <w:color w:val="auto"/>
          <w:sz w:val="28"/>
          <w:szCs w:val="28"/>
          <w:lang w:val="uk-UA"/>
        </w:rPr>
        <w:t>Друге пленарне засідання</w:t>
      </w:r>
    </w:p>
    <w:p w:rsidR="001D6925" w:rsidRDefault="001D6925" w:rsidP="00566091">
      <w:pPr>
        <w:pStyle w:val="HTMLPreformatted"/>
        <w:ind w:left="-709"/>
        <w:jc w:val="center"/>
        <w:rPr>
          <w:rStyle w:val="HTMLTypewriter"/>
          <w:rFonts w:ascii="Times New Roman" w:hAnsi="Times New Roman" w:cs="Courier New"/>
          <w:b/>
          <w:color w:val="auto"/>
          <w:sz w:val="32"/>
          <w:szCs w:val="32"/>
          <w:lang w:val="uk-UA"/>
        </w:rPr>
      </w:pPr>
      <w:r w:rsidRPr="00566091">
        <w:rPr>
          <w:rStyle w:val="HTMLTypewriter"/>
          <w:rFonts w:ascii="Times New Roman" w:hAnsi="Times New Roman" w:cs="Courier New"/>
          <w:b/>
          <w:color w:val="auto"/>
          <w:sz w:val="28"/>
          <w:szCs w:val="28"/>
          <w:lang w:val="uk-UA"/>
        </w:rPr>
        <w:t>РІШЕННЯ</w:t>
      </w:r>
    </w:p>
    <w:p w:rsidR="001D6925" w:rsidRDefault="001D6925" w:rsidP="00566091">
      <w:pPr>
        <w:pStyle w:val="HTMLPreformatted"/>
        <w:ind w:left="-709"/>
        <w:rPr>
          <w:rStyle w:val="HTMLTypewriter"/>
          <w:rFonts w:ascii="Times New Roman" w:hAnsi="Times New Roman" w:cs="Courier New"/>
          <w:color w:val="auto"/>
          <w:szCs w:val="28"/>
          <w:lang w:val="uk-UA"/>
        </w:rPr>
      </w:pPr>
    </w:p>
    <w:p w:rsidR="001D6925" w:rsidRPr="00566091" w:rsidRDefault="001D6925" w:rsidP="00566091">
      <w:pPr>
        <w:pStyle w:val="HTMLPreformatted"/>
        <w:ind w:left="-709"/>
        <w:rPr>
          <w:rStyle w:val="HTMLTypewriter"/>
          <w:rFonts w:ascii="Times New Roman" w:hAnsi="Times New Roman" w:cs="Courier New"/>
          <w:color w:val="auto"/>
          <w:sz w:val="28"/>
          <w:szCs w:val="28"/>
          <w:lang w:val="uk-UA"/>
        </w:rPr>
      </w:pPr>
      <w:r>
        <w:rPr>
          <w:rStyle w:val="HTMLTypewriter"/>
          <w:rFonts w:ascii="Times New Roman" w:hAnsi="Times New Roman" w:cs="Courier New"/>
          <w:color w:val="auto"/>
          <w:sz w:val="28"/>
          <w:szCs w:val="28"/>
          <w:lang w:val="uk-UA"/>
        </w:rPr>
        <w:t>від 14 травня 2020  року  № 4715</w:t>
      </w:r>
    </w:p>
    <w:p w:rsidR="001D6925" w:rsidRPr="0077025F" w:rsidRDefault="001D6925" w:rsidP="00566091">
      <w:pPr>
        <w:pStyle w:val="HTMLPreformatted"/>
        <w:ind w:left="-709"/>
        <w:rPr>
          <w:rStyle w:val="HTMLTypewriter"/>
          <w:rFonts w:ascii="Times New Roman" w:hAnsi="Times New Roman" w:cs="Courier New"/>
          <w:color w:val="auto"/>
          <w:sz w:val="28"/>
          <w:szCs w:val="28"/>
          <w:lang w:val="uk-UA"/>
        </w:rPr>
      </w:pPr>
      <w:r w:rsidRPr="0077025F">
        <w:rPr>
          <w:rStyle w:val="HTMLTypewriter"/>
          <w:rFonts w:ascii="Times New Roman" w:hAnsi="Times New Roman" w:cs="Courier New"/>
          <w:color w:val="auto"/>
          <w:sz w:val="28"/>
          <w:szCs w:val="28"/>
          <w:lang w:val="uk-UA"/>
        </w:rPr>
        <w:t>м. Тячів</w:t>
      </w:r>
      <w:r>
        <w:rPr>
          <w:rStyle w:val="HTMLTypewriter"/>
          <w:rFonts w:ascii="Times New Roman" w:hAnsi="Times New Roman" w:cs="Courier New"/>
          <w:color w:val="auto"/>
          <w:sz w:val="28"/>
          <w:szCs w:val="28"/>
          <w:lang w:val="uk-UA"/>
        </w:rPr>
        <w:t>.</w:t>
      </w:r>
    </w:p>
    <w:p w:rsidR="001D6925" w:rsidRPr="00334614" w:rsidRDefault="001D6925" w:rsidP="00566091">
      <w:pPr>
        <w:pStyle w:val="HTMLPreformatted"/>
        <w:ind w:left="-709"/>
        <w:rPr>
          <w:sz w:val="28"/>
          <w:szCs w:val="28"/>
        </w:rPr>
      </w:pPr>
    </w:p>
    <w:p w:rsidR="001D6925" w:rsidRDefault="001D6925" w:rsidP="00566091">
      <w:pPr>
        <w:tabs>
          <w:tab w:val="left" w:pos="8931"/>
        </w:tabs>
        <w:ind w:left="-709" w:right="4721"/>
        <w:jc w:val="both"/>
        <w:rPr>
          <w:sz w:val="28"/>
          <w:szCs w:val="28"/>
        </w:rPr>
      </w:pPr>
      <w:r w:rsidRPr="00761672">
        <w:rPr>
          <w:sz w:val="28"/>
          <w:szCs w:val="28"/>
        </w:rPr>
        <w:t>Про</w:t>
      </w:r>
      <w:r>
        <w:rPr>
          <w:sz w:val="28"/>
          <w:szCs w:val="28"/>
        </w:rPr>
        <w:t xml:space="preserve"> внесення змін до структури та чисельності виконавчих органів Тячівської міської ради.</w:t>
      </w:r>
    </w:p>
    <w:p w:rsidR="001D6925" w:rsidRPr="006651C0" w:rsidRDefault="001D6925" w:rsidP="00566091">
      <w:pPr>
        <w:tabs>
          <w:tab w:val="left" w:pos="9639"/>
        </w:tabs>
        <w:ind w:left="-709"/>
        <w:rPr>
          <w:sz w:val="28"/>
          <w:szCs w:val="28"/>
        </w:rPr>
      </w:pPr>
    </w:p>
    <w:p w:rsidR="001D6925" w:rsidRDefault="001D6925" w:rsidP="0077025F">
      <w:pPr>
        <w:tabs>
          <w:tab w:val="left" w:pos="9639"/>
        </w:tabs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Відповідно до статей 26, 42, 59 </w:t>
      </w:r>
      <w:r w:rsidRPr="00334614">
        <w:rPr>
          <w:sz w:val="28"/>
          <w:szCs w:val="28"/>
        </w:rPr>
        <w:t>Закону України</w:t>
      </w:r>
      <w:r>
        <w:rPr>
          <w:sz w:val="28"/>
          <w:szCs w:val="28"/>
        </w:rPr>
        <w:t xml:space="preserve"> </w:t>
      </w:r>
      <w:r w:rsidRPr="00334614">
        <w:rPr>
          <w:sz w:val="28"/>
          <w:szCs w:val="28"/>
        </w:rPr>
        <w:t>«Про місцеве</w:t>
      </w:r>
      <w:r>
        <w:rPr>
          <w:sz w:val="28"/>
          <w:szCs w:val="28"/>
        </w:rPr>
        <w:t xml:space="preserve"> </w:t>
      </w:r>
      <w:r w:rsidRPr="00334614">
        <w:rPr>
          <w:sz w:val="28"/>
          <w:szCs w:val="28"/>
        </w:rPr>
        <w:t>самоврядування в Україні»</w:t>
      </w:r>
      <w:r>
        <w:rPr>
          <w:sz w:val="28"/>
          <w:szCs w:val="28"/>
        </w:rPr>
        <w:t xml:space="preserve">, з метою забезпечення виконання </w:t>
      </w:r>
      <w:r w:rsidRPr="00334614">
        <w:rPr>
          <w:sz w:val="28"/>
          <w:szCs w:val="28"/>
        </w:rPr>
        <w:t>Закону України</w:t>
      </w:r>
      <w:r>
        <w:rPr>
          <w:sz w:val="28"/>
          <w:szCs w:val="28"/>
        </w:rPr>
        <w:t xml:space="preserve"> </w:t>
      </w:r>
      <w:r w:rsidRPr="00334614">
        <w:rPr>
          <w:sz w:val="28"/>
          <w:szCs w:val="28"/>
        </w:rPr>
        <w:t>«Про</w:t>
      </w:r>
      <w:r>
        <w:rPr>
          <w:sz w:val="28"/>
          <w:szCs w:val="28"/>
        </w:rPr>
        <w:t xml:space="preserve"> публічні закупівлі», постанови Кабінету Міністрів України від 09 березня 2006 року № 268 «Про упорядкування структури та умов оплати праці працівників апарату органів виконавчої влади, органів прокуратури, суддів та інших органів» (із  змінами та доповненнями), тридцять </w:t>
      </w:r>
      <w:r>
        <w:rPr>
          <w:color w:val="FF0000"/>
          <w:sz w:val="28"/>
          <w:szCs w:val="28"/>
        </w:rPr>
        <w:softHyphen/>
      </w:r>
      <w:r>
        <w:rPr>
          <w:color w:val="FF0000"/>
          <w:sz w:val="28"/>
          <w:szCs w:val="28"/>
        </w:rPr>
        <w:softHyphen/>
      </w:r>
      <w:r>
        <w:rPr>
          <w:color w:val="FF0000"/>
          <w:sz w:val="28"/>
          <w:szCs w:val="28"/>
        </w:rPr>
        <w:softHyphen/>
      </w:r>
      <w:r>
        <w:rPr>
          <w:color w:val="FF0000"/>
          <w:sz w:val="28"/>
          <w:szCs w:val="28"/>
        </w:rPr>
        <w:softHyphen/>
        <w:t xml:space="preserve">восьма (позачергова) </w:t>
      </w:r>
      <w:r w:rsidRPr="00334614">
        <w:rPr>
          <w:sz w:val="28"/>
          <w:szCs w:val="28"/>
        </w:rPr>
        <w:t>сесія Тячівської міської ради</w:t>
      </w:r>
      <w:r>
        <w:rPr>
          <w:sz w:val="28"/>
          <w:szCs w:val="28"/>
        </w:rPr>
        <w:t xml:space="preserve"> </w:t>
      </w:r>
      <w:r w:rsidRPr="00334614">
        <w:rPr>
          <w:sz w:val="28"/>
          <w:szCs w:val="28"/>
        </w:rPr>
        <w:t>сьомого скликання</w:t>
      </w:r>
    </w:p>
    <w:p w:rsidR="001D6925" w:rsidRDefault="001D6925" w:rsidP="00566091">
      <w:pPr>
        <w:tabs>
          <w:tab w:val="left" w:pos="9360"/>
          <w:tab w:val="left" w:pos="9639"/>
        </w:tabs>
        <w:ind w:left="-709"/>
        <w:jc w:val="center"/>
        <w:rPr>
          <w:b/>
          <w:sz w:val="28"/>
          <w:szCs w:val="28"/>
        </w:rPr>
      </w:pPr>
      <w:r w:rsidRPr="00761672">
        <w:rPr>
          <w:b/>
          <w:sz w:val="28"/>
          <w:szCs w:val="28"/>
        </w:rPr>
        <w:t>в и р і ш и л а :</w:t>
      </w:r>
    </w:p>
    <w:p w:rsidR="001D6925" w:rsidRDefault="001D6925" w:rsidP="003D36C9">
      <w:pPr>
        <w:tabs>
          <w:tab w:val="left" w:pos="9360"/>
          <w:tab w:val="left" w:pos="9639"/>
        </w:tabs>
        <w:ind w:left="-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B0CC2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зміни до </w:t>
      </w:r>
      <w:r>
        <w:rPr>
          <w:bCs/>
          <w:sz w:val="28"/>
          <w:szCs w:val="28"/>
        </w:rPr>
        <w:t xml:space="preserve">структури та чисельності виконавчих органів Тячівської міської  ради та затвердити загальну їх  чисельність   в кількості </w:t>
      </w:r>
      <w:r w:rsidRPr="0006606A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5</w:t>
      </w:r>
      <w:r w:rsidRPr="0006606A">
        <w:rPr>
          <w:b/>
          <w:bCs/>
          <w:sz w:val="28"/>
          <w:szCs w:val="28"/>
        </w:rPr>
        <w:t>,0</w:t>
      </w:r>
      <w:r>
        <w:rPr>
          <w:bCs/>
          <w:sz w:val="28"/>
          <w:szCs w:val="28"/>
        </w:rPr>
        <w:t xml:space="preserve"> штатних одиниць, в тому числі: </w:t>
      </w:r>
    </w:p>
    <w:p w:rsidR="001D6925" w:rsidRPr="003D36C9" w:rsidRDefault="001D6925" w:rsidP="003D36C9">
      <w:pPr>
        <w:tabs>
          <w:tab w:val="left" w:pos="9360"/>
          <w:tab w:val="left" w:pos="9639"/>
        </w:tabs>
        <w:ind w:left="-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>
        <w:rPr>
          <w:sz w:val="28"/>
          <w:szCs w:val="28"/>
        </w:rPr>
        <w:t>1.1. Апарату виконавчого комітету та відділів апарату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виконавчого комітету Тячівської міської ради загальною чисельністю </w:t>
      </w:r>
      <w:r w:rsidRPr="00F04E76">
        <w:rPr>
          <w:b/>
          <w:sz w:val="28"/>
          <w:szCs w:val="28"/>
        </w:rPr>
        <w:t>48,0</w:t>
      </w:r>
      <w:r>
        <w:rPr>
          <w:sz w:val="28"/>
          <w:szCs w:val="28"/>
        </w:rPr>
        <w:t xml:space="preserve"> штатних одиниць згідно з додатком 1 (додається).</w:t>
      </w:r>
    </w:p>
    <w:p w:rsidR="001D6925" w:rsidRDefault="001D6925" w:rsidP="00566091">
      <w:pPr>
        <w:tabs>
          <w:tab w:val="left" w:pos="9360"/>
          <w:tab w:val="left" w:pos="9639"/>
        </w:tabs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1.2. Відділи Тячівської міської ради загальною чисельністю </w:t>
      </w:r>
      <w:r w:rsidRPr="00F04E76">
        <w:rPr>
          <w:b/>
          <w:sz w:val="28"/>
          <w:szCs w:val="28"/>
        </w:rPr>
        <w:t>9</w:t>
      </w:r>
      <w:r>
        <w:rPr>
          <w:sz w:val="28"/>
          <w:szCs w:val="28"/>
        </w:rPr>
        <w:t xml:space="preserve"> штатних одиниць згідно з додатком 2 (додаються).</w:t>
      </w:r>
    </w:p>
    <w:p w:rsidR="001D6925" w:rsidRDefault="001D6925" w:rsidP="00566091">
      <w:pPr>
        <w:tabs>
          <w:tab w:val="left" w:pos="9360"/>
          <w:tab w:val="left" w:pos="9639"/>
        </w:tabs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1.3. Відділи Тячівської міської ради (з правами юридичної особи) загальною чисельністю </w:t>
      </w:r>
      <w:r w:rsidRPr="00C23E29">
        <w:rPr>
          <w:b/>
          <w:sz w:val="28"/>
          <w:szCs w:val="28"/>
        </w:rPr>
        <w:t>18</w:t>
      </w:r>
      <w:r>
        <w:rPr>
          <w:sz w:val="28"/>
          <w:szCs w:val="28"/>
        </w:rPr>
        <w:t xml:space="preserve"> штатних одиниць згідно з додатком 3 (додається).</w:t>
      </w:r>
    </w:p>
    <w:p w:rsidR="001D6925" w:rsidRDefault="001D6925" w:rsidP="00566091">
      <w:pPr>
        <w:tabs>
          <w:tab w:val="left" w:pos="9360"/>
          <w:tab w:val="left" w:pos="9639"/>
        </w:tabs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</w:t>
      </w:r>
      <w:r w:rsidRPr="00334614">
        <w:rPr>
          <w:sz w:val="28"/>
          <w:szCs w:val="28"/>
        </w:rPr>
        <w:t xml:space="preserve">Контроль за виконанням </w:t>
      </w:r>
      <w:r>
        <w:rPr>
          <w:sz w:val="28"/>
          <w:szCs w:val="28"/>
        </w:rPr>
        <w:t xml:space="preserve">цього </w:t>
      </w:r>
      <w:r w:rsidRPr="00334614">
        <w:rPr>
          <w:sz w:val="28"/>
          <w:szCs w:val="28"/>
        </w:rPr>
        <w:t xml:space="preserve">рішення покласти на постійну депутатську комісію з питань </w:t>
      </w:r>
      <w:r w:rsidRPr="001C5A69">
        <w:rPr>
          <w:sz w:val="28"/>
          <w:szCs w:val="28"/>
        </w:rPr>
        <w:t>планування фінансів,</w:t>
      </w:r>
      <w:r>
        <w:rPr>
          <w:sz w:val="28"/>
          <w:szCs w:val="28"/>
        </w:rPr>
        <w:t xml:space="preserve"> </w:t>
      </w:r>
      <w:r w:rsidRPr="001C5A69">
        <w:rPr>
          <w:sz w:val="28"/>
          <w:szCs w:val="28"/>
        </w:rPr>
        <w:t>бюджету,</w:t>
      </w:r>
      <w:r>
        <w:rPr>
          <w:sz w:val="28"/>
          <w:szCs w:val="28"/>
        </w:rPr>
        <w:t xml:space="preserve"> </w:t>
      </w:r>
      <w:r w:rsidRPr="001C5A69">
        <w:rPr>
          <w:sz w:val="28"/>
          <w:szCs w:val="28"/>
        </w:rPr>
        <w:t>соціально-економічного</w:t>
      </w:r>
      <w:r>
        <w:rPr>
          <w:sz w:val="28"/>
          <w:szCs w:val="28"/>
        </w:rPr>
        <w:t xml:space="preserve"> </w:t>
      </w:r>
      <w:r w:rsidRPr="001C5A69">
        <w:rPr>
          <w:sz w:val="28"/>
          <w:szCs w:val="28"/>
        </w:rPr>
        <w:t>розвитку,</w:t>
      </w:r>
      <w:r>
        <w:rPr>
          <w:sz w:val="28"/>
          <w:szCs w:val="28"/>
        </w:rPr>
        <w:t xml:space="preserve"> </w:t>
      </w:r>
      <w:r w:rsidRPr="001C5A69">
        <w:rPr>
          <w:sz w:val="28"/>
          <w:szCs w:val="28"/>
        </w:rPr>
        <w:t>промисловості, підприєм</w:t>
      </w:r>
      <w:r>
        <w:rPr>
          <w:sz w:val="28"/>
          <w:szCs w:val="28"/>
        </w:rPr>
        <w:t>ництва</w:t>
      </w:r>
      <w:r w:rsidRPr="001C5A69">
        <w:rPr>
          <w:sz w:val="28"/>
          <w:szCs w:val="28"/>
        </w:rPr>
        <w:t xml:space="preserve"> та сфери послуг Тячівської міської ради (голова </w:t>
      </w:r>
      <w:r>
        <w:rPr>
          <w:sz w:val="28"/>
          <w:szCs w:val="28"/>
        </w:rPr>
        <w:t xml:space="preserve">комісії </w:t>
      </w:r>
      <w:r w:rsidRPr="001C5A69">
        <w:rPr>
          <w:sz w:val="28"/>
          <w:szCs w:val="28"/>
        </w:rPr>
        <w:t>Мийсарош Т.С.)</w:t>
      </w:r>
      <w:r>
        <w:rPr>
          <w:sz w:val="28"/>
          <w:szCs w:val="28"/>
        </w:rPr>
        <w:t xml:space="preserve"> та з питань прав людини, законності, депутатської діяльності і етики (голова комісії Петер Е.Б.)</w:t>
      </w:r>
      <w:r w:rsidRPr="00334614">
        <w:rPr>
          <w:color w:val="000000"/>
          <w:sz w:val="28"/>
          <w:szCs w:val="28"/>
        </w:rPr>
        <w:t>.</w:t>
      </w:r>
    </w:p>
    <w:p w:rsidR="001D6925" w:rsidRDefault="001D6925" w:rsidP="00566091">
      <w:pPr>
        <w:tabs>
          <w:tab w:val="left" w:pos="9639"/>
        </w:tabs>
        <w:ind w:left="-709"/>
        <w:jc w:val="both"/>
        <w:rPr>
          <w:sz w:val="28"/>
          <w:szCs w:val="28"/>
        </w:rPr>
      </w:pPr>
    </w:p>
    <w:p w:rsidR="001D6925" w:rsidRDefault="001D6925" w:rsidP="00566091">
      <w:pPr>
        <w:tabs>
          <w:tab w:val="left" w:pos="9639"/>
        </w:tabs>
        <w:ind w:left="-709"/>
        <w:jc w:val="both"/>
        <w:rPr>
          <w:sz w:val="28"/>
          <w:szCs w:val="28"/>
        </w:rPr>
      </w:pPr>
    </w:p>
    <w:p w:rsidR="001D6925" w:rsidRPr="00B1098D" w:rsidRDefault="001D6925" w:rsidP="00566091">
      <w:pPr>
        <w:tabs>
          <w:tab w:val="left" w:pos="9639"/>
        </w:tabs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   І</w:t>
      </w:r>
      <w:r w:rsidRPr="00B1098D">
        <w:rPr>
          <w:sz w:val="28"/>
          <w:szCs w:val="28"/>
        </w:rPr>
        <w:t>.І.К</w:t>
      </w:r>
      <w:r>
        <w:rPr>
          <w:sz w:val="28"/>
          <w:szCs w:val="28"/>
        </w:rPr>
        <w:t>овач</w:t>
      </w:r>
    </w:p>
    <w:p w:rsidR="001D6925" w:rsidRDefault="001D6925" w:rsidP="00566091">
      <w:pPr>
        <w:tabs>
          <w:tab w:val="left" w:pos="9160"/>
        </w:tabs>
        <w:jc w:val="both"/>
      </w:pPr>
    </w:p>
    <w:p w:rsidR="001D6925" w:rsidRDefault="001D6925" w:rsidP="00566091">
      <w:pPr>
        <w:tabs>
          <w:tab w:val="left" w:pos="9160"/>
        </w:tabs>
        <w:jc w:val="both"/>
      </w:pPr>
    </w:p>
    <w:p w:rsidR="001D6925" w:rsidRDefault="001D6925" w:rsidP="00566091">
      <w:pPr>
        <w:tabs>
          <w:tab w:val="left" w:pos="9160"/>
        </w:tabs>
        <w:jc w:val="both"/>
      </w:pPr>
    </w:p>
    <w:p w:rsidR="001D6925" w:rsidRDefault="001D6925" w:rsidP="00566091">
      <w:pPr>
        <w:ind w:firstLine="567"/>
        <w:rPr>
          <w:sz w:val="28"/>
          <w:szCs w:val="28"/>
        </w:rPr>
      </w:pPr>
    </w:p>
    <w:p w:rsidR="001D6925" w:rsidRDefault="001D6925" w:rsidP="00566091">
      <w:pPr>
        <w:ind w:left="5245"/>
        <w:rPr>
          <w:sz w:val="28"/>
          <w:szCs w:val="28"/>
        </w:rPr>
      </w:pPr>
    </w:p>
    <w:p w:rsidR="001D6925" w:rsidRDefault="001D6925" w:rsidP="00566091">
      <w:pPr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Додаток 1</w:t>
      </w:r>
    </w:p>
    <w:p w:rsidR="001D6925" w:rsidRDefault="001D6925" w:rsidP="00566091">
      <w:pPr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      Затверджено:</w:t>
      </w:r>
    </w:p>
    <w:p w:rsidR="001D6925" w:rsidRDefault="001D6925" w:rsidP="003D36C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рішення ХХХУІІІ  (позачергової) сесії  </w:t>
      </w:r>
    </w:p>
    <w:p w:rsidR="001D6925" w:rsidRDefault="001D6925" w:rsidP="003D36C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сьомого  скликання Тячівської міської </w:t>
      </w:r>
    </w:p>
    <w:p w:rsidR="001D6925" w:rsidRDefault="001D6925" w:rsidP="003D36C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ради від 14 травня 2020 року № 4715</w:t>
      </w:r>
    </w:p>
    <w:p w:rsidR="001D6925" w:rsidRDefault="001D6925" w:rsidP="00E076FA">
      <w:pPr>
        <w:jc w:val="center"/>
        <w:rPr>
          <w:sz w:val="28"/>
          <w:szCs w:val="28"/>
        </w:rPr>
      </w:pPr>
    </w:p>
    <w:p w:rsidR="001D6925" w:rsidRDefault="001D6925" w:rsidP="00E076FA">
      <w:pPr>
        <w:jc w:val="center"/>
        <w:rPr>
          <w:sz w:val="28"/>
          <w:szCs w:val="28"/>
        </w:rPr>
      </w:pPr>
      <w:r>
        <w:rPr>
          <w:sz w:val="28"/>
          <w:szCs w:val="28"/>
        </w:rPr>
        <w:t>Структура та чисельність</w:t>
      </w:r>
    </w:p>
    <w:p w:rsidR="001D6925" w:rsidRDefault="001D6925" w:rsidP="00E076FA">
      <w:pPr>
        <w:jc w:val="center"/>
        <w:rPr>
          <w:sz w:val="28"/>
          <w:szCs w:val="28"/>
        </w:rPr>
      </w:pPr>
      <w:r>
        <w:rPr>
          <w:sz w:val="28"/>
          <w:szCs w:val="28"/>
        </w:rPr>
        <w:t>апарату виконавчого комітету та відділів апарату</w:t>
      </w:r>
    </w:p>
    <w:p w:rsidR="001D6925" w:rsidRDefault="001D6925" w:rsidP="00E076FA">
      <w:pPr>
        <w:jc w:val="center"/>
        <w:rPr>
          <w:sz w:val="28"/>
          <w:szCs w:val="28"/>
        </w:rPr>
      </w:pPr>
      <w:r>
        <w:rPr>
          <w:sz w:val="28"/>
          <w:szCs w:val="28"/>
        </w:rPr>
        <w:t>виконавчого комітету Тячівської міської ради</w:t>
      </w:r>
    </w:p>
    <w:p w:rsidR="001D6925" w:rsidRDefault="001D6925" w:rsidP="00E076FA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X="-31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6"/>
        <w:gridCol w:w="5840"/>
        <w:gridCol w:w="2213"/>
      </w:tblGrid>
      <w:tr w:rsidR="001D6925" w:rsidTr="00566091">
        <w:tc>
          <w:tcPr>
            <w:tcW w:w="986" w:type="dxa"/>
          </w:tcPr>
          <w:p w:rsidR="001D6925" w:rsidRPr="00043904" w:rsidRDefault="001D6925" w:rsidP="00566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</w:t>
            </w:r>
            <w:r w:rsidRPr="00043904">
              <w:rPr>
                <w:sz w:val="28"/>
                <w:szCs w:val="28"/>
              </w:rPr>
              <w:t>/п</w:t>
            </w:r>
          </w:p>
        </w:tc>
        <w:tc>
          <w:tcPr>
            <w:tcW w:w="5840" w:type="dxa"/>
          </w:tcPr>
          <w:p w:rsidR="001D6925" w:rsidRPr="00043904" w:rsidRDefault="001D6925" w:rsidP="00566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2213" w:type="dxa"/>
          </w:tcPr>
          <w:p w:rsidR="001D6925" w:rsidRPr="00043904" w:rsidRDefault="001D6925" w:rsidP="00566091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Кількість штатних одиниць</w:t>
            </w:r>
          </w:p>
        </w:tc>
      </w:tr>
      <w:tr w:rsidR="001D6925" w:rsidTr="00566091">
        <w:tc>
          <w:tcPr>
            <w:tcW w:w="986" w:type="dxa"/>
          </w:tcPr>
          <w:p w:rsidR="001D6925" w:rsidRPr="00043904" w:rsidRDefault="001D6925" w:rsidP="005660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53" w:type="dxa"/>
            <w:gridSpan w:val="2"/>
          </w:tcPr>
          <w:p w:rsidR="001D6925" w:rsidRPr="00043904" w:rsidRDefault="001D6925" w:rsidP="00566091">
            <w:pPr>
              <w:jc w:val="center"/>
              <w:rPr>
                <w:b/>
                <w:sz w:val="28"/>
                <w:szCs w:val="28"/>
              </w:rPr>
            </w:pPr>
            <w:r w:rsidRPr="00043904">
              <w:rPr>
                <w:b/>
                <w:sz w:val="28"/>
                <w:szCs w:val="28"/>
              </w:rPr>
              <w:t>Апарат виконавчого комітету міської ради</w:t>
            </w:r>
          </w:p>
        </w:tc>
      </w:tr>
      <w:tr w:rsidR="001D6925" w:rsidTr="00566091">
        <w:tc>
          <w:tcPr>
            <w:tcW w:w="986" w:type="dxa"/>
          </w:tcPr>
          <w:p w:rsidR="001D6925" w:rsidRPr="009F70A1" w:rsidRDefault="001D6925" w:rsidP="00566091">
            <w:pPr>
              <w:jc w:val="center"/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840" w:type="dxa"/>
          </w:tcPr>
          <w:p w:rsidR="001D6925" w:rsidRPr="00043904" w:rsidRDefault="001D6925" w:rsidP="0056609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Керівництво</w:t>
            </w:r>
          </w:p>
        </w:tc>
        <w:tc>
          <w:tcPr>
            <w:tcW w:w="2213" w:type="dxa"/>
          </w:tcPr>
          <w:p w:rsidR="001D6925" w:rsidRPr="00043904" w:rsidRDefault="001D6925" w:rsidP="0056609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1D6925" w:rsidTr="00566091">
        <w:tc>
          <w:tcPr>
            <w:tcW w:w="986" w:type="dxa"/>
          </w:tcPr>
          <w:p w:rsidR="001D6925" w:rsidRPr="00043904" w:rsidRDefault="001D6925" w:rsidP="00566091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1.</w:t>
            </w:r>
          </w:p>
        </w:tc>
        <w:tc>
          <w:tcPr>
            <w:tcW w:w="5840" w:type="dxa"/>
          </w:tcPr>
          <w:p w:rsidR="001D6925" w:rsidRPr="00043904" w:rsidRDefault="001D6925" w:rsidP="00566091">
            <w:pPr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Міський голова</w:t>
            </w:r>
          </w:p>
        </w:tc>
        <w:tc>
          <w:tcPr>
            <w:tcW w:w="2213" w:type="dxa"/>
          </w:tcPr>
          <w:p w:rsidR="001D6925" w:rsidRPr="00043904" w:rsidRDefault="001D6925" w:rsidP="00566091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1</w:t>
            </w:r>
          </w:p>
        </w:tc>
      </w:tr>
      <w:tr w:rsidR="001D6925" w:rsidTr="00566091">
        <w:tc>
          <w:tcPr>
            <w:tcW w:w="986" w:type="dxa"/>
          </w:tcPr>
          <w:p w:rsidR="001D6925" w:rsidRPr="00043904" w:rsidRDefault="001D6925" w:rsidP="00566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043904">
              <w:rPr>
                <w:sz w:val="28"/>
                <w:szCs w:val="28"/>
              </w:rPr>
              <w:t>2.</w:t>
            </w:r>
          </w:p>
        </w:tc>
        <w:tc>
          <w:tcPr>
            <w:tcW w:w="5840" w:type="dxa"/>
          </w:tcPr>
          <w:p w:rsidR="001D6925" w:rsidRPr="00043904" w:rsidRDefault="001D6925" w:rsidP="00566091">
            <w:pPr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Секретар міської ради</w:t>
            </w:r>
          </w:p>
        </w:tc>
        <w:tc>
          <w:tcPr>
            <w:tcW w:w="2213" w:type="dxa"/>
          </w:tcPr>
          <w:p w:rsidR="001D6925" w:rsidRPr="00043904" w:rsidRDefault="001D6925" w:rsidP="00566091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1</w:t>
            </w:r>
          </w:p>
        </w:tc>
      </w:tr>
      <w:tr w:rsidR="001D6925" w:rsidTr="00566091">
        <w:tc>
          <w:tcPr>
            <w:tcW w:w="986" w:type="dxa"/>
          </w:tcPr>
          <w:p w:rsidR="001D6925" w:rsidRPr="00043904" w:rsidRDefault="001D6925" w:rsidP="00566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043904">
              <w:rPr>
                <w:sz w:val="28"/>
                <w:szCs w:val="28"/>
              </w:rPr>
              <w:t>3.</w:t>
            </w:r>
          </w:p>
        </w:tc>
        <w:tc>
          <w:tcPr>
            <w:tcW w:w="5840" w:type="dxa"/>
          </w:tcPr>
          <w:p w:rsidR="001D6925" w:rsidRPr="00043904" w:rsidRDefault="001D6925" w:rsidP="00566091">
            <w:pPr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Перший заступник міського голови</w:t>
            </w:r>
          </w:p>
        </w:tc>
        <w:tc>
          <w:tcPr>
            <w:tcW w:w="2213" w:type="dxa"/>
          </w:tcPr>
          <w:p w:rsidR="001D6925" w:rsidRPr="00043904" w:rsidRDefault="001D6925" w:rsidP="00566091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1</w:t>
            </w:r>
          </w:p>
        </w:tc>
      </w:tr>
      <w:tr w:rsidR="001D6925" w:rsidTr="00566091">
        <w:tc>
          <w:tcPr>
            <w:tcW w:w="986" w:type="dxa"/>
          </w:tcPr>
          <w:p w:rsidR="001D6925" w:rsidRPr="00043904" w:rsidRDefault="001D6925" w:rsidP="00566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043904">
              <w:rPr>
                <w:sz w:val="28"/>
                <w:szCs w:val="28"/>
              </w:rPr>
              <w:t>4.</w:t>
            </w:r>
          </w:p>
        </w:tc>
        <w:tc>
          <w:tcPr>
            <w:tcW w:w="5840" w:type="dxa"/>
          </w:tcPr>
          <w:p w:rsidR="001D6925" w:rsidRPr="00043904" w:rsidRDefault="001D6925" w:rsidP="00566091">
            <w:pPr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Заступник міського голови з питань діяльності виконавчих органів ради</w:t>
            </w:r>
          </w:p>
        </w:tc>
        <w:tc>
          <w:tcPr>
            <w:tcW w:w="2213" w:type="dxa"/>
          </w:tcPr>
          <w:p w:rsidR="001D6925" w:rsidRPr="00043904" w:rsidRDefault="001D6925" w:rsidP="00566091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1</w:t>
            </w:r>
          </w:p>
        </w:tc>
      </w:tr>
      <w:tr w:rsidR="001D6925" w:rsidTr="00566091">
        <w:tc>
          <w:tcPr>
            <w:tcW w:w="986" w:type="dxa"/>
          </w:tcPr>
          <w:p w:rsidR="001D6925" w:rsidRPr="00043904" w:rsidRDefault="001D6925" w:rsidP="00566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043904">
              <w:rPr>
                <w:sz w:val="28"/>
                <w:szCs w:val="28"/>
              </w:rPr>
              <w:t>5.</w:t>
            </w:r>
          </w:p>
        </w:tc>
        <w:tc>
          <w:tcPr>
            <w:tcW w:w="5840" w:type="dxa"/>
          </w:tcPr>
          <w:p w:rsidR="001D6925" w:rsidRPr="00043904" w:rsidRDefault="001D6925" w:rsidP="00566091">
            <w:pPr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Керуючий справами (секретар) виконавчого комітету міської ради</w:t>
            </w:r>
          </w:p>
        </w:tc>
        <w:tc>
          <w:tcPr>
            <w:tcW w:w="2213" w:type="dxa"/>
          </w:tcPr>
          <w:p w:rsidR="001D6925" w:rsidRPr="00043904" w:rsidRDefault="001D6925" w:rsidP="00566091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1</w:t>
            </w:r>
          </w:p>
        </w:tc>
      </w:tr>
      <w:tr w:rsidR="001D6925" w:rsidTr="00566091">
        <w:tc>
          <w:tcPr>
            <w:tcW w:w="986" w:type="dxa"/>
          </w:tcPr>
          <w:p w:rsidR="001D6925" w:rsidRPr="00043904" w:rsidRDefault="001D6925" w:rsidP="00566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043904">
              <w:rPr>
                <w:sz w:val="28"/>
                <w:szCs w:val="28"/>
              </w:rPr>
              <w:t>6.</w:t>
            </w:r>
          </w:p>
        </w:tc>
        <w:tc>
          <w:tcPr>
            <w:tcW w:w="5840" w:type="dxa"/>
          </w:tcPr>
          <w:p w:rsidR="001D6925" w:rsidRPr="00043904" w:rsidRDefault="001D6925" w:rsidP="00566091">
            <w:pPr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Староста</w:t>
            </w:r>
          </w:p>
        </w:tc>
        <w:tc>
          <w:tcPr>
            <w:tcW w:w="2213" w:type="dxa"/>
          </w:tcPr>
          <w:p w:rsidR="001D6925" w:rsidRPr="00043904" w:rsidRDefault="001D6925" w:rsidP="00566091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3</w:t>
            </w:r>
          </w:p>
        </w:tc>
      </w:tr>
      <w:tr w:rsidR="001D6925" w:rsidTr="00566091">
        <w:tc>
          <w:tcPr>
            <w:tcW w:w="986" w:type="dxa"/>
          </w:tcPr>
          <w:p w:rsidR="001D6925" w:rsidRPr="004A2B67" w:rsidRDefault="001D6925" w:rsidP="00566091">
            <w:pPr>
              <w:jc w:val="center"/>
              <w:rPr>
                <w:b/>
                <w:sz w:val="28"/>
                <w:szCs w:val="28"/>
              </w:rPr>
            </w:pPr>
            <w:r w:rsidRPr="004A2B67">
              <w:rPr>
                <w:b/>
                <w:sz w:val="28"/>
                <w:szCs w:val="28"/>
              </w:rPr>
              <w:t xml:space="preserve">2. </w:t>
            </w:r>
          </w:p>
        </w:tc>
        <w:tc>
          <w:tcPr>
            <w:tcW w:w="5840" w:type="dxa"/>
          </w:tcPr>
          <w:p w:rsidR="001D6925" w:rsidRPr="00672E2F" w:rsidRDefault="001D6925" w:rsidP="00566091">
            <w:pPr>
              <w:jc w:val="center"/>
              <w:rPr>
                <w:b/>
                <w:sz w:val="28"/>
                <w:szCs w:val="28"/>
              </w:rPr>
            </w:pPr>
            <w:r w:rsidRPr="00672E2F">
              <w:rPr>
                <w:b/>
                <w:sz w:val="28"/>
                <w:szCs w:val="28"/>
              </w:rPr>
              <w:t>Відділ</w:t>
            </w:r>
            <w:r>
              <w:rPr>
                <w:b/>
                <w:sz w:val="28"/>
                <w:szCs w:val="28"/>
              </w:rPr>
              <w:t>и</w:t>
            </w:r>
            <w:r w:rsidRPr="00672E2F">
              <w:rPr>
                <w:b/>
                <w:sz w:val="28"/>
                <w:szCs w:val="28"/>
              </w:rPr>
              <w:t xml:space="preserve"> апарату виконавчого комітету міської ради</w:t>
            </w:r>
          </w:p>
        </w:tc>
        <w:tc>
          <w:tcPr>
            <w:tcW w:w="2213" w:type="dxa"/>
          </w:tcPr>
          <w:p w:rsidR="001D6925" w:rsidRPr="001451C6" w:rsidRDefault="001D6925" w:rsidP="0056609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</w:p>
        </w:tc>
      </w:tr>
      <w:tr w:rsidR="001D6925" w:rsidTr="00566091">
        <w:tc>
          <w:tcPr>
            <w:tcW w:w="986" w:type="dxa"/>
          </w:tcPr>
          <w:p w:rsidR="001D6925" w:rsidRPr="009F70A1" w:rsidRDefault="001D6925" w:rsidP="00566091">
            <w:pPr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2.1.</w:t>
            </w:r>
          </w:p>
        </w:tc>
        <w:tc>
          <w:tcPr>
            <w:tcW w:w="5840" w:type="dxa"/>
          </w:tcPr>
          <w:p w:rsidR="001D6925" w:rsidRPr="009F70A1" w:rsidRDefault="001D6925" w:rsidP="00566091">
            <w:pPr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Відділ організаційної, кадрової та інформаційної роботи</w:t>
            </w:r>
          </w:p>
        </w:tc>
        <w:tc>
          <w:tcPr>
            <w:tcW w:w="2213" w:type="dxa"/>
          </w:tcPr>
          <w:p w:rsidR="001D6925" w:rsidRPr="009F70A1" w:rsidRDefault="001D6925" w:rsidP="00566091">
            <w:pPr>
              <w:jc w:val="center"/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5</w:t>
            </w:r>
          </w:p>
        </w:tc>
      </w:tr>
      <w:tr w:rsidR="001D6925" w:rsidTr="00566091">
        <w:tc>
          <w:tcPr>
            <w:tcW w:w="986" w:type="dxa"/>
          </w:tcPr>
          <w:p w:rsidR="001D6925" w:rsidRDefault="001D6925" w:rsidP="00566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2.1.1.</w:t>
            </w:r>
          </w:p>
        </w:tc>
        <w:tc>
          <w:tcPr>
            <w:tcW w:w="5840" w:type="dxa"/>
          </w:tcPr>
          <w:p w:rsidR="001D6925" w:rsidRPr="00043904" w:rsidRDefault="001D6925" w:rsidP="005660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213" w:type="dxa"/>
          </w:tcPr>
          <w:p w:rsidR="001D6925" w:rsidRPr="00043904" w:rsidRDefault="001D6925" w:rsidP="00566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D6925" w:rsidTr="00566091">
        <w:tc>
          <w:tcPr>
            <w:tcW w:w="986" w:type="dxa"/>
          </w:tcPr>
          <w:p w:rsidR="001D6925" w:rsidRDefault="001D6925" w:rsidP="00566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2.1.2.</w:t>
            </w:r>
          </w:p>
        </w:tc>
        <w:tc>
          <w:tcPr>
            <w:tcW w:w="5840" w:type="dxa"/>
          </w:tcPr>
          <w:p w:rsidR="001D6925" w:rsidRDefault="001D6925" w:rsidP="005660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2213" w:type="dxa"/>
          </w:tcPr>
          <w:p w:rsidR="001D6925" w:rsidRDefault="001D6925" w:rsidP="00566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D6925" w:rsidTr="00566091">
        <w:tc>
          <w:tcPr>
            <w:tcW w:w="986" w:type="dxa"/>
          </w:tcPr>
          <w:p w:rsidR="001D6925" w:rsidRDefault="001D6925" w:rsidP="005660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2.1.3</w:t>
            </w:r>
          </w:p>
        </w:tc>
        <w:tc>
          <w:tcPr>
            <w:tcW w:w="5840" w:type="dxa"/>
          </w:tcPr>
          <w:p w:rsidR="001D6925" w:rsidRDefault="001D6925" w:rsidP="005660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Інспектор з військового обліку</w:t>
            </w:r>
          </w:p>
        </w:tc>
        <w:tc>
          <w:tcPr>
            <w:tcW w:w="2213" w:type="dxa"/>
          </w:tcPr>
          <w:p w:rsidR="001D6925" w:rsidRDefault="001D6925" w:rsidP="00566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D6925" w:rsidTr="00566091">
        <w:tc>
          <w:tcPr>
            <w:tcW w:w="986" w:type="dxa"/>
          </w:tcPr>
          <w:p w:rsidR="001D6925" w:rsidRDefault="001D6925" w:rsidP="00566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2.1.4.</w:t>
            </w:r>
          </w:p>
        </w:tc>
        <w:tc>
          <w:tcPr>
            <w:tcW w:w="5840" w:type="dxa"/>
          </w:tcPr>
          <w:p w:rsidR="001D6925" w:rsidRDefault="001D6925" w:rsidP="005660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комп’ютерного набору</w:t>
            </w:r>
          </w:p>
        </w:tc>
        <w:tc>
          <w:tcPr>
            <w:tcW w:w="2213" w:type="dxa"/>
          </w:tcPr>
          <w:p w:rsidR="001D6925" w:rsidRDefault="001D6925" w:rsidP="00566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D6925" w:rsidTr="00566091">
        <w:tc>
          <w:tcPr>
            <w:tcW w:w="986" w:type="dxa"/>
          </w:tcPr>
          <w:p w:rsidR="001D6925" w:rsidRPr="009F70A1" w:rsidRDefault="001D6925" w:rsidP="00566091">
            <w:pPr>
              <w:jc w:val="center"/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2.2.</w:t>
            </w:r>
          </w:p>
        </w:tc>
        <w:tc>
          <w:tcPr>
            <w:tcW w:w="5840" w:type="dxa"/>
          </w:tcPr>
          <w:p w:rsidR="001D6925" w:rsidRPr="009F70A1" w:rsidRDefault="001D6925" w:rsidP="00566091">
            <w:pPr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Загальний відділ</w:t>
            </w:r>
          </w:p>
        </w:tc>
        <w:tc>
          <w:tcPr>
            <w:tcW w:w="2213" w:type="dxa"/>
          </w:tcPr>
          <w:p w:rsidR="001D6925" w:rsidRPr="009F70A1" w:rsidRDefault="001D6925" w:rsidP="00566091">
            <w:pPr>
              <w:jc w:val="center"/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5</w:t>
            </w:r>
          </w:p>
        </w:tc>
      </w:tr>
      <w:tr w:rsidR="001D6925" w:rsidTr="00566091">
        <w:tc>
          <w:tcPr>
            <w:tcW w:w="986" w:type="dxa"/>
          </w:tcPr>
          <w:p w:rsidR="001D6925" w:rsidRPr="009A3276" w:rsidRDefault="001D6925" w:rsidP="00566091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2.2.1.</w:t>
            </w:r>
          </w:p>
        </w:tc>
        <w:tc>
          <w:tcPr>
            <w:tcW w:w="5840" w:type="dxa"/>
          </w:tcPr>
          <w:p w:rsidR="001D6925" w:rsidRPr="009A3276" w:rsidRDefault="001D6925" w:rsidP="00566091">
            <w:pPr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213" w:type="dxa"/>
          </w:tcPr>
          <w:p w:rsidR="001D6925" w:rsidRPr="009A3276" w:rsidRDefault="001D6925" w:rsidP="00566091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1</w:t>
            </w:r>
          </w:p>
        </w:tc>
      </w:tr>
      <w:tr w:rsidR="001D6925" w:rsidTr="00566091">
        <w:tc>
          <w:tcPr>
            <w:tcW w:w="986" w:type="dxa"/>
          </w:tcPr>
          <w:p w:rsidR="001D6925" w:rsidRPr="009A3276" w:rsidRDefault="001D6925" w:rsidP="00566091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2.2.2.</w:t>
            </w:r>
          </w:p>
        </w:tc>
        <w:tc>
          <w:tcPr>
            <w:tcW w:w="5840" w:type="dxa"/>
          </w:tcPr>
          <w:p w:rsidR="001D6925" w:rsidRPr="00CA6382" w:rsidRDefault="001D6925" w:rsidP="00566091">
            <w:pPr>
              <w:rPr>
                <w:sz w:val="28"/>
                <w:szCs w:val="28"/>
              </w:rPr>
            </w:pPr>
            <w:r w:rsidRPr="00836381">
              <w:rPr>
                <w:sz w:val="28"/>
                <w:szCs w:val="28"/>
              </w:rPr>
              <w:t>Головний</w:t>
            </w:r>
            <w:r w:rsidRPr="00CA6382">
              <w:rPr>
                <w:sz w:val="28"/>
                <w:szCs w:val="28"/>
              </w:rPr>
              <w:t>спеціаліст</w:t>
            </w:r>
          </w:p>
        </w:tc>
        <w:tc>
          <w:tcPr>
            <w:tcW w:w="2213" w:type="dxa"/>
          </w:tcPr>
          <w:p w:rsidR="001D6925" w:rsidRPr="00CA6382" w:rsidRDefault="001D6925" w:rsidP="00566091">
            <w:pPr>
              <w:jc w:val="center"/>
              <w:rPr>
                <w:sz w:val="28"/>
                <w:szCs w:val="28"/>
              </w:rPr>
            </w:pPr>
            <w:r w:rsidRPr="00CA6382">
              <w:rPr>
                <w:sz w:val="28"/>
                <w:szCs w:val="28"/>
              </w:rPr>
              <w:t>1</w:t>
            </w:r>
          </w:p>
        </w:tc>
      </w:tr>
      <w:tr w:rsidR="001D6925" w:rsidTr="00566091">
        <w:tc>
          <w:tcPr>
            <w:tcW w:w="986" w:type="dxa"/>
          </w:tcPr>
          <w:p w:rsidR="001D6925" w:rsidRPr="009A3276" w:rsidRDefault="001D6925" w:rsidP="00566091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2.2.3.</w:t>
            </w:r>
          </w:p>
        </w:tc>
        <w:tc>
          <w:tcPr>
            <w:tcW w:w="5840" w:type="dxa"/>
          </w:tcPr>
          <w:p w:rsidR="001D6925" w:rsidRPr="009A3276" w:rsidRDefault="001D6925" w:rsidP="005660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Провідний спеціаліст</w:t>
            </w:r>
          </w:p>
        </w:tc>
        <w:tc>
          <w:tcPr>
            <w:tcW w:w="2213" w:type="dxa"/>
          </w:tcPr>
          <w:p w:rsidR="001D6925" w:rsidRPr="009A3276" w:rsidRDefault="001D6925" w:rsidP="00566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D6925" w:rsidTr="00566091">
        <w:tc>
          <w:tcPr>
            <w:tcW w:w="986" w:type="dxa"/>
          </w:tcPr>
          <w:p w:rsidR="001D6925" w:rsidRDefault="001D6925" w:rsidP="00566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2.2.4.</w:t>
            </w:r>
          </w:p>
        </w:tc>
        <w:tc>
          <w:tcPr>
            <w:tcW w:w="5840" w:type="dxa"/>
          </w:tcPr>
          <w:p w:rsidR="001D6925" w:rsidRDefault="001D6925" w:rsidP="005660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комп’ютерного набору</w:t>
            </w:r>
          </w:p>
        </w:tc>
        <w:tc>
          <w:tcPr>
            <w:tcW w:w="2213" w:type="dxa"/>
          </w:tcPr>
          <w:p w:rsidR="001D6925" w:rsidRDefault="001D6925" w:rsidP="00566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D6925" w:rsidTr="00566091">
        <w:tc>
          <w:tcPr>
            <w:tcW w:w="986" w:type="dxa"/>
          </w:tcPr>
          <w:p w:rsidR="001D6925" w:rsidRPr="009F70A1" w:rsidRDefault="001D6925" w:rsidP="0056609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  <w:r w:rsidRPr="009F70A1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840" w:type="dxa"/>
          </w:tcPr>
          <w:p w:rsidR="001D6925" w:rsidRPr="009F70A1" w:rsidRDefault="001D6925" w:rsidP="00566091">
            <w:pPr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Юридичний відділ</w:t>
            </w:r>
          </w:p>
        </w:tc>
        <w:tc>
          <w:tcPr>
            <w:tcW w:w="2213" w:type="dxa"/>
          </w:tcPr>
          <w:p w:rsidR="001D6925" w:rsidRPr="009F70A1" w:rsidRDefault="001D6925" w:rsidP="00566091">
            <w:pPr>
              <w:jc w:val="center"/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3</w:t>
            </w:r>
          </w:p>
        </w:tc>
      </w:tr>
      <w:tr w:rsidR="001D6925" w:rsidTr="00566091">
        <w:tc>
          <w:tcPr>
            <w:tcW w:w="986" w:type="dxa"/>
          </w:tcPr>
          <w:p w:rsidR="001D6925" w:rsidRPr="009A3276" w:rsidRDefault="001D6925" w:rsidP="00566091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2.3.1.</w:t>
            </w:r>
          </w:p>
        </w:tc>
        <w:tc>
          <w:tcPr>
            <w:tcW w:w="5840" w:type="dxa"/>
          </w:tcPr>
          <w:p w:rsidR="001D6925" w:rsidRPr="009A3276" w:rsidRDefault="001D6925" w:rsidP="00566091">
            <w:pPr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213" w:type="dxa"/>
          </w:tcPr>
          <w:p w:rsidR="001D6925" w:rsidRPr="009A3276" w:rsidRDefault="001D6925" w:rsidP="00566091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1</w:t>
            </w:r>
          </w:p>
        </w:tc>
      </w:tr>
      <w:tr w:rsidR="001D6925" w:rsidTr="00566091">
        <w:tc>
          <w:tcPr>
            <w:tcW w:w="986" w:type="dxa"/>
          </w:tcPr>
          <w:p w:rsidR="001D6925" w:rsidRPr="009A3276" w:rsidRDefault="001D6925" w:rsidP="00566091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2.3.2.</w:t>
            </w:r>
          </w:p>
        </w:tc>
        <w:tc>
          <w:tcPr>
            <w:tcW w:w="5840" w:type="dxa"/>
          </w:tcPr>
          <w:p w:rsidR="001D6925" w:rsidRDefault="001D6925" w:rsidP="00566091">
            <w:pPr>
              <w:rPr>
                <w:sz w:val="28"/>
                <w:szCs w:val="28"/>
              </w:rPr>
            </w:pPr>
            <w:r w:rsidRPr="00836381">
              <w:rPr>
                <w:sz w:val="28"/>
                <w:szCs w:val="28"/>
              </w:rPr>
              <w:t xml:space="preserve">Головний </w:t>
            </w:r>
            <w:r>
              <w:rPr>
                <w:sz w:val="28"/>
                <w:szCs w:val="28"/>
              </w:rPr>
              <w:t>спеціаліст</w:t>
            </w:r>
          </w:p>
        </w:tc>
        <w:tc>
          <w:tcPr>
            <w:tcW w:w="2213" w:type="dxa"/>
          </w:tcPr>
          <w:p w:rsidR="001D6925" w:rsidRDefault="001D6925" w:rsidP="00566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D6925" w:rsidTr="00566091">
        <w:tc>
          <w:tcPr>
            <w:tcW w:w="986" w:type="dxa"/>
          </w:tcPr>
          <w:p w:rsidR="001D6925" w:rsidRPr="009A3276" w:rsidRDefault="001D6925" w:rsidP="00566091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2.3.3.</w:t>
            </w:r>
          </w:p>
        </w:tc>
        <w:tc>
          <w:tcPr>
            <w:tcW w:w="5840" w:type="dxa"/>
          </w:tcPr>
          <w:p w:rsidR="001D6925" w:rsidRPr="009A3276" w:rsidRDefault="001D6925" w:rsidP="005660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Провідний с</w:t>
            </w:r>
            <w:r w:rsidRPr="009A3276">
              <w:rPr>
                <w:sz w:val="28"/>
                <w:szCs w:val="28"/>
              </w:rPr>
              <w:t xml:space="preserve">пеціаліст </w:t>
            </w:r>
          </w:p>
        </w:tc>
        <w:tc>
          <w:tcPr>
            <w:tcW w:w="2213" w:type="dxa"/>
          </w:tcPr>
          <w:p w:rsidR="001D6925" w:rsidRPr="009A3276" w:rsidRDefault="001D6925" w:rsidP="00566091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1</w:t>
            </w:r>
          </w:p>
        </w:tc>
      </w:tr>
      <w:tr w:rsidR="001D6925" w:rsidTr="00566091">
        <w:tc>
          <w:tcPr>
            <w:tcW w:w="986" w:type="dxa"/>
          </w:tcPr>
          <w:p w:rsidR="001D6925" w:rsidRPr="009F70A1" w:rsidRDefault="001D6925" w:rsidP="0056609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  <w:r w:rsidRPr="009F70A1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5840" w:type="dxa"/>
          </w:tcPr>
          <w:p w:rsidR="001D6925" w:rsidRPr="009F70A1" w:rsidRDefault="001D6925" w:rsidP="00566091">
            <w:pPr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Відділ земельних відносин</w:t>
            </w:r>
          </w:p>
        </w:tc>
        <w:tc>
          <w:tcPr>
            <w:tcW w:w="2213" w:type="dxa"/>
          </w:tcPr>
          <w:p w:rsidR="001D6925" w:rsidRPr="009F70A1" w:rsidRDefault="001D6925" w:rsidP="00566091">
            <w:pPr>
              <w:jc w:val="center"/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5</w:t>
            </w:r>
          </w:p>
        </w:tc>
      </w:tr>
      <w:tr w:rsidR="001D6925" w:rsidTr="00566091">
        <w:tc>
          <w:tcPr>
            <w:tcW w:w="986" w:type="dxa"/>
          </w:tcPr>
          <w:p w:rsidR="001D6925" w:rsidRPr="009A3276" w:rsidRDefault="001D6925" w:rsidP="00566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  <w:r w:rsidRPr="009A3276">
              <w:rPr>
                <w:sz w:val="28"/>
                <w:szCs w:val="28"/>
              </w:rPr>
              <w:t>.1.</w:t>
            </w:r>
          </w:p>
        </w:tc>
        <w:tc>
          <w:tcPr>
            <w:tcW w:w="5840" w:type="dxa"/>
          </w:tcPr>
          <w:p w:rsidR="001D6925" w:rsidRPr="009A3276" w:rsidRDefault="001D6925" w:rsidP="00566091">
            <w:pPr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213" w:type="dxa"/>
          </w:tcPr>
          <w:p w:rsidR="001D6925" w:rsidRPr="009A3276" w:rsidRDefault="001D6925" w:rsidP="00566091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1</w:t>
            </w:r>
          </w:p>
        </w:tc>
      </w:tr>
      <w:tr w:rsidR="001D6925" w:rsidTr="00566091">
        <w:tc>
          <w:tcPr>
            <w:tcW w:w="986" w:type="dxa"/>
          </w:tcPr>
          <w:p w:rsidR="001D6925" w:rsidRPr="009A3276" w:rsidRDefault="001D6925" w:rsidP="00566091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2.4.2.</w:t>
            </w:r>
          </w:p>
        </w:tc>
        <w:tc>
          <w:tcPr>
            <w:tcW w:w="5840" w:type="dxa"/>
          </w:tcPr>
          <w:p w:rsidR="001D6925" w:rsidRPr="009A3276" w:rsidRDefault="001D6925" w:rsidP="00566091">
            <w:pPr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Спеціаліст-землевпорядник</w:t>
            </w:r>
          </w:p>
        </w:tc>
        <w:tc>
          <w:tcPr>
            <w:tcW w:w="2213" w:type="dxa"/>
          </w:tcPr>
          <w:p w:rsidR="001D6925" w:rsidRPr="009A3276" w:rsidRDefault="001D6925" w:rsidP="00566091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2</w:t>
            </w:r>
          </w:p>
        </w:tc>
      </w:tr>
      <w:tr w:rsidR="001D6925" w:rsidTr="00566091">
        <w:tc>
          <w:tcPr>
            <w:tcW w:w="986" w:type="dxa"/>
          </w:tcPr>
          <w:p w:rsidR="001D6925" w:rsidRPr="009A3276" w:rsidRDefault="001D6925" w:rsidP="00566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  <w:r w:rsidRPr="009A3276">
              <w:rPr>
                <w:sz w:val="28"/>
                <w:szCs w:val="28"/>
              </w:rPr>
              <w:t>.3.</w:t>
            </w:r>
          </w:p>
        </w:tc>
        <w:tc>
          <w:tcPr>
            <w:tcW w:w="5840" w:type="dxa"/>
          </w:tcPr>
          <w:p w:rsidR="001D6925" w:rsidRPr="009A3276" w:rsidRDefault="001D6925" w:rsidP="005660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</w:t>
            </w:r>
            <w:r w:rsidRPr="009A3276">
              <w:rPr>
                <w:sz w:val="28"/>
                <w:szCs w:val="28"/>
              </w:rPr>
              <w:t xml:space="preserve">пеціаліст </w:t>
            </w:r>
          </w:p>
        </w:tc>
        <w:tc>
          <w:tcPr>
            <w:tcW w:w="2213" w:type="dxa"/>
          </w:tcPr>
          <w:p w:rsidR="001D6925" w:rsidRPr="009A3276" w:rsidRDefault="001D6925" w:rsidP="00566091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1</w:t>
            </w:r>
          </w:p>
        </w:tc>
      </w:tr>
      <w:tr w:rsidR="001D6925" w:rsidTr="00566091">
        <w:tc>
          <w:tcPr>
            <w:tcW w:w="986" w:type="dxa"/>
          </w:tcPr>
          <w:p w:rsidR="001D6925" w:rsidRDefault="001D6925" w:rsidP="00566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2.4.4.</w:t>
            </w:r>
          </w:p>
        </w:tc>
        <w:tc>
          <w:tcPr>
            <w:tcW w:w="5840" w:type="dxa"/>
          </w:tcPr>
          <w:p w:rsidR="001D6925" w:rsidRDefault="001D6925" w:rsidP="005660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комп’ютерного набору</w:t>
            </w:r>
          </w:p>
        </w:tc>
        <w:tc>
          <w:tcPr>
            <w:tcW w:w="2213" w:type="dxa"/>
          </w:tcPr>
          <w:p w:rsidR="001D6925" w:rsidRDefault="001D6925" w:rsidP="00566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D6925" w:rsidTr="00566091">
        <w:tc>
          <w:tcPr>
            <w:tcW w:w="986" w:type="dxa"/>
          </w:tcPr>
          <w:p w:rsidR="001D6925" w:rsidRPr="009F70A1" w:rsidRDefault="001D6925" w:rsidP="0056609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2.5</w:t>
            </w:r>
            <w:r w:rsidRPr="009F70A1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840" w:type="dxa"/>
          </w:tcPr>
          <w:p w:rsidR="001D6925" w:rsidRPr="009F70A1" w:rsidRDefault="001D6925" w:rsidP="00566091">
            <w:pPr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Відділ економічного розвитку, торгівлі та інвестицій</w:t>
            </w:r>
          </w:p>
        </w:tc>
        <w:tc>
          <w:tcPr>
            <w:tcW w:w="2213" w:type="dxa"/>
          </w:tcPr>
          <w:p w:rsidR="001D6925" w:rsidRPr="009F70A1" w:rsidRDefault="001D6925" w:rsidP="00566091">
            <w:pPr>
              <w:jc w:val="center"/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3</w:t>
            </w:r>
          </w:p>
        </w:tc>
      </w:tr>
      <w:tr w:rsidR="001D6925" w:rsidTr="00566091">
        <w:tc>
          <w:tcPr>
            <w:tcW w:w="986" w:type="dxa"/>
          </w:tcPr>
          <w:p w:rsidR="001D6925" w:rsidRPr="009A3276" w:rsidRDefault="001D6925" w:rsidP="00566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  <w:r w:rsidRPr="009A3276">
              <w:rPr>
                <w:sz w:val="28"/>
                <w:szCs w:val="28"/>
              </w:rPr>
              <w:t>.1.</w:t>
            </w:r>
          </w:p>
        </w:tc>
        <w:tc>
          <w:tcPr>
            <w:tcW w:w="5840" w:type="dxa"/>
          </w:tcPr>
          <w:p w:rsidR="001D6925" w:rsidRPr="009A3276" w:rsidRDefault="001D6925" w:rsidP="00566091">
            <w:pPr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213" w:type="dxa"/>
          </w:tcPr>
          <w:p w:rsidR="001D6925" w:rsidRPr="009A3276" w:rsidRDefault="001D6925" w:rsidP="00566091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1</w:t>
            </w:r>
          </w:p>
        </w:tc>
      </w:tr>
      <w:tr w:rsidR="001D6925" w:rsidTr="00566091">
        <w:tc>
          <w:tcPr>
            <w:tcW w:w="986" w:type="dxa"/>
          </w:tcPr>
          <w:p w:rsidR="001D6925" w:rsidRPr="009A3276" w:rsidRDefault="001D6925" w:rsidP="00566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  <w:r w:rsidRPr="009A3276">
              <w:rPr>
                <w:sz w:val="28"/>
                <w:szCs w:val="28"/>
              </w:rPr>
              <w:t>.2.</w:t>
            </w:r>
          </w:p>
        </w:tc>
        <w:tc>
          <w:tcPr>
            <w:tcW w:w="5840" w:type="dxa"/>
          </w:tcPr>
          <w:p w:rsidR="001D6925" w:rsidRDefault="001D6925" w:rsidP="005660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Провідний спеціаліст</w:t>
            </w:r>
          </w:p>
        </w:tc>
        <w:tc>
          <w:tcPr>
            <w:tcW w:w="2213" w:type="dxa"/>
          </w:tcPr>
          <w:p w:rsidR="001D6925" w:rsidRDefault="001D6925" w:rsidP="00566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D6925" w:rsidTr="00566091">
        <w:tc>
          <w:tcPr>
            <w:tcW w:w="986" w:type="dxa"/>
          </w:tcPr>
          <w:p w:rsidR="001D6925" w:rsidRPr="009A3276" w:rsidRDefault="001D6925" w:rsidP="00566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  <w:r w:rsidRPr="009A3276">
              <w:rPr>
                <w:sz w:val="28"/>
                <w:szCs w:val="28"/>
              </w:rPr>
              <w:t>.3.</w:t>
            </w:r>
          </w:p>
        </w:tc>
        <w:tc>
          <w:tcPr>
            <w:tcW w:w="5840" w:type="dxa"/>
          </w:tcPr>
          <w:p w:rsidR="001D6925" w:rsidRPr="009A3276" w:rsidRDefault="001D6925" w:rsidP="005660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комп’ютерного набору</w:t>
            </w:r>
          </w:p>
        </w:tc>
        <w:tc>
          <w:tcPr>
            <w:tcW w:w="2213" w:type="dxa"/>
          </w:tcPr>
          <w:p w:rsidR="001D6925" w:rsidRPr="009A3276" w:rsidRDefault="001D6925" w:rsidP="00566091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1</w:t>
            </w:r>
          </w:p>
        </w:tc>
      </w:tr>
      <w:tr w:rsidR="001D6925" w:rsidTr="00566091">
        <w:tc>
          <w:tcPr>
            <w:tcW w:w="986" w:type="dxa"/>
          </w:tcPr>
          <w:p w:rsidR="001D6925" w:rsidRPr="009F70A1" w:rsidRDefault="001D6925" w:rsidP="0056609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2.6.</w:t>
            </w:r>
          </w:p>
        </w:tc>
        <w:tc>
          <w:tcPr>
            <w:tcW w:w="5840" w:type="dxa"/>
          </w:tcPr>
          <w:p w:rsidR="001D6925" w:rsidRPr="009F70A1" w:rsidRDefault="001D6925" w:rsidP="00566091">
            <w:pPr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Відділ фінансово-господарського забезпечення</w:t>
            </w:r>
          </w:p>
        </w:tc>
        <w:tc>
          <w:tcPr>
            <w:tcW w:w="2213" w:type="dxa"/>
          </w:tcPr>
          <w:p w:rsidR="001D6925" w:rsidRPr="009F70A1" w:rsidRDefault="001D6925" w:rsidP="0056609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</w:tr>
      <w:tr w:rsidR="001D6925" w:rsidTr="00566091">
        <w:tc>
          <w:tcPr>
            <w:tcW w:w="986" w:type="dxa"/>
          </w:tcPr>
          <w:p w:rsidR="001D6925" w:rsidRPr="009A3276" w:rsidRDefault="001D6925" w:rsidP="00566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  <w:r w:rsidRPr="009A3276">
              <w:rPr>
                <w:sz w:val="28"/>
                <w:szCs w:val="28"/>
              </w:rPr>
              <w:t>.1.</w:t>
            </w:r>
          </w:p>
        </w:tc>
        <w:tc>
          <w:tcPr>
            <w:tcW w:w="5840" w:type="dxa"/>
          </w:tcPr>
          <w:p w:rsidR="001D6925" w:rsidRPr="009A3276" w:rsidRDefault="001D6925" w:rsidP="00566091">
            <w:pPr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213" w:type="dxa"/>
          </w:tcPr>
          <w:p w:rsidR="001D6925" w:rsidRPr="009A3276" w:rsidRDefault="001D6925" w:rsidP="00566091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1</w:t>
            </w:r>
          </w:p>
        </w:tc>
      </w:tr>
      <w:tr w:rsidR="001D6925" w:rsidTr="00566091">
        <w:tc>
          <w:tcPr>
            <w:tcW w:w="986" w:type="dxa"/>
          </w:tcPr>
          <w:p w:rsidR="001D6925" w:rsidRPr="009A3276" w:rsidRDefault="001D6925" w:rsidP="00566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  <w:r w:rsidRPr="009A3276">
              <w:rPr>
                <w:sz w:val="28"/>
                <w:szCs w:val="28"/>
              </w:rPr>
              <w:t>.2.</w:t>
            </w:r>
          </w:p>
        </w:tc>
        <w:tc>
          <w:tcPr>
            <w:tcW w:w="5840" w:type="dxa"/>
          </w:tcPr>
          <w:p w:rsidR="001D6925" w:rsidRDefault="001D6925" w:rsidP="00566091">
            <w:pPr>
              <w:rPr>
                <w:sz w:val="28"/>
                <w:szCs w:val="28"/>
              </w:rPr>
            </w:pPr>
            <w:r w:rsidRPr="00836381">
              <w:rPr>
                <w:sz w:val="28"/>
                <w:szCs w:val="28"/>
              </w:rPr>
              <w:t>Головний</w:t>
            </w:r>
            <w:r>
              <w:rPr>
                <w:sz w:val="28"/>
                <w:szCs w:val="28"/>
              </w:rPr>
              <w:t xml:space="preserve"> спеціаліст</w:t>
            </w:r>
          </w:p>
        </w:tc>
        <w:tc>
          <w:tcPr>
            <w:tcW w:w="2213" w:type="dxa"/>
          </w:tcPr>
          <w:p w:rsidR="001D6925" w:rsidRDefault="001D6925" w:rsidP="00566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D6925" w:rsidTr="00566091">
        <w:tc>
          <w:tcPr>
            <w:tcW w:w="986" w:type="dxa"/>
          </w:tcPr>
          <w:p w:rsidR="001D6925" w:rsidRPr="009A3276" w:rsidRDefault="001D6925" w:rsidP="00566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  <w:r w:rsidRPr="009A3276">
              <w:rPr>
                <w:sz w:val="28"/>
                <w:szCs w:val="28"/>
              </w:rPr>
              <w:t>.3.</w:t>
            </w:r>
          </w:p>
        </w:tc>
        <w:tc>
          <w:tcPr>
            <w:tcW w:w="5840" w:type="dxa"/>
          </w:tcPr>
          <w:p w:rsidR="001D6925" w:rsidRPr="009A3276" w:rsidRDefault="001D6925" w:rsidP="005660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Провідний с</w:t>
            </w:r>
            <w:r w:rsidRPr="009A3276">
              <w:rPr>
                <w:sz w:val="28"/>
                <w:szCs w:val="28"/>
              </w:rPr>
              <w:t xml:space="preserve">пеціаліст </w:t>
            </w:r>
          </w:p>
        </w:tc>
        <w:tc>
          <w:tcPr>
            <w:tcW w:w="2213" w:type="dxa"/>
          </w:tcPr>
          <w:p w:rsidR="001D6925" w:rsidRPr="009A3276" w:rsidRDefault="001D6925" w:rsidP="00566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D6925" w:rsidTr="00566091">
        <w:tc>
          <w:tcPr>
            <w:tcW w:w="986" w:type="dxa"/>
          </w:tcPr>
          <w:p w:rsidR="001D6925" w:rsidRDefault="001D6925" w:rsidP="00566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2.6.4</w:t>
            </w:r>
          </w:p>
        </w:tc>
        <w:tc>
          <w:tcPr>
            <w:tcW w:w="5840" w:type="dxa"/>
          </w:tcPr>
          <w:p w:rsidR="001D6925" w:rsidRDefault="001D6925" w:rsidP="005660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Спеціаліст І категорії</w:t>
            </w:r>
          </w:p>
        </w:tc>
        <w:tc>
          <w:tcPr>
            <w:tcW w:w="2213" w:type="dxa"/>
          </w:tcPr>
          <w:p w:rsidR="001D6925" w:rsidRDefault="001D6925" w:rsidP="00566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D6925" w:rsidTr="00566091">
        <w:tc>
          <w:tcPr>
            <w:tcW w:w="986" w:type="dxa"/>
          </w:tcPr>
          <w:p w:rsidR="001D6925" w:rsidRPr="009F70A1" w:rsidRDefault="001D6925" w:rsidP="0056609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  <w:r w:rsidRPr="009A327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5</w:t>
            </w:r>
            <w:r w:rsidRPr="009A3276">
              <w:rPr>
                <w:sz w:val="28"/>
                <w:szCs w:val="28"/>
              </w:rPr>
              <w:t>.</w:t>
            </w:r>
          </w:p>
        </w:tc>
        <w:tc>
          <w:tcPr>
            <w:tcW w:w="5840" w:type="dxa"/>
          </w:tcPr>
          <w:p w:rsidR="001D6925" w:rsidRPr="009F70A1" w:rsidRDefault="001D6925" w:rsidP="00566091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комп’ютерного набору</w:t>
            </w:r>
          </w:p>
        </w:tc>
        <w:tc>
          <w:tcPr>
            <w:tcW w:w="2213" w:type="dxa"/>
          </w:tcPr>
          <w:p w:rsidR="001D6925" w:rsidRPr="009F70A1" w:rsidRDefault="001D6925" w:rsidP="00566091">
            <w:pPr>
              <w:jc w:val="center"/>
              <w:rPr>
                <w:b/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1</w:t>
            </w:r>
          </w:p>
        </w:tc>
      </w:tr>
      <w:tr w:rsidR="001D6925" w:rsidTr="00566091">
        <w:tc>
          <w:tcPr>
            <w:tcW w:w="986" w:type="dxa"/>
          </w:tcPr>
          <w:p w:rsidR="001D6925" w:rsidRPr="009A3276" w:rsidRDefault="001D6925" w:rsidP="00566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  <w:r w:rsidRPr="009A327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6</w:t>
            </w:r>
            <w:r w:rsidRPr="009A3276">
              <w:rPr>
                <w:sz w:val="28"/>
                <w:szCs w:val="28"/>
              </w:rPr>
              <w:t>.</w:t>
            </w:r>
          </w:p>
        </w:tc>
        <w:tc>
          <w:tcPr>
            <w:tcW w:w="5840" w:type="dxa"/>
          </w:tcPr>
          <w:p w:rsidR="001D6925" w:rsidRPr="009A3276" w:rsidRDefault="001D6925" w:rsidP="00566091">
            <w:pPr>
              <w:rPr>
                <w:sz w:val="28"/>
                <w:szCs w:val="28"/>
              </w:rPr>
            </w:pPr>
            <w:r w:rsidRPr="00F10C21">
              <w:rPr>
                <w:sz w:val="28"/>
                <w:szCs w:val="28"/>
              </w:rPr>
              <w:t>Завгосп</w:t>
            </w:r>
          </w:p>
        </w:tc>
        <w:tc>
          <w:tcPr>
            <w:tcW w:w="2213" w:type="dxa"/>
          </w:tcPr>
          <w:p w:rsidR="001D6925" w:rsidRPr="009A3276" w:rsidRDefault="001D6925" w:rsidP="00566091">
            <w:pPr>
              <w:jc w:val="center"/>
              <w:rPr>
                <w:sz w:val="28"/>
                <w:szCs w:val="28"/>
              </w:rPr>
            </w:pPr>
            <w:r w:rsidRPr="00F10C21">
              <w:rPr>
                <w:sz w:val="28"/>
                <w:szCs w:val="28"/>
              </w:rPr>
              <w:t>1</w:t>
            </w:r>
          </w:p>
        </w:tc>
      </w:tr>
      <w:tr w:rsidR="001D6925" w:rsidTr="00566091">
        <w:tc>
          <w:tcPr>
            <w:tcW w:w="986" w:type="dxa"/>
          </w:tcPr>
          <w:p w:rsidR="001D6925" w:rsidRPr="009A3276" w:rsidRDefault="001D6925" w:rsidP="00566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  <w:r w:rsidRPr="009A327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7</w:t>
            </w:r>
            <w:r w:rsidRPr="009A3276">
              <w:rPr>
                <w:sz w:val="28"/>
                <w:szCs w:val="28"/>
              </w:rPr>
              <w:t>.</w:t>
            </w:r>
          </w:p>
        </w:tc>
        <w:tc>
          <w:tcPr>
            <w:tcW w:w="5840" w:type="dxa"/>
          </w:tcPr>
          <w:p w:rsidR="001D6925" w:rsidRDefault="001D6925" w:rsidP="00566091">
            <w:pPr>
              <w:rPr>
                <w:sz w:val="28"/>
                <w:szCs w:val="28"/>
              </w:rPr>
            </w:pPr>
            <w:r w:rsidRPr="00F10C21">
              <w:rPr>
                <w:sz w:val="28"/>
                <w:szCs w:val="28"/>
              </w:rPr>
              <w:t>Прибиральниця</w:t>
            </w:r>
          </w:p>
        </w:tc>
        <w:tc>
          <w:tcPr>
            <w:tcW w:w="2213" w:type="dxa"/>
          </w:tcPr>
          <w:p w:rsidR="001D6925" w:rsidRDefault="001D6925" w:rsidP="00566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F10C21">
              <w:rPr>
                <w:sz w:val="28"/>
                <w:szCs w:val="28"/>
              </w:rPr>
              <w:t>,75</w:t>
            </w:r>
          </w:p>
        </w:tc>
      </w:tr>
      <w:tr w:rsidR="001D6925" w:rsidTr="00566091">
        <w:tc>
          <w:tcPr>
            <w:tcW w:w="986" w:type="dxa"/>
          </w:tcPr>
          <w:p w:rsidR="001D6925" w:rsidRPr="009A3276" w:rsidRDefault="001D6925" w:rsidP="00566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2.6.8.</w:t>
            </w:r>
          </w:p>
        </w:tc>
        <w:tc>
          <w:tcPr>
            <w:tcW w:w="5840" w:type="dxa"/>
          </w:tcPr>
          <w:p w:rsidR="001D6925" w:rsidRPr="009A3276" w:rsidRDefault="001D6925" w:rsidP="00566091">
            <w:pPr>
              <w:rPr>
                <w:sz w:val="28"/>
                <w:szCs w:val="28"/>
              </w:rPr>
            </w:pPr>
            <w:r w:rsidRPr="00F10C21">
              <w:rPr>
                <w:sz w:val="28"/>
                <w:szCs w:val="28"/>
              </w:rPr>
              <w:t>Двірник</w:t>
            </w:r>
          </w:p>
        </w:tc>
        <w:tc>
          <w:tcPr>
            <w:tcW w:w="2213" w:type="dxa"/>
          </w:tcPr>
          <w:p w:rsidR="001D6925" w:rsidRPr="009A3276" w:rsidRDefault="001D6925" w:rsidP="00566091">
            <w:pPr>
              <w:jc w:val="center"/>
              <w:rPr>
                <w:sz w:val="28"/>
                <w:szCs w:val="28"/>
              </w:rPr>
            </w:pPr>
            <w:r w:rsidRPr="00F10C21"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</w:rPr>
              <w:t>7</w:t>
            </w:r>
            <w:r w:rsidRPr="00F10C21">
              <w:rPr>
                <w:sz w:val="28"/>
                <w:szCs w:val="28"/>
              </w:rPr>
              <w:t>5</w:t>
            </w:r>
          </w:p>
        </w:tc>
      </w:tr>
      <w:tr w:rsidR="001D6925" w:rsidTr="00566091">
        <w:tc>
          <w:tcPr>
            <w:tcW w:w="986" w:type="dxa"/>
          </w:tcPr>
          <w:p w:rsidR="001D6925" w:rsidRPr="009A3276" w:rsidRDefault="001D6925" w:rsidP="00566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2.6.9.</w:t>
            </w:r>
          </w:p>
        </w:tc>
        <w:tc>
          <w:tcPr>
            <w:tcW w:w="5840" w:type="dxa"/>
          </w:tcPr>
          <w:p w:rsidR="001D6925" w:rsidRPr="009A3276" w:rsidRDefault="001D6925" w:rsidP="00566091">
            <w:pPr>
              <w:rPr>
                <w:sz w:val="28"/>
                <w:szCs w:val="28"/>
              </w:rPr>
            </w:pPr>
            <w:r w:rsidRPr="00F10C21">
              <w:rPr>
                <w:sz w:val="28"/>
                <w:szCs w:val="28"/>
              </w:rPr>
              <w:t>Оператор газової котельні</w:t>
            </w:r>
          </w:p>
        </w:tc>
        <w:tc>
          <w:tcPr>
            <w:tcW w:w="2213" w:type="dxa"/>
          </w:tcPr>
          <w:p w:rsidR="001D6925" w:rsidRPr="009A3276" w:rsidRDefault="001D6925" w:rsidP="00566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</w:tr>
      <w:tr w:rsidR="001D6925" w:rsidTr="00566091">
        <w:tc>
          <w:tcPr>
            <w:tcW w:w="986" w:type="dxa"/>
          </w:tcPr>
          <w:p w:rsidR="001D6925" w:rsidRPr="009A3276" w:rsidRDefault="001D6925" w:rsidP="00566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2.6.10.</w:t>
            </w:r>
          </w:p>
        </w:tc>
        <w:tc>
          <w:tcPr>
            <w:tcW w:w="5840" w:type="dxa"/>
          </w:tcPr>
          <w:p w:rsidR="001D6925" w:rsidRPr="00F10C21" w:rsidRDefault="001D6925" w:rsidP="00566091">
            <w:pPr>
              <w:rPr>
                <w:sz w:val="28"/>
                <w:szCs w:val="28"/>
              </w:rPr>
            </w:pPr>
            <w:r w:rsidRPr="00F10C21">
              <w:rPr>
                <w:sz w:val="28"/>
                <w:szCs w:val="28"/>
              </w:rPr>
              <w:t>Водій</w:t>
            </w:r>
          </w:p>
        </w:tc>
        <w:tc>
          <w:tcPr>
            <w:tcW w:w="2213" w:type="dxa"/>
          </w:tcPr>
          <w:p w:rsidR="001D6925" w:rsidRPr="00F10C21" w:rsidRDefault="001D6925" w:rsidP="00566091">
            <w:pPr>
              <w:jc w:val="center"/>
              <w:rPr>
                <w:sz w:val="28"/>
                <w:szCs w:val="28"/>
              </w:rPr>
            </w:pPr>
            <w:r w:rsidRPr="00F10C21">
              <w:rPr>
                <w:sz w:val="28"/>
                <w:szCs w:val="28"/>
              </w:rPr>
              <w:t>1</w:t>
            </w:r>
          </w:p>
        </w:tc>
      </w:tr>
      <w:tr w:rsidR="001D6925" w:rsidTr="00566091">
        <w:tc>
          <w:tcPr>
            <w:tcW w:w="986" w:type="dxa"/>
          </w:tcPr>
          <w:p w:rsidR="001D6925" w:rsidRPr="009A3276" w:rsidRDefault="001D6925" w:rsidP="00566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2.6.11.</w:t>
            </w:r>
          </w:p>
        </w:tc>
        <w:tc>
          <w:tcPr>
            <w:tcW w:w="5840" w:type="dxa"/>
          </w:tcPr>
          <w:p w:rsidR="001D6925" w:rsidRPr="00F10C21" w:rsidRDefault="001D6925" w:rsidP="00566091">
            <w:pPr>
              <w:rPr>
                <w:sz w:val="28"/>
                <w:szCs w:val="28"/>
              </w:rPr>
            </w:pPr>
            <w:r w:rsidRPr="00F10C21">
              <w:rPr>
                <w:sz w:val="28"/>
                <w:szCs w:val="28"/>
              </w:rPr>
              <w:t>Робітник по обслуговуванню адмінбудівлі</w:t>
            </w:r>
          </w:p>
        </w:tc>
        <w:tc>
          <w:tcPr>
            <w:tcW w:w="2213" w:type="dxa"/>
          </w:tcPr>
          <w:p w:rsidR="001D6925" w:rsidRPr="00F10C21" w:rsidRDefault="001D6925" w:rsidP="00566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D6925" w:rsidTr="00566091">
        <w:tc>
          <w:tcPr>
            <w:tcW w:w="986" w:type="dxa"/>
          </w:tcPr>
          <w:p w:rsidR="001D6925" w:rsidRPr="009A3276" w:rsidRDefault="001D6925" w:rsidP="005660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40" w:type="dxa"/>
          </w:tcPr>
          <w:p w:rsidR="001D6925" w:rsidRPr="00F10C21" w:rsidRDefault="001D6925" w:rsidP="00566091">
            <w:pPr>
              <w:rPr>
                <w:sz w:val="28"/>
                <w:szCs w:val="28"/>
              </w:rPr>
            </w:pPr>
            <w:r w:rsidRPr="00043904">
              <w:rPr>
                <w:b/>
                <w:sz w:val="28"/>
                <w:szCs w:val="28"/>
              </w:rPr>
              <w:t>В С Ь О Г О</w:t>
            </w:r>
          </w:p>
        </w:tc>
        <w:tc>
          <w:tcPr>
            <w:tcW w:w="2213" w:type="dxa"/>
          </w:tcPr>
          <w:p w:rsidR="001D6925" w:rsidRPr="00F10C21" w:rsidRDefault="001D6925" w:rsidP="00566091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</w:t>
            </w:r>
          </w:p>
        </w:tc>
      </w:tr>
    </w:tbl>
    <w:p w:rsidR="001D6925" w:rsidRDefault="001D6925" w:rsidP="00E076FA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1D6925" w:rsidRDefault="001D6925" w:rsidP="00E076FA">
      <w:pPr>
        <w:jc w:val="center"/>
        <w:rPr>
          <w:sz w:val="28"/>
          <w:szCs w:val="28"/>
        </w:rPr>
      </w:pPr>
    </w:p>
    <w:p w:rsidR="001D6925" w:rsidRDefault="001D6925" w:rsidP="00566091">
      <w:pPr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Керуюча справами (секретар) виконкому </w:t>
      </w:r>
    </w:p>
    <w:p w:rsidR="001D6925" w:rsidRDefault="001D6925" w:rsidP="00566091">
      <w:pPr>
        <w:ind w:left="-426"/>
        <w:rPr>
          <w:sz w:val="28"/>
          <w:szCs w:val="28"/>
        </w:rPr>
      </w:pPr>
      <w:r>
        <w:rPr>
          <w:sz w:val="28"/>
          <w:szCs w:val="28"/>
        </w:rPr>
        <w:t>Тячівської міської ради                                                                      О.В.Решетар</w:t>
      </w:r>
    </w:p>
    <w:p w:rsidR="001D6925" w:rsidRDefault="001D6925" w:rsidP="00E076FA">
      <w:pPr>
        <w:jc w:val="center"/>
        <w:rPr>
          <w:sz w:val="28"/>
          <w:szCs w:val="28"/>
        </w:rPr>
      </w:pPr>
    </w:p>
    <w:p w:rsidR="001D6925" w:rsidRDefault="001D6925" w:rsidP="00E076FA">
      <w:pPr>
        <w:jc w:val="center"/>
        <w:rPr>
          <w:sz w:val="28"/>
          <w:szCs w:val="28"/>
        </w:rPr>
      </w:pPr>
    </w:p>
    <w:p w:rsidR="001D6925" w:rsidRDefault="001D6925" w:rsidP="00E076FA">
      <w:pPr>
        <w:jc w:val="center"/>
        <w:rPr>
          <w:sz w:val="28"/>
          <w:szCs w:val="28"/>
        </w:rPr>
      </w:pPr>
    </w:p>
    <w:p w:rsidR="001D6925" w:rsidRDefault="001D6925" w:rsidP="00E076FA">
      <w:pPr>
        <w:jc w:val="center"/>
        <w:rPr>
          <w:sz w:val="28"/>
          <w:szCs w:val="28"/>
        </w:rPr>
      </w:pPr>
    </w:p>
    <w:p w:rsidR="001D6925" w:rsidRDefault="001D6925" w:rsidP="00E076FA">
      <w:pPr>
        <w:jc w:val="center"/>
        <w:rPr>
          <w:sz w:val="28"/>
          <w:szCs w:val="28"/>
        </w:rPr>
      </w:pPr>
    </w:p>
    <w:p w:rsidR="001D6925" w:rsidRDefault="001D6925" w:rsidP="00E076FA">
      <w:pPr>
        <w:jc w:val="center"/>
        <w:rPr>
          <w:sz w:val="28"/>
          <w:szCs w:val="28"/>
        </w:rPr>
      </w:pPr>
    </w:p>
    <w:p w:rsidR="001D6925" w:rsidRDefault="001D6925" w:rsidP="00E076FA">
      <w:pPr>
        <w:jc w:val="center"/>
        <w:rPr>
          <w:sz w:val="28"/>
          <w:szCs w:val="28"/>
        </w:rPr>
      </w:pPr>
    </w:p>
    <w:p w:rsidR="001D6925" w:rsidRDefault="001D6925" w:rsidP="00E076FA">
      <w:pPr>
        <w:jc w:val="center"/>
        <w:rPr>
          <w:sz w:val="28"/>
          <w:szCs w:val="28"/>
        </w:rPr>
      </w:pPr>
    </w:p>
    <w:p w:rsidR="001D6925" w:rsidRDefault="001D6925" w:rsidP="00E076FA">
      <w:pPr>
        <w:jc w:val="center"/>
        <w:rPr>
          <w:sz w:val="28"/>
          <w:szCs w:val="28"/>
        </w:rPr>
      </w:pPr>
    </w:p>
    <w:p w:rsidR="001D6925" w:rsidRDefault="001D6925" w:rsidP="00E076FA">
      <w:pPr>
        <w:jc w:val="center"/>
        <w:rPr>
          <w:sz w:val="28"/>
          <w:szCs w:val="28"/>
        </w:rPr>
      </w:pPr>
    </w:p>
    <w:p w:rsidR="001D6925" w:rsidRDefault="001D6925" w:rsidP="00E076FA">
      <w:pPr>
        <w:jc w:val="center"/>
        <w:rPr>
          <w:sz w:val="28"/>
          <w:szCs w:val="28"/>
        </w:rPr>
      </w:pPr>
    </w:p>
    <w:p w:rsidR="001D6925" w:rsidRDefault="001D6925" w:rsidP="00E076FA">
      <w:pPr>
        <w:jc w:val="center"/>
        <w:rPr>
          <w:sz w:val="28"/>
          <w:szCs w:val="28"/>
        </w:rPr>
      </w:pPr>
    </w:p>
    <w:p w:rsidR="001D6925" w:rsidRDefault="001D6925" w:rsidP="00E076FA">
      <w:pPr>
        <w:rPr>
          <w:sz w:val="28"/>
          <w:szCs w:val="28"/>
        </w:rPr>
      </w:pPr>
    </w:p>
    <w:p w:rsidR="001D6925" w:rsidRDefault="001D6925" w:rsidP="00E076FA">
      <w:pPr>
        <w:rPr>
          <w:sz w:val="28"/>
          <w:szCs w:val="28"/>
        </w:rPr>
      </w:pPr>
    </w:p>
    <w:p w:rsidR="001D6925" w:rsidRDefault="001D6925" w:rsidP="00E076FA">
      <w:pPr>
        <w:rPr>
          <w:sz w:val="28"/>
          <w:szCs w:val="28"/>
        </w:rPr>
      </w:pPr>
    </w:p>
    <w:p w:rsidR="001D6925" w:rsidRDefault="001D6925" w:rsidP="00E076FA">
      <w:pPr>
        <w:rPr>
          <w:sz w:val="28"/>
          <w:szCs w:val="28"/>
        </w:rPr>
      </w:pPr>
    </w:p>
    <w:p w:rsidR="001D6925" w:rsidRDefault="001D6925" w:rsidP="00E076FA">
      <w:pPr>
        <w:rPr>
          <w:sz w:val="28"/>
          <w:szCs w:val="28"/>
        </w:rPr>
      </w:pPr>
    </w:p>
    <w:p w:rsidR="001D6925" w:rsidRDefault="001D6925" w:rsidP="00E076FA">
      <w:pPr>
        <w:rPr>
          <w:sz w:val="28"/>
          <w:szCs w:val="28"/>
        </w:rPr>
      </w:pPr>
    </w:p>
    <w:p w:rsidR="001D6925" w:rsidRDefault="001D6925" w:rsidP="00E076FA">
      <w:pPr>
        <w:rPr>
          <w:sz w:val="28"/>
          <w:szCs w:val="28"/>
        </w:rPr>
      </w:pPr>
    </w:p>
    <w:p w:rsidR="001D6925" w:rsidRDefault="001D6925" w:rsidP="00E076FA">
      <w:pPr>
        <w:rPr>
          <w:sz w:val="28"/>
          <w:szCs w:val="28"/>
        </w:rPr>
      </w:pPr>
    </w:p>
    <w:p w:rsidR="001D6925" w:rsidRDefault="001D6925" w:rsidP="00E076FA">
      <w:pPr>
        <w:rPr>
          <w:sz w:val="28"/>
          <w:szCs w:val="28"/>
        </w:rPr>
      </w:pPr>
    </w:p>
    <w:p w:rsidR="001D6925" w:rsidRDefault="001D6925" w:rsidP="00566091">
      <w:pPr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Додаток 2</w:t>
      </w:r>
    </w:p>
    <w:p w:rsidR="001D6925" w:rsidRDefault="001D6925" w:rsidP="00480694">
      <w:pPr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            Затверджено:</w:t>
      </w:r>
    </w:p>
    <w:p w:rsidR="001D6925" w:rsidRDefault="001D6925" w:rsidP="0048069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рішення ХХХУІІІ  (позачергової) сесії  </w:t>
      </w:r>
    </w:p>
    <w:p w:rsidR="001D6925" w:rsidRDefault="001D6925" w:rsidP="0048069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сьомого  скликання Тячівської міської </w:t>
      </w:r>
    </w:p>
    <w:p w:rsidR="001D6925" w:rsidRDefault="001D6925" w:rsidP="0048069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ради від 14 травня 2020 року № 4715</w:t>
      </w:r>
    </w:p>
    <w:p w:rsidR="001D6925" w:rsidRDefault="001D6925" w:rsidP="00480694">
      <w:pPr>
        <w:jc w:val="center"/>
        <w:rPr>
          <w:sz w:val="28"/>
          <w:szCs w:val="28"/>
        </w:rPr>
      </w:pPr>
    </w:p>
    <w:p w:rsidR="001D6925" w:rsidRPr="00480694" w:rsidRDefault="001D6925" w:rsidP="00480694">
      <w:pPr>
        <w:jc w:val="center"/>
        <w:rPr>
          <w:b/>
          <w:sz w:val="28"/>
          <w:szCs w:val="28"/>
        </w:rPr>
      </w:pPr>
      <w:r w:rsidRPr="00480694">
        <w:rPr>
          <w:b/>
          <w:sz w:val="28"/>
          <w:szCs w:val="28"/>
        </w:rPr>
        <w:t xml:space="preserve">Структура </w:t>
      </w:r>
    </w:p>
    <w:p w:rsidR="001D6925" w:rsidRPr="00480694" w:rsidRDefault="001D6925" w:rsidP="00480694">
      <w:pPr>
        <w:jc w:val="center"/>
        <w:rPr>
          <w:b/>
          <w:sz w:val="28"/>
          <w:szCs w:val="28"/>
        </w:rPr>
      </w:pPr>
      <w:r w:rsidRPr="00480694">
        <w:rPr>
          <w:b/>
          <w:sz w:val="28"/>
          <w:szCs w:val="28"/>
        </w:rPr>
        <w:t>та чисельність відділів Тячівської міської ради</w:t>
      </w:r>
    </w:p>
    <w:p w:rsidR="001D6925" w:rsidRPr="00CB4B58" w:rsidRDefault="001D6925" w:rsidP="00E076FA">
      <w:pPr>
        <w:jc w:val="center"/>
        <w:rPr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0"/>
        <w:gridCol w:w="5967"/>
        <w:gridCol w:w="2372"/>
      </w:tblGrid>
      <w:tr w:rsidR="001D6925" w:rsidTr="00566091">
        <w:tc>
          <w:tcPr>
            <w:tcW w:w="700" w:type="dxa"/>
          </w:tcPr>
          <w:p w:rsidR="001D6925" w:rsidRPr="00043904" w:rsidRDefault="001D6925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5967" w:type="dxa"/>
          </w:tcPr>
          <w:p w:rsidR="001D6925" w:rsidRPr="00043904" w:rsidRDefault="001D6925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2372" w:type="dxa"/>
          </w:tcPr>
          <w:p w:rsidR="001D6925" w:rsidRPr="00043904" w:rsidRDefault="001D6925" w:rsidP="002115D1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Кількість штатних посад</w:t>
            </w:r>
          </w:p>
        </w:tc>
      </w:tr>
      <w:tr w:rsidR="001D6925" w:rsidTr="00566091">
        <w:tc>
          <w:tcPr>
            <w:tcW w:w="700" w:type="dxa"/>
          </w:tcPr>
          <w:p w:rsidR="001D6925" w:rsidRPr="00F10C21" w:rsidRDefault="001D6925" w:rsidP="002115D1">
            <w:pPr>
              <w:jc w:val="center"/>
              <w:rPr>
                <w:b/>
                <w:sz w:val="28"/>
                <w:szCs w:val="28"/>
              </w:rPr>
            </w:pPr>
            <w:r w:rsidRPr="00F10C21">
              <w:rPr>
                <w:b/>
                <w:sz w:val="28"/>
                <w:szCs w:val="28"/>
              </w:rPr>
              <w:t>1.</w:t>
            </w:r>
          </w:p>
          <w:p w:rsidR="001D6925" w:rsidRPr="00F10C21" w:rsidRDefault="001D6925" w:rsidP="002115D1">
            <w:pPr>
              <w:jc w:val="center"/>
              <w:rPr>
                <w:b/>
                <w:sz w:val="28"/>
                <w:szCs w:val="28"/>
              </w:rPr>
            </w:pPr>
          </w:p>
          <w:p w:rsidR="001D6925" w:rsidRPr="00F10C21" w:rsidRDefault="001D6925" w:rsidP="002115D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67" w:type="dxa"/>
          </w:tcPr>
          <w:p w:rsidR="001D6925" w:rsidRPr="00F10C21" w:rsidRDefault="001D6925" w:rsidP="002115D1">
            <w:pPr>
              <w:rPr>
                <w:b/>
                <w:sz w:val="28"/>
                <w:szCs w:val="28"/>
              </w:rPr>
            </w:pPr>
            <w:r w:rsidRPr="00F10C21">
              <w:rPr>
                <w:b/>
                <w:sz w:val="28"/>
                <w:szCs w:val="28"/>
              </w:rPr>
              <w:t xml:space="preserve">Відділ «Центр надання </w:t>
            </w:r>
          </w:p>
          <w:p w:rsidR="001D6925" w:rsidRPr="00F10C21" w:rsidRDefault="001D6925" w:rsidP="002115D1">
            <w:pPr>
              <w:rPr>
                <w:b/>
                <w:sz w:val="28"/>
                <w:szCs w:val="28"/>
              </w:rPr>
            </w:pPr>
            <w:r w:rsidRPr="00F10C21">
              <w:rPr>
                <w:b/>
                <w:sz w:val="28"/>
                <w:szCs w:val="28"/>
              </w:rPr>
              <w:t xml:space="preserve">адміністративних послуг </w:t>
            </w:r>
          </w:p>
          <w:p w:rsidR="001D6925" w:rsidRPr="00F10C21" w:rsidRDefault="001D6925" w:rsidP="002115D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Тячівської міської ради</w:t>
            </w:r>
            <w:r w:rsidRPr="00F10C21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2372" w:type="dxa"/>
          </w:tcPr>
          <w:p w:rsidR="001D6925" w:rsidRPr="00F10C21" w:rsidRDefault="001D6925" w:rsidP="002115D1">
            <w:pPr>
              <w:jc w:val="center"/>
              <w:rPr>
                <w:b/>
                <w:sz w:val="28"/>
                <w:szCs w:val="28"/>
              </w:rPr>
            </w:pPr>
            <w:r w:rsidRPr="00F10C21">
              <w:rPr>
                <w:b/>
                <w:sz w:val="28"/>
                <w:szCs w:val="28"/>
              </w:rPr>
              <w:t>6</w:t>
            </w:r>
          </w:p>
        </w:tc>
      </w:tr>
      <w:tr w:rsidR="001D6925" w:rsidTr="00566091">
        <w:tc>
          <w:tcPr>
            <w:tcW w:w="700" w:type="dxa"/>
          </w:tcPr>
          <w:p w:rsidR="001D6925" w:rsidRDefault="001D6925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5967" w:type="dxa"/>
          </w:tcPr>
          <w:p w:rsidR="001D6925" w:rsidRDefault="001D6925" w:rsidP="002115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відділу-адміністратор</w:t>
            </w:r>
          </w:p>
        </w:tc>
        <w:tc>
          <w:tcPr>
            <w:tcW w:w="2372" w:type="dxa"/>
          </w:tcPr>
          <w:p w:rsidR="001D6925" w:rsidRDefault="001D6925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D6925" w:rsidTr="00566091">
        <w:tc>
          <w:tcPr>
            <w:tcW w:w="700" w:type="dxa"/>
          </w:tcPr>
          <w:p w:rsidR="001D6925" w:rsidRDefault="001D6925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5967" w:type="dxa"/>
          </w:tcPr>
          <w:p w:rsidR="001D6925" w:rsidRDefault="001D6925" w:rsidP="002115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Адміністратор</w:t>
            </w:r>
          </w:p>
        </w:tc>
        <w:tc>
          <w:tcPr>
            <w:tcW w:w="2372" w:type="dxa"/>
          </w:tcPr>
          <w:p w:rsidR="001D6925" w:rsidRDefault="001D6925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D6925" w:rsidTr="00566091">
        <w:tc>
          <w:tcPr>
            <w:tcW w:w="700" w:type="dxa"/>
          </w:tcPr>
          <w:p w:rsidR="001D6925" w:rsidRDefault="001D6925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5967" w:type="dxa"/>
          </w:tcPr>
          <w:p w:rsidR="001D6925" w:rsidRDefault="001D6925" w:rsidP="002115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Спеціаліст І категорії</w:t>
            </w:r>
          </w:p>
        </w:tc>
        <w:tc>
          <w:tcPr>
            <w:tcW w:w="2372" w:type="dxa"/>
          </w:tcPr>
          <w:p w:rsidR="001D6925" w:rsidRDefault="001D6925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D6925" w:rsidTr="00566091">
        <w:tc>
          <w:tcPr>
            <w:tcW w:w="700" w:type="dxa"/>
          </w:tcPr>
          <w:p w:rsidR="001D6925" w:rsidRDefault="001D6925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</w:t>
            </w:r>
          </w:p>
        </w:tc>
        <w:tc>
          <w:tcPr>
            <w:tcW w:w="5967" w:type="dxa"/>
          </w:tcPr>
          <w:p w:rsidR="001D6925" w:rsidRDefault="001D6925" w:rsidP="002115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комп’ютерного набору</w:t>
            </w:r>
          </w:p>
        </w:tc>
        <w:tc>
          <w:tcPr>
            <w:tcW w:w="2372" w:type="dxa"/>
          </w:tcPr>
          <w:p w:rsidR="001D6925" w:rsidRDefault="001D6925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D6925" w:rsidTr="00566091">
        <w:tc>
          <w:tcPr>
            <w:tcW w:w="700" w:type="dxa"/>
          </w:tcPr>
          <w:p w:rsidR="001D6925" w:rsidRPr="00820FB0" w:rsidRDefault="001D6925" w:rsidP="002115D1">
            <w:pPr>
              <w:jc w:val="center"/>
              <w:rPr>
                <w:b/>
                <w:sz w:val="28"/>
                <w:szCs w:val="28"/>
              </w:rPr>
            </w:pPr>
            <w:r w:rsidRPr="00820FB0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967" w:type="dxa"/>
          </w:tcPr>
          <w:p w:rsidR="001D6925" w:rsidRPr="00820FB0" w:rsidRDefault="001D6925" w:rsidP="002115D1">
            <w:pPr>
              <w:jc w:val="both"/>
              <w:rPr>
                <w:b/>
                <w:sz w:val="28"/>
                <w:szCs w:val="28"/>
              </w:rPr>
            </w:pPr>
            <w:r w:rsidRPr="00820FB0">
              <w:rPr>
                <w:b/>
                <w:sz w:val="28"/>
                <w:szCs w:val="28"/>
              </w:rPr>
              <w:t>Відділ культури, сім’ї, молоді та спорту</w:t>
            </w:r>
          </w:p>
        </w:tc>
        <w:tc>
          <w:tcPr>
            <w:tcW w:w="2372" w:type="dxa"/>
          </w:tcPr>
          <w:p w:rsidR="001D6925" w:rsidRPr="00820FB0" w:rsidRDefault="001D6925" w:rsidP="002115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1D6925" w:rsidTr="00566091">
        <w:tc>
          <w:tcPr>
            <w:tcW w:w="700" w:type="dxa"/>
          </w:tcPr>
          <w:p w:rsidR="001D6925" w:rsidRDefault="001D6925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5967" w:type="dxa"/>
          </w:tcPr>
          <w:p w:rsidR="001D6925" w:rsidRDefault="001D6925" w:rsidP="002115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372" w:type="dxa"/>
          </w:tcPr>
          <w:p w:rsidR="001D6925" w:rsidRDefault="001D6925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D6925" w:rsidTr="00566091">
        <w:tc>
          <w:tcPr>
            <w:tcW w:w="700" w:type="dxa"/>
          </w:tcPr>
          <w:p w:rsidR="001D6925" w:rsidRDefault="001D6925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5967" w:type="dxa"/>
          </w:tcPr>
          <w:p w:rsidR="001D6925" w:rsidRDefault="001D6925" w:rsidP="002115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2372" w:type="dxa"/>
          </w:tcPr>
          <w:p w:rsidR="001D6925" w:rsidRDefault="001D6925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D6925" w:rsidTr="00566091">
        <w:tc>
          <w:tcPr>
            <w:tcW w:w="700" w:type="dxa"/>
          </w:tcPr>
          <w:p w:rsidR="001D6925" w:rsidRDefault="001D6925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</w:t>
            </w:r>
          </w:p>
        </w:tc>
        <w:tc>
          <w:tcPr>
            <w:tcW w:w="5967" w:type="dxa"/>
          </w:tcPr>
          <w:p w:rsidR="001D6925" w:rsidRDefault="001D6925" w:rsidP="002115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Спеціаліст І категорії</w:t>
            </w:r>
          </w:p>
        </w:tc>
        <w:tc>
          <w:tcPr>
            <w:tcW w:w="2372" w:type="dxa"/>
          </w:tcPr>
          <w:p w:rsidR="001D6925" w:rsidRDefault="001D6925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D6925" w:rsidTr="00566091">
        <w:tc>
          <w:tcPr>
            <w:tcW w:w="6667" w:type="dxa"/>
            <w:gridSpan w:val="2"/>
          </w:tcPr>
          <w:p w:rsidR="001D6925" w:rsidRDefault="001D6925" w:rsidP="002115D1">
            <w:pPr>
              <w:jc w:val="both"/>
              <w:rPr>
                <w:sz w:val="28"/>
                <w:szCs w:val="28"/>
              </w:rPr>
            </w:pPr>
            <w:r w:rsidRPr="00043904">
              <w:rPr>
                <w:b/>
                <w:sz w:val="28"/>
                <w:szCs w:val="28"/>
              </w:rPr>
              <w:t>В С Ь О Г О</w:t>
            </w:r>
          </w:p>
        </w:tc>
        <w:tc>
          <w:tcPr>
            <w:tcW w:w="2372" w:type="dxa"/>
          </w:tcPr>
          <w:p w:rsidR="001D6925" w:rsidRPr="00820FB0" w:rsidRDefault="001D6925" w:rsidP="002115D1">
            <w:pPr>
              <w:jc w:val="center"/>
              <w:rPr>
                <w:b/>
                <w:sz w:val="28"/>
                <w:szCs w:val="28"/>
              </w:rPr>
            </w:pPr>
            <w:r w:rsidRPr="00820FB0">
              <w:rPr>
                <w:b/>
                <w:sz w:val="28"/>
                <w:szCs w:val="28"/>
              </w:rPr>
              <w:t>9</w:t>
            </w:r>
          </w:p>
        </w:tc>
      </w:tr>
    </w:tbl>
    <w:p w:rsidR="001D6925" w:rsidRDefault="001D6925" w:rsidP="00E076FA">
      <w:pPr>
        <w:jc w:val="center"/>
        <w:rPr>
          <w:sz w:val="28"/>
          <w:szCs w:val="28"/>
        </w:rPr>
      </w:pPr>
    </w:p>
    <w:p w:rsidR="001D6925" w:rsidRPr="00CB4B58" w:rsidRDefault="001D6925" w:rsidP="00E076FA">
      <w:pPr>
        <w:jc w:val="center"/>
        <w:rPr>
          <w:sz w:val="28"/>
          <w:szCs w:val="28"/>
        </w:rPr>
      </w:pPr>
    </w:p>
    <w:p w:rsidR="001D6925" w:rsidRDefault="001D6925" w:rsidP="00E076FA">
      <w:pPr>
        <w:pStyle w:val="BodyText"/>
        <w:shd w:val="clear" w:color="auto" w:fill="auto"/>
        <w:spacing w:before="0" w:after="0" w:line="240" w:lineRule="auto"/>
        <w:ind w:right="20" w:firstLine="0"/>
        <w:jc w:val="both"/>
        <w:rPr>
          <w:sz w:val="28"/>
          <w:szCs w:val="28"/>
          <w:lang w:val="uk-UA"/>
        </w:rPr>
      </w:pPr>
    </w:p>
    <w:p w:rsidR="001D6925" w:rsidRDefault="001D6925" w:rsidP="00E076FA">
      <w:pPr>
        <w:jc w:val="center"/>
        <w:rPr>
          <w:sz w:val="28"/>
          <w:szCs w:val="28"/>
        </w:rPr>
      </w:pPr>
    </w:p>
    <w:p w:rsidR="001D6925" w:rsidRDefault="001D6925" w:rsidP="00566091">
      <w:pPr>
        <w:rPr>
          <w:sz w:val="28"/>
          <w:szCs w:val="28"/>
        </w:rPr>
      </w:pPr>
      <w:r>
        <w:rPr>
          <w:sz w:val="28"/>
          <w:szCs w:val="28"/>
        </w:rPr>
        <w:t xml:space="preserve">Керуюча справами (секретар) виконкому </w:t>
      </w:r>
    </w:p>
    <w:p w:rsidR="001D6925" w:rsidRDefault="001D6925" w:rsidP="00566091">
      <w:pPr>
        <w:rPr>
          <w:sz w:val="28"/>
          <w:szCs w:val="28"/>
        </w:rPr>
      </w:pPr>
      <w:r>
        <w:rPr>
          <w:sz w:val="28"/>
          <w:szCs w:val="28"/>
        </w:rPr>
        <w:t>Тячівської міської ради                                                                      О.В.Решетар</w:t>
      </w:r>
    </w:p>
    <w:p w:rsidR="001D6925" w:rsidRDefault="001D6925" w:rsidP="00E076FA">
      <w:pPr>
        <w:ind w:left="540"/>
        <w:rPr>
          <w:sz w:val="28"/>
          <w:szCs w:val="28"/>
        </w:rPr>
      </w:pPr>
    </w:p>
    <w:p w:rsidR="001D6925" w:rsidRDefault="001D6925" w:rsidP="00E076FA">
      <w:pPr>
        <w:jc w:val="center"/>
        <w:rPr>
          <w:sz w:val="28"/>
          <w:szCs w:val="28"/>
        </w:rPr>
      </w:pPr>
    </w:p>
    <w:p w:rsidR="001D6925" w:rsidRDefault="001D6925" w:rsidP="00E076FA">
      <w:pPr>
        <w:jc w:val="center"/>
        <w:rPr>
          <w:sz w:val="28"/>
          <w:szCs w:val="28"/>
        </w:rPr>
      </w:pPr>
    </w:p>
    <w:p w:rsidR="001D6925" w:rsidRDefault="001D6925" w:rsidP="00E076FA">
      <w:pPr>
        <w:jc w:val="center"/>
        <w:rPr>
          <w:sz w:val="28"/>
          <w:szCs w:val="28"/>
        </w:rPr>
      </w:pPr>
    </w:p>
    <w:p w:rsidR="001D6925" w:rsidRDefault="001D6925" w:rsidP="00E076FA">
      <w:pPr>
        <w:jc w:val="center"/>
        <w:rPr>
          <w:sz w:val="28"/>
          <w:szCs w:val="28"/>
        </w:rPr>
      </w:pPr>
    </w:p>
    <w:p w:rsidR="001D6925" w:rsidRDefault="001D6925" w:rsidP="00E076FA">
      <w:pPr>
        <w:jc w:val="center"/>
        <w:rPr>
          <w:sz w:val="28"/>
          <w:szCs w:val="28"/>
        </w:rPr>
      </w:pPr>
    </w:p>
    <w:p w:rsidR="001D6925" w:rsidRDefault="001D6925" w:rsidP="00E076FA">
      <w:pPr>
        <w:rPr>
          <w:sz w:val="28"/>
          <w:szCs w:val="28"/>
        </w:rPr>
      </w:pPr>
    </w:p>
    <w:p w:rsidR="001D6925" w:rsidRDefault="001D6925" w:rsidP="00E076FA">
      <w:pPr>
        <w:rPr>
          <w:sz w:val="28"/>
          <w:szCs w:val="28"/>
        </w:rPr>
      </w:pPr>
    </w:p>
    <w:p w:rsidR="001D6925" w:rsidRDefault="001D6925" w:rsidP="00E076FA">
      <w:pPr>
        <w:rPr>
          <w:sz w:val="28"/>
          <w:szCs w:val="28"/>
        </w:rPr>
      </w:pPr>
    </w:p>
    <w:p w:rsidR="001D6925" w:rsidRDefault="001D6925" w:rsidP="00E076FA">
      <w:pPr>
        <w:jc w:val="center"/>
        <w:rPr>
          <w:sz w:val="28"/>
          <w:szCs w:val="28"/>
        </w:rPr>
      </w:pPr>
    </w:p>
    <w:p w:rsidR="001D6925" w:rsidRDefault="001D6925" w:rsidP="00E076FA">
      <w:pPr>
        <w:jc w:val="center"/>
        <w:rPr>
          <w:sz w:val="28"/>
          <w:szCs w:val="28"/>
        </w:rPr>
      </w:pPr>
    </w:p>
    <w:p w:rsidR="001D6925" w:rsidRDefault="001D6925" w:rsidP="00E076FA">
      <w:pPr>
        <w:jc w:val="center"/>
        <w:rPr>
          <w:sz w:val="28"/>
          <w:szCs w:val="28"/>
        </w:rPr>
      </w:pPr>
    </w:p>
    <w:p w:rsidR="001D6925" w:rsidRDefault="001D6925" w:rsidP="00E076FA">
      <w:pPr>
        <w:rPr>
          <w:sz w:val="28"/>
          <w:szCs w:val="28"/>
        </w:rPr>
      </w:pPr>
    </w:p>
    <w:p w:rsidR="001D6925" w:rsidRDefault="001D6925" w:rsidP="00E076FA">
      <w:pPr>
        <w:rPr>
          <w:sz w:val="28"/>
          <w:szCs w:val="28"/>
        </w:rPr>
      </w:pPr>
    </w:p>
    <w:p w:rsidR="001D6925" w:rsidRDefault="001D6925" w:rsidP="00E076FA">
      <w:pPr>
        <w:jc w:val="center"/>
        <w:rPr>
          <w:sz w:val="28"/>
          <w:szCs w:val="28"/>
        </w:rPr>
      </w:pPr>
    </w:p>
    <w:p w:rsidR="001D6925" w:rsidRDefault="001D6925" w:rsidP="00566091">
      <w:pPr>
        <w:rPr>
          <w:sz w:val="28"/>
          <w:szCs w:val="28"/>
        </w:rPr>
      </w:pPr>
    </w:p>
    <w:p w:rsidR="001D6925" w:rsidRDefault="001D6925" w:rsidP="00566091">
      <w:pPr>
        <w:rPr>
          <w:sz w:val="28"/>
          <w:szCs w:val="28"/>
        </w:rPr>
      </w:pPr>
    </w:p>
    <w:p w:rsidR="001D6925" w:rsidRDefault="001D6925" w:rsidP="0056609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Додаток 3</w:t>
      </w:r>
    </w:p>
    <w:p w:rsidR="001D6925" w:rsidRDefault="001D6925" w:rsidP="00480694">
      <w:pPr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        Затверджено:</w:t>
      </w:r>
    </w:p>
    <w:p w:rsidR="001D6925" w:rsidRDefault="001D6925" w:rsidP="0048069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рішення ХХХУІІІ  (позачергової) сесії  </w:t>
      </w:r>
    </w:p>
    <w:p w:rsidR="001D6925" w:rsidRDefault="001D6925" w:rsidP="0048069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сьомого  скликання Тячівської міської </w:t>
      </w:r>
    </w:p>
    <w:p w:rsidR="001D6925" w:rsidRDefault="001D6925" w:rsidP="0048069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ради від 14 травня 2020 року № 4715</w:t>
      </w:r>
    </w:p>
    <w:p w:rsidR="001D6925" w:rsidRDefault="001D6925" w:rsidP="00480694">
      <w:pPr>
        <w:jc w:val="center"/>
        <w:rPr>
          <w:sz w:val="28"/>
          <w:szCs w:val="28"/>
        </w:rPr>
      </w:pPr>
    </w:p>
    <w:p w:rsidR="001D6925" w:rsidRPr="00480694" w:rsidRDefault="001D6925" w:rsidP="00480694">
      <w:pPr>
        <w:jc w:val="center"/>
        <w:rPr>
          <w:b/>
          <w:sz w:val="28"/>
          <w:szCs w:val="28"/>
        </w:rPr>
      </w:pPr>
      <w:r w:rsidRPr="00480694">
        <w:rPr>
          <w:b/>
          <w:sz w:val="28"/>
          <w:szCs w:val="28"/>
        </w:rPr>
        <w:t xml:space="preserve">Структура </w:t>
      </w:r>
    </w:p>
    <w:p w:rsidR="001D6925" w:rsidRPr="00480694" w:rsidRDefault="001D6925" w:rsidP="00480694">
      <w:pPr>
        <w:jc w:val="center"/>
        <w:rPr>
          <w:b/>
          <w:sz w:val="28"/>
          <w:szCs w:val="28"/>
        </w:rPr>
      </w:pPr>
      <w:r w:rsidRPr="00480694">
        <w:rPr>
          <w:b/>
          <w:sz w:val="28"/>
          <w:szCs w:val="28"/>
        </w:rPr>
        <w:t>та чисельність в</w:t>
      </w:r>
      <w:r>
        <w:rPr>
          <w:b/>
          <w:sz w:val="28"/>
          <w:szCs w:val="28"/>
        </w:rPr>
        <w:t>ідділів</w:t>
      </w:r>
      <w:r w:rsidRPr="00480694">
        <w:rPr>
          <w:b/>
          <w:sz w:val="28"/>
          <w:szCs w:val="28"/>
        </w:rPr>
        <w:t xml:space="preserve"> Тячівської міської ради</w:t>
      </w:r>
    </w:p>
    <w:p w:rsidR="001D6925" w:rsidRPr="00480694" w:rsidRDefault="001D6925" w:rsidP="00E076FA">
      <w:pPr>
        <w:jc w:val="center"/>
        <w:rPr>
          <w:b/>
          <w:sz w:val="28"/>
          <w:szCs w:val="28"/>
        </w:rPr>
      </w:pPr>
      <w:r w:rsidRPr="00480694">
        <w:rPr>
          <w:b/>
          <w:sz w:val="28"/>
          <w:szCs w:val="28"/>
        </w:rPr>
        <w:t>(з правами юридичної особи)</w:t>
      </w:r>
    </w:p>
    <w:p w:rsidR="001D6925" w:rsidRDefault="001D6925" w:rsidP="00E076FA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5"/>
        <w:gridCol w:w="5716"/>
        <w:gridCol w:w="2508"/>
      </w:tblGrid>
      <w:tr w:rsidR="001D6925" w:rsidTr="00566091">
        <w:tc>
          <w:tcPr>
            <w:tcW w:w="815" w:type="dxa"/>
          </w:tcPr>
          <w:p w:rsidR="001D6925" w:rsidRPr="00043904" w:rsidRDefault="001D6925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5716" w:type="dxa"/>
          </w:tcPr>
          <w:p w:rsidR="001D6925" w:rsidRPr="00043904" w:rsidRDefault="001D6925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2508" w:type="dxa"/>
          </w:tcPr>
          <w:p w:rsidR="001D6925" w:rsidRPr="00043904" w:rsidRDefault="001D6925" w:rsidP="002115D1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Кількість штатних посад</w:t>
            </w:r>
          </w:p>
        </w:tc>
      </w:tr>
      <w:tr w:rsidR="001D6925" w:rsidTr="00566091">
        <w:tc>
          <w:tcPr>
            <w:tcW w:w="815" w:type="dxa"/>
          </w:tcPr>
          <w:p w:rsidR="001D6925" w:rsidRPr="00F10C21" w:rsidRDefault="001D6925" w:rsidP="002115D1">
            <w:pPr>
              <w:jc w:val="center"/>
              <w:rPr>
                <w:b/>
                <w:sz w:val="28"/>
                <w:szCs w:val="28"/>
              </w:rPr>
            </w:pPr>
            <w:r w:rsidRPr="00F10C21">
              <w:rPr>
                <w:b/>
                <w:sz w:val="28"/>
                <w:szCs w:val="28"/>
              </w:rPr>
              <w:t>1.</w:t>
            </w:r>
          </w:p>
          <w:p w:rsidR="001D6925" w:rsidRPr="00F10C21" w:rsidRDefault="001D6925" w:rsidP="002115D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16" w:type="dxa"/>
          </w:tcPr>
          <w:p w:rsidR="001D6925" w:rsidRPr="00B01426" w:rsidRDefault="001D6925" w:rsidP="002115D1">
            <w:pPr>
              <w:jc w:val="both"/>
              <w:rPr>
                <w:b/>
                <w:sz w:val="28"/>
                <w:szCs w:val="28"/>
              </w:rPr>
            </w:pPr>
            <w:r w:rsidRPr="00B01426">
              <w:rPr>
                <w:b/>
                <w:sz w:val="28"/>
                <w:szCs w:val="28"/>
              </w:rPr>
              <w:t>Фінансовий відділ</w:t>
            </w:r>
          </w:p>
        </w:tc>
        <w:tc>
          <w:tcPr>
            <w:tcW w:w="2508" w:type="dxa"/>
          </w:tcPr>
          <w:p w:rsidR="001D6925" w:rsidRPr="00121DAE" w:rsidRDefault="001D6925" w:rsidP="002115D1">
            <w:pPr>
              <w:jc w:val="center"/>
              <w:rPr>
                <w:b/>
                <w:sz w:val="28"/>
                <w:szCs w:val="28"/>
              </w:rPr>
            </w:pPr>
            <w:r w:rsidRPr="00121DAE">
              <w:rPr>
                <w:b/>
                <w:sz w:val="28"/>
                <w:szCs w:val="28"/>
              </w:rPr>
              <w:t>3</w:t>
            </w:r>
          </w:p>
        </w:tc>
      </w:tr>
      <w:tr w:rsidR="001D6925" w:rsidTr="00566091">
        <w:tc>
          <w:tcPr>
            <w:tcW w:w="815" w:type="dxa"/>
          </w:tcPr>
          <w:p w:rsidR="001D6925" w:rsidRDefault="001D6925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5716" w:type="dxa"/>
          </w:tcPr>
          <w:p w:rsidR="001D6925" w:rsidRDefault="001D6925" w:rsidP="002115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508" w:type="dxa"/>
          </w:tcPr>
          <w:p w:rsidR="001D6925" w:rsidRDefault="001D6925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D6925" w:rsidTr="00566091">
        <w:tc>
          <w:tcPr>
            <w:tcW w:w="815" w:type="dxa"/>
          </w:tcPr>
          <w:p w:rsidR="001D6925" w:rsidRDefault="001D6925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5716" w:type="dxa"/>
          </w:tcPr>
          <w:p w:rsidR="001D6925" w:rsidRDefault="001D6925" w:rsidP="002115D1">
            <w:pPr>
              <w:jc w:val="both"/>
              <w:rPr>
                <w:sz w:val="28"/>
                <w:szCs w:val="28"/>
              </w:rPr>
            </w:pPr>
            <w:r w:rsidRPr="00836381">
              <w:rPr>
                <w:sz w:val="28"/>
                <w:szCs w:val="28"/>
              </w:rPr>
              <w:t>Головний</w:t>
            </w:r>
            <w:r>
              <w:rPr>
                <w:sz w:val="28"/>
                <w:szCs w:val="28"/>
              </w:rPr>
              <w:t xml:space="preserve"> спеціаліст</w:t>
            </w:r>
          </w:p>
        </w:tc>
        <w:tc>
          <w:tcPr>
            <w:tcW w:w="2508" w:type="dxa"/>
          </w:tcPr>
          <w:p w:rsidR="001D6925" w:rsidRDefault="001D6925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D6925" w:rsidTr="00566091">
        <w:tc>
          <w:tcPr>
            <w:tcW w:w="815" w:type="dxa"/>
          </w:tcPr>
          <w:p w:rsidR="001D6925" w:rsidRDefault="001D6925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5716" w:type="dxa"/>
          </w:tcPr>
          <w:p w:rsidR="001D6925" w:rsidRDefault="001D6925" w:rsidP="002115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Провідний спеціаліст </w:t>
            </w:r>
          </w:p>
        </w:tc>
        <w:tc>
          <w:tcPr>
            <w:tcW w:w="2508" w:type="dxa"/>
          </w:tcPr>
          <w:p w:rsidR="001D6925" w:rsidRDefault="001D6925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D6925" w:rsidTr="00566091">
        <w:tc>
          <w:tcPr>
            <w:tcW w:w="815" w:type="dxa"/>
          </w:tcPr>
          <w:p w:rsidR="001D6925" w:rsidRPr="00B01426" w:rsidRDefault="001D6925" w:rsidP="002115D1">
            <w:pPr>
              <w:jc w:val="center"/>
              <w:rPr>
                <w:b/>
                <w:sz w:val="28"/>
                <w:szCs w:val="28"/>
              </w:rPr>
            </w:pPr>
            <w:r w:rsidRPr="00B01426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716" w:type="dxa"/>
          </w:tcPr>
          <w:p w:rsidR="001D6925" w:rsidRPr="00B01426" w:rsidRDefault="001D6925" w:rsidP="002115D1">
            <w:pPr>
              <w:jc w:val="both"/>
              <w:rPr>
                <w:b/>
                <w:sz w:val="28"/>
                <w:szCs w:val="28"/>
              </w:rPr>
            </w:pPr>
            <w:r w:rsidRPr="00B01426">
              <w:rPr>
                <w:b/>
                <w:sz w:val="28"/>
                <w:szCs w:val="28"/>
              </w:rPr>
              <w:t>Відділ державної реєстрації</w:t>
            </w:r>
          </w:p>
        </w:tc>
        <w:tc>
          <w:tcPr>
            <w:tcW w:w="2508" w:type="dxa"/>
          </w:tcPr>
          <w:p w:rsidR="001D6925" w:rsidRPr="00121DAE" w:rsidRDefault="001D6925" w:rsidP="002115D1">
            <w:pPr>
              <w:jc w:val="center"/>
              <w:rPr>
                <w:b/>
                <w:sz w:val="28"/>
                <w:szCs w:val="28"/>
              </w:rPr>
            </w:pPr>
            <w:r w:rsidRPr="00121DAE">
              <w:rPr>
                <w:b/>
                <w:sz w:val="28"/>
                <w:szCs w:val="28"/>
              </w:rPr>
              <w:t>4</w:t>
            </w:r>
          </w:p>
        </w:tc>
      </w:tr>
      <w:tr w:rsidR="001D6925" w:rsidTr="00566091">
        <w:tc>
          <w:tcPr>
            <w:tcW w:w="815" w:type="dxa"/>
          </w:tcPr>
          <w:p w:rsidR="001D6925" w:rsidRPr="00B01426" w:rsidRDefault="001D6925" w:rsidP="002115D1">
            <w:pPr>
              <w:jc w:val="center"/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2.1.</w:t>
            </w:r>
          </w:p>
        </w:tc>
        <w:tc>
          <w:tcPr>
            <w:tcW w:w="5716" w:type="dxa"/>
          </w:tcPr>
          <w:p w:rsidR="001D6925" w:rsidRPr="00B01426" w:rsidRDefault="001D6925" w:rsidP="002115D1">
            <w:pPr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508" w:type="dxa"/>
          </w:tcPr>
          <w:p w:rsidR="001D6925" w:rsidRPr="00B01426" w:rsidRDefault="001D6925" w:rsidP="002115D1">
            <w:pPr>
              <w:jc w:val="center"/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1</w:t>
            </w:r>
          </w:p>
        </w:tc>
      </w:tr>
      <w:tr w:rsidR="001D6925" w:rsidTr="00566091">
        <w:tc>
          <w:tcPr>
            <w:tcW w:w="815" w:type="dxa"/>
          </w:tcPr>
          <w:p w:rsidR="001D6925" w:rsidRPr="00B01426" w:rsidRDefault="001D6925" w:rsidP="002115D1">
            <w:pPr>
              <w:jc w:val="center"/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2.2.</w:t>
            </w:r>
          </w:p>
        </w:tc>
        <w:tc>
          <w:tcPr>
            <w:tcW w:w="5716" w:type="dxa"/>
          </w:tcPr>
          <w:p w:rsidR="001D6925" w:rsidRPr="00B01426" w:rsidRDefault="001D6925" w:rsidP="002115D1">
            <w:pPr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Державний реєстратор</w:t>
            </w:r>
          </w:p>
        </w:tc>
        <w:tc>
          <w:tcPr>
            <w:tcW w:w="2508" w:type="dxa"/>
          </w:tcPr>
          <w:p w:rsidR="001D6925" w:rsidRPr="00B01426" w:rsidRDefault="001D6925" w:rsidP="002115D1">
            <w:pPr>
              <w:jc w:val="center"/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2</w:t>
            </w:r>
          </w:p>
        </w:tc>
      </w:tr>
      <w:tr w:rsidR="001D6925" w:rsidTr="00566091">
        <w:tc>
          <w:tcPr>
            <w:tcW w:w="815" w:type="dxa"/>
          </w:tcPr>
          <w:p w:rsidR="001D6925" w:rsidRPr="00B01426" w:rsidRDefault="001D6925" w:rsidP="002115D1">
            <w:pPr>
              <w:jc w:val="center"/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2.3.</w:t>
            </w:r>
          </w:p>
        </w:tc>
        <w:tc>
          <w:tcPr>
            <w:tcW w:w="5716" w:type="dxa"/>
          </w:tcPr>
          <w:p w:rsidR="001D6925" w:rsidRPr="00B01426" w:rsidRDefault="001D6925" w:rsidP="002115D1">
            <w:pPr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Провідний спеціаліст</w:t>
            </w:r>
          </w:p>
        </w:tc>
        <w:tc>
          <w:tcPr>
            <w:tcW w:w="2508" w:type="dxa"/>
          </w:tcPr>
          <w:p w:rsidR="001D6925" w:rsidRPr="00B01426" w:rsidRDefault="001D6925" w:rsidP="002115D1">
            <w:pPr>
              <w:jc w:val="center"/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1</w:t>
            </w:r>
          </w:p>
        </w:tc>
      </w:tr>
      <w:tr w:rsidR="001D6925" w:rsidTr="00566091">
        <w:tc>
          <w:tcPr>
            <w:tcW w:w="815" w:type="dxa"/>
          </w:tcPr>
          <w:p w:rsidR="001D6925" w:rsidRPr="00B01426" w:rsidRDefault="001D6925" w:rsidP="002115D1">
            <w:pPr>
              <w:jc w:val="center"/>
              <w:rPr>
                <w:b/>
                <w:sz w:val="28"/>
                <w:szCs w:val="28"/>
              </w:rPr>
            </w:pPr>
            <w:r w:rsidRPr="00B01426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716" w:type="dxa"/>
          </w:tcPr>
          <w:p w:rsidR="001D6925" w:rsidRPr="00B01426" w:rsidRDefault="001D6925" w:rsidP="002115D1">
            <w:pPr>
              <w:jc w:val="both"/>
              <w:rPr>
                <w:b/>
                <w:sz w:val="28"/>
                <w:szCs w:val="28"/>
              </w:rPr>
            </w:pPr>
            <w:r w:rsidRPr="00B01426">
              <w:rPr>
                <w:b/>
                <w:sz w:val="28"/>
                <w:szCs w:val="28"/>
              </w:rPr>
              <w:t>Відділ містобудування та архітектури</w:t>
            </w:r>
          </w:p>
        </w:tc>
        <w:tc>
          <w:tcPr>
            <w:tcW w:w="2508" w:type="dxa"/>
          </w:tcPr>
          <w:p w:rsidR="001D6925" w:rsidRPr="00B01426" w:rsidRDefault="001D6925" w:rsidP="002115D1">
            <w:pPr>
              <w:jc w:val="center"/>
              <w:rPr>
                <w:b/>
                <w:sz w:val="28"/>
                <w:szCs w:val="28"/>
              </w:rPr>
            </w:pPr>
            <w:r w:rsidRPr="00B01426">
              <w:rPr>
                <w:b/>
                <w:sz w:val="28"/>
                <w:szCs w:val="28"/>
              </w:rPr>
              <w:t>3</w:t>
            </w:r>
          </w:p>
        </w:tc>
      </w:tr>
      <w:tr w:rsidR="001D6925" w:rsidTr="00566091">
        <w:tc>
          <w:tcPr>
            <w:tcW w:w="815" w:type="dxa"/>
          </w:tcPr>
          <w:p w:rsidR="001D6925" w:rsidRPr="00B01426" w:rsidRDefault="001D6925" w:rsidP="002115D1">
            <w:pPr>
              <w:jc w:val="center"/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3.1.</w:t>
            </w:r>
          </w:p>
        </w:tc>
        <w:tc>
          <w:tcPr>
            <w:tcW w:w="5716" w:type="dxa"/>
          </w:tcPr>
          <w:p w:rsidR="001D6925" w:rsidRDefault="001D6925" w:rsidP="002115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508" w:type="dxa"/>
          </w:tcPr>
          <w:p w:rsidR="001D6925" w:rsidRDefault="001D6925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D6925" w:rsidTr="00566091">
        <w:tc>
          <w:tcPr>
            <w:tcW w:w="815" w:type="dxa"/>
          </w:tcPr>
          <w:p w:rsidR="001D6925" w:rsidRPr="00B01426" w:rsidRDefault="001D6925" w:rsidP="002115D1">
            <w:pPr>
              <w:jc w:val="center"/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3.2.</w:t>
            </w:r>
          </w:p>
        </w:tc>
        <w:tc>
          <w:tcPr>
            <w:tcW w:w="5716" w:type="dxa"/>
          </w:tcPr>
          <w:p w:rsidR="001D6925" w:rsidRDefault="001D6925" w:rsidP="002115D1">
            <w:pPr>
              <w:jc w:val="both"/>
              <w:rPr>
                <w:sz w:val="28"/>
                <w:szCs w:val="28"/>
              </w:rPr>
            </w:pPr>
            <w:r w:rsidRPr="00836381">
              <w:rPr>
                <w:sz w:val="28"/>
                <w:szCs w:val="28"/>
              </w:rPr>
              <w:t>Головний</w:t>
            </w:r>
            <w:r>
              <w:rPr>
                <w:sz w:val="28"/>
                <w:szCs w:val="28"/>
              </w:rPr>
              <w:t xml:space="preserve"> спеціаліст</w:t>
            </w:r>
          </w:p>
        </w:tc>
        <w:tc>
          <w:tcPr>
            <w:tcW w:w="2508" w:type="dxa"/>
          </w:tcPr>
          <w:p w:rsidR="001D6925" w:rsidRDefault="001D6925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D6925" w:rsidTr="00566091">
        <w:tc>
          <w:tcPr>
            <w:tcW w:w="815" w:type="dxa"/>
          </w:tcPr>
          <w:p w:rsidR="001D6925" w:rsidRPr="00B01426" w:rsidRDefault="001D6925" w:rsidP="002115D1">
            <w:pPr>
              <w:jc w:val="center"/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3.3.</w:t>
            </w:r>
          </w:p>
        </w:tc>
        <w:tc>
          <w:tcPr>
            <w:tcW w:w="5716" w:type="dxa"/>
          </w:tcPr>
          <w:p w:rsidR="001D6925" w:rsidRDefault="001D6925" w:rsidP="002115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Провідний спеціаліст </w:t>
            </w:r>
          </w:p>
        </w:tc>
        <w:tc>
          <w:tcPr>
            <w:tcW w:w="2508" w:type="dxa"/>
          </w:tcPr>
          <w:p w:rsidR="001D6925" w:rsidRDefault="001D6925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D6925" w:rsidTr="00566091">
        <w:trPr>
          <w:trHeight w:val="732"/>
        </w:trPr>
        <w:tc>
          <w:tcPr>
            <w:tcW w:w="815" w:type="dxa"/>
          </w:tcPr>
          <w:p w:rsidR="001D6925" w:rsidRPr="00B01426" w:rsidRDefault="001D6925" w:rsidP="002115D1">
            <w:pPr>
              <w:jc w:val="center"/>
              <w:rPr>
                <w:b/>
                <w:sz w:val="28"/>
                <w:szCs w:val="28"/>
              </w:rPr>
            </w:pPr>
            <w:r w:rsidRPr="00B01426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5716" w:type="dxa"/>
          </w:tcPr>
          <w:p w:rsidR="001D6925" w:rsidRPr="00480694" w:rsidRDefault="001D6925" w:rsidP="002115D1">
            <w:pPr>
              <w:jc w:val="both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Відділ освіти</w:t>
            </w:r>
          </w:p>
        </w:tc>
        <w:tc>
          <w:tcPr>
            <w:tcW w:w="2508" w:type="dxa"/>
          </w:tcPr>
          <w:p w:rsidR="001D6925" w:rsidRPr="00B76D3B" w:rsidRDefault="001D6925" w:rsidP="002115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1D6925" w:rsidTr="00566091">
        <w:tc>
          <w:tcPr>
            <w:tcW w:w="815" w:type="dxa"/>
          </w:tcPr>
          <w:p w:rsidR="001D6925" w:rsidRPr="00B01426" w:rsidRDefault="001D6925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</w:t>
            </w:r>
          </w:p>
        </w:tc>
        <w:tc>
          <w:tcPr>
            <w:tcW w:w="5716" w:type="dxa"/>
          </w:tcPr>
          <w:p w:rsidR="001D6925" w:rsidRDefault="001D6925" w:rsidP="002115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508" w:type="dxa"/>
          </w:tcPr>
          <w:p w:rsidR="001D6925" w:rsidRDefault="001D6925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D6925" w:rsidTr="00566091">
        <w:tc>
          <w:tcPr>
            <w:tcW w:w="815" w:type="dxa"/>
          </w:tcPr>
          <w:p w:rsidR="001D6925" w:rsidRDefault="001D6925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4.2.</w:t>
            </w:r>
          </w:p>
        </w:tc>
        <w:tc>
          <w:tcPr>
            <w:tcW w:w="5716" w:type="dxa"/>
          </w:tcPr>
          <w:p w:rsidR="001D6925" w:rsidRDefault="001D6925" w:rsidP="002115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начальника відділу</w:t>
            </w:r>
          </w:p>
        </w:tc>
        <w:tc>
          <w:tcPr>
            <w:tcW w:w="2508" w:type="dxa"/>
          </w:tcPr>
          <w:p w:rsidR="001D6925" w:rsidRDefault="001D6925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D6925" w:rsidTr="00566091">
        <w:tc>
          <w:tcPr>
            <w:tcW w:w="815" w:type="dxa"/>
          </w:tcPr>
          <w:p w:rsidR="001D6925" w:rsidRPr="00B01426" w:rsidRDefault="001D6925" w:rsidP="00E446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4.3.</w:t>
            </w:r>
          </w:p>
        </w:tc>
        <w:tc>
          <w:tcPr>
            <w:tcW w:w="5716" w:type="dxa"/>
          </w:tcPr>
          <w:p w:rsidR="001D6925" w:rsidRPr="00836381" w:rsidRDefault="001D6925" w:rsidP="002115D1">
            <w:pPr>
              <w:jc w:val="both"/>
              <w:rPr>
                <w:sz w:val="28"/>
                <w:szCs w:val="28"/>
              </w:rPr>
            </w:pPr>
            <w:r w:rsidRPr="00836381"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2508" w:type="dxa"/>
          </w:tcPr>
          <w:p w:rsidR="001D6925" w:rsidRDefault="001D6925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D6925" w:rsidTr="00566091">
        <w:tc>
          <w:tcPr>
            <w:tcW w:w="815" w:type="dxa"/>
          </w:tcPr>
          <w:p w:rsidR="001D6925" w:rsidRDefault="001D6925" w:rsidP="00E446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4.4.</w:t>
            </w:r>
          </w:p>
        </w:tc>
        <w:tc>
          <w:tcPr>
            <w:tcW w:w="5716" w:type="dxa"/>
          </w:tcPr>
          <w:p w:rsidR="001D6925" w:rsidRDefault="001D6925" w:rsidP="002115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Провідний спеціаліст </w:t>
            </w:r>
          </w:p>
        </w:tc>
        <w:tc>
          <w:tcPr>
            <w:tcW w:w="2508" w:type="dxa"/>
          </w:tcPr>
          <w:p w:rsidR="001D6925" w:rsidRDefault="001D6925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D6925" w:rsidTr="00566091">
        <w:tc>
          <w:tcPr>
            <w:tcW w:w="815" w:type="dxa"/>
          </w:tcPr>
          <w:p w:rsidR="001D6925" w:rsidRPr="00CC7A33" w:rsidRDefault="001D6925" w:rsidP="002115D1">
            <w:pPr>
              <w:jc w:val="center"/>
              <w:rPr>
                <w:b/>
                <w:sz w:val="28"/>
                <w:szCs w:val="28"/>
              </w:rPr>
            </w:pPr>
            <w:r w:rsidRPr="00CC7A33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716" w:type="dxa"/>
          </w:tcPr>
          <w:p w:rsidR="001D6925" w:rsidRPr="00CC7A33" w:rsidRDefault="001D6925" w:rsidP="002115D1">
            <w:pPr>
              <w:jc w:val="both"/>
              <w:rPr>
                <w:b/>
                <w:sz w:val="28"/>
                <w:szCs w:val="28"/>
              </w:rPr>
            </w:pPr>
            <w:r w:rsidRPr="00CC7A33">
              <w:rPr>
                <w:b/>
                <w:sz w:val="28"/>
                <w:szCs w:val="28"/>
              </w:rPr>
              <w:t xml:space="preserve">Відділ </w:t>
            </w:r>
            <w:r>
              <w:rPr>
                <w:b/>
                <w:sz w:val="28"/>
                <w:szCs w:val="28"/>
              </w:rPr>
              <w:t>комунального майна</w:t>
            </w:r>
          </w:p>
        </w:tc>
        <w:tc>
          <w:tcPr>
            <w:tcW w:w="2508" w:type="dxa"/>
          </w:tcPr>
          <w:p w:rsidR="001D6925" w:rsidRPr="00CC7A33" w:rsidRDefault="001D6925" w:rsidP="002115D1">
            <w:pPr>
              <w:jc w:val="center"/>
              <w:rPr>
                <w:b/>
                <w:sz w:val="28"/>
                <w:szCs w:val="28"/>
              </w:rPr>
            </w:pPr>
            <w:r w:rsidRPr="00CC7A33">
              <w:rPr>
                <w:b/>
                <w:sz w:val="28"/>
                <w:szCs w:val="28"/>
              </w:rPr>
              <w:t>3</w:t>
            </w:r>
          </w:p>
        </w:tc>
      </w:tr>
      <w:tr w:rsidR="001D6925" w:rsidTr="00566091">
        <w:tc>
          <w:tcPr>
            <w:tcW w:w="815" w:type="dxa"/>
          </w:tcPr>
          <w:p w:rsidR="001D6925" w:rsidRPr="00CC7A33" w:rsidRDefault="001D6925" w:rsidP="002115D1">
            <w:pPr>
              <w:jc w:val="center"/>
              <w:rPr>
                <w:sz w:val="28"/>
                <w:szCs w:val="28"/>
              </w:rPr>
            </w:pPr>
            <w:r w:rsidRPr="00CC7A33">
              <w:rPr>
                <w:sz w:val="28"/>
                <w:szCs w:val="28"/>
              </w:rPr>
              <w:t>5.1.</w:t>
            </w:r>
          </w:p>
        </w:tc>
        <w:tc>
          <w:tcPr>
            <w:tcW w:w="5716" w:type="dxa"/>
          </w:tcPr>
          <w:p w:rsidR="001D6925" w:rsidRPr="00CC7A33" w:rsidRDefault="001D6925" w:rsidP="002115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508" w:type="dxa"/>
          </w:tcPr>
          <w:p w:rsidR="001D6925" w:rsidRPr="00CC7A33" w:rsidRDefault="001D6925" w:rsidP="002115D1">
            <w:pPr>
              <w:jc w:val="center"/>
              <w:rPr>
                <w:sz w:val="28"/>
                <w:szCs w:val="28"/>
              </w:rPr>
            </w:pPr>
            <w:r w:rsidRPr="00CC7A33">
              <w:rPr>
                <w:sz w:val="28"/>
                <w:szCs w:val="28"/>
              </w:rPr>
              <w:t>1</w:t>
            </w:r>
          </w:p>
        </w:tc>
      </w:tr>
      <w:tr w:rsidR="001D6925" w:rsidTr="00566091">
        <w:tc>
          <w:tcPr>
            <w:tcW w:w="815" w:type="dxa"/>
          </w:tcPr>
          <w:p w:rsidR="001D6925" w:rsidRPr="00CC7A33" w:rsidRDefault="001D6925" w:rsidP="002115D1">
            <w:pPr>
              <w:jc w:val="center"/>
              <w:rPr>
                <w:sz w:val="28"/>
                <w:szCs w:val="28"/>
              </w:rPr>
            </w:pPr>
            <w:r w:rsidRPr="00CC7A33">
              <w:rPr>
                <w:sz w:val="28"/>
                <w:szCs w:val="28"/>
              </w:rPr>
              <w:t>5.2.</w:t>
            </w:r>
          </w:p>
        </w:tc>
        <w:tc>
          <w:tcPr>
            <w:tcW w:w="5716" w:type="dxa"/>
          </w:tcPr>
          <w:p w:rsidR="001D6925" w:rsidRPr="00CC7A33" w:rsidRDefault="001D6925" w:rsidP="002115D1">
            <w:pPr>
              <w:jc w:val="both"/>
              <w:rPr>
                <w:sz w:val="28"/>
                <w:szCs w:val="28"/>
              </w:rPr>
            </w:pPr>
            <w:r w:rsidRPr="00CC7A33"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2508" w:type="dxa"/>
          </w:tcPr>
          <w:p w:rsidR="001D6925" w:rsidRPr="00CC7A33" w:rsidRDefault="001D6925" w:rsidP="002115D1">
            <w:pPr>
              <w:jc w:val="center"/>
              <w:rPr>
                <w:sz w:val="28"/>
                <w:szCs w:val="28"/>
              </w:rPr>
            </w:pPr>
            <w:r w:rsidRPr="00CC7A33">
              <w:rPr>
                <w:sz w:val="28"/>
                <w:szCs w:val="28"/>
              </w:rPr>
              <w:t>1</w:t>
            </w:r>
          </w:p>
        </w:tc>
      </w:tr>
      <w:tr w:rsidR="001D6925" w:rsidTr="00566091">
        <w:tc>
          <w:tcPr>
            <w:tcW w:w="815" w:type="dxa"/>
          </w:tcPr>
          <w:p w:rsidR="001D6925" w:rsidRPr="00CC7A33" w:rsidRDefault="001D6925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5.3.</w:t>
            </w:r>
          </w:p>
        </w:tc>
        <w:tc>
          <w:tcPr>
            <w:tcW w:w="5716" w:type="dxa"/>
          </w:tcPr>
          <w:p w:rsidR="001D6925" w:rsidRPr="00CC7A33" w:rsidRDefault="001D6925" w:rsidP="002115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Провідний спеціаліст</w:t>
            </w:r>
          </w:p>
        </w:tc>
        <w:tc>
          <w:tcPr>
            <w:tcW w:w="2508" w:type="dxa"/>
          </w:tcPr>
          <w:p w:rsidR="001D6925" w:rsidRPr="00CC7A33" w:rsidRDefault="001D6925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D6925" w:rsidTr="00566091">
        <w:tc>
          <w:tcPr>
            <w:tcW w:w="815" w:type="dxa"/>
          </w:tcPr>
          <w:p w:rsidR="001D6925" w:rsidRDefault="001D6925" w:rsidP="00211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6" w:type="dxa"/>
          </w:tcPr>
          <w:p w:rsidR="001D6925" w:rsidRDefault="001D6925" w:rsidP="002115D1">
            <w:pPr>
              <w:jc w:val="both"/>
              <w:rPr>
                <w:sz w:val="28"/>
                <w:szCs w:val="28"/>
              </w:rPr>
            </w:pPr>
            <w:r w:rsidRPr="00043904">
              <w:rPr>
                <w:b/>
                <w:sz w:val="28"/>
                <w:szCs w:val="28"/>
              </w:rPr>
              <w:t>В С Ь О Г О</w:t>
            </w:r>
          </w:p>
        </w:tc>
        <w:tc>
          <w:tcPr>
            <w:tcW w:w="2508" w:type="dxa"/>
          </w:tcPr>
          <w:p w:rsidR="001D6925" w:rsidRPr="00CC7A33" w:rsidRDefault="001D6925" w:rsidP="00E446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</w:tr>
    </w:tbl>
    <w:p w:rsidR="001D6925" w:rsidRPr="00CB4B58" w:rsidRDefault="001D6925" w:rsidP="00E076FA">
      <w:pPr>
        <w:rPr>
          <w:sz w:val="28"/>
          <w:szCs w:val="28"/>
        </w:rPr>
      </w:pPr>
    </w:p>
    <w:p w:rsidR="001D6925" w:rsidRDefault="001D6925" w:rsidP="00566091">
      <w:pPr>
        <w:rPr>
          <w:sz w:val="28"/>
          <w:szCs w:val="28"/>
        </w:rPr>
      </w:pPr>
      <w:r>
        <w:rPr>
          <w:sz w:val="28"/>
          <w:szCs w:val="28"/>
        </w:rPr>
        <w:t xml:space="preserve">Керуюча справами (секретар) виконкому </w:t>
      </w:r>
    </w:p>
    <w:p w:rsidR="001D6925" w:rsidRDefault="001D6925" w:rsidP="00566091">
      <w:pPr>
        <w:rPr>
          <w:sz w:val="28"/>
          <w:szCs w:val="28"/>
        </w:rPr>
      </w:pPr>
      <w:r>
        <w:rPr>
          <w:sz w:val="28"/>
          <w:szCs w:val="28"/>
        </w:rPr>
        <w:t>Тячівської міської ради                                                                      О.В.Решетар</w:t>
      </w:r>
    </w:p>
    <w:p w:rsidR="001D6925" w:rsidRDefault="001D6925" w:rsidP="002C2FD8">
      <w:pPr>
        <w:jc w:val="right"/>
        <w:rPr>
          <w:sz w:val="28"/>
          <w:szCs w:val="28"/>
        </w:rPr>
      </w:pPr>
    </w:p>
    <w:p w:rsidR="001D6925" w:rsidRDefault="001D6925" w:rsidP="002C2FD8">
      <w:pPr>
        <w:jc w:val="right"/>
        <w:rPr>
          <w:sz w:val="28"/>
          <w:szCs w:val="28"/>
        </w:rPr>
      </w:pPr>
    </w:p>
    <w:p w:rsidR="001D6925" w:rsidRDefault="001D6925" w:rsidP="002C2FD8">
      <w:pPr>
        <w:jc w:val="right"/>
        <w:rPr>
          <w:sz w:val="28"/>
          <w:szCs w:val="28"/>
        </w:rPr>
      </w:pPr>
    </w:p>
    <w:p w:rsidR="001D6925" w:rsidRDefault="001D6925" w:rsidP="002C2FD8">
      <w:pPr>
        <w:jc w:val="right"/>
        <w:rPr>
          <w:sz w:val="28"/>
          <w:szCs w:val="28"/>
        </w:rPr>
      </w:pPr>
      <w:bookmarkStart w:id="0" w:name="_GoBack"/>
      <w:bookmarkEnd w:id="0"/>
    </w:p>
    <w:sectPr w:rsidR="001D6925" w:rsidSect="00566091">
      <w:pgSz w:w="11906" w:h="16838"/>
      <w:pgMar w:top="1079" w:right="707" w:bottom="89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6925" w:rsidRDefault="001D6925" w:rsidP="008D27E4">
      <w:r>
        <w:separator/>
      </w:r>
    </w:p>
  </w:endnote>
  <w:endnote w:type="continuationSeparator" w:id="1">
    <w:p w:rsidR="001D6925" w:rsidRDefault="001D6925" w:rsidP="008D27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6925" w:rsidRDefault="001D6925" w:rsidP="008D27E4">
      <w:r>
        <w:separator/>
      </w:r>
    </w:p>
  </w:footnote>
  <w:footnote w:type="continuationSeparator" w:id="1">
    <w:p w:rsidR="001D6925" w:rsidRDefault="001D6925" w:rsidP="008D27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418F9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0F847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90413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900E8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8EC04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5A292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70C0C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ABAD0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1B24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DCE57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4255A74"/>
    <w:multiLevelType w:val="multilevel"/>
    <w:tmpl w:val="05CCB4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29403571"/>
    <w:multiLevelType w:val="multilevel"/>
    <w:tmpl w:val="D76AAF94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4A782CDD"/>
    <w:multiLevelType w:val="hybridMultilevel"/>
    <w:tmpl w:val="253CC6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652A"/>
    <w:rsid w:val="00000AE5"/>
    <w:rsid w:val="00001A40"/>
    <w:rsid w:val="00002AD6"/>
    <w:rsid w:val="00003CA1"/>
    <w:rsid w:val="00013B90"/>
    <w:rsid w:val="00015910"/>
    <w:rsid w:val="000163D8"/>
    <w:rsid w:val="00026CE4"/>
    <w:rsid w:val="00037ACB"/>
    <w:rsid w:val="00043904"/>
    <w:rsid w:val="00051CE5"/>
    <w:rsid w:val="0006606A"/>
    <w:rsid w:val="00066FA3"/>
    <w:rsid w:val="00067C91"/>
    <w:rsid w:val="000723DB"/>
    <w:rsid w:val="000745DC"/>
    <w:rsid w:val="000B7F9B"/>
    <w:rsid w:val="000C325A"/>
    <w:rsid w:val="000C6687"/>
    <w:rsid w:val="000E7A87"/>
    <w:rsid w:val="0010023B"/>
    <w:rsid w:val="00110B47"/>
    <w:rsid w:val="00111F84"/>
    <w:rsid w:val="00113762"/>
    <w:rsid w:val="00114F98"/>
    <w:rsid w:val="00121DAE"/>
    <w:rsid w:val="001244C3"/>
    <w:rsid w:val="00132A9C"/>
    <w:rsid w:val="0013623B"/>
    <w:rsid w:val="001364A2"/>
    <w:rsid w:val="001451C6"/>
    <w:rsid w:val="00147A5A"/>
    <w:rsid w:val="00155773"/>
    <w:rsid w:val="00156D42"/>
    <w:rsid w:val="001625F8"/>
    <w:rsid w:val="0016677D"/>
    <w:rsid w:val="001726E6"/>
    <w:rsid w:val="001759A2"/>
    <w:rsid w:val="00182FAC"/>
    <w:rsid w:val="00192C5E"/>
    <w:rsid w:val="00193ABF"/>
    <w:rsid w:val="001B71BE"/>
    <w:rsid w:val="001C1F5C"/>
    <w:rsid w:val="001C5A69"/>
    <w:rsid w:val="001C755D"/>
    <w:rsid w:val="001D2727"/>
    <w:rsid w:val="001D432B"/>
    <w:rsid w:val="001D6925"/>
    <w:rsid w:val="001D7A8E"/>
    <w:rsid w:val="001E04C4"/>
    <w:rsid w:val="001E44BF"/>
    <w:rsid w:val="001E4CC3"/>
    <w:rsid w:val="001F03C8"/>
    <w:rsid w:val="001F68F1"/>
    <w:rsid w:val="0020009F"/>
    <w:rsid w:val="002012FC"/>
    <w:rsid w:val="00205B46"/>
    <w:rsid w:val="00206383"/>
    <w:rsid w:val="002115D1"/>
    <w:rsid w:val="002128B2"/>
    <w:rsid w:val="002210F6"/>
    <w:rsid w:val="00240743"/>
    <w:rsid w:val="002514F2"/>
    <w:rsid w:val="0025440D"/>
    <w:rsid w:val="00257B0C"/>
    <w:rsid w:val="00257E56"/>
    <w:rsid w:val="002633EF"/>
    <w:rsid w:val="00273274"/>
    <w:rsid w:val="00285703"/>
    <w:rsid w:val="002B2F36"/>
    <w:rsid w:val="002B6736"/>
    <w:rsid w:val="002C2FD8"/>
    <w:rsid w:val="002C6204"/>
    <w:rsid w:val="002C7944"/>
    <w:rsid w:val="002D07C7"/>
    <w:rsid w:val="002E1117"/>
    <w:rsid w:val="002E7B94"/>
    <w:rsid w:val="002F02AB"/>
    <w:rsid w:val="00305C1B"/>
    <w:rsid w:val="00306D18"/>
    <w:rsid w:val="00326B7F"/>
    <w:rsid w:val="00327916"/>
    <w:rsid w:val="00334614"/>
    <w:rsid w:val="00337AB3"/>
    <w:rsid w:val="0034409A"/>
    <w:rsid w:val="00365539"/>
    <w:rsid w:val="0036617A"/>
    <w:rsid w:val="003738B4"/>
    <w:rsid w:val="00381A43"/>
    <w:rsid w:val="00385883"/>
    <w:rsid w:val="003868FE"/>
    <w:rsid w:val="0039484F"/>
    <w:rsid w:val="003C0EE1"/>
    <w:rsid w:val="003C385E"/>
    <w:rsid w:val="003D36C9"/>
    <w:rsid w:val="003D5BE0"/>
    <w:rsid w:val="003E0A98"/>
    <w:rsid w:val="003E2A11"/>
    <w:rsid w:val="003E455C"/>
    <w:rsid w:val="00400687"/>
    <w:rsid w:val="00400B2E"/>
    <w:rsid w:val="00407AAA"/>
    <w:rsid w:val="00426244"/>
    <w:rsid w:val="00427404"/>
    <w:rsid w:val="00432B61"/>
    <w:rsid w:val="00433471"/>
    <w:rsid w:val="00443903"/>
    <w:rsid w:val="0045146E"/>
    <w:rsid w:val="00463712"/>
    <w:rsid w:val="00473915"/>
    <w:rsid w:val="004757AA"/>
    <w:rsid w:val="00480694"/>
    <w:rsid w:val="00480F7E"/>
    <w:rsid w:val="004855BD"/>
    <w:rsid w:val="004A2B67"/>
    <w:rsid w:val="004B025D"/>
    <w:rsid w:val="004B5CC7"/>
    <w:rsid w:val="004B7FAE"/>
    <w:rsid w:val="004E1B65"/>
    <w:rsid w:val="004E3030"/>
    <w:rsid w:val="004E6A88"/>
    <w:rsid w:val="004F3864"/>
    <w:rsid w:val="00500D08"/>
    <w:rsid w:val="00502FD6"/>
    <w:rsid w:val="00530B40"/>
    <w:rsid w:val="00534832"/>
    <w:rsid w:val="00535F91"/>
    <w:rsid w:val="00537ECD"/>
    <w:rsid w:val="00545BD9"/>
    <w:rsid w:val="005468DA"/>
    <w:rsid w:val="00550CAF"/>
    <w:rsid w:val="0055419F"/>
    <w:rsid w:val="0055441B"/>
    <w:rsid w:val="00555137"/>
    <w:rsid w:val="0055608B"/>
    <w:rsid w:val="00561B9A"/>
    <w:rsid w:val="0056484B"/>
    <w:rsid w:val="00566091"/>
    <w:rsid w:val="0056760B"/>
    <w:rsid w:val="00572275"/>
    <w:rsid w:val="00596E9C"/>
    <w:rsid w:val="005A36D3"/>
    <w:rsid w:val="005A5158"/>
    <w:rsid w:val="005C0232"/>
    <w:rsid w:val="005D0121"/>
    <w:rsid w:val="005D4242"/>
    <w:rsid w:val="005D4C9F"/>
    <w:rsid w:val="00603D0B"/>
    <w:rsid w:val="006052F6"/>
    <w:rsid w:val="00623551"/>
    <w:rsid w:val="006354BB"/>
    <w:rsid w:val="006403F3"/>
    <w:rsid w:val="00650B5D"/>
    <w:rsid w:val="00664935"/>
    <w:rsid w:val="006651C0"/>
    <w:rsid w:val="00672E2F"/>
    <w:rsid w:val="0069321F"/>
    <w:rsid w:val="006961A8"/>
    <w:rsid w:val="006B0CC2"/>
    <w:rsid w:val="006C4360"/>
    <w:rsid w:val="006C68A1"/>
    <w:rsid w:val="006E10DE"/>
    <w:rsid w:val="006E4A83"/>
    <w:rsid w:val="006E5490"/>
    <w:rsid w:val="007013E1"/>
    <w:rsid w:val="00710B6A"/>
    <w:rsid w:val="007172C4"/>
    <w:rsid w:val="00723A4E"/>
    <w:rsid w:val="007245DF"/>
    <w:rsid w:val="00724945"/>
    <w:rsid w:val="00725B15"/>
    <w:rsid w:val="007369FB"/>
    <w:rsid w:val="00753832"/>
    <w:rsid w:val="00761672"/>
    <w:rsid w:val="007619F7"/>
    <w:rsid w:val="0076507D"/>
    <w:rsid w:val="007653F3"/>
    <w:rsid w:val="0077025F"/>
    <w:rsid w:val="00770F12"/>
    <w:rsid w:val="00794D04"/>
    <w:rsid w:val="00795F53"/>
    <w:rsid w:val="007A1FAC"/>
    <w:rsid w:val="007A2583"/>
    <w:rsid w:val="007C082C"/>
    <w:rsid w:val="007C3A44"/>
    <w:rsid w:val="007D05F7"/>
    <w:rsid w:val="007D50A7"/>
    <w:rsid w:val="007D78CC"/>
    <w:rsid w:val="007F3C34"/>
    <w:rsid w:val="0081357F"/>
    <w:rsid w:val="00820FB0"/>
    <w:rsid w:val="0082214C"/>
    <w:rsid w:val="00836381"/>
    <w:rsid w:val="0083717C"/>
    <w:rsid w:val="00854FB0"/>
    <w:rsid w:val="008702D6"/>
    <w:rsid w:val="00876562"/>
    <w:rsid w:val="00882A49"/>
    <w:rsid w:val="00886C1E"/>
    <w:rsid w:val="00887286"/>
    <w:rsid w:val="00892EEC"/>
    <w:rsid w:val="008962ED"/>
    <w:rsid w:val="008979B1"/>
    <w:rsid w:val="008A1396"/>
    <w:rsid w:val="008D01E1"/>
    <w:rsid w:val="008D27E4"/>
    <w:rsid w:val="008D5339"/>
    <w:rsid w:val="008E3D71"/>
    <w:rsid w:val="00913227"/>
    <w:rsid w:val="00914C32"/>
    <w:rsid w:val="00923451"/>
    <w:rsid w:val="0092750D"/>
    <w:rsid w:val="00933420"/>
    <w:rsid w:val="009339B0"/>
    <w:rsid w:val="00933B93"/>
    <w:rsid w:val="009352D9"/>
    <w:rsid w:val="00944820"/>
    <w:rsid w:val="00950CFE"/>
    <w:rsid w:val="0095565E"/>
    <w:rsid w:val="00956ED3"/>
    <w:rsid w:val="009675E1"/>
    <w:rsid w:val="00973193"/>
    <w:rsid w:val="0098465C"/>
    <w:rsid w:val="00984F3F"/>
    <w:rsid w:val="00992227"/>
    <w:rsid w:val="009A3276"/>
    <w:rsid w:val="009A3C7A"/>
    <w:rsid w:val="009A63FA"/>
    <w:rsid w:val="009C5584"/>
    <w:rsid w:val="009D02CD"/>
    <w:rsid w:val="009F3BB2"/>
    <w:rsid w:val="009F70A1"/>
    <w:rsid w:val="00A05265"/>
    <w:rsid w:val="00A1652A"/>
    <w:rsid w:val="00A17464"/>
    <w:rsid w:val="00A34C8E"/>
    <w:rsid w:val="00A55C62"/>
    <w:rsid w:val="00A75280"/>
    <w:rsid w:val="00A761BC"/>
    <w:rsid w:val="00A76B96"/>
    <w:rsid w:val="00A76D5D"/>
    <w:rsid w:val="00A80FFB"/>
    <w:rsid w:val="00A84FD5"/>
    <w:rsid w:val="00A9202B"/>
    <w:rsid w:val="00AA2628"/>
    <w:rsid w:val="00AB0109"/>
    <w:rsid w:val="00AC17C9"/>
    <w:rsid w:val="00AC1951"/>
    <w:rsid w:val="00AD765A"/>
    <w:rsid w:val="00B01426"/>
    <w:rsid w:val="00B1098D"/>
    <w:rsid w:val="00B15767"/>
    <w:rsid w:val="00B2007B"/>
    <w:rsid w:val="00B233D5"/>
    <w:rsid w:val="00B32190"/>
    <w:rsid w:val="00B33DC8"/>
    <w:rsid w:val="00B3482A"/>
    <w:rsid w:val="00B45006"/>
    <w:rsid w:val="00B45BB2"/>
    <w:rsid w:val="00B520EF"/>
    <w:rsid w:val="00B53054"/>
    <w:rsid w:val="00B5747D"/>
    <w:rsid w:val="00B62015"/>
    <w:rsid w:val="00B62D91"/>
    <w:rsid w:val="00B6588E"/>
    <w:rsid w:val="00B76D3B"/>
    <w:rsid w:val="00B80C14"/>
    <w:rsid w:val="00B813D2"/>
    <w:rsid w:val="00B828BA"/>
    <w:rsid w:val="00B86844"/>
    <w:rsid w:val="00B97520"/>
    <w:rsid w:val="00BD1235"/>
    <w:rsid w:val="00BF134C"/>
    <w:rsid w:val="00BF33AD"/>
    <w:rsid w:val="00BF6A77"/>
    <w:rsid w:val="00C00CB1"/>
    <w:rsid w:val="00C023D1"/>
    <w:rsid w:val="00C13299"/>
    <w:rsid w:val="00C15817"/>
    <w:rsid w:val="00C23E29"/>
    <w:rsid w:val="00C2619D"/>
    <w:rsid w:val="00C3091D"/>
    <w:rsid w:val="00C31214"/>
    <w:rsid w:val="00C3148A"/>
    <w:rsid w:val="00C32136"/>
    <w:rsid w:val="00C5303E"/>
    <w:rsid w:val="00C55939"/>
    <w:rsid w:val="00C56D53"/>
    <w:rsid w:val="00C6402E"/>
    <w:rsid w:val="00C706BA"/>
    <w:rsid w:val="00C74AC7"/>
    <w:rsid w:val="00C76397"/>
    <w:rsid w:val="00C77A0C"/>
    <w:rsid w:val="00C86D8A"/>
    <w:rsid w:val="00CA3CCA"/>
    <w:rsid w:val="00CA6382"/>
    <w:rsid w:val="00CB1AFE"/>
    <w:rsid w:val="00CB40A7"/>
    <w:rsid w:val="00CB40C5"/>
    <w:rsid w:val="00CB4B58"/>
    <w:rsid w:val="00CC32F9"/>
    <w:rsid w:val="00CC33A2"/>
    <w:rsid w:val="00CC5942"/>
    <w:rsid w:val="00CC7A33"/>
    <w:rsid w:val="00CD16D3"/>
    <w:rsid w:val="00CD3782"/>
    <w:rsid w:val="00CE0173"/>
    <w:rsid w:val="00CE5CC1"/>
    <w:rsid w:val="00CE6922"/>
    <w:rsid w:val="00D05089"/>
    <w:rsid w:val="00D13F07"/>
    <w:rsid w:val="00D2471D"/>
    <w:rsid w:val="00D2547F"/>
    <w:rsid w:val="00D31E78"/>
    <w:rsid w:val="00D46981"/>
    <w:rsid w:val="00D5342B"/>
    <w:rsid w:val="00D55562"/>
    <w:rsid w:val="00D62367"/>
    <w:rsid w:val="00D80914"/>
    <w:rsid w:val="00D8655D"/>
    <w:rsid w:val="00D924E8"/>
    <w:rsid w:val="00D9391F"/>
    <w:rsid w:val="00D9508F"/>
    <w:rsid w:val="00DB5121"/>
    <w:rsid w:val="00DB7AB9"/>
    <w:rsid w:val="00DC18BE"/>
    <w:rsid w:val="00DC351F"/>
    <w:rsid w:val="00DC6E82"/>
    <w:rsid w:val="00DD5849"/>
    <w:rsid w:val="00DE2552"/>
    <w:rsid w:val="00DE3172"/>
    <w:rsid w:val="00DE6C9C"/>
    <w:rsid w:val="00DE754D"/>
    <w:rsid w:val="00DF1B81"/>
    <w:rsid w:val="00E011D5"/>
    <w:rsid w:val="00E05B8D"/>
    <w:rsid w:val="00E061D7"/>
    <w:rsid w:val="00E076FA"/>
    <w:rsid w:val="00E16C66"/>
    <w:rsid w:val="00E23680"/>
    <w:rsid w:val="00E26DCD"/>
    <w:rsid w:val="00E36512"/>
    <w:rsid w:val="00E44699"/>
    <w:rsid w:val="00E45170"/>
    <w:rsid w:val="00E627DC"/>
    <w:rsid w:val="00E74875"/>
    <w:rsid w:val="00E91FB9"/>
    <w:rsid w:val="00E94805"/>
    <w:rsid w:val="00EA0460"/>
    <w:rsid w:val="00EA5F52"/>
    <w:rsid w:val="00EA6F84"/>
    <w:rsid w:val="00EA75A3"/>
    <w:rsid w:val="00EB185A"/>
    <w:rsid w:val="00EB3527"/>
    <w:rsid w:val="00EB42C4"/>
    <w:rsid w:val="00EB5CE0"/>
    <w:rsid w:val="00ED1B5D"/>
    <w:rsid w:val="00EE0AA0"/>
    <w:rsid w:val="00EF0DE2"/>
    <w:rsid w:val="00F04E76"/>
    <w:rsid w:val="00F10C21"/>
    <w:rsid w:val="00F13C58"/>
    <w:rsid w:val="00F21172"/>
    <w:rsid w:val="00F30277"/>
    <w:rsid w:val="00F3288B"/>
    <w:rsid w:val="00F50C5A"/>
    <w:rsid w:val="00F51216"/>
    <w:rsid w:val="00F54ADC"/>
    <w:rsid w:val="00F54FE4"/>
    <w:rsid w:val="00F60A6C"/>
    <w:rsid w:val="00F654F1"/>
    <w:rsid w:val="00F656DA"/>
    <w:rsid w:val="00F701DE"/>
    <w:rsid w:val="00F7038B"/>
    <w:rsid w:val="00F74ED1"/>
    <w:rsid w:val="00F77B48"/>
    <w:rsid w:val="00F82E31"/>
    <w:rsid w:val="00F87103"/>
    <w:rsid w:val="00F97413"/>
    <w:rsid w:val="00FB01D4"/>
    <w:rsid w:val="00FB3590"/>
    <w:rsid w:val="00FB3EAF"/>
    <w:rsid w:val="00FB6DCA"/>
    <w:rsid w:val="00FB712D"/>
    <w:rsid w:val="00FB7656"/>
    <w:rsid w:val="00FC615E"/>
    <w:rsid w:val="00FD3231"/>
    <w:rsid w:val="00FD4B43"/>
    <w:rsid w:val="00FD6904"/>
    <w:rsid w:val="00FE5B5C"/>
    <w:rsid w:val="00FE79EF"/>
    <w:rsid w:val="00FF6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13299"/>
    <w:rPr>
      <w:rFonts w:eastAsia="SimSun"/>
      <w:sz w:val="24"/>
      <w:szCs w:val="24"/>
      <w:lang w:val="uk-UA" w:eastAsia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80F7E"/>
    <w:pPr>
      <w:keepNext/>
      <w:ind w:right="-232"/>
      <w:jc w:val="center"/>
      <w:outlineLvl w:val="0"/>
    </w:pPr>
    <w:rPr>
      <w:rFonts w:eastAsia="Times New Roman"/>
      <w:b/>
      <w:szCs w:val="20"/>
      <w:lang w:eastAsia="ru-RU"/>
    </w:rPr>
  </w:style>
  <w:style w:type="paragraph" w:styleId="Heading2">
    <w:name w:val="heading 2"/>
    <w:basedOn w:val="Normal"/>
    <w:link w:val="Heading2Char"/>
    <w:uiPriority w:val="99"/>
    <w:qFormat/>
    <w:rsid w:val="00480F7E"/>
    <w:pPr>
      <w:keepNext/>
      <w:spacing w:before="240" w:after="60"/>
      <w:ind w:right="-232"/>
      <w:jc w:val="both"/>
      <w:outlineLvl w:val="1"/>
    </w:pPr>
    <w:rPr>
      <w:rFonts w:ascii="Cambria" w:eastAsia="Times New Roman" w:hAnsi="Cambria"/>
      <w:b/>
      <w:i/>
      <w:sz w:val="28"/>
      <w:szCs w:val="20"/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80F7E"/>
    <w:pPr>
      <w:keepNext/>
      <w:ind w:right="-232"/>
      <w:jc w:val="center"/>
      <w:outlineLvl w:val="2"/>
    </w:pPr>
    <w:rPr>
      <w:rFonts w:eastAsia="Times New Roman"/>
      <w:b/>
      <w:szCs w:val="20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80F7E"/>
    <w:pPr>
      <w:keepNext/>
      <w:ind w:right="-232"/>
      <w:jc w:val="both"/>
      <w:outlineLvl w:val="3"/>
    </w:pPr>
    <w:rPr>
      <w:rFonts w:eastAsia="Times New Roman"/>
      <w:b/>
      <w:szCs w:val="20"/>
      <w:lang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80F7E"/>
    <w:pPr>
      <w:keepNext/>
      <w:ind w:right="-232"/>
      <w:jc w:val="center"/>
      <w:outlineLvl w:val="4"/>
    </w:pPr>
    <w:rPr>
      <w:rFonts w:eastAsia="Times New Roman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80F7E"/>
    <w:rPr>
      <w:rFonts w:cs="Times New Roman"/>
      <w:b/>
      <w:sz w:val="24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80F7E"/>
    <w:rPr>
      <w:rFonts w:ascii="Cambria" w:hAnsi="Cambria" w:cs="Times New Roman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80F7E"/>
    <w:rPr>
      <w:rFonts w:cs="Times New Roman"/>
      <w:b/>
      <w:sz w:val="24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80F7E"/>
    <w:rPr>
      <w:rFonts w:cs="Times New Roman"/>
      <w:b/>
      <w:sz w:val="24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80F7E"/>
    <w:rPr>
      <w:rFonts w:cs="Times New Roman"/>
      <w:sz w:val="24"/>
      <w:lang w:val="uk-UA"/>
    </w:rPr>
  </w:style>
  <w:style w:type="character" w:styleId="Strong">
    <w:name w:val="Strong"/>
    <w:basedOn w:val="DefaultParagraphFont"/>
    <w:uiPriority w:val="99"/>
    <w:qFormat/>
    <w:rsid w:val="00480F7E"/>
    <w:rPr>
      <w:rFonts w:cs="Times New Roman"/>
      <w:b/>
    </w:rPr>
  </w:style>
  <w:style w:type="paragraph" w:styleId="NoSpacing">
    <w:name w:val="No Spacing"/>
    <w:uiPriority w:val="99"/>
    <w:qFormat/>
    <w:rsid w:val="00480F7E"/>
    <w:pPr>
      <w:ind w:right="-232"/>
      <w:jc w:val="both"/>
    </w:pPr>
    <w:rPr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480F7E"/>
    <w:pPr>
      <w:ind w:right="-232"/>
      <w:jc w:val="center"/>
    </w:pPr>
    <w:rPr>
      <w:rFonts w:eastAsia="Times New Roman"/>
      <w:b/>
      <w:bCs/>
      <w:sz w:val="28"/>
      <w:lang w:eastAsia="ru-RU"/>
    </w:rPr>
  </w:style>
  <w:style w:type="paragraph" w:styleId="Title">
    <w:name w:val="Title"/>
    <w:basedOn w:val="Normal"/>
    <w:link w:val="TitleChar"/>
    <w:uiPriority w:val="99"/>
    <w:qFormat/>
    <w:rsid w:val="00480F7E"/>
    <w:pPr>
      <w:spacing w:before="240" w:after="60"/>
      <w:ind w:right="-232"/>
      <w:jc w:val="center"/>
      <w:outlineLvl w:val="0"/>
    </w:pPr>
    <w:rPr>
      <w:rFonts w:ascii="Cambria" w:eastAsia="Times New Roman" w:hAnsi="Cambria"/>
      <w:b/>
      <w:kern w:val="28"/>
      <w:sz w:val="32"/>
      <w:szCs w:val="20"/>
      <w:lang w:val="ru-RU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480F7E"/>
    <w:rPr>
      <w:rFonts w:ascii="Cambria" w:hAnsi="Cambria" w:cs="Times New Roman"/>
      <w:b/>
      <w:kern w:val="28"/>
      <w:sz w:val="32"/>
    </w:rPr>
  </w:style>
  <w:style w:type="character" w:styleId="Emphasis">
    <w:name w:val="Emphasis"/>
    <w:basedOn w:val="DefaultParagraphFont"/>
    <w:uiPriority w:val="99"/>
    <w:qFormat/>
    <w:rsid w:val="00480F7E"/>
    <w:rPr>
      <w:rFonts w:cs="Times New Roman"/>
      <w:i/>
    </w:rPr>
  </w:style>
  <w:style w:type="paragraph" w:styleId="ListParagraph">
    <w:name w:val="List Paragraph"/>
    <w:basedOn w:val="Normal"/>
    <w:uiPriority w:val="99"/>
    <w:qFormat/>
    <w:rsid w:val="00480F7E"/>
    <w:pPr>
      <w:spacing w:line="276" w:lineRule="auto"/>
      <w:ind w:left="720" w:right="-232"/>
      <w:contextualSpacing/>
      <w:jc w:val="both"/>
    </w:pPr>
    <w:rPr>
      <w:rFonts w:ascii="Calibri" w:eastAsia="Times New Roman" w:hAnsi="Calibri"/>
      <w:sz w:val="22"/>
      <w:szCs w:val="22"/>
      <w:lang w:val="ru-RU" w:eastAsia="en-US"/>
    </w:rPr>
  </w:style>
  <w:style w:type="character" w:styleId="IntenseReference">
    <w:name w:val="Intense Reference"/>
    <w:basedOn w:val="DefaultParagraphFont"/>
    <w:uiPriority w:val="99"/>
    <w:qFormat/>
    <w:rsid w:val="00480F7E"/>
    <w:rPr>
      <w:rFonts w:cs="Times New Roman"/>
      <w:b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480F7E"/>
    <w:rPr>
      <w:rFonts w:cs="Times New Roman"/>
      <w:b/>
      <w:smallCaps/>
      <w:spacing w:val="5"/>
    </w:rPr>
  </w:style>
  <w:style w:type="character" w:customStyle="1" w:styleId="7">
    <w:name w:val="Основной текст (7)_"/>
    <w:link w:val="71"/>
    <w:uiPriority w:val="99"/>
    <w:locked/>
    <w:rsid w:val="00FD3231"/>
    <w:rPr>
      <w:sz w:val="24"/>
      <w:shd w:val="clear" w:color="auto" w:fill="FFFFFF"/>
    </w:rPr>
  </w:style>
  <w:style w:type="character" w:customStyle="1" w:styleId="73pt">
    <w:name w:val="Основной текст (7) + Интервал 3 pt"/>
    <w:uiPriority w:val="99"/>
    <w:rsid w:val="00FD3231"/>
    <w:rPr>
      <w:spacing w:val="60"/>
      <w:sz w:val="24"/>
      <w:shd w:val="clear" w:color="auto" w:fill="FFFFFF"/>
    </w:rPr>
  </w:style>
  <w:style w:type="character" w:customStyle="1" w:styleId="12">
    <w:name w:val="Заголовок №1 (2)_"/>
    <w:link w:val="120"/>
    <w:uiPriority w:val="99"/>
    <w:locked/>
    <w:rsid w:val="00FD3231"/>
    <w:rPr>
      <w:b/>
      <w:sz w:val="31"/>
      <w:shd w:val="clear" w:color="auto" w:fill="FFFFFF"/>
    </w:rPr>
  </w:style>
  <w:style w:type="character" w:customStyle="1" w:styleId="124pt">
    <w:name w:val="Заголовок №1 (2) + Интервал 4 pt"/>
    <w:uiPriority w:val="99"/>
    <w:rsid w:val="00FD3231"/>
    <w:rPr>
      <w:b/>
      <w:spacing w:val="90"/>
      <w:sz w:val="31"/>
      <w:shd w:val="clear" w:color="auto" w:fill="FFFFFF"/>
    </w:rPr>
  </w:style>
  <w:style w:type="character" w:customStyle="1" w:styleId="BodyTextChar">
    <w:name w:val="Body Text Char"/>
    <w:link w:val="BodyText"/>
    <w:uiPriority w:val="99"/>
    <w:locked/>
    <w:rsid w:val="00FD3231"/>
    <w:rPr>
      <w:sz w:val="27"/>
      <w:shd w:val="clear" w:color="auto" w:fill="FFFFFF"/>
    </w:rPr>
  </w:style>
  <w:style w:type="paragraph" w:styleId="BodyText">
    <w:name w:val="Body Text"/>
    <w:basedOn w:val="Normal"/>
    <w:link w:val="BodyTextChar"/>
    <w:uiPriority w:val="99"/>
    <w:rsid w:val="00FD3231"/>
    <w:pPr>
      <w:shd w:val="clear" w:color="auto" w:fill="FFFFFF"/>
      <w:spacing w:before="240" w:after="600" w:line="322" w:lineRule="exact"/>
      <w:ind w:hanging="1080"/>
      <w:jc w:val="center"/>
    </w:pPr>
    <w:rPr>
      <w:rFonts w:eastAsia="Times New Roman"/>
      <w:sz w:val="27"/>
      <w:szCs w:val="20"/>
      <w:lang w:val="ru-RU" w:eastAsia="ru-RU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326B7F"/>
    <w:rPr>
      <w:rFonts w:eastAsia="SimSun" w:cs="Times New Roman"/>
      <w:sz w:val="24"/>
      <w:lang w:val="uk-UA" w:eastAsia="uk-UA"/>
    </w:rPr>
  </w:style>
  <w:style w:type="character" w:customStyle="1" w:styleId="1">
    <w:name w:val="Основной текст Знак1"/>
    <w:uiPriority w:val="99"/>
    <w:semiHidden/>
    <w:rsid w:val="00FD3231"/>
    <w:rPr>
      <w:rFonts w:eastAsia="SimSun"/>
      <w:sz w:val="24"/>
      <w:lang w:val="uk-UA" w:eastAsia="uk-UA"/>
    </w:rPr>
  </w:style>
  <w:style w:type="paragraph" w:customStyle="1" w:styleId="71">
    <w:name w:val="Основной текст (7)1"/>
    <w:basedOn w:val="Normal"/>
    <w:link w:val="7"/>
    <w:uiPriority w:val="99"/>
    <w:rsid w:val="00FD3231"/>
    <w:pPr>
      <w:shd w:val="clear" w:color="auto" w:fill="FFFFFF"/>
      <w:spacing w:after="240" w:line="274" w:lineRule="exact"/>
      <w:ind w:hanging="480"/>
      <w:jc w:val="center"/>
    </w:pPr>
    <w:rPr>
      <w:rFonts w:eastAsia="Times New Roman"/>
      <w:szCs w:val="20"/>
      <w:lang w:val="ru-RU" w:eastAsia="ru-RU"/>
    </w:rPr>
  </w:style>
  <w:style w:type="paragraph" w:customStyle="1" w:styleId="120">
    <w:name w:val="Заголовок №1 (2)"/>
    <w:basedOn w:val="Normal"/>
    <w:link w:val="12"/>
    <w:uiPriority w:val="99"/>
    <w:rsid w:val="00FD3231"/>
    <w:pPr>
      <w:shd w:val="clear" w:color="auto" w:fill="FFFFFF"/>
      <w:spacing w:before="60" w:line="374" w:lineRule="exact"/>
      <w:jc w:val="center"/>
      <w:outlineLvl w:val="0"/>
    </w:pPr>
    <w:rPr>
      <w:rFonts w:eastAsia="Times New Roman"/>
      <w:b/>
      <w:sz w:val="31"/>
      <w:szCs w:val="20"/>
      <w:lang w:val="ru-RU" w:eastAsia="ru-RU"/>
    </w:rPr>
  </w:style>
  <w:style w:type="paragraph" w:customStyle="1" w:styleId="Style2">
    <w:name w:val="Style2"/>
    <w:basedOn w:val="Normal"/>
    <w:uiPriority w:val="99"/>
    <w:rsid w:val="0055419F"/>
    <w:pPr>
      <w:widowControl w:val="0"/>
      <w:autoSpaceDE w:val="0"/>
      <w:autoSpaceDN w:val="0"/>
      <w:adjustRightInd w:val="0"/>
      <w:spacing w:line="323" w:lineRule="exact"/>
      <w:ind w:hanging="326"/>
      <w:jc w:val="both"/>
    </w:pPr>
    <w:rPr>
      <w:rFonts w:eastAsia="Times New Roman"/>
      <w:lang w:val="ru-RU" w:eastAsia="ru-RU"/>
    </w:rPr>
  </w:style>
  <w:style w:type="character" w:customStyle="1" w:styleId="FontStyle31">
    <w:name w:val="Font Style31"/>
    <w:uiPriority w:val="99"/>
    <w:rsid w:val="0055419F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2007B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2007B"/>
    <w:rPr>
      <w:rFonts w:ascii="Tahoma" w:eastAsia="SimSun" w:hAnsi="Tahoma" w:cs="Times New Roman"/>
      <w:sz w:val="16"/>
      <w:lang w:val="uk-UA" w:eastAsia="uk-UA"/>
    </w:rPr>
  </w:style>
  <w:style w:type="character" w:customStyle="1" w:styleId="2">
    <w:name w:val="Основной текст (2)_"/>
    <w:link w:val="20"/>
    <w:uiPriority w:val="99"/>
    <w:locked/>
    <w:rsid w:val="00F13C58"/>
    <w:rPr>
      <w:sz w:val="28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F13C58"/>
    <w:pPr>
      <w:widowControl w:val="0"/>
      <w:shd w:val="clear" w:color="auto" w:fill="FFFFFF"/>
      <w:spacing w:before="480" w:after="120" w:line="283" w:lineRule="exact"/>
    </w:pPr>
    <w:rPr>
      <w:rFonts w:eastAsia="Times New Roman"/>
      <w:sz w:val="28"/>
      <w:szCs w:val="20"/>
      <w:lang w:val="ru-RU" w:eastAsia="ru-RU"/>
    </w:rPr>
  </w:style>
  <w:style w:type="character" w:customStyle="1" w:styleId="10">
    <w:name w:val="Заголовок №1_"/>
    <w:link w:val="11"/>
    <w:uiPriority w:val="99"/>
    <w:locked/>
    <w:rsid w:val="00A05265"/>
    <w:rPr>
      <w:rFonts w:ascii="Lucida Sans Unicode" w:hAnsi="Lucida Sans Unicode"/>
      <w:b/>
      <w:spacing w:val="-10"/>
      <w:sz w:val="25"/>
      <w:shd w:val="clear" w:color="auto" w:fill="FFFFFF"/>
    </w:rPr>
  </w:style>
  <w:style w:type="character" w:customStyle="1" w:styleId="13">
    <w:name w:val="Заголовок №1"/>
    <w:uiPriority w:val="99"/>
    <w:rsid w:val="00A05265"/>
  </w:style>
  <w:style w:type="paragraph" w:customStyle="1" w:styleId="11">
    <w:name w:val="Заголовок №11"/>
    <w:basedOn w:val="Normal"/>
    <w:link w:val="10"/>
    <w:uiPriority w:val="99"/>
    <w:rsid w:val="00A05265"/>
    <w:pPr>
      <w:shd w:val="clear" w:color="auto" w:fill="FFFFFF"/>
      <w:spacing w:before="600" w:after="360" w:line="317" w:lineRule="exact"/>
      <w:outlineLvl w:val="0"/>
    </w:pPr>
    <w:rPr>
      <w:rFonts w:ascii="Lucida Sans Unicode" w:eastAsia="Times New Roman" w:hAnsi="Lucida Sans Unicode"/>
      <w:b/>
      <w:spacing w:val="-10"/>
      <w:sz w:val="25"/>
      <w:szCs w:val="20"/>
      <w:lang w:val="ru-RU" w:eastAsia="ru-RU"/>
    </w:rPr>
  </w:style>
  <w:style w:type="table" w:styleId="TableGrid">
    <w:name w:val="Table Grid"/>
    <w:basedOn w:val="TableNormal"/>
    <w:uiPriority w:val="99"/>
    <w:locked/>
    <w:rsid w:val="002C2FD8"/>
    <w:rPr>
      <w:rFonts w:ascii="Calibri" w:hAnsi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8D27E4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D27E4"/>
    <w:rPr>
      <w:rFonts w:eastAsia="SimSun" w:cs="Times New Roman"/>
      <w:sz w:val="24"/>
      <w:lang w:val="uk-UA" w:eastAsia="uk-UA"/>
    </w:rPr>
  </w:style>
  <w:style w:type="paragraph" w:styleId="Footer">
    <w:name w:val="footer"/>
    <w:basedOn w:val="Normal"/>
    <w:link w:val="FooterChar"/>
    <w:uiPriority w:val="99"/>
    <w:rsid w:val="008D27E4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D27E4"/>
    <w:rPr>
      <w:rFonts w:eastAsia="SimSun" w:cs="Times New Roman"/>
      <w:sz w:val="24"/>
      <w:lang w:val="uk-UA" w:eastAsia="uk-UA"/>
    </w:rPr>
  </w:style>
  <w:style w:type="paragraph" w:styleId="HTMLPreformatted">
    <w:name w:val="HTML Preformatted"/>
    <w:basedOn w:val="Normal"/>
    <w:link w:val="HTMLPreformattedChar"/>
    <w:uiPriority w:val="99"/>
    <w:rsid w:val="005660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color w:val="000000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566091"/>
    <w:rPr>
      <w:rFonts w:ascii="Courier New" w:hAnsi="Courier New" w:cs="Times New Roman"/>
      <w:color w:val="000000"/>
      <w:lang w:val="ru-RU" w:eastAsia="ru-RU"/>
    </w:rPr>
  </w:style>
  <w:style w:type="character" w:styleId="HTMLTypewriter">
    <w:name w:val="HTML Typewriter"/>
    <w:basedOn w:val="DefaultParagraphFont"/>
    <w:uiPriority w:val="99"/>
    <w:rsid w:val="00566091"/>
    <w:rPr>
      <w:rFonts w:ascii="Courier New" w:hAnsi="Courier New" w:cs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571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1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1472</TotalTime>
  <Pages>5</Pages>
  <Words>992</Words>
  <Characters>5660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user3344</cp:lastModifiedBy>
  <cp:revision>148</cp:revision>
  <cp:lastPrinted>2020-05-13T12:47:00Z</cp:lastPrinted>
  <dcterms:created xsi:type="dcterms:W3CDTF">2016-11-29T07:02:00Z</dcterms:created>
  <dcterms:modified xsi:type="dcterms:W3CDTF">2020-05-15T06:14:00Z</dcterms:modified>
</cp:coreProperties>
</file>