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247" w:rsidRPr="00C8321E" w:rsidRDefault="00852247" w:rsidP="008940E8">
      <w:pPr>
        <w:rPr>
          <w:sz w:val="28"/>
          <w:szCs w:val="28"/>
        </w:rPr>
      </w:pPr>
      <w:r>
        <w:t xml:space="preserve">                                                                    </w:t>
      </w:r>
      <w:r w:rsidRPr="00D46981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51871022" r:id="rId6"/>
        </w:object>
      </w:r>
    </w:p>
    <w:p w:rsidR="00852247" w:rsidRPr="000846D0" w:rsidRDefault="00852247" w:rsidP="008940E8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852247" w:rsidRDefault="00852247" w:rsidP="008940E8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852247" w:rsidRPr="00886A44" w:rsidRDefault="00852247" w:rsidP="008940E8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Тринадцята сесія сьомого скликання</w:t>
      </w:r>
    </w:p>
    <w:p w:rsidR="00852247" w:rsidRDefault="00852247" w:rsidP="008940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852247" w:rsidRPr="007D0354" w:rsidRDefault="00852247" w:rsidP="00990ADE">
      <w:pPr>
        <w:jc w:val="both"/>
        <w:rPr>
          <w:sz w:val="28"/>
          <w:szCs w:val="28"/>
        </w:rPr>
      </w:pPr>
    </w:p>
    <w:p w:rsidR="00852247" w:rsidRPr="007D0354" w:rsidRDefault="00852247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23 березня 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1395</w:t>
      </w:r>
    </w:p>
    <w:p w:rsidR="00852247" w:rsidRPr="007D0354" w:rsidRDefault="00852247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852247" w:rsidRPr="007D0354" w:rsidRDefault="00852247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570"/>
        <w:gridCol w:w="5253"/>
      </w:tblGrid>
      <w:tr w:rsidR="00852247" w:rsidRPr="007D0354" w:rsidTr="00DB048E">
        <w:tc>
          <w:tcPr>
            <w:tcW w:w="4570" w:type="dxa"/>
          </w:tcPr>
          <w:p w:rsidR="00852247" w:rsidRPr="00DB048E" w:rsidRDefault="00852247" w:rsidP="00DB048E">
            <w:pPr>
              <w:jc w:val="both"/>
              <w:rPr>
                <w:bCs/>
                <w:sz w:val="28"/>
                <w:szCs w:val="28"/>
              </w:rPr>
            </w:pPr>
            <w:r w:rsidRPr="00DB048E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земельної ділянки</w:t>
            </w:r>
            <w:r>
              <w:rPr>
                <w:bCs/>
                <w:sz w:val="28"/>
                <w:szCs w:val="28"/>
              </w:rPr>
              <w:t xml:space="preserve"> площею 0,1147 га</w:t>
            </w:r>
            <w:r w:rsidRPr="00DB048E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B048E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B048E">
              <w:rPr>
                <w:bCs/>
                <w:sz w:val="28"/>
                <w:szCs w:val="28"/>
              </w:rPr>
              <w:t>ур. «Варош-вейг»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253" w:type="dxa"/>
          </w:tcPr>
          <w:p w:rsidR="00852247" w:rsidRPr="00DB048E" w:rsidRDefault="00852247" w:rsidP="00DB048E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852247" w:rsidRDefault="00852247" w:rsidP="00990ADE">
      <w:pPr>
        <w:jc w:val="both"/>
        <w:rPr>
          <w:bCs/>
          <w:sz w:val="28"/>
          <w:szCs w:val="28"/>
        </w:rPr>
      </w:pPr>
    </w:p>
    <w:p w:rsidR="00852247" w:rsidRPr="007D0354" w:rsidRDefault="00852247" w:rsidP="00990ADE">
      <w:pPr>
        <w:jc w:val="both"/>
        <w:rPr>
          <w:bCs/>
          <w:sz w:val="28"/>
          <w:szCs w:val="28"/>
        </w:rPr>
      </w:pPr>
    </w:p>
    <w:p w:rsidR="00852247" w:rsidRPr="007D0354" w:rsidRDefault="00852247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>ур. «Варош-вейг»</w:t>
      </w:r>
      <w:r>
        <w:rPr>
          <w:sz w:val="28"/>
          <w:szCs w:val="28"/>
        </w:rPr>
        <w:t xml:space="preserve">,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тринадцята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852247" w:rsidRDefault="00852247" w:rsidP="00990ADE">
      <w:pPr>
        <w:ind w:right="-365"/>
        <w:jc w:val="center"/>
        <w:rPr>
          <w:b/>
          <w:bCs/>
          <w:sz w:val="28"/>
          <w:szCs w:val="28"/>
        </w:rPr>
      </w:pPr>
    </w:p>
    <w:p w:rsidR="00852247" w:rsidRDefault="00852247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852247" w:rsidRPr="007D0354" w:rsidRDefault="00852247" w:rsidP="00990ADE">
      <w:pPr>
        <w:ind w:right="-365"/>
        <w:jc w:val="center"/>
        <w:rPr>
          <w:b/>
          <w:bCs/>
          <w:sz w:val="28"/>
          <w:szCs w:val="28"/>
        </w:rPr>
      </w:pPr>
    </w:p>
    <w:p w:rsidR="00852247" w:rsidRPr="00DC0289" w:rsidRDefault="00852247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ур. «Варош-вейг»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0,1147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будівництва та обслуговування </w:t>
      </w:r>
      <w:r>
        <w:rPr>
          <w:sz w:val="28"/>
          <w:szCs w:val="28"/>
        </w:rPr>
        <w:t>інших будівель громадської забудови</w:t>
      </w:r>
      <w:bookmarkStart w:id="0" w:name="_GoBack"/>
      <w:bookmarkEnd w:id="0"/>
      <w:r w:rsidRPr="00DC0289">
        <w:rPr>
          <w:sz w:val="28"/>
          <w:szCs w:val="28"/>
        </w:rPr>
        <w:t>.</w:t>
      </w:r>
    </w:p>
    <w:p w:rsidR="00852247" w:rsidRDefault="00852247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852247" w:rsidRDefault="00852247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852247" w:rsidRPr="00DC0289" w:rsidRDefault="00852247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852247" w:rsidRDefault="00852247" w:rsidP="00990ADE">
      <w:pPr>
        <w:jc w:val="both"/>
        <w:rPr>
          <w:bCs/>
          <w:sz w:val="28"/>
          <w:szCs w:val="28"/>
        </w:rPr>
      </w:pPr>
    </w:p>
    <w:p w:rsidR="00852247" w:rsidRDefault="00852247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852247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10960"/>
    <w:rsid w:val="000846D0"/>
    <w:rsid w:val="000B60CD"/>
    <w:rsid w:val="00167CCE"/>
    <w:rsid w:val="00172128"/>
    <w:rsid w:val="001B6AA9"/>
    <w:rsid w:val="00225660"/>
    <w:rsid w:val="00317E1B"/>
    <w:rsid w:val="003232E6"/>
    <w:rsid w:val="003F7FC2"/>
    <w:rsid w:val="00407B70"/>
    <w:rsid w:val="00473406"/>
    <w:rsid w:val="005D56B8"/>
    <w:rsid w:val="00602E7F"/>
    <w:rsid w:val="0061656D"/>
    <w:rsid w:val="006A6E3B"/>
    <w:rsid w:val="006D1359"/>
    <w:rsid w:val="00717CB4"/>
    <w:rsid w:val="007D0354"/>
    <w:rsid w:val="007D48B0"/>
    <w:rsid w:val="00821DB4"/>
    <w:rsid w:val="00852247"/>
    <w:rsid w:val="00886A44"/>
    <w:rsid w:val="008940E8"/>
    <w:rsid w:val="008C71D8"/>
    <w:rsid w:val="008E18EF"/>
    <w:rsid w:val="00990ADE"/>
    <w:rsid w:val="00A32A58"/>
    <w:rsid w:val="00A641A5"/>
    <w:rsid w:val="00AD4A7C"/>
    <w:rsid w:val="00AF2EFA"/>
    <w:rsid w:val="00B43FF3"/>
    <w:rsid w:val="00C8321E"/>
    <w:rsid w:val="00D46981"/>
    <w:rsid w:val="00DB048E"/>
    <w:rsid w:val="00DB5313"/>
    <w:rsid w:val="00DC0289"/>
    <w:rsid w:val="00E75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261</Words>
  <Characters>1493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12</cp:revision>
  <cp:lastPrinted>2017-03-22T08:14:00Z</cp:lastPrinted>
  <dcterms:created xsi:type="dcterms:W3CDTF">2016-12-08T08:50:00Z</dcterms:created>
  <dcterms:modified xsi:type="dcterms:W3CDTF">2017-03-24T12:31:00Z</dcterms:modified>
</cp:coreProperties>
</file>