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FB" w:rsidRPr="007D0354" w:rsidRDefault="00D475FB" w:rsidP="00E8445A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8806504" r:id="rId6"/>
        </w:object>
      </w:r>
    </w:p>
    <w:p w:rsidR="00D475FB" w:rsidRPr="00340468" w:rsidRDefault="00D475FB" w:rsidP="00E8445A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D475FB" w:rsidRPr="00340468" w:rsidRDefault="00D475FB" w:rsidP="00E8445A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D475FB" w:rsidRPr="00340468" w:rsidRDefault="00D475FB" w:rsidP="00E8445A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</w:t>
      </w:r>
      <w:r>
        <w:rPr>
          <w:b/>
          <w:bCs/>
          <w:sz w:val="31"/>
          <w:szCs w:val="31"/>
        </w:rPr>
        <w:t>ь перша (позачергова)</w:t>
      </w:r>
      <w:r w:rsidRPr="00340468">
        <w:rPr>
          <w:b/>
          <w:bCs/>
          <w:sz w:val="31"/>
          <w:szCs w:val="31"/>
        </w:rPr>
        <w:t xml:space="preserve"> сесія сьомого скликання</w:t>
      </w:r>
    </w:p>
    <w:p w:rsidR="00D475FB" w:rsidRPr="00340468" w:rsidRDefault="00D475FB" w:rsidP="00E8445A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D475FB" w:rsidRPr="007D0354" w:rsidRDefault="00D475FB" w:rsidP="00990ADE">
      <w:pPr>
        <w:jc w:val="both"/>
        <w:rPr>
          <w:sz w:val="28"/>
          <w:szCs w:val="28"/>
        </w:rPr>
      </w:pPr>
    </w:p>
    <w:p w:rsidR="00D475FB" w:rsidRPr="007D0354" w:rsidRDefault="00D475FB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24 січня 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2231</w:t>
      </w:r>
    </w:p>
    <w:p w:rsidR="00D475FB" w:rsidRPr="007D0354" w:rsidRDefault="00D475FB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475FB" w:rsidRPr="007D0354" w:rsidRDefault="00D475FB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D475FB" w:rsidRPr="007D0354" w:rsidTr="001274BC">
        <w:tc>
          <w:tcPr>
            <w:tcW w:w="4854" w:type="dxa"/>
          </w:tcPr>
          <w:p w:rsidR="00D475FB" w:rsidRPr="001274BC" w:rsidRDefault="00D475FB" w:rsidP="001274BC">
            <w:pPr>
              <w:jc w:val="both"/>
              <w:rPr>
                <w:bCs/>
                <w:sz w:val="28"/>
                <w:szCs w:val="28"/>
              </w:rPr>
            </w:pPr>
            <w:r w:rsidRPr="001274BC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в межах вулиць Леонтовича та Будівельників в м. Тячів</w:t>
            </w:r>
            <w:r>
              <w:rPr>
                <w:bCs/>
                <w:sz w:val="28"/>
                <w:szCs w:val="28"/>
              </w:rPr>
              <w:t>, цільове призначення якої змінюється для будівництва та обслуговування житлового будинку, господарських будівель та споруд (присадибна ділянка).</w:t>
            </w:r>
          </w:p>
        </w:tc>
        <w:tc>
          <w:tcPr>
            <w:tcW w:w="4969" w:type="dxa"/>
          </w:tcPr>
          <w:p w:rsidR="00D475FB" w:rsidRPr="001274BC" w:rsidRDefault="00D475FB" w:rsidP="001274B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475FB" w:rsidRPr="007D0354" w:rsidRDefault="00D475FB" w:rsidP="00990ADE">
      <w:pPr>
        <w:jc w:val="both"/>
        <w:rPr>
          <w:bCs/>
          <w:sz w:val="28"/>
          <w:szCs w:val="28"/>
        </w:rPr>
      </w:pPr>
    </w:p>
    <w:p w:rsidR="00D475FB" w:rsidRPr="004C1E76" w:rsidRDefault="00D475FB" w:rsidP="004C1E76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земельних ділянок, розташованих в </w:t>
      </w:r>
      <w:r>
        <w:rPr>
          <w:bCs/>
          <w:sz w:val="28"/>
          <w:szCs w:val="28"/>
        </w:rPr>
        <w:t>межах вулиць Леонтовича та Будівельників в м. Тячів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перша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D475FB" w:rsidRDefault="00D475FB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475FB" w:rsidRPr="007D0354" w:rsidRDefault="00D475FB" w:rsidP="00990ADE">
      <w:pPr>
        <w:ind w:right="-365"/>
        <w:jc w:val="center"/>
        <w:rPr>
          <w:b/>
          <w:bCs/>
          <w:sz w:val="28"/>
          <w:szCs w:val="28"/>
        </w:rPr>
      </w:pPr>
    </w:p>
    <w:p w:rsidR="00D475FB" w:rsidRPr="00DC0289" w:rsidRDefault="00D475F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межах вулиць Леонтовича та Будівельників в м. Тячів, цільове призначення якої змінюється</w:t>
      </w:r>
      <w:r w:rsidRPr="00DC0289">
        <w:rPr>
          <w:sz w:val="28"/>
          <w:szCs w:val="28"/>
        </w:rPr>
        <w:t xml:space="preserve"> для будівництва та обслуговування </w:t>
      </w:r>
      <w:r>
        <w:rPr>
          <w:sz w:val="28"/>
          <w:szCs w:val="28"/>
        </w:rPr>
        <w:t>житлового будинку, господарських будівель та споруд (присадибна ділянка)</w:t>
      </w:r>
      <w:r w:rsidRPr="00DC0289">
        <w:rPr>
          <w:sz w:val="28"/>
          <w:szCs w:val="28"/>
        </w:rPr>
        <w:t>.</w:t>
      </w:r>
    </w:p>
    <w:p w:rsidR="00D475FB" w:rsidRDefault="00D475F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D475FB" w:rsidRDefault="00D475F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D475FB" w:rsidRDefault="00D475FB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475FB" w:rsidRDefault="00D475FB" w:rsidP="00990ADE">
      <w:pPr>
        <w:ind w:right="-365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D475FB" w:rsidRDefault="00D475FB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D475FB" w:rsidSect="00E8445A">
      <w:pgSz w:w="11906" w:h="16838"/>
      <w:pgMar w:top="539" w:right="707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B7CDE"/>
    <w:rsid w:val="0012175F"/>
    <w:rsid w:val="001274BC"/>
    <w:rsid w:val="00167CCE"/>
    <w:rsid w:val="00193ABF"/>
    <w:rsid w:val="001B6AA9"/>
    <w:rsid w:val="00301842"/>
    <w:rsid w:val="00312BB7"/>
    <w:rsid w:val="00317E1B"/>
    <w:rsid w:val="00340468"/>
    <w:rsid w:val="00374036"/>
    <w:rsid w:val="003E212C"/>
    <w:rsid w:val="003F1D60"/>
    <w:rsid w:val="00473406"/>
    <w:rsid w:val="004C1E76"/>
    <w:rsid w:val="0053588E"/>
    <w:rsid w:val="005C5F86"/>
    <w:rsid w:val="005D56B8"/>
    <w:rsid w:val="00602E7F"/>
    <w:rsid w:val="0061656D"/>
    <w:rsid w:val="0063106C"/>
    <w:rsid w:val="006B1F49"/>
    <w:rsid w:val="00717CB4"/>
    <w:rsid w:val="007A042B"/>
    <w:rsid w:val="007D0354"/>
    <w:rsid w:val="007D48B0"/>
    <w:rsid w:val="00802CED"/>
    <w:rsid w:val="00821DB4"/>
    <w:rsid w:val="008C71D8"/>
    <w:rsid w:val="008E18EF"/>
    <w:rsid w:val="00990ADE"/>
    <w:rsid w:val="00A32A58"/>
    <w:rsid w:val="00A641A5"/>
    <w:rsid w:val="00AD4A7C"/>
    <w:rsid w:val="00AF2EFA"/>
    <w:rsid w:val="00B43FF3"/>
    <w:rsid w:val="00B94698"/>
    <w:rsid w:val="00CF3B13"/>
    <w:rsid w:val="00D475FB"/>
    <w:rsid w:val="00DB5313"/>
    <w:rsid w:val="00DC0289"/>
    <w:rsid w:val="00DE70CA"/>
    <w:rsid w:val="00DF61DF"/>
    <w:rsid w:val="00E7513C"/>
    <w:rsid w:val="00E80F44"/>
    <w:rsid w:val="00E8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296</Words>
  <Characters>1688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11</cp:revision>
  <cp:lastPrinted>2018-01-30T06:31:00Z</cp:lastPrinted>
  <dcterms:created xsi:type="dcterms:W3CDTF">2018-01-22T14:13:00Z</dcterms:created>
  <dcterms:modified xsi:type="dcterms:W3CDTF">2018-01-30T06:35:00Z</dcterms:modified>
</cp:coreProperties>
</file>