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861" w:rsidRDefault="00CE6861" w:rsidP="002B7D6C">
      <w:pPr>
        <w:pStyle w:val="Heading1"/>
        <w:tabs>
          <w:tab w:val="left" w:pos="6120"/>
        </w:tabs>
        <w:jc w:val="left"/>
      </w:pPr>
      <w:r>
        <w:rPr>
          <w:szCs w:val="28"/>
        </w:rPr>
        <w:t xml:space="preserve">                                                                </w:t>
      </w:r>
      <w:r w:rsidRPr="00FE1D36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597584100" r:id="rId7"/>
        </w:object>
      </w:r>
    </w:p>
    <w:p w:rsidR="00CE6861" w:rsidRPr="0095538D" w:rsidRDefault="00CE6861" w:rsidP="002B7D6C">
      <w:pPr>
        <w:pStyle w:val="Heading1"/>
        <w:tabs>
          <w:tab w:val="left" w:pos="6120"/>
        </w:tabs>
        <w:rPr>
          <w:sz w:val="31"/>
          <w:szCs w:val="31"/>
        </w:rPr>
      </w:pPr>
      <w:r w:rsidRPr="0095538D">
        <w:rPr>
          <w:sz w:val="31"/>
          <w:szCs w:val="31"/>
        </w:rPr>
        <w:t>У К Р А Ї Н А</w:t>
      </w:r>
    </w:p>
    <w:p w:rsidR="00CE6861" w:rsidRPr="0095538D" w:rsidRDefault="00CE6861" w:rsidP="002B7D6C">
      <w:pPr>
        <w:jc w:val="center"/>
        <w:rPr>
          <w:b/>
          <w:bCs/>
          <w:sz w:val="31"/>
          <w:szCs w:val="31"/>
        </w:rPr>
      </w:pPr>
      <w:r w:rsidRPr="0095538D">
        <w:rPr>
          <w:b/>
          <w:bCs/>
          <w:sz w:val="31"/>
          <w:szCs w:val="31"/>
        </w:rPr>
        <w:t>ТЯЧІВСЬКА       МІСЬКА      РАДА</w:t>
      </w:r>
    </w:p>
    <w:p w:rsidR="00CE6861" w:rsidRPr="0095538D" w:rsidRDefault="00CE6861" w:rsidP="002B7D6C">
      <w:pPr>
        <w:jc w:val="center"/>
        <w:rPr>
          <w:b/>
          <w:bCs/>
          <w:sz w:val="31"/>
          <w:szCs w:val="31"/>
        </w:rPr>
      </w:pPr>
      <w:r w:rsidRPr="0095538D">
        <w:rPr>
          <w:b/>
          <w:bCs/>
          <w:sz w:val="31"/>
          <w:szCs w:val="31"/>
        </w:rPr>
        <w:t>Двадцять шоста сесія сьомого скликання</w:t>
      </w:r>
    </w:p>
    <w:p w:rsidR="00CE6861" w:rsidRPr="0095538D" w:rsidRDefault="00CE6861" w:rsidP="002B7D6C">
      <w:pPr>
        <w:pStyle w:val="Heading3"/>
        <w:tabs>
          <w:tab w:val="left" w:pos="1800"/>
        </w:tabs>
        <w:rPr>
          <w:sz w:val="31"/>
          <w:szCs w:val="31"/>
        </w:rPr>
      </w:pPr>
      <w:r w:rsidRPr="0095538D">
        <w:rPr>
          <w:sz w:val="31"/>
          <w:szCs w:val="31"/>
        </w:rPr>
        <w:t>Р  І  Ш  Е  Н  Н  Я</w:t>
      </w:r>
    </w:p>
    <w:p w:rsidR="00CE6861" w:rsidRPr="00821DB4" w:rsidRDefault="00CE6861" w:rsidP="004F5542"/>
    <w:p w:rsidR="00CE6861" w:rsidRPr="007D0354" w:rsidRDefault="00CE6861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 xml:space="preserve">від 31серпня 2018  року  № 2915 </w:t>
      </w:r>
    </w:p>
    <w:p w:rsidR="00CE6861" w:rsidRDefault="00CE6861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CE6861" w:rsidRPr="007A0C87" w:rsidRDefault="00CE6861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812"/>
        <w:gridCol w:w="4253"/>
      </w:tblGrid>
      <w:tr w:rsidR="00CE6861" w:rsidRPr="007D0354" w:rsidTr="00B96A64">
        <w:tc>
          <w:tcPr>
            <w:tcW w:w="5812" w:type="dxa"/>
          </w:tcPr>
          <w:p w:rsidR="00CE6861" w:rsidRDefault="00CE6861" w:rsidP="005339FA">
            <w:pPr>
              <w:pStyle w:val="ListParagraph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Про       затвердження            містобудівної</w:t>
            </w:r>
          </w:p>
          <w:p w:rsidR="00CE6861" w:rsidRDefault="00CE6861" w:rsidP="005339FA">
            <w:pPr>
              <w:pStyle w:val="ListParagraph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>детального плану території</w:t>
            </w:r>
          </w:p>
          <w:p w:rsidR="00CE6861" w:rsidRDefault="00CE6861" w:rsidP="005339FA">
            <w:pPr>
              <w:pStyle w:val="ListParagraph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земельної      ділянки     в    м.  Тячів,   вул.</w:t>
            </w:r>
          </w:p>
          <w:p w:rsidR="00CE6861" w:rsidRPr="0002166A" w:rsidRDefault="00CE6861" w:rsidP="005339FA">
            <w:pPr>
              <w:pStyle w:val="ListParagraph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Стефаника, 1 «а»</w:t>
            </w:r>
            <w:r w:rsidRPr="00DC0289">
              <w:rPr>
                <w:sz w:val="28"/>
                <w:szCs w:val="28"/>
              </w:rPr>
              <w:t>.</w:t>
            </w:r>
          </w:p>
          <w:p w:rsidR="00CE6861" w:rsidRPr="00B7249B" w:rsidRDefault="00CE6861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CE6861" w:rsidRPr="00B7249B" w:rsidRDefault="00CE6861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CE6861" w:rsidRDefault="00CE6861" w:rsidP="004F5542">
      <w:pPr>
        <w:pStyle w:val="ListParagraph"/>
        <w:ind w:left="0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Стефаника, 1 «а</w:t>
      </w:r>
      <w:r>
        <w:rPr>
          <w:sz w:val="28"/>
          <w:szCs w:val="28"/>
        </w:rPr>
        <w:t>»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житлового будинку, господарських будівель і споруд (присадибна ділянка)</w:t>
      </w:r>
      <w:r w:rsidRPr="00DF1E34">
        <w:rPr>
          <w:sz w:val="28"/>
          <w:szCs w:val="28"/>
        </w:rPr>
        <w:t xml:space="preserve">, розроблену відповідно до рішення Тячівської міської ради від </w:t>
      </w:r>
      <w:r>
        <w:rPr>
          <w:sz w:val="28"/>
          <w:szCs w:val="28"/>
        </w:rPr>
        <w:t>29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 2368,</w:t>
      </w:r>
      <w:r w:rsidRPr="00DF1E34">
        <w:rPr>
          <w:sz w:val="28"/>
          <w:szCs w:val="28"/>
        </w:rPr>
        <w:t xml:space="preserve">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28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08</w:t>
      </w:r>
      <w:bookmarkStart w:id="0" w:name="_GoBack"/>
      <w:bookmarkEnd w:id="0"/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року, керуючись Законом України «Про основи містобудування», статтею 19 Закону України «Про регулювання містобудівної діяльності», п</w:t>
      </w:r>
      <w:r>
        <w:rPr>
          <w:sz w:val="28"/>
          <w:szCs w:val="28"/>
        </w:rPr>
        <w:t xml:space="preserve">унктом  </w:t>
      </w:r>
      <w:r w:rsidRPr="00DF1E34">
        <w:rPr>
          <w:sz w:val="28"/>
          <w:szCs w:val="28"/>
        </w:rPr>
        <w:t>42 ст</w:t>
      </w:r>
      <w:r>
        <w:rPr>
          <w:sz w:val="28"/>
          <w:szCs w:val="28"/>
        </w:rPr>
        <w:t>атті</w:t>
      </w:r>
      <w:r w:rsidRPr="00DF1E34">
        <w:rPr>
          <w:sz w:val="28"/>
          <w:szCs w:val="28"/>
        </w:rPr>
        <w:t xml:space="preserve"> 26 та ст</w:t>
      </w:r>
      <w:r>
        <w:rPr>
          <w:sz w:val="28"/>
          <w:szCs w:val="28"/>
        </w:rPr>
        <w:t>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двадцять шоста </w:t>
      </w:r>
      <w:r w:rsidRPr="00DF1E34">
        <w:rPr>
          <w:bCs/>
          <w:sz w:val="28"/>
          <w:szCs w:val="28"/>
        </w:rPr>
        <w:t>сесія сьомого скликання Тячівської міської ради</w:t>
      </w:r>
    </w:p>
    <w:p w:rsidR="00CE6861" w:rsidRPr="00DF1E34" w:rsidRDefault="00CE6861" w:rsidP="004F5542">
      <w:pPr>
        <w:pStyle w:val="ListParagraph"/>
        <w:ind w:left="0" w:firstLine="708"/>
        <w:jc w:val="both"/>
        <w:rPr>
          <w:sz w:val="28"/>
          <w:szCs w:val="28"/>
        </w:rPr>
      </w:pPr>
    </w:p>
    <w:p w:rsidR="00CE6861" w:rsidRDefault="00CE6861" w:rsidP="0002166A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CE6861" w:rsidRPr="007D0354" w:rsidRDefault="00CE6861" w:rsidP="0002166A">
      <w:pPr>
        <w:ind w:right="-365"/>
        <w:jc w:val="center"/>
        <w:rPr>
          <w:b/>
          <w:bCs/>
          <w:sz w:val="28"/>
          <w:szCs w:val="28"/>
        </w:rPr>
      </w:pPr>
    </w:p>
    <w:p w:rsidR="00CE6861" w:rsidRDefault="00CE6861" w:rsidP="004F5542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Стефаника, 1 «а»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житлового будинку господарських будівель і споруд (присадибна ділянка)</w:t>
      </w:r>
      <w:r w:rsidRPr="00DC0289">
        <w:rPr>
          <w:sz w:val="28"/>
          <w:szCs w:val="28"/>
        </w:rPr>
        <w:t>.</w:t>
      </w:r>
    </w:p>
    <w:p w:rsidR="00CE6861" w:rsidRPr="00464C9C" w:rsidRDefault="00CE6861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CE6861" w:rsidRDefault="00CE6861" w:rsidP="004F5542">
      <w:pPr>
        <w:ind w:right="-365"/>
        <w:jc w:val="both"/>
        <w:rPr>
          <w:b/>
          <w:bCs/>
          <w:sz w:val="28"/>
          <w:szCs w:val="28"/>
        </w:rPr>
      </w:pPr>
    </w:p>
    <w:p w:rsidR="00CE6861" w:rsidRDefault="00CE6861" w:rsidP="004F5542">
      <w:pPr>
        <w:ind w:right="-365"/>
        <w:jc w:val="both"/>
        <w:rPr>
          <w:bCs/>
          <w:sz w:val="28"/>
          <w:szCs w:val="28"/>
        </w:rPr>
      </w:pPr>
    </w:p>
    <w:p w:rsidR="00CE6861" w:rsidRDefault="00CE6861" w:rsidP="004F5542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CE6861" w:rsidRPr="00EB1E4B" w:rsidRDefault="00CE6861" w:rsidP="004F5542"/>
    <w:p w:rsidR="00CE6861" w:rsidRDefault="00CE6861"/>
    <w:sectPr w:rsidR="00CE6861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861" w:rsidRDefault="00CE6861">
      <w:r>
        <w:separator/>
      </w:r>
    </w:p>
  </w:endnote>
  <w:endnote w:type="continuationSeparator" w:id="1">
    <w:p w:rsidR="00CE6861" w:rsidRDefault="00CE6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861" w:rsidRDefault="00CE6861">
      <w:r>
        <w:separator/>
      </w:r>
    </w:p>
  </w:footnote>
  <w:footnote w:type="continuationSeparator" w:id="1">
    <w:p w:rsidR="00CE6861" w:rsidRDefault="00CE68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861" w:rsidRDefault="00CE6861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2166A"/>
    <w:rsid w:val="000422B5"/>
    <w:rsid w:val="00064458"/>
    <w:rsid w:val="000D21FF"/>
    <w:rsid w:val="00190B14"/>
    <w:rsid w:val="00204BA8"/>
    <w:rsid w:val="00252C10"/>
    <w:rsid w:val="002B0DDC"/>
    <w:rsid w:val="002B7D6C"/>
    <w:rsid w:val="00351D4E"/>
    <w:rsid w:val="00384A2D"/>
    <w:rsid w:val="003F4977"/>
    <w:rsid w:val="00464C9C"/>
    <w:rsid w:val="004726A3"/>
    <w:rsid w:val="004F5542"/>
    <w:rsid w:val="005339FA"/>
    <w:rsid w:val="00584999"/>
    <w:rsid w:val="005D3B7A"/>
    <w:rsid w:val="005F715E"/>
    <w:rsid w:val="0063140A"/>
    <w:rsid w:val="00692D80"/>
    <w:rsid w:val="007474C8"/>
    <w:rsid w:val="007A0C87"/>
    <w:rsid w:val="007D0354"/>
    <w:rsid w:val="00821DB4"/>
    <w:rsid w:val="008A6EA1"/>
    <w:rsid w:val="0095538D"/>
    <w:rsid w:val="009B584B"/>
    <w:rsid w:val="00B67ABB"/>
    <w:rsid w:val="00B7249B"/>
    <w:rsid w:val="00B96A64"/>
    <w:rsid w:val="00BA0801"/>
    <w:rsid w:val="00BB5A74"/>
    <w:rsid w:val="00BF40DD"/>
    <w:rsid w:val="00C0587E"/>
    <w:rsid w:val="00CE6861"/>
    <w:rsid w:val="00CF29D6"/>
    <w:rsid w:val="00DA2CEF"/>
    <w:rsid w:val="00DB4B4A"/>
    <w:rsid w:val="00DC0289"/>
    <w:rsid w:val="00DD6FC3"/>
    <w:rsid w:val="00DE35B7"/>
    <w:rsid w:val="00DF1E34"/>
    <w:rsid w:val="00DF74E6"/>
    <w:rsid w:val="00E55186"/>
    <w:rsid w:val="00EB1E4B"/>
    <w:rsid w:val="00EB4072"/>
    <w:rsid w:val="00EF41FF"/>
    <w:rsid w:val="00F65824"/>
    <w:rsid w:val="00FB0838"/>
    <w:rsid w:val="00FE1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262</Words>
  <Characters>1500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9</cp:revision>
  <cp:lastPrinted>2018-08-30T09:14:00Z</cp:lastPrinted>
  <dcterms:created xsi:type="dcterms:W3CDTF">2018-03-28T06:14:00Z</dcterms:created>
  <dcterms:modified xsi:type="dcterms:W3CDTF">2018-09-04T13:35:00Z</dcterms:modified>
</cp:coreProperties>
</file>