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2"/>
      </w:tblGrid>
      <w:tr w:rsidR="00897437" w:rsidRPr="00DC6DCD" w:rsidTr="00AA1C45">
        <w:trPr>
          <w:trHeight w:val="2834"/>
        </w:trPr>
        <w:tc>
          <w:tcPr>
            <w:tcW w:w="5000" w:type="pct"/>
            <w:tcBorders>
              <w:top w:val="nil"/>
              <w:left w:val="nil"/>
              <w:bottom w:val="nil"/>
              <w:right w:val="nil"/>
            </w:tcBorders>
          </w:tcPr>
          <w:p w:rsidR="00897437" w:rsidRPr="00DC6DCD" w:rsidRDefault="00897437" w:rsidP="00F903F4">
            <w:pPr>
              <w:spacing w:after="0" w:line="240" w:lineRule="auto"/>
              <w:ind w:left="450" w:right="450"/>
              <w:textAlignment w:val="baseline"/>
              <w:rPr>
                <w:rFonts w:ascii="Times New Roman" w:hAnsi="Times New Roman"/>
                <w:noProof/>
                <w:sz w:val="28"/>
                <w:szCs w:val="28"/>
                <w:lang w:val="uk-UA" w:eastAsia="ru-RU"/>
              </w:rPr>
            </w:pPr>
            <w:r>
              <w:rPr>
                <w:lang w:val="uk-UA"/>
              </w:rPr>
              <w:t xml:space="preserve">                                                                         </w:t>
            </w:r>
            <w:r w:rsidRPr="00D46981">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51858766" r:id="rId6"/>
              </w:objec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У К Р А Ї Н А</w: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ТЯЧІВСЬКА МІСЬКА РАДА</w: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Тринадцята сесія сьомого скликання</w:t>
            </w:r>
          </w:p>
          <w:p w:rsidR="00897437" w:rsidRPr="0045261A" w:rsidRDefault="00897437" w:rsidP="00DC6DCD">
            <w:pPr>
              <w:spacing w:after="0" w:line="240" w:lineRule="auto"/>
              <w:ind w:left="450" w:right="450"/>
              <w:jc w:val="center"/>
              <w:textAlignment w:val="baseline"/>
              <w:rPr>
                <w:rFonts w:ascii="Times New Roman" w:hAnsi="Times New Roman"/>
                <w:b/>
                <w:noProof/>
                <w:sz w:val="31"/>
                <w:szCs w:val="31"/>
                <w:lang w:val="uk-UA" w:eastAsia="ru-RU"/>
              </w:rPr>
            </w:pPr>
            <w:r w:rsidRPr="0045261A">
              <w:rPr>
                <w:rFonts w:ascii="Times New Roman" w:hAnsi="Times New Roman"/>
                <w:b/>
                <w:bCs/>
                <w:color w:val="000000"/>
                <w:sz w:val="31"/>
                <w:szCs w:val="31"/>
                <w:bdr w:val="none" w:sz="0" w:space="0" w:color="auto" w:frame="1"/>
                <w:lang w:val="uk-UA" w:eastAsia="ru-RU"/>
              </w:rPr>
              <w:t>Р І Ш Е Н Н Я</w:t>
            </w:r>
          </w:p>
          <w:p w:rsidR="00897437" w:rsidRPr="00DC6DCD" w:rsidRDefault="00897437" w:rsidP="00DC6DCD">
            <w:pPr>
              <w:spacing w:after="0" w:line="240" w:lineRule="auto"/>
              <w:ind w:left="450" w:right="450"/>
              <w:jc w:val="center"/>
              <w:textAlignment w:val="baseline"/>
              <w:rPr>
                <w:rFonts w:ascii="Times New Roman" w:hAnsi="Times New Roman"/>
                <w:bCs/>
                <w:color w:val="000000"/>
                <w:sz w:val="28"/>
                <w:szCs w:val="28"/>
                <w:bdr w:val="none" w:sz="0" w:space="0" w:color="auto" w:frame="1"/>
                <w:lang w:val="uk-UA" w:eastAsia="ru-RU"/>
              </w:rPr>
            </w:pPr>
          </w:p>
          <w:p w:rsidR="00897437" w:rsidRDefault="00897437" w:rsidP="00DC6DCD">
            <w:pPr>
              <w:spacing w:after="0" w:line="240" w:lineRule="auto"/>
              <w:ind w:right="450"/>
              <w:textAlignment w:val="baseline"/>
              <w:rPr>
                <w:rFonts w:ascii="Times New Roman" w:hAnsi="Times New Roman"/>
                <w:bCs/>
                <w:color w:val="000000"/>
                <w:sz w:val="28"/>
                <w:szCs w:val="28"/>
                <w:bdr w:val="none" w:sz="0" w:space="0" w:color="auto" w:frame="1"/>
                <w:lang w:val="uk-UA" w:eastAsia="ru-RU"/>
              </w:rPr>
            </w:pPr>
            <w:r w:rsidRPr="00DC6DCD">
              <w:rPr>
                <w:rFonts w:ascii="Times New Roman" w:hAnsi="Times New Roman"/>
                <w:bCs/>
                <w:color w:val="000000"/>
                <w:sz w:val="28"/>
                <w:szCs w:val="28"/>
                <w:bdr w:val="none" w:sz="0" w:space="0" w:color="auto" w:frame="1"/>
                <w:lang w:eastAsia="ru-RU"/>
              </w:rPr>
              <w:t xml:space="preserve">від </w:t>
            </w:r>
            <w:r>
              <w:rPr>
                <w:rFonts w:ascii="Times New Roman" w:hAnsi="Times New Roman"/>
                <w:bCs/>
                <w:color w:val="000000"/>
                <w:sz w:val="28"/>
                <w:szCs w:val="28"/>
                <w:bdr w:val="none" w:sz="0" w:space="0" w:color="auto" w:frame="1"/>
                <w:lang w:val="uk-UA" w:eastAsia="ru-RU"/>
              </w:rPr>
              <w:t>23 березня</w:t>
            </w:r>
            <w:r w:rsidRPr="00DC6DCD">
              <w:rPr>
                <w:rFonts w:ascii="Times New Roman" w:hAnsi="Times New Roman"/>
                <w:bCs/>
                <w:color w:val="000000"/>
                <w:sz w:val="28"/>
                <w:szCs w:val="28"/>
                <w:bdr w:val="none" w:sz="0" w:space="0" w:color="auto" w:frame="1"/>
                <w:lang w:eastAsia="ru-RU"/>
              </w:rPr>
              <w:t xml:space="preserve"> 201</w:t>
            </w:r>
            <w:r w:rsidRPr="00DC6DCD">
              <w:rPr>
                <w:rFonts w:ascii="Times New Roman" w:hAnsi="Times New Roman"/>
                <w:bCs/>
                <w:color w:val="000000"/>
                <w:sz w:val="28"/>
                <w:szCs w:val="28"/>
                <w:bdr w:val="none" w:sz="0" w:space="0" w:color="auto" w:frame="1"/>
                <w:lang w:val="uk-UA" w:eastAsia="ru-RU"/>
              </w:rPr>
              <w:t>7</w:t>
            </w:r>
            <w:r w:rsidRPr="00DC6DCD">
              <w:rPr>
                <w:rFonts w:ascii="Times New Roman" w:hAnsi="Times New Roman"/>
                <w:bCs/>
                <w:color w:val="000000"/>
                <w:sz w:val="28"/>
                <w:szCs w:val="28"/>
                <w:bdr w:val="none" w:sz="0" w:space="0" w:color="auto" w:frame="1"/>
                <w:lang w:eastAsia="ru-RU"/>
              </w:rPr>
              <w:t xml:space="preserve"> р</w:t>
            </w:r>
            <w:r w:rsidRPr="00DC6DCD">
              <w:rPr>
                <w:rFonts w:ascii="Times New Roman" w:hAnsi="Times New Roman"/>
                <w:bCs/>
                <w:color w:val="000000"/>
                <w:sz w:val="28"/>
                <w:szCs w:val="28"/>
                <w:bdr w:val="none" w:sz="0" w:space="0" w:color="auto" w:frame="1"/>
                <w:lang w:val="uk-UA" w:eastAsia="ru-RU"/>
              </w:rPr>
              <w:t xml:space="preserve">оку </w:t>
            </w:r>
            <w:r w:rsidRPr="00DC6DCD">
              <w:rPr>
                <w:rFonts w:ascii="Times New Roman" w:hAnsi="Times New Roman"/>
                <w:bCs/>
                <w:color w:val="000000"/>
                <w:sz w:val="28"/>
                <w:szCs w:val="28"/>
                <w:bdr w:val="none" w:sz="0" w:space="0" w:color="auto" w:frame="1"/>
                <w:lang w:eastAsia="ru-RU"/>
              </w:rPr>
              <w:t xml:space="preserve"> № </w:t>
            </w:r>
            <w:r>
              <w:rPr>
                <w:rFonts w:ascii="Times New Roman" w:hAnsi="Times New Roman"/>
                <w:bCs/>
                <w:color w:val="000000"/>
                <w:sz w:val="28"/>
                <w:szCs w:val="28"/>
                <w:bdr w:val="none" w:sz="0" w:space="0" w:color="auto" w:frame="1"/>
                <w:lang w:val="uk-UA" w:eastAsia="ru-RU"/>
              </w:rPr>
              <w:t>1387</w:t>
            </w:r>
            <w:r w:rsidRPr="00DC6DCD">
              <w:rPr>
                <w:rFonts w:ascii="Times New Roman" w:hAnsi="Times New Roman"/>
                <w:sz w:val="28"/>
                <w:szCs w:val="28"/>
                <w:lang w:eastAsia="ru-RU"/>
              </w:rPr>
              <w:t> </w:t>
            </w:r>
            <w:r w:rsidRPr="00DC6DCD">
              <w:rPr>
                <w:rFonts w:ascii="Times New Roman" w:hAnsi="Times New Roman"/>
                <w:sz w:val="28"/>
                <w:szCs w:val="28"/>
                <w:lang w:eastAsia="ru-RU"/>
              </w:rPr>
              <w:br/>
            </w:r>
            <w:r w:rsidRPr="00DC6DCD">
              <w:rPr>
                <w:rFonts w:ascii="Times New Roman" w:hAnsi="Times New Roman"/>
                <w:sz w:val="28"/>
                <w:szCs w:val="28"/>
                <w:lang w:val="uk-UA" w:eastAsia="ru-RU"/>
              </w:rPr>
              <w:t xml:space="preserve">м. </w:t>
            </w:r>
            <w:r w:rsidRPr="00DC6DCD">
              <w:rPr>
                <w:rFonts w:ascii="Times New Roman" w:hAnsi="Times New Roman"/>
                <w:bCs/>
                <w:color w:val="000000"/>
                <w:sz w:val="28"/>
                <w:szCs w:val="28"/>
                <w:bdr w:val="none" w:sz="0" w:space="0" w:color="auto" w:frame="1"/>
                <w:lang w:val="uk-UA" w:eastAsia="ru-RU"/>
              </w:rPr>
              <w:t>Тячів</w:t>
            </w:r>
          </w:p>
          <w:p w:rsidR="00897437" w:rsidRPr="00DC6DCD" w:rsidRDefault="00897437" w:rsidP="00DC6DCD">
            <w:pPr>
              <w:spacing w:after="0" w:line="240" w:lineRule="auto"/>
              <w:ind w:right="450"/>
              <w:textAlignment w:val="baseline"/>
              <w:rPr>
                <w:rFonts w:ascii="Times New Roman" w:hAnsi="Times New Roman"/>
                <w:sz w:val="28"/>
                <w:szCs w:val="28"/>
                <w:lang w:eastAsia="ru-RU"/>
              </w:rPr>
            </w:pPr>
          </w:p>
        </w:tc>
      </w:tr>
    </w:tbl>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bookmarkStart w:id="0" w:name="n154"/>
      <w:bookmarkEnd w:id="0"/>
      <w:r w:rsidRPr="00DC6DCD">
        <w:rPr>
          <w:rFonts w:ascii="Times New Roman" w:hAnsi="Times New Roman"/>
          <w:bCs/>
          <w:color w:val="000000"/>
          <w:sz w:val="28"/>
          <w:szCs w:val="28"/>
          <w:bdr w:val="none" w:sz="0" w:space="0" w:color="auto" w:frame="1"/>
          <w:lang w:eastAsia="ru-RU"/>
        </w:rPr>
        <w:t>Про</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eastAsia="ru-RU"/>
        </w:rPr>
        <w:t xml:space="preserve">затвердження </w:t>
      </w:r>
      <w:r w:rsidRPr="00DC6DCD">
        <w:rPr>
          <w:rFonts w:ascii="Times New Roman" w:hAnsi="Times New Roman"/>
          <w:bCs/>
          <w:color w:val="000000"/>
          <w:sz w:val="28"/>
          <w:szCs w:val="28"/>
          <w:bdr w:val="none" w:sz="0" w:space="0" w:color="auto" w:frame="1"/>
          <w:lang w:val="uk-UA" w:eastAsia="ru-RU"/>
        </w:rPr>
        <w:t>Регламенту</w:t>
      </w:r>
      <w:r>
        <w:rPr>
          <w:rFonts w:ascii="Times New Roman" w:hAnsi="Times New Roman"/>
          <w:bCs/>
          <w:color w:val="000000"/>
          <w:sz w:val="28"/>
          <w:szCs w:val="28"/>
          <w:bdr w:val="none" w:sz="0" w:space="0" w:color="auto" w:frame="1"/>
          <w:lang w:val="uk-UA" w:eastAsia="ru-RU"/>
        </w:rPr>
        <w:t xml:space="preserve"> відділу</w:t>
      </w:r>
      <w:r w:rsidRPr="00DC6DCD">
        <w:rPr>
          <w:rFonts w:ascii="Times New Roman" w:hAnsi="Times New Roman"/>
          <w:bCs/>
          <w:color w:val="000000"/>
          <w:sz w:val="28"/>
          <w:szCs w:val="28"/>
          <w:bdr w:val="none" w:sz="0" w:space="0" w:color="auto" w:frame="1"/>
          <w:lang w:val="uk-UA" w:eastAsia="ru-RU"/>
        </w:rPr>
        <w:t xml:space="preserve"> </w:t>
      </w:r>
    </w:p>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w:t>
      </w:r>
      <w:r w:rsidRPr="00DC6DCD">
        <w:rPr>
          <w:rFonts w:ascii="Times New Roman" w:hAnsi="Times New Roman"/>
          <w:bCs/>
          <w:color w:val="000000"/>
          <w:sz w:val="28"/>
          <w:szCs w:val="28"/>
          <w:bdr w:val="none" w:sz="0" w:space="0" w:color="auto" w:frame="1"/>
          <w:lang w:val="uk-UA" w:eastAsia="ru-RU"/>
        </w:rPr>
        <w:t>Центр</w:t>
      </w:r>
      <w:r>
        <w:rPr>
          <w:rFonts w:ascii="Times New Roman" w:hAnsi="Times New Roman"/>
          <w:bCs/>
          <w:color w:val="000000"/>
          <w:sz w:val="28"/>
          <w:szCs w:val="28"/>
          <w:bdr w:val="none" w:sz="0" w:space="0" w:color="auto" w:frame="1"/>
          <w:lang w:val="uk-UA" w:eastAsia="ru-RU"/>
        </w:rPr>
        <w:t xml:space="preserve">у </w:t>
      </w:r>
      <w:r w:rsidRPr="00DC6DCD">
        <w:rPr>
          <w:rFonts w:ascii="Times New Roman" w:hAnsi="Times New Roman"/>
          <w:bCs/>
          <w:color w:val="000000"/>
          <w:sz w:val="28"/>
          <w:szCs w:val="28"/>
          <w:bdr w:val="none" w:sz="0" w:space="0" w:color="auto" w:frame="1"/>
          <w:lang w:val="uk-UA" w:eastAsia="ru-RU"/>
        </w:rPr>
        <w:t xml:space="preserve"> надання</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адміністративних </w:t>
      </w:r>
    </w:p>
    <w:p w:rsidR="00897437" w:rsidRPr="00DC6DCD"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п</w:t>
      </w:r>
      <w:r w:rsidRPr="00DC6DCD">
        <w:rPr>
          <w:rFonts w:ascii="Times New Roman" w:hAnsi="Times New Roman"/>
          <w:bCs/>
          <w:color w:val="000000"/>
          <w:sz w:val="28"/>
          <w:szCs w:val="28"/>
          <w:bdr w:val="none" w:sz="0" w:space="0" w:color="auto" w:frame="1"/>
          <w:lang w:val="uk-UA" w:eastAsia="ru-RU"/>
        </w:rPr>
        <w:t>ослуг</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Тячівської</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 </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міської</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 ради</w:t>
      </w:r>
      <w:r>
        <w:rPr>
          <w:rFonts w:ascii="Times New Roman" w:hAnsi="Times New Roman"/>
          <w:bCs/>
          <w:color w:val="000000"/>
          <w:sz w:val="28"/>
          <w:szCs w:val="28"/>
          <w:bdr w:val="none" w:sz="0" w:space="0" w:color="auto" w:frame="1"/>
          <w:lang w:val="uk-UA" w:eastAsia="ru-RU"/>
        </w:rPr>
        <w:t>».</w:t>
      </w:r>
    </w:p>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p>
    <w:p w:rsidR="00897437" w:rsidRPr="00DC6DCD"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pStyle w:val="TimesNewRoman"/>
        <w:ind w:right="-5" w:firstLine="540"/>
        <w:jc w:val="both"/>
        <w:rPr>
          <w:lang w:val="uk-UA"/>
        </w:rPr>
      </w:pPr>
      <w:bookmarkStart w:id="1" w:name="n275"/>
      <w:bookmarkStart w:id="2" w:name="n155"/>
      <w:bookmarkEnd w:id="1"/>
      <w:bookmarkEnd w:id="2"/>
      <w:r w:rsidRPr="00423314">
        <w:rPr>
          <w:lang w:val="uk-UA"/>
        </w:rPr>
        <w:t>Керуючись Законами України</w:t>
      </w:r>
      <w:r>
        <w:rPr>
          <w:lang w:val="uk-UA"/>
        </w:rPr>
        <w:t xml:space="preserve"> «Про засади державної регуляторної політики у сфері господарської діяльності», </w:t>
      </w:r>
      <w:r w:rsidRPr="00423314">
        <w:rPr>
          <w:lang w:val="uk-UA"/>
        </w:rPr>
        <w:t>«Про місцеве самоврядування в Україні»</w:t>
      </w:r>
      <w:r>
        <w:rPr>
          <w:lang w:val="uk-UA"/>
        </w:rPr>
        <w:t>, «Про адміністративні послуги», «Про дозвільну систему в сфері господарської діяльності», враховуючи Примірний регламент центру надання адміністративних послуг, затверджений п</w:t>
      </w:r>
      <w:r w:rsidRPr="00423314">
        <w:rPr>
          <w:lang w:val="uk-UA"/>
        </w:rPr>
        <w:t>остановою Кабінету Міністрів України</w:t>
      </w:r>
      <w:r>
        <w:rPr>
          <w:lang w:val="uk-UA"/>
        </w:rPr>
        <w:t xml:space="preserve"> № 588 (зі змінами), рішення Тячівської міської ради від 22 грудня 2016 року № 1234 «</w:t>
      </w:r>
      <w:r w:rsidRPr="00B72EF0">
        <w:rPr>
          <w:lang w:val="uk-UA"/>
        </w:rPr>
        <w:t>Про</w:t>
      </w:r>
      <w:r w:rsidRPr="008C4B87">
        <w:rPr>
          <w:lang w:val="uk-UA"/>
        </w:rPr>
        <w:t xml:space="preserve"> </w:t>
      </w:r>
      <w:r w:rsidRPr="00B72EF0">
        <w:rPr>
          <w:lang w:val="uk-UA"/>
        </w:rPr>
        <w:t>затвердження</w:t>
      </w:r>
      <w:r>
        <w:rPr>
          <w:lang w:val="uk-UA"/>
        </w:rPr>
        <w:t xml:space="preserve"> Примірного</w:t>
      </w:r>
      <w:r w:rsidRPr="00B72EF0">
        <w:rPr>
          <w:lang w:val="uk-UA"/>
        </w:rPr>
        <w:t xml:space="preserve"> </w:t>
      </w:r>
      <w:r w:rsidRPr="008C4B87">
        <w:rPr>
          <w:lang w:val="uk-UA"/>
        </w:rPr>
        <w:t>Р</w:t>
      </w:r>
      <w:r w:rsidRPr="00B72EF0">
        <w:rPr>
          <w:lang w:val="uk-UA"/>
        </w:rPr>
        <w:t>егламенту центру</w:t>
      </w:r>
      <w:r>
        <w:rPr>
          <w:lang w:val="uk-UA"/>
        </w:rPr>
        <w:t xml:space="preserve"> </w:t>
      </w:r>
      <w:r w:rsidRPr="00B72EF0">
        <w:rPr>
          <w:lang w:val="uk-UA"/>
        </w:rPr>
        <w:t>надання адміністративних послуг</w:t>
      </w:r>
      <w:r w:rsidRPr="008C4B87">
        <w:rPr>
          <w:lang w:val="uk-UA"/>
        </w:rPr>
        <w:t xml:space="preserve"> апарату</w:t>
      </w:r>
      <w:r>
        <w:rPr>
          <w:lang w:val="uk-UA"/>
        </w:rPr>
        <w:t xml:space="preserve"> </w:t>
      </w:r>
      <w:r w:rsidRPr="008C4B87">
        <w:rPr>
          <w:lang w:val="uk-UA"/>
        </w:rPr>
        <w:t>ви</w:t>
      </w:r>
      <w:r>
        <w:rPr>
          <w:lang w:val="uk-UA"/>
        </w:rPr>
        <w:t xml:space="preserve">конкому Тячівської міської ради», на підставі аналізу регуляторного впливу проекту Регламенту, тринадцята </w:t>
      </w:r>
      <w:r w:rsidRPr="00423314">
        <w:rPr>
          <w:lang w:val="uk-UA"/>
        </w:rPr>
        <w:t>сесія сьомого скликання Тячівської міської ради</w:t>
      </w:r>
    </w:p>
    <w:p w:rsidR="00897437" w:rsidRPr="00423314" w:rsidRDefault="00897437" w:rsidP="00B72EF0">
      <w:pPr>
        <w:pStyle w:val="TimesNewRoman"/>
        <w:ind w:right="-5" w:firstLine="540"/>
        <w:jc w:val="both"/>
        <w:rPr>
          <w:lang w:val="uk-UA"/>
        </w:rPr>
      </w:pPr>
    </w:p>
    <w:p w:rsidR="00897437" w:rsidRPr="00DC6DCD" w:rsidRDefault="00897437" w:rsidP="00B72EF0">
      <w:pPr>
        <w:shd w:val="clear" w:color="auto" w:fill="FFFFFF"/>
        <w:spacing w:after="0" w:line="240" w:lineRule="auto"/>
        <w:ind w:right="-5" w:firstLine="450"/>
        <w:jc w:val="center"/>
        <w:textAlignment w:val="baseline"/>
        <w:rPr>
          <w:rFonts w:ascii="Times New Roman" w:hAnsi="Times New Roman"/>
          <w:bCs/>
          <w:color w:val="000000"/>
          <w:spacing w:val="30"/>
          <w:sz w:val="28"/>
          <w:szCs w:val="28"/>
          <w:bdr w:val="none" w:sz="0" w:space="0" w:color="auto" w:frame="1"/>
          <w:lang w:val="uk-UA" w:eastAsia="ru-RU"/>
        </w:rPr>
      </w:pPr>
      <w:r w:rsidRPr="00DC6DCD">
        <w:rPr>
          <w:rFonts w:ascii="Times New Roman" w:hAnsi="Times New Roman"/>
          <w:color w:val="000000"/>
          <w:sz w:val="28"/>
          <w:szCs w:val="28"/>
          <w:lang w:val="uk-UA" w:eastAsia="ru-RU"/>
        </w:rPr>
        <w:t>в и р і ш и л а</w:t>
      </w:r>
      <w:r w:rsidRPr="00DC6DCD">
        <w:rPr>
          <w:rFonts w:ascii="Times New Roman" w:hAnsi="Times New Roman"/>
          <w:bCs/>
          <w:color w:val="000000"/>
          <w:spacing w:val="30"/>
          <w:sz w:val="28"/>
          <w:szCs w:val="28"/>
          <w:bdr w:val="none" w:sz="0" w:space="0" w:color="auto" w:frame="1"/>
          <w:lang w:val="uk-UA" w:eastAsia="ru-RU"/>
        </w:rPr>
        <w:t>:</w:t>
      </w:r>
    </w:p>
    <w:p w:rsidR="00897437" w:rsidRPr="00DC6DCD"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p>
    <w:p w:rsidR="00897437" w:rsidRDefault="00897437" w:rsidP="00B72EF0">
      <w:pPr>
        <w:shd w:val="clear" w:color="auto" w:fill="FFFFFF"/>
        <w:spacing w:after="0" w:line="240" w:lineRule="auto"/>
        <w:ind w:right="-5" w:firstLine="450"/>
        <w:jc w:val="both"/>
        <w:textAlignment w:val="baseline"/>
        <w:rPr>
          <w:rFonts w:ascii="Times New Roman" w:hAnsi="Times New Roman"/>
          <w:bCs/>
          <w:color w:val="000000"/>
          <w:sz w:val="28"/>
          <w:szCs w:val="28"/>
          <w:bdr w:val="none" w:sz="0" w:space="0" w:color="auto" w:frame="1"/>
          <w:lang w:val="uk-UA" w:eastAsia="ru-RU"/>
        </w:rPr>
      </w:pPr>
      <w:bookmarkStart w:id="3" w:name="n156"/>
      <w:bookmarkEnd w:id="3"/>
      <w:r>
        <w:rPr>
          <w:rFonts w:ascii="Times New Roman" w:hAnsi="Times New Roman"/>
          <w:color w:val="000000"/>
          <w:sz w:val="28"/>
          <w:szCs w:val="28"/>
          <w:lang w:val="uk-UA" w:eastAsia="ru-RU"/>
        </w:rPr>
        <w:t>1</w:t>
      </w:r>
      <w:r w:rsidRPr="00DC6DCD">
        <w:rPr>
          <w:rFonts w:ascii="Times New Roman" w:hAnsi="Times New Roman"/>
          <w:color w:val="000000"/>
          <w:sz w:val="28"/>
          <w:szCs w:val="28"/>
          <w:lang w:val="uk-UA" w:eastAsia="ru-RU"/>
        </w:rPr>
        <w:t>. Затвердити Регламент відділу «</w:t>
      </w:r>
      <w:r w:rsidRPr="00DC6DCD">
        <w:rPr>
          <w:rFonts w:ascii="Times New Roman" w:hAnsi="Times New Roman"/>
          <w:bCs/>
          <w:color w:val="000000"/>
          <w:sz w:val="28"/>
          <w:szCs w:val="28"/>
          <w:bdr w:val="none" w:sz="0" w:space="0" w:color="auto" w:frame="1"/>
          <w:lang w:val="uk-UA" w:eastAsia="ru-RU"/>
        </w:rPr>
        <w:t>Центр надання адміністративних послуг Тячівської міської ради</w:t>
      </w:r>
      <w:r>
        <w:rPr>
          <w:rFonts w:ascii="Times New Roman" w:hAnsi="Times New Roman"/>
          <w:bCs/>
          <w:color w:val="000000"/>
          <w:sz w:val="28"/>
          <w:szCs w:val="28"/>
          <w:bdr w:val="none" w:sz="0" w:space="0" w:color="auto" w:frame="1"/>
          <w:lang w:val="uk-UA" w:eastAsia="ru-RU"/>
        </w:rPr>
        <w:t>» згідно з додатком до цього рішення (додається).</w:t>
      </w:r>
    </w:p>
    <w:p w:rsidR="00897437" w:rsidRDefault="00897437" w:rsidP="00B72EF0">
      <w:pPr>
        <w:shd w:val="clear" w:color="auto" w:fill="FFFFFF"/>
        <w:spacing w:after="0" w:line="240" w:lineRule="auto"/>
        <w:ind w:right="-5" w:firstLine="450"/>
        <w:jc w:val="both"/>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2</w:t>
      </w:r>
      <w:r w:rsidRPr="00DC6DCD">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Виконавчому комітету міської ради здійснювати відстеження результативності цього регуляторного акту, за результатами якого надавати міському голові для підпису відповідні звіти про відстеження його результативності.</w:t>
      </w:r>
    </w:p>
    <w:p w:rsidR="00897437"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p>
    <w:p w:rsidR="00897437" w:rsidRDefault="00897437" w:rsidP="00423314">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3. Оприлюднити регуляторний акт на офіційному сайті міської раді у встановлений законодавством термін.</w:t>
      </w:r>
    </w:p>
    <w:p w:rsidR="00897437" w:rsidRPr="00DC6DCD" w:rsidRDefault="00897437" w:rsidP="00423314">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p>
    <w:p w:rsidR="00897437" w:rsidRPr="00DC6DCD" w:rsidRDefault="00897437" w:rsidP="00DC6DCD">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r w:rsidRPr="00DC6DCD">
        <w:rPr>
          <w:rFonts w:ascii="Times New Roman" w:hAnsi="Times New Roman"/>
          <w:color w:val="000000"/>
          <w:sz w:val="28"/>
          <w:szCs w:val="28"/>
          <w:lang w:val="uk-UA" w:eastAsia="ru-RU"/>
        </w:rPr>
        <w:t xml:space="preserve">4. Контроль за виконанням рішення покласти на депутатську комісію з питань прав людини, законності, депутатської діяльності і етики (голова Петер Е.Б.) </w:t>
      </w:r>
    </w:p>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2"/>
      </w:tblGrid>
      <w:tr w:rsidR="00897437" w:rsidRPr="00F903F4" w:rsidTr="00F903F4">
        <w:trPr>
          <w:trHeight w:val="828"/>
        </w:trPr>
        <w:tc>
          <w:tcPr>
            <w:tcW w:w="5000" w:type="pct"/>
            <w:tcBorders>
              <w:top w:val="nil"/>
              <w:left w:val="nil"/>
              <w:bottom w:val="nil"/>
              <w:right w:val="nil"/>
            </w:tcBorders>
          </w:tcPr>
          <w:p w:rsidR="00897437" w:rsidRDefault="00897437" w:rsidP="00DC6DCD">
            <w:pPr>
              <w:spacing w:after="0" w:line="240" w:lineRule="auto"/>
              <w:textAlignment w:val="baseline"/>
              <w:rPr>
                <w:rFonts w:ascii="Times New Roman" w:hAnsi="Times New Roman"/>
                <w:b/>
                <w:bCs/>
                <w:color w:val="000000"/>
                <w:sz w:val="28"/>
                <w:szCs w:val="28"/>
                <w:bdr w:val="none" w:sz="0" w:space="0" w:color="auto" w:frame="1"/>
                <w:lang w:val="uk-UA" w:eastAsia="ru-RU"/>
              </w:rPr>
            </w:pPr>
            <w:bookmarkStart w:id="4" w:name="n158"/>
            <w:bookmarkEnd w:id="4"/>
          </w:p>
          <w:p w:rsidR="00897437" w:rsidRPr="00F903F4" w:rsidRDefault="00897437" w:rsidP="00DC6DCD">
            <w:pPr>
              <w:spacing w:after="0" w:line="240" w:lineRule="auto"/>
              <w:textAlignment w:val="baseline"/>
              <w:rPr>
                <w:rFonts w:ascii="Times New Roman" w:hAnsi="Times New Roman"/>
                <w:b/>
                <w:sz w:val="28"/>
                <w:szCs w:val="28"/>
                <w:lang w:eastAsia="ru-RU"/>
              </w:rPr>
            </w:pPr>
            <w:r w:rsidRPr="00F903F4">
              <w:rPr>
                <w:rFonts w:ascii="Times New Roman" w:hAnsi="Times New Roman"/>
                <w:b/>
                <w:bCs/>
                <w:color w:val="000000"/>
                <w:sz w:val="28"/>
                <w:szCs w:val="28"/>
                <w:bdr w:val="none" w:sz="0" w:space="0" w:color="auto" w:frame="1"/>
                <w:lang w:val="uk-UA" w:eastAsia="ru-RU"/>
              </w:rPr>
              <w:t>Міський голова                                                                                    І.І.Ковач</w:t>
            </w:r>
          </w:p>
        </w:tc>
      </w:tr>
    </w:tbl>
    <w:p w:rsidR="00897437" w:rsidRPr="00504987" w:rsidRDefault="00897437" w:rsidP="00DC6DCD">
      <w:pPr>
        <w:spacing w:after="0" w:line="240" w:lineRule="auto"/>
        <w:rPr>
          <w:rFonts w:ascii="Times New Roman" w:hAnsi="Times New Roman"/>
          <w:sz w:val="28"/>
          <w:szCs w:val="28"/>
          <w:lang w:val="uk-UA" w:eastAsia="ru-RU"/>
        </w:rPr>
      </w:pPr>
      <w:bookmarkStart w:id="5" w:name="n274"/>
      <w:bookmarkEnd w:id="5"/>
      <w:r w:rsidRPr="00802BFA">
        <w:rPr>
          <w:rFonts w:ascii="Times New Roman" w:hAnsi="Times New Roman"/>
          <w:sz w:val="28"/>
          <w:szCs w:val="28"/>
          <w:lang w:eastAsia="ru-RU"/>
        </w:rPr>
        <w:pict>
          <v:rect id="_x0000_i1026" style="width:0;height:0" o:hralign="center" o:hrstd="t" o:hrnoshade="t" o:hr="t" fillcolor="black" stroked="f"/>
        </w:pict>
      </w:r>
    </w:p>
    <w:tbl>
      <w:tblPr>
        <w:tblpPr w:leftFromText="180" w:rightFromText="180" w:horzAnchor="margin" w:tblpY="-360"/>
        <w:tblW w:w="5153" w:type="pct"/>
        <w:tblCellMar>
          <w:left w:w="0" w:type="dxa"/>
          <w:right w:w="0" w:type="dxa"/>
        </w:tblCellMar>
        <w:tblLook w:val="00A0"/>
      </w:tblPr>
      <w:tblGrid>
        <w:gridCol w:w="9641"/>
      </w:tblGrid>
      <w:tr w:rsidR="00897437" w:rsidRPr="00247C52" w:rsidTr="0045261A">
        <w:trPr>
          <w:trHeight w:val="2692"/>
        </w:trPr>
        <w:tc>
          <w:tcPr>
            <w:tcW w:w="5000" w:type="pct"/>
          </w:tcPr>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bookmarkStart w:id="6" w:name="n273"/>
            <w:bookmarkStart w:id="7" w:name="n159"/>
            <w:bookmarkEnd w:id="6"/>
            <w:bookmarkEnd w:id="7"/>
          </w:p>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Pr="00DC6DCD"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pacing w:after="0" w:line="240" w:lineRule="auto"/>
              <w:ind w:left="5943"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Додаток </w:t>
            </w:r>
          </w:p>
          <w:p w:rsidR="00897437" w:rsidRDefault="00897437" w:rsidP="00B72EF0">
            <w:pPr>
              <w:spacing w:after="0" w:line="240" w:lineRule="auto"/>
              <w:ind w:left="5943" w:right="-422"/>
              <w:textAlignment w:val="baseline"/>
              <w:rPr>
                <w:rFonts w:ascii="Times New Roman" w:hAnsi="Times New Roman"/>
                <w:sz w:val="28"/>
                <w:szCs w:val="28"/>
                <w:lang w:val="uk-UA" w:eastAsia="ru-RU"/>
              </w:rPr>
            </w:pPr>
            <w:r w:rsidRPr="00DC6DCD">
              <w:rPr>
                <w:rFonts w:ascii="Times New Roman" w:hAnsi="Times New Roman"/>
                <w:bCs/>
                <w:color w:val="000000"/>
                <w:sz w:val="28"/>
                <w:szCs w:val="28"/>
                <w:bdr w:val="none" w:sz="0" w:space="0" w:color="auto" w:frame="1"/>
                <w:lang w:val="uk-UA" w:eastAsia="ru-RU"/>
              </w:rPr>
              <w:t>ЗАТВЕРДЖЕНО:</w:t>
            </w:r>
            <w:r w:rsidRPr="00DC6DCD">
              <w:rPr>
                <w:rFonts w:ascii="Times New Roman" w:hAnsi="Times New Roman"/>
                <w:sz w:val="28"/>
                <w:szCs w:val="28"/>
                <w:lang w:eastAsia="ru-RU"/>
              </w:rPr>
              <w:t> </w:t>
            </w:r>
          </w:p>
          <w:p w:rsidR="00897437" w:rsidRPr="00DC6DCD"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рішенням </w:t>
            </w:r>
            <w:r>
              <w:rPr>
                <w:rFonts w:ascii="Times New Roman" w:hAnsi="Times New Roman"/>
                <w:bCs/>
                <w:color w:val="000000"/>
                <w:sz w:val="28"/>
                <w:szCs w:val="28"/>
                <w:bdr w:val="none" w:sz="0" w:space="0" w:color="auto" w:frame="1"/>
                <w:lang w:val="uk-UA" w:eastAsia="ru-RU"/>
              </w:rPr>
              <w:t>дванадцятої</w:t>
            </w:r>
            <w:r w:rsidRPr="00DC6DCD">
              <w:rPr>
                <w:rFonts w:ascii="Times New Roman" w:hAnsi="Times New Roman"/>
                <w:bCs/>
                <w:color w:val="000000"/>
                <w:sz w:val="28"/>
                <w:szCs w:val="28"/>
                <w:bdr w:val="none" w:sz="0" w:space="0" w:color="auto" w:frame="1"/>
                <w:lang w:val="uk-UA" w:eastAsia="ru-RU"/>
              </w:rPr>
              <w:t xml:space="preserve"> сесії </w:t>
            </w:r>
          </w:p>
          <w:p w:rsidR="00897437"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сьомого скликання </w:t>
            </w:r>
          </w:p>
          <w:p w:rsidR="00897437" w:rsidRPr="00DC6DCD"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Тячівської </w:t>
            </w:r>
            <w:r w:rsidRPr="00DC6DCD">
              <w:rPr>
                <w:rFonts w:ascii="Times New Roman" w:hAnsi="Times New Roman"/>
                <w:bCs/>
                <w:color w:val="000000"/>
                <w:sz w:val="28"/>
                <w:szCs w:val="28"/>
                <w:bdr w:val="none" w:sz="0" w:space="0" w:color="auto" w:frame="1"/>
                <w:lang w:val="uk-UA" w:eastAsia="ru-RU"/>
              </w:rPr>
              <w:t>міської ради</w:t>
            </w:r>
          </w:p>
          <w:p w:rsidR="00897437" w:rsidRPr="00DC6DCD" w:rsidRDefault="00897437" w:rsidP="00247C52">
            <w:pPr>
              <w:tabs>
                <w:tab w:val="left" w:pos="5685"/>
              </w:tabs>
              <w:spacing w:after="0" w:line="240" w:lineRule="auto"/>
              <w:textAlignment w:val="baseline"/>
              <w:rPr>
                <w:rFonts w:ascii="Times New Roman" w:hAnsi="Times New Roman"/>
                <w:sz w:val="28"/>
                <w:szCs w:val="28"/>
                <w:lang w:val="uk-UA" w:eastAsia="ru-RU"/>
              </w:rPr>
            </w:pP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від </w:t>
            </w:r>
            <w:r>
              <w:rPr>
                <w:rFonts w:ascii="Times New Roman" w:hAnsi="Times New Roman"/>
                <w:bCs/>
                <w:color w:val="000000"/>
                <w:sz w:val="28"/>
                <w:szCs w:val="28"/>
                <w:bdr w:val="none" w:sz="0" w:space="0" w:color="auto" w:frame="1"/>
                <w:lang w:val="uk-UA" w:eastAsia="ru-RU"/>
              </w:rPr>
              <w:t>23 березня</w:t>
            </w:r>
            <w:r w:rsidRPr="00DC6DCD">
              <w:rPr>
                <w:rFonts w:ascii="Times New Roman" w:hAnsi="Times New Roman"/>
                <w:bCs/>
                <w:color w:val="000000"/>
                <w:sz w:val="28"/>
                <w:szCs w:val="28"/>
                <w:bdr w:val="none" w:sz="0" w:space="0" w:color="auto" w:frame="1"/>
                <w:lang w:val="uk-UA" w:eastAsia="ru-RU"/>
              </w:rPr>
              <w:t xml:space="preserve">  201</w:t>
            </w:r>
            <w:r w:rsidRPr="00247C52">
              <w:rPr>
                <w:rFonts w:ascii="Times New Roman" w:hAnsi="Times New Roman"/>
                <w:bCs/>
                <w:color w:val="000000"/>
                <w:sz w:val="28"/>
                <w:szCs w:val="28"/>
                <w:bdr w:val="none" w:sz="0" w:space="0" w:color="auto" w:frame="1"/>
                <w:lang w:val="uk-UA" w:eastAsia="ru-RU"/>
              </w:rPr>
              <w:t>7</w:t>
            </w:r>
            <w:r w:rsidRPr="00DC6DCD">
              <w:rPr>
                <w:rFonts w:ascii="Times New Roman" w:hAnsi="Times New Roman"/>
                <w:bCs/>
                <w:color w:val="000000"/>
                <w:sz w:val="28"/>
                <w:szCs w:val="28"/>
                <w:bdr w:val="none" w:sz="0" w:space="0" w:color="auto" w:frame="1"/>
                <w:lang w:val="uk-UA" w:eastAsia="ru-RU"/>
              </w:rPr>
              <w:t xml:space="preserve"> року №</w:t>
            </w:r>
            <w:r>
              <w:rPr>
                <w:rFonts w:ascii="Times New Roman" w:hAnsi="Times New Roman"/>
                <w:bCs/>
                <w:color w:val="000000"/>
                <w:sz w:val="28"/>
                <w:szCs w:val="28"/>
                <w:bdr w:val="none" w:sz="0" w:space="0" w:color="auto" w:frame="1"/>
                <w:lang w:val="uk-UA" w:eastAsia="ru-RU"/>
              </w:rPr>
              <w:t xml:space="preserve"> 1387</w:t>
            </w:r>
          </w:p>
        </w:tc>
      </w:tr>
    </w:tbl>
    <w:p w:rsidR="00897437" w:rsidRPr="00DC6DCD" w:rsidRDefault="00897437" w:rsidP="00DC6DCD">
      <w:pPr>
        <w:shd w:val="clear" w:color="auto" w:fill="FFFFFF"/>
        <w:spacing w:after="0" w:line="240" w:lineRule="auto"/>
        <w:ind w:left="450" w:right="450"/>
        <w:jc w:val="center"/>
        <w:textAlignment w:val="baseline"/>
        <w:rPr>
          <w:rFonts w:ascii="Times New Roman" w:hAnsi="Times New Roman"/>
          <w:bCs/>
          <w:color w:val="000000"/>
          <w:sz w:val="28"/>
          <w:szCs w:val="28"/>
          <w:bdr w:val="none" w:sz="0" w:space="0" w:color="auto" w:frame="1"/>
          <w:lang w:val="uk-UA" w:eastAsia="ru-RU"/>
        </w:rPr>
      </w:pPr>
      <w:bookmarkStart w:id="8" w:name="n160"/>
      <w:bookmarkEnd w:id="8"/>
    </w:p>
    <w:p w:rsidR="00897437" w:rsidRPr="000F03E0" w:rsidRDefault="00897437" w:rsidP="000F03E0">
      <w:pPr>
        <w:spacing w:after="0" w:line="240" w:lineRule="auto"/>
        <w:jc w:val="center"/>
        <w:rPr>
          <w:rFonts w:ascii="Times New Roman" w:hAnsi="Times New Roman"/>
          <w:sz w:val="28"/>
          <w:szCs w:val="28"/>
        </w:rPr>
      </w:pPr>
      <w:bookmarkStart w:id="9" w:name="n324"/>
      <w:bookmarkEnd w:id="9"/>
      <w:r w:rsidRPr="000F03E0">
        <w:rPr>
          <w:rFonts w:ascii="Times New Roman" w:hAnsi="Times New Roman"/>
          <w:sz w:val="28"/>
          <w:szCs w:val="28"/>
        </w:rPr>
        <w:t>Регламент</w:t>
      </w:r>
      <w:r>
        <w:rPr>
          <w:rFonts w:ascii="Times New Roman" w:hAnsi="Times New Roman"/>
          <w:sz w:val="28"/>
          <w:szCs w:val="28"/>
          <w:lang w:val="uk-UA"/>
        </w:rPr>
        <w:t xml:space="preserve"> відділу</w:t>
      </w:r>
      <w:r w:rsidRPr="000F03E0">
        <w:rPr>
          <w:rFonts w:ascii="Times New Roman" w:hAnsi="Times New Roman"/>
          <w:sz w:val="28"/>
          <w:szCs w:val="28"/>
        </w:rPr>
        <w:t xml:space="preserve"> </w:t>
      </w:r>
      <w:r>
        <w:rPr>
          <w:rFonts w:ascii="Times New Roman" w:hAnsi="Times New Roman"/>
          <w:sz w:val="28"/>
          <w:szCs w:val="28"/>
          <w:lang w:val="uk-UA"/>
        </w:rPr>
        <w:t>«</w:t>
      </w:r>
      <w:r w:rsidRPr="000F03E0">
        <w:rPr>
          <w:rFonts w:ascii="Times New Roman" w:hAnsi="Times New Roman"/>
          <w:sz w:val="28"/>
          <w:szCs w:val="28"/>
        </w:rPr>
        <w:t>Центру надання адміністративних послуг</w:t>
      </w:r>
    </w:p>
    <w:p w:rsidR="00897437" w:rsidRPr="00B72EF0" w:rsidRDefault="00897437" w:rsidP="000F03E0">
      <w:pPr>
        <w:spacing w:after="0" w:line="240" w:lineRule="auto"/>
        <w:jc w:val="center"/>
        <w:rPr>
          <w:rFonts w:ascii="Times New Roman" w:hAnsi="Times New Roman"/>
          <w:color w:val="000000"/>
          <w:sz w:val="28"/>
          <w:szCs w:val="28"/>
          <w:lang w:val="uk-UA"/>
        </w:rPr>
      </w:pPr>
      <w:r w:rsidRPr="000F03E0">
        <w:rPr>
          <w:rFonts w:ascii="Times New Roman" w:hAnsi="Times New Roman"/>
          <w:color w:val="000000"/>
          <w:sz w:val="28"/>
          <w:szCs w:val="28"/>
        </w:rPr>
        <w:t>Тячівської міської ради</w:t>
      </w:r>
      <w:r>
        <w:rPr>
          <w:rFonts w:ascii="Times New Roman" w:hAnsi="Times New Roman"/>
          <w:color w:val="000000"/>
          <w:sz w:val="28"/>
          <w:szCs w:val="28"/>
          <w:lang w:val="uk-UA"/>
        </w:rPr>
        <w:t>»</w:t>
      </w:r>
    </w:p>
    <w:p w:rsidR="00897437" w:rsidRPr="000F03E0" w:rsidRDefault="00897437" w:rsidP="000F03E0">
      <w:pPr>
        <w:spacing w:after="0" w:line="240" w:lineRule="auto"/>
        <w:jc w:val="center"/>
        <w:rPr>
          <w:rFonts w:ascii="Times New Roman" w:hAnsi="Times New Roman"/>
          <w:b/>
          <w:i/>
          <w:sz w:val="28"/>
          <w:szCs w:val="28"/>
        </w:rPr>
      </w:pPr>
    </w:p>
    <w:p w:rsidR="00897437" w:rsidRPr="000F03E0" w:rsidRDefault="00897437" w:rsidP="000F03E0">
      <w:pPr>
        <w:spacing w:after="0" w:line="240" w:lineRule="auto"/>
        <w:jc w:val="both"/>
        <w:rPr>
          <w:rFonts w:ascii="Times New Roman" w:hAnsi="Times New Roman"/>
          <w:sz w:val="28"/>
          <w:szCs w:val="28"/>
        </w:rPr>
      </w:pPr>
      <w:r w:rsidRPr="000F03E0">
        <w:rPr>
          <w:rFonts w:ascii="Times New Roman" w:hAnsi="Times New Roman"/>
          <w:sz w:val="28"/>
          <w:szCs w:val="28"/>
        </w:rPr>
        <w:t xml:space="preserve">                                           1. Загальні положення </w:t>
      </w:r>
    </w:p>
    <w:p w:rsidR="00897437" w:rsidRPr="00CB76DF" w:rsidRDefault="00897437" w:rsidP="00E37649">
      <w:pPr>
        <w:pStyle w:val="NormalWeb"/>
        <w:spacing w:before="0" w:beforeAutospacing="0" w:after="0" w:afterAutospacing="0"/>
        <w:ind w:firstLine="708"/>
        <w:jc w:val="both"/>
        <w:rPr>
          <w:sz w:val="28"/>
          <w:szCs w:val="28"/>
          <w:lang w:val="uk-UA"/>
        </w:rPr>
      </w:pPr>
      <w:r w:rsidRPr="00C00F3A">
        <w:rPr>
          <w:sz w:val="28"/>
          <w:szCs w:val="28"/>
          <w:lang w:val="uk-UA"/>
        </w:rPr>
        <w:t>1.1. Регламент</w:t>
      </w:r>
      <w:r>
        <w:rPr>
          <w:sz w:val="28"/>
          <w:szCs w:val="28"/>
          <w:lang w:val="uk-UA"/>
        </w:rPr>
        <w:t xml:space="preserve"> відділу «</w:t>
      </w:r>
      <w:r w:rsidRPr="00C00F3A">
        <w:rPr>
          <w:sz w:val="28"/>
          <w:szCs w:val="28"/>
          <w:lang w:val="uk-UA"/>
        </w:rPr>
        <w:t xml:space="preserve">Центру надання адміністративних послуг </w:t>
      </w:r>
      <w:r>
        <w:rPr>
          <w:sz w:val="28"/>
          <w:szCs w:val="28"/>
          <w:lang w:val="uk-UA"/>
        </w:rPr>
        <w:t>Тячівської  міської ради»</w:t>
      </w:r>
      <w:r w:rsidRPr="00C00F3A">
        <w:rPr>
          <w:sz w:val="28"/>
          <w:szCs w:val="28"/>
          <w:lang w:val="uk-UA"/>
        </w:rPr>
        <w:t xml:space="preserve"> (далі - Регламент) розроблено відповідно до Закону України «Про адміністративні послуги», з урахуванням Примірного регламенту центру надання адміністративних послуг</w:t>
      </w:r>
      <w:r>
        <w:rPr>
          <w:sz w:val="28"/>
          <w:szCs w:val="28"/>
          <w:lang w:val="uk-UA"/>
        </w:rPr>
        <w:t>, затвердженого</w:t>
      </w:r>
      <w:r w:rsidRPr="00C00F3A">
        <w:rPr>
          <w:sz w:val="28"/>
          <w:szCs w:val="28"/>
          <w:lang w:val="uk-UA"/>
        </w:rPr>
        <w:t xml:space="preserve"> постанов</w:t>
      </w:r>
      <w:r>
        <w:rPr>
          <w:sz w:val="28"/>
          <w:szCs w:val="28"/>
          <w:lang w:val="uk-UA"/>
        </w:rPr>
        <w:t xml:space="preserve">ою </w:t>
      </w:r>
      <w:r w:rsidRPr="00C00F3A">
        <w:rPr>
          <w:sz w:val="28"/>
          <w:szCs w:val="28"/>
          <w:lang w:val="uk-UA"/>
        </w:rPr>
        <w:t>Кабінету Міністрів України від 01 серпня 2013 р</w:t>
      </w:r>
      <w:r>
        <w:rPr>
          <w:sz w:val="28"/>
          <w:szCs w:val="28"/>
          <w:lang w:val="uk-UA"/>
        </w:rPr>
        <w:t>оку</w:t>
      </w:r>
      <w:r w:rsidRPr="00C00F3A">
        <w:rPr>
          <w:sz w:val="28"/>
          <w:szCs w:val="28"/>
          <w:lang w:val="uk-UA"/>
        </w:rPr>
        <w:t xml:space="preserve"> № 588</w:t>
      </w:r>
      <w:r>
        <w:rPr>
          <w:sz w:val="28"/>
          <w:szCs w:val="28"/>
          <w:lang w:val="uk-UA"/>
        </w:rPr>
        <w:t>.</w:t>
      </w:r>
    </w:p>
    <w:p w:rsidR="00897437" w:rsidRPr="00A20BD9" w:rsidRDefault="00897437" w:rsidP="000F03E0">
      <w:pPr>
        <w:pStyle w:val="NormalWeb"/>
        <w:spacing w:before="0" w:beforeAutospacing="0" w:after="0" w:afterAutospacing="0"/>
        <w:jc w:val="both"/>
        <w:rPr>
          <w:sz w:val="28"/>
          <w:szCs w:val="28"/>
          <w:lang w:val="uk-UA"/>
        </w:rPr>
      </w:pPr>
      <w:r>
        <w:rPr>
          <w:sz w:val="28"/>
          <w:szCs w:val="28"/>
          <w:lang w:val="uk-UA"/>
        </w:rPr>
        <w:tab/>
      </w:r>
      <w:r w:rsidRPr="00C00F3A">
        <w:rPr>
          <w:sz w:val="28"/>
          <w:szCs w:val="28"/>
          <w:lang w:val="uk-UA"/>
        </w:rPr>
        <w:t xml:space="preserve">Цей Регламент визначає порядок організації роботи Центру надання адміністративних послуг </w:t>
      </w:r>
      <w:r>
        <w:rPr>
          <w:sz w:val="28"/>
          <w:szCs w:val="28"/>
          <w:lang w:val="uk-UA"/>
        </w:rPr>
        <w:t>Тячівської міської ради</w:t>
      </w:r>
      <w:r w:rsidRPr="00C00F3A">
        <w:rPr>
          <w:sz w:val="28"/>
          <w:szCs w:val="28"/>
          <w:lang w:val="uk-UA"/>
        </w:rPr>
        <w:t xml:space="preserve"> (далі – Центр, ЦНАП), порядок дій адміністраторів Центру та їх взаємодії із суб'єктами надання адміністративних послуг. </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sz w:val="28"/>
          <w:szCs w:val="28"/>
          <w:lang w:val="uk-UA"/>
        </w:rPr>
      </w:pPr>
      <w:r w:rsidRPr="000F03E0">
        <w:rPr>
          <w:rFonts w:ascii="Times New Roman" w:hAnsi="Times New Roman"/>
          <w:sz w:val="28"/>
          <w:szCs w:val="28"/>
          <w:lang w:val="uk-UA"/>
        </w:rPr>
        <w:t xml:space="preserve">1.2. Регламент є нормативним актом, розробленим на основі чинного законодавства України з врахуванням Регламенту роботи виконавчих органів </w:t>
      </w:r>
      <w:r w:rsidRPr="00B72EF0">
        <w:rPr>
          <w:rFonts w:ascii="Times New Roman" w:hAnsi="Times New Roman"/>
          <w:sz w:val="28"/>
          <w:szCs w:val="28"/>
          <w:lang w:val="uk-UA"/>
        </w:rPr>
        <w:t>Тячівської</w:t>
      </w:r>
      <w:r w:rsidRPr="000F03E0">
        <w:rPr>
          <w:rFonts w:ascii="Times New Roman" w:hAnsi="Times New Roman"/>
          <w:sz w:val="28"/>
          <w:szCs w:val="28"/>
          <w:lang w:val="uk-UA"/>
        </w:rPr>
        <w:t xml:space="preserve"> міської</w:t>
      </w:r>
      <w:r>
        <w:rPr>
          <w:rFonts w:ascii="Times New Roman" w:hAnsi="Times New Roman"/>
          <w:sz w:val="28"/>
          <w:szCs w:val="28"/>
          <w:lang w:val="uk-UA"/>
        </w:rPr>
        <w:t xml:space="preserve"> </w:t>
      </w:r>
      <w:r w:rsidRPr="000F03E0">
        <w:rPr>
          <w:rFonts w:ascii="Times New Roman" w:hAnsi="Times New Roman"/>
          <w:sz w:val="28"/>
          <w:szCs w:val="28"/>
          <w:lang w:val="uk-UA"/>
        </w:rPr>
        <w:t>ради, який визначає засади діяльності та взаємодії органів влади, які надають адміністративні послуги, організації документообігу та порядку здійснення моніторингу за належністю надання адміністративних послуг за принципом організаційної єдності.</w:t>
      </w:r>
    </w:p>
    <w:p w:rsidR="00897437" w:rsidRPr="000F03E0" w:rsidRDefault="00897437" w:rsidP="00E37649">
      <w:pPr>
        <w:spacing w:after="0" w:line="240" w:lineRule="auto"/>
        <w:ind w:firstLine="708"/>
        <w:jc w:val="both"/>
        <w:rPr>
          <w:rFonts w:ascii="Times New Roman" w:hAnsi="Times New Roman"/>
          <w:b/>
          <w:sz w:val="28"/>
          <w:szCs w:val="28"/>
          <w:lang w:val="uk-UA"/>
        </w:rPr>
      </w:pPr>
      <w:r w:rsidRPr="000F03E0">
        <w:rPr>
          <w:rFonts w:ascii="Times New Roman" w:hAnsi="Times New Roman"/>
          <w:sz w:val="28"/>
          <w:szCs w:val="28"/>
          <w:lang w:val="uk-UA"/>
        </w:rPr>
        <w:t>1.3. Затвердження та внесення змін до Регламенту здійснюється рішенням міської</w:t>
      </w:r>
      <w:r>
        <w:rPr>
          <w:rFonts w:ascii="Times New Roman" w:hAnsi="Times New Roman"/>
          <w:sz w:val="28"/>
          <w:szCs w:val="28"/>
          <w:lang w:val="uk-UA"/>
        </w:rPr>
        <w:t xml:space="preserve"> </w:t>
      </w:r>
      <w:r w:rsidRPr="000F03E0">
        <w:rPr>
          <w:rFonts w:ascii="Times New Roman" w:hAnsi="Times New Roman"/>
          <w:sz w:val="28"/>
          <w:szCs w:val="28"/>
          <w:lang w:val="uk-UA"/>
        </w:rPr>
        <w:t xml:space="preserve">ради. </w:t>
      </w:r>
    </w:p>
    <w:p w:rsidR="00897437" w:rsidRPr="000F03E0" w:rsidRDefault="00897437" w:rsidP="00E37649">
      <w:pPr>
        <w:spacing w:after="0" w:line="240" w:lineRule="auto"/>
        <w:ind w:firstLine="708"/>
        <w:jc w:val="both"/>
        <w:rPr>
          <w:rFonts w:ascii="Times New Roman" w:hAnsi="Times New Roman"/>
          <w:b/>
          <w:color w:val="FF0000"/>
          <w:sz w:val="28"/>
          <w:szCs w:val="28"/>
        </w:rPr>
      </w:pPr>
      <w:r w:rsidRPr="000F03E0">
        <w:rPr>
          <w:rFonts w:ascii="Times New Roman" w:hAnsi="Times New Roman"/>
          <w:sz w:val="28"/>
          <w:szCs w:val="28"/>
        </w:rPr>
        <w:t xml:space="preserve">1.4. Дотримання положень Регламенту є обов'язковим для всіх працівників ЦНАП, а також для суб’єктів надання адміністративних послуг в частині надання відповідних послуг через Центр. </w:t>
      </w:r>
    </w:p>
    <w:p w:rsidR="00897437" w:rsidRPr="000F03E0" w:rsidRDefault="00897437" w:rsidP="00E37649">
      <w:pPr>
        <w:tabs>
          <w:tab w:val="left" w:pos="709"/>
        </w:tabs>
        <w:spacing w:after="0" w:line="240" w:lineRule="auto"/>
        <w:ind w:right="-1"/>
        <w:jc w:val="both"/>
        <w:rPr>
          <w:rFonts w:ascii="Times New Roman" w:hAnsi="Times New Roman"/>
          <w:b/>
          <w:sz w:val="28"/>
          <w:szCs w:val="28"/>
        </w:rPr>
      </w:pPr>
      <w:r w:rsidRPr="000F03E0">
        <w:rPr>
          <w:rFonts w:ascii="Times New Roman" w:hAnsi="Times New Roman"/>
          <w:sz w:val="28"/>
          <w:szCs w:val="28"/>
        </w:rPr>
        <w:tab/>
        <w:t xml:space="preserve">1.5. Терміни, які використовуються у цьому Регламенті, вживаються у значеннях, наведених у законах України «Про місцеве самоврядування в Україні», «Про адміністративні послуги», «Про дозвільну систему у сфері господарської діяльності». </w:t>
      </w:r>
    </w:p>
    <w:p w:rsidR="00897437" w:rsidRPr="000F03E0" w:rsidRDefault="00897437" w:rsidP="00E37649">
      <w:pPr>
        <w:tabs>
          <w:tab w:val="left" w:pos="709"/>
        </w:tabs>
        <w:spacing w:after="0" w:line="240" w:lineRule="auto"/>
        <w:ind w:right="-1"/>
        <w:jc w:val="both"/>
        <w:rPr>
          <w:rFonts w:ascii="Times New Roman" w:hAnsi="Times New Roman"/>
          <w:b/>
          <w:sz w:val="28"/>
          <w:szCs w:val="28"/>
        </w:rPr>
      </w:pPr>
      <w:r w:rsidRPr="000F03E0">
        <w:rPr>
          <w:rFonts w:ascii="Times New Roman" w:hAnsi="Times New Roman"/>
          <w:sz w:val="28"/>
          <w:szCs w:val="28"/>
        </w:rPr>
        <w:tab/>
        <w:t>1.6. Подання вхідного пакету документів на отримання адміністративної послуги, яка надається через ЦНАП, та передача вихідного пакету документів суб’єкту звернення здійснюється виключно в ЦНАП, в тому числі на віддалених місцях для роботи адміністраторів.</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sz w:val="28"/>
          <w:szCs w:val="28"/>
          <w:lang w:eastAsia="uk-UA"/>
        </w:rPr>
      </w:pPr>
      <w:r w:rsidRPr="000F03E0">
        <w:rPr>
          <w:rFonts w:ascii="Times New Roman" w:hAnsi="Times New Roman"/>
          <w:sz w:val="28"/>
          <w:szCs w:val="28"/>
        </w:rPr>
        <w:t xml:space="preserve">1.7. </w:t>
      </w:r>
      <w:r w:rsidRPr="000F03E0">
        <w:rPr>
          <w:rFonts w:ascii="Times New Roman" w:hAnsi="Times New Roman"/>
          <w:color w:val="000000"/>
          <w:sz w:val="28"/>
          <w:szCs w:val="28"/>
          <w:lang w:eastAsia="uk-UA"/>
        </w:rPr>
        <w:t>Час прийому суб’єктів звернень у Центрі, його віддалених місць для роботи адміністраторів Центру (в разі їх утворення) затверджується органом, що утворив Центр, з урахуванням вимог </w:t>
      </w:r>
      <w:r w:rsidRPr="000F03E0">
        <w:rPr>
          <w:rFonts w:ascii="Times New Roman" w:hAnsi="Times New Roman"/>
          <w:sz w:val="28"/>
          <w:szCs w:val="28"/>
          <w:lang w:eastAsia="uk-UA"/>
        </w:rPr>
        <w:t>Закону України “Про адміністративні послуги”.</w:t>
      </w:r>
    </w:p>
    <w:p w:rsidR="00897437" w:rsidRPr="000F03E0" w:rsidRDefault="00897437" w:rsidP="00E37649">
      <w:pPr>
        <w:spacing w:after="0" w:line="240" w:lineRule="auto"/>
        <w:ind w:firstLine="708"/>
        <w:jc w:val="both"/>
        <w:rPr>
          <w:rFonts w:ascii="Times New Roman" w:hAnsi="Times New Roman"/>
          <w:b/>
          <w:sz w:val="28"/>
          <w:szCs w:val="28"/>
        </w:rPr>
      </w:pPr>
      <w:r w:rsidRPr="000F03E0">
        <w:rPr>
          <w:rFonts w:ascii="Times New Roman" w:hAnsi="Times New Roman"/>
          <w:bCs/>
          <w:color w:val="000000"/>
          <w:sz w:val="28"/>
          <w:szCs w:val="28"/>
        </w:rPr>
        <w:t xml:space="preserve">1.8. Перелік адміністративних послуг, які надаються через Центр (далі – Перелік), формується керівником ЦНАП з урахуванням пропозицій і зауважень суб’єктів надання адміністративних послуг, та визначається </w:t>
      </w:r>
      <w:r w:rsidRPr="000F03E0">
        <w:rPr>
          <w:rFonts w:ascii="Times New Roman" w:hAnsi="Times New Roman"/>
          <w:b/>
          <w:bCs/>
          <w:color w:val="000000"/>
          <w:sz w:val="28"/>
          <w:szCs w:val="28"/>
        </w:rPr>
        <w:t>міською</w:t>
      </w:r>
      <w:r w:rsidRPr="000F03E0">
        <w:rPr>
          <w:rFonts w:ascii="Times New Roman" w:hAnsi="Times New Roman"/>
          <w:sz w:val="28"/>
          <w:szCs w:val="28"/>
        </w:rPr>
        <w:t xml:space="preserve"> радою. </w:t>
      </w:r>
    </w:p>
    <w:p w:rsidR="00897437" w:rsidRPr="000F03E0" w:rsidRDefault="00897437" w:rsidP="00E37649">
      <w:pPr>
        <w:spacing w:after="0" w:line="240" w:lineRule="auto"/>
        <w:ind w:firstLine="708"/>
        <w:jc w:val="both"/>
        <w:rPr>
          <w:rFonts w:ascii="Times New Roman" w:hAnsi="Times New Roman"/>
          <w:b/>
          <w:sz w:val="28"/>
          <w:szCs w:val="28"/>
        </w:rPr>
      </w:pPr>
      <w:r w:rsidRPr="000F03E0">
        <w:rPr>
          <w:rFonts w:ascii="Times New Roman" w:hAnsi="Times New Roman"/>
          <w:sz w:val="28"/>
          <w:szCs w:val="28"/>
        </w:rPr>
        <w:t>1.9.</w:t>
      </w:r>
      <w:r w:rsidRPr="000F03E0">
        <w:rPr>
          <w:rFonts w:ascii="Times New Roman" w:hAnsi="Times New Roman"/>
          <w:color w:val="000000"/>
          <w:kern w:val="40"/>
          <w:sz w:val="28"/>
          <w:szCs w:val="28"/>
        </w:rPr>
        <w:t xml:space="preserve"> Форми інформаційних і технологічних карток, описів вхідних пакетів документів, супровідних листів,</w:t>
      </w:r>
      <w:r w:rsidRPr="000F03E0">
        <w:rPr>
          <w:rFonts w:ascii="Times New Roman" w:hAnsi="Times New Roman"/>
          <w:color w:val="000000"/>
          <w:sz w:val="28"/>
          <w:szCs w:val="28"/>
        </w:rPr>
        <w:t xml:space="preserve"> листа-проходження,</w:t>
      </w:r>
      <w:r w:rsidRPr="000F03E0">
        <w:rPr>
          <w:rFonts w:ascii="Times New Roman" w:hAnsi="Times New Roman"/>
          <w:color w:val="000000"/>
          <w:kern w:val="40"/>
          <w:sz w:val="28"/>
          <w:szCs w:val="28"/>
        </w:rPr>
        <w:t xml:space="preserve"> постанов і протоколів щодо адміністративної відповідальності тощо затверджуються </w:t>
      </w:r>
      <w:r w:rsidRPr="000F03E0">
        <w:rPr>
          <w:rFonts w:ascii="Times New Roman" w:hAnsi="Times New Roman"/>
          <w:b/>
          <w:color w:val="000000"/>
          <w:kern w:val="40"/>
          <w:sz w:val="28"/>
          <w:szCs w:val="28"/>
        </w:rPr>
        <w:t>міським</w:t>
      </w:r>
      <w:r w:rsidRPr="000F03E0">
        <w:rPr>
          <w:rFonts w:ascii="Times New Roman" w:hAnsi="Times New Roman"/>
          <w:color w:val="000000"/>
          <w:kern w:val="40"/>
          <w:sz w:val="28"/>
          <w:szCs w:val="28"/>
        </w:rPr>
        <w:t xml:space="preserve"> головою.  </w:t>
      </w:r>
    </w:p>
    <w:p w:rsidR="00897437" w:rsidRPr="000F03E0" w:rsidRDefault="00897437" w:rsidP="000F03E0">
      <w:pPr>
        <w:spacing w:after="0"/>
        <w:jc w:val="both"/>
        <w:rPr>
          <w:rFonts w:ascii="Times New Roman" w:hAnsi="Times New Roman"/>
          <w:b/>
          <w:sz w:val="28"/>
          <w:szCs w:val="28"/>
        </w:rPr>
      </w:pPr>
    </w:p>
    <w:p w:rsidR="00897437" w:rsidRPr="00CD7D3C" w:rsidRDefault="00897437" w:rsidP="00E37649">
      <w:pPr>
        <w:shd w:val="clear" w:color="auto" w:fill="FFFFFF"/>
        <w:spacing w:after="0" w:line="240" w:lineRule="auto"/>
        <w:ind w:left="322" w:right="322"/>
        <w:jc w:val="center"/>
        <w:textAlignment w:val="baseline"/>
        <w:rPr>
          <w:rFonts w:ascii="Times New Roman" w:hAnsi="Times New Roman"/>
          <w:b/>
          <w:color w:val="000000"/>
          <w:sz w:val="28"/>
          <w:szCs w:val="28"/>
          <w:lang w:eastAsia="uk-UA"/>
        </w:rPr>
      </w:pPr>
      <w:r w:rsidRPr="00CD7D3C">
        <w:rPr>
          <w:rFonts w:ascii="Times New Roman" w:hAnsi="Times New Roman"/>
          <w:b/>
          <w:bCs/>
          <w:color w:val="000000"/>
          <w:sz w:val="28"/>
          <w:szCs w:val="28"/>
          <w:lang w:eastAsia="uk-UA"/>
        </w:rPr>
        <w:t>2. Вимоги до приміщення, в якому розміщується Центр</w:t>
      </w:r>
    </w:p>
    <w:p w:rsidR="00897437" w:rsidRPr="00E37649" w:rsidRDefault="00897437" w:rsidP="00E37649">
      <w:pPr>
        <w:shd w:val="clear" w:color="auto" w:fill="FFFFFF"/>
        <w:spacing w:after="0" w:line="240" w:lineRule="auto"/>
        <w:ind w:firstLine="708"/>
        <w:jc w:val="both"/>
        <w:textAlignment w:val="baseline"/>
        <w:rPr>
          <w:rFonts w:ascii="Times New Roman" w:hAnsi="Times New Roman"/>
          <w:color w:val="000000"/>
          <w:sz w:val="28"/>
          <w:szCs w:val="28"/>
          <w:lang w:eastAsia="uk-UA"/>
        </w:rPr>
      </w:pPr>
      <w:r w:rsidRPr="00E37649">
        <w:rPr>
          <w:rFonts w:ascii="Times New Roman" w:hAnsi="Times New Roman"/>
          <w:color w:val="000000"/>
          <w:sz w:val="28"/>
          <w:szCs w:val="28"/>
          <w:lang w:eastAsia="uk-UA"/>
        </w:rPr>
        <w:t xml:space="preserve">2.1. </w:t>
      </w:r>
      <w:bookmarkStart w:id="10" w:name="n276"/>
      <w:bookmarkStart w:id="11" w:name="n178"/>
      <w:bookmarkEnd w:id="10"/>
      <w:bookmarkEnd w:id="11"/>
      <w:r w:rsidRPr="00E37649">
        <w:rPr>
          <w:rFonts w:ascii="Times New Roman" w:hAnsi="Times New Roman"/>
          <w:color w:val="000000"/>
          <w:sz w:val="28"/>
          <w:szCs w:val="28"/>
          <w:lang w:eastAsia="uk-UA"/>
        </w:rPr>
        <w:t>Центр розміщується в центральній частині міста Тячів, у зручному для суб’єктів звернення місці з розвинутою транспортною інфраструктурою.</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На вході до будівлі ЦНАП розміщуються вивіска з найменуванням Центру та табличка з інформацією про </w:t>
      </w:r>
      <w:r w:rsidRPr="000F03E0">
        <w:rPr>
          <w:rFonts w:ascii="Times New Roman" w:hAnsi="Times New Roman"/>
          <w:b/>
          <w:color w:val="000000"/>
          <w:sz w:val="28"/>
          <w:szCs w:val="28"/>
          <w:lang w:eastAsia="uk-UA"/>
        </w:rPr>
        <w:t xml:space="preserve">його місцезнаходження та </w:t>
      </w:r>
      <w:r w:rsidRPr="000F03E0">
        <w:rPr>
          <w:rFonts w:ascii="Times New Roman" w:hAnsi="Times New Roman"/>
          <w:color w:val="000000"/>
          <w:sz w:val="28"/>
          <w:szCs w:val="28"/>
          <w:lang w:eastAsia="uk-UA"/>
        </w:rPr>
        <w:t>графік  роботи</w:t>
      </w:r>
      <w:r w:rsidRPr="000F03E0">
        <w:rPr>
          <w:rFonts w:ascii="Times New Roman" w:hAnsi="Times New Roman"/>
          <w:b/>
          <w:color w:val="000000"/>
          <w:sz w:val="28"/>
          <w:szCs w:val="28"/>
          <w:lang w:eastAsia="uk-UA"/>
        </w:rPr>
        <w:t>.</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2" w:name="n277"/>
      <w:bookmarkStart w:id="13" w:name="n179"/>
      <w:bookmarkStart w:id="14" w:name="n278"/>
      <w:bookmarkStart w:id="15" w:name="n180"/>
      <w:bookmarkEnd w:id="12"/>
      <w:bookmarkEnd w:id="13"/>
      <w:bookmarkEnd w:id="14"/>
      <w:bookmarkEnd w:id="15"/>
      <w:r w:rsidRPr="000F03E0">
        <w:rPr>
          <w:rFonts w:ascii="Times New Roman" w:hAnsi="Times New Roman"/>
          <w:color w:val="000000"/>
          <w:sz w:val="28"/>
          <w:szCs w:val="28"/>
          <w:lang w:eastAsia="uk-UA"/>
        </w:rPr>
        <w:t>Вхід до Центру, у разі потреби, повинен бути облаштований пандусом для осіб з обмеженими фізичними можливостями та зручними сходами з поручнями.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6" w:name="n279"/>
      <w:bookmarkStart w:id="17" w:name="n281"/>
      <w:bookmarkEnd w:id="16"/>
      <w:bookmarkEnd w:id="17"/>
      <w:r w:rsidRPr="000F03E0">
        <w:rPr>
          <w:rFonts w:ascii="Times New Roman" w:hAnsi="Times New Roman"/>
          <w:color w:val="000000"/>
          <w:sz w:val="28"/>
          <w:szCs w:val="28"/>
          <w:lang w:eastAsia="uk-UA"/>
        </w:rPr>
        <w:t>У приміщенні Центру облаштовується туалетна кімната з урахуванням потреб осіб з обмеженими фізичними можливостями.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8" w:name="n280"/>
      <w:bookmarkStart w:id="19" w:name="n181"/>
      <w:bookmarkEnd w:id="18"/>
      <w:bookmarkEnd w:id="19"/>
      <w:r w:rsidRPr="000F03E0">
        <w:rPr>
          <w:rFonts w:ascii="Times New Roman" w:hAnsi="Times New Roman"/>
          <w:color w:val="000000"/>
          <w:sz w:val="28"/>
          <w:szCs w:val="28"/>
          <w:lang w:eastAsia="uk-UA"/>
        </w:rPr>
        <w:t>На прилеглій доЦентру території передбачається місце для безоплатної стоянки автомобільного транспорту суб’єктів звернення. За потреби, на прилеглих вулицях розміщуються вказівники, на яких зазначається місце розташування Центру.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0" w:name="n182"/>
      <w:bookmarkEnd w:id="20"/>
      <w:r w:rsidRPr="000F03E0">
        <w:rPr>
          <w:rFonts w:ascii="Times New Roman" w:hAnsi="Times New Roman"/>
          <w:color w:val="000000"/>
          <w:sz w:val="28"/>
          <w:szCs w:val="28"/>
          <w:lang w:eastAsia="uk-UA"/>
        </w:rPr>
        <w:t>2.2. Приміщення Центру поділяється на відкриту та закриту частини.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1" w:name="n183"/>
      <w:bookmarkEnd w:id="21"/>
      <w:r w:rsidRPr="000F03E0">
        <w:rPr>
          <w:rFonts w:ascii="Times New Roman" w:hAnsi="Times New Roman"/>
          <w:color w:val="000000"/>
          <w:sz w:val="28"/>
          <w:szCs w:val="28"/>
          <w:lang w:eastAsia="uk-UA"/>
        </w:rPr>
        <w:t>2.2.1. 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897437" w:rsidRPr="000F03E0" w:rsidRDefault="00897437" w:rsidP="00E37649">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22" w:name="n184"/>
      <w:bookmarkEnd w:id="22"/>
      <w:r w:rsidRPr="000F03E0">
        <w:rPr>
          <w:rFonts w:ascii="Times New Roman" w:hAnsi="Times New Roman"/>
          <w:color w:val="000000"/>
          <w:sz w:val="28"/>
          <w:szCs w:val="28"/>
          <w:lang w:eastAsia="uk-UA"/>
        </w:rPr>
        <w:t xml:space="preserve">Відкрита частина включає </w:t>
      </w:r>
      <w:r w:rsidRPr="00E37649">
        <w:rPr>
          <w:rFonts w:ascii="Times New Roman" w:hAnsi="Times New Roman"/>
          <w:color w:val="000000"/>
          <w:sz w:val="28"/>
          <w:szCs w:val="28"/>
          <w:lang w:eastAsia="uk-UA"/>
        </w:rPr>
        <w:t>місця</w:t>
      </w:r>
      <w:r w:rsidRPr="000F03E0">
        <w:rPr>
          <w:rFonts w:ascii="Times New Roman" w:hAnsi="Times New Roman"/>
          <w:color w:val="000000"/>
          <w:sz w:val="28"/>
          <w:szCs w:val="28"/>
          <w:lang w:eastAsia="uk-UA"/>
        </w:rPr>
        <w:t xml:space="preserve"> для: очікування</w:t>
      </w:r>
      <w:r w:rsidRPr="000F03E0">
        <w:rPr>
          <w:rFonts w:ascii="Times New Roman" w:hAnsi="Times New Roman"/>
          <w:b/>
          <w:color w:val="000000"/>
          <w:sz w:val="28"/>
          <w:szCs w:val="28"/>
          <w:lang w:eastAsia="uk-UA"/>
        </w:rPr>
        <w:t>,</w:t>
      </w:r>
      <w:r w:rsidRPr="000F03E0">
        <w:rPr>
          <w:rFonts w:ascii="Times New Roman" w:hAnsi="Times New Roman"/>
          <w:color w:val="000000"/>
          <w:sz w:val="28"/>
          <w:szCs w:val="28"/>
          <w:lang w:eastAsia="uk-UA"/>
        </w:rPr>
        <w:t xml:space="preserve"> інформування</w:t>
      </w:r>
      <w:r w:rsidRPr="000F03E0">
        <w:rPr>
          <w:rFonts w:ascii="Times New Roman" w:hAnsi="Times New Roman"/>
          <w:b/>
          <w:color w:val="000000"/>
          <w:sz w:val="28"/>
          <w:szCs w:val="28"/>
          <w:lang w:eastAsia="uk-UA"/>
        </w:rPr>
        <w:t>,</w:t>
      </w:r>
      <w:bookmarkStart w:id="23" w:name="n185"/>
      <w:bookmarkEnd w:id="23"/>
      <w:r w:rsidRPr="000F03E0">
        <w:rPr>
          <w:rFonts w:ascii="Times New Roman" w:hAnsi="Times New Roman"/>
          <w:color w:val="000000"/>
          <w:sz w:val="28"/>
          <w:szCs w:val="28"/>
          <w:lang w:eastAsia="uk-UA"/>
        </w:rPr>
        <w:t xml:space="preserve">прийому та </w:t>
      </w:r>
      <w:bookmarkStart w:id="24" w:name="n186"/>
      <w:bookmarkStart w:id="25" w:name="n187"/>
      <w:bookmarkStart w:id="26" w:name="n188"/>
      <w:bookmarkEnd w:id="24"/>
      <w:bookmarkEnd w:id="25"/>
      <w:bookmarkEnd w:id="26"/>
      <w:r w:rsidRPr="000F03E0">
        <w:rPr>
          <w:rFonts w:ascii="Times New Roman" w:hAnsi="Times New Roman"/>
          <w:color w:val="000000"/>
          <w:sz w:val="28"/>
          <w:szCs w:val="28"/>
          <w:lang w:eastAsia="uk-UA"/>
        </w:rPr>
        <w:t>обслуговуваннясуб’єктів звернення.</w:t>
      </w:r>
    </w:p>
    <w:p w:rsidR="00897437" w:rsidRPr="000F03E0" w:rsidRDefault="00897437" w:rsidP="00E37649">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27" w:name="n189"/>
      <w:bookmarkEnd w:id="27"/>
      <w:r w:rsidRPr="000F03E0">
        <w:rPr>
          <w:rFonts w:ascii="Times New Roman" w:hAnsi="Times New Roman"/>
          <w:color w:val="000000"/>
          <w:sz w:val="28"/>
          <w:szCs w:val="28"/>
          <w:lang w:eastAsia="uk-UA"/>
        </w:rPr>
        <w:t xml:space="preserve">Відкрита частина розміщується на першому </w:t>
      </w:r>
      <w:r w:rsidRPr="000F03E0">
        <w:rPr>
          <w:rFonts w:ascii="Times New Roman" w:hAnsi="Times New Roman"/>
          <w:b/>
          <w:color w:val="000000"/>
          <w:sz w:val="28"/>
          <w:szCs w:val="28"/>
          <w:lang w:eastAsia="uk-UA"/>
        </w:rPr>
        <w:t>поверсі</w:t>
      </w:r>
      <w:r w:rsidRPr="000F03E0">
        <w:rPr>
          <w:rFonts w:ascii="Times New Roman" w:hAnsi="Times New Roman"/>
          <w:color w:val="000000"/>
          <w:sz w:val="28"/>
          <w:szCs w:val="28"/>
          <w:lang w:eastAsia="uk-UA"/>
        </w:rPr>
        <w:t xml:space="preserve"> будівлі.</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8" w:name="n190"/>
      <w:bookmarkEnd w:id="28"/>
      <w:r w:rsidRPr="000F03E0">
        <w:rPr>
          <w:rFonts w:ascii="Times New Roman" w:hAnsi="Times New Roman"/>
          <w:color w:val="000000"/>
          <w:sz w:val="28"/>
          <w:szCs w:val="28"/>
          <w:lang w:eastAsia="uk-UA"/>
        </w:rPr>
        <w:t>2.2.2.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9" w:name="n282"/>
      <w:bookmarkStart w:id="30" w:name="n191"/>
      <w:bookmarkEnd w:id="29"/>
      <w:bookmarkEnd w:id="30"/>
      <w:r w:rsidRPr="000F03E0">
        <w:rPr>
          <w:rFonts w:ascii="Times New Roman" w:hAnsi="Times New Roman"/>
          <w:color w:val="000000"/>
          <w:sz w:val="28"/>
          <w:szCs w:val="28"/>
          <w:lang w:eastAsia="uk-UA"/>
        </w:rPr>
        <w:t>Вхід до закритої частини Центру суб’єктам звернення забороняється.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1" w:name="n192"/>
      <w:bookmarkStart w:id="32" w:name="n193"/>
      <w:bookmarkEnd w:id="31"/>
      <w:bookmarkEnd w:id="32"/>
      <w:r w:rsidRPr="000F03E0">
        <w:rPr>
          <w:rFonts w:ascii="Times New Roman" w:hAnsi="Times New Roman"/>
          <w:color w:val="000000"/>
          <w:sz w:val="28"/>
          <w:szCs w:val="28"/>
          <w:lang w:eastAsia="uk-UA"/>
        </w:rPr>
        <w:t>2.3. У Центрі створюється сектор інформування (рецепція) або визначається працівник (працівники) відповідальні за перший контакт з суб’єктами звернення, їх загальне інформування та консультування з питань роботи Центру.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3" w:name="n194"/>
      <w:bookmarkEnd w:id="33"/>
      <w:r w:rsidRPr="000F03E0">
        <w:rPr>
          <w:rFonts w:ascii="Times New Roman" w:hAnsi="Times New Roman"/>
          <w:color w:val="000000"/>
          <w:sz w:val="28"/>
          <w:szCs w:val="28"/>
          <w:lang w:eastAsia="uk-UA"/>
        </w:rPr>
        <w:t>2.4. УЦентрі для</w:t>
      </w:r>
      <w:bookmarkStart w:id="34" w:name="n195"/>
      <w:bookmarkEnd w:id="34"/>
      <w:r w:rsidRPr="000F03E0">
        <w:rPr>
          <w:rFonts w:ascii="Times New Roman" w:hAnsi="Times New Roman"/>
          <w:color w:val="000000"/>
          <w:sz w:val="28"/>
          <w:szCs w:val="28"/>
          <w:lang w:eastAsia="uk-UA"/>
        </w:rPr>
        <w:t xml:space="preserve"> інформування суб’єктів звернення та очікування забезпечується: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розміщення інформаційних стендів, а також у разі можливості -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5" w:name="n196"/>
      <w:bookmarkEnd w:id="35"/>
      <w:r w:rsidRPr="000F03E0">
        <w:rPr>
          <w:rFonts w:ascii="Times New Roman" w:hAnsi="Times New Roman"/>
          <w:color w:val="000000"/>
          <w:sz w:val="28"/>
          <w:szCs w:val="28"/>
          <w:lang w:eastAsia="uk-UA"/>
        </w:rPr>
        <w:t>облаштування місцями для очікування (не менше 10), а також столами, стільцями та канцелярськими товарами для заповнення суб’єктами звернення необхідних документів.</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6" w:name="n284"/>
      <w:bookmarkEnd w:id="36"/>
      <w:r w:rsidRPr="000F03E0">
        <w:rPr>
          <w:rFonts w:ascii="Times New Roman" w:hAnsi="Times New Roman"/>
          <w:color w:val="000000"/>
          <w:sz w:val="28"/>
          <w:szCs w:val="28"/>
          <w:lang w:eastAsia="uk-UA"/>
        </w:rPr>
        <w:t>2.5. Для висловлення суб’єктами звернень зауважень і пропозицій щодо якості надання адміністративних послуг Центр облаштовується відповідною скринькою та книгою відгуків і пропозицій, яка розміщується на видному та у доступному місці.</w:t>
      </w:r>
    </w:p>
    <w:p w:rsidR="00897437" w:rsidRPr="000F03E0" w:rsidRDefault="00897437" w:rsidP="00E37649">
      <w:pPr>
        <w:shd w:val="clear" w:color="auto" w:fill="FFFFFF"/>
        <w:spacing w:after="0" w:line="240" w:lineRule="auto"/>
        <w:jc w:val="both"/>
        <w:textAlignment w:val="baseline"/>
        <w:rPr>
          <w:rFonts w:ascii="Times New Roman" w:hAnsi="Times New Roman"/>
          <w:b/>
          <w:color w:val="000000"/>
          <w:sz w:val="28"/>
          <w:szCs w:val="28"/>
          <w:lang w:eastAsia="uk-UA"/>
        </w:rPr>
      </w:pPr>
      <w:bookmarkStart w:id="37" w:name="n283"/>
      <w:bookmarkStart w:id="38" w:name="n197"/>
      <w:bookmarkStart w:id="39" w:name="n285"/>
      <w:bookmarkStart w:id="40" w:name="n287"/>
      <w:bookmarkStart w:id="41" w:name="n293"/>
      <w:bookmarkStart w:id="42" w:name="n288"/>
      <w:bookmarkStart w:id="43" w:name="n292"/>
      <w:bookmarkStart w:id="44" w:name="n289"/>
      <w:bookmarkStart w:id="45" w:name="n291"/>
      <w:bookmarkStart w:id="46" w:name="n290"/>
      <w:bookmarkStart w:id="47" w:name="n286"/>
      <w:bookmarkStart w:id="48" w:name="n198"/>
      <w:bookmarkStart w:id="49" w:name="n294"/>
      <w:bookmarkStart w:id="50" w:name="n296"/>
      <w:bookmarkStart w:id="51" w:name="n295"/>
      <w:bookmarkStart w:id="52" w:name="n19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F03E0">
        <w:rPr>
          <w:rFonts w:ascii="Times New Roman" w:hAnsi="Times New Roman"/>
          <w:color w:val="000000"/>
          <w:sz w:val="28"/>
          <w:szCs w:val="28"/>
          <w:lang w:eastAsia="uk-UA"/>
        </w:rPr>
        <w:tab/>
        <w:t>2.6. Робочі місця адміністраторів для прийому суб’єктів повинні бути облаштовані за принципом відкритості і мати інформаційну табличку із зазначенням номера такого місця. Додатково розміщується інформація про прізвище, ім’я, по батькові та посаду працівника.</w:t>
      </w:r>
    </w:p>
    <w:p w:rsidR="00897437" w:rsidRPr="000F03E0" w:rsidRDefault="00897437" w:rsidP="00E37649">
      <w:pPr>
        <w:shd w:val="clear" w:color="auto" w:fill="FFFFFF"/>
        <w:spacing w:after="0" w:line="240" w:lineRule="auto"/>
        <w:ind w:right="-1" w:firstLine="708"/>
        <w:jc w:val="both"/>
        <w:textAlignment w:val="baseline"/>
        <w:rPr>
          <w:rFonts w:ascii="Times New Roman" w:hAnsi="Times New Roman"/>
          <w:b/>
          <w:color w:val="000000"/>
          <w:sz w:val="24"/>
          <w:szCs w:val="24"/>
          <w:lang w:eastAsia="uk-UA"/>
        </w:rPr>
      </w:pPr>
      <w:bookmarkStart w:id="53" w:name="n297"/>
      <w:bookmarkStart w:id="54" w:name="n200"/>
      <w:bookmarkEnd w:id="53"/>
      <w:bookmarkEnd w:id="54"/>
      <w:r w:rsidRPr="000F03E0">
        <w:rPr>
          <w:rFonts w:ascii="Times New Roman" w:hAnsi="Times New Roman"/>
          <w:color w:val="000000"/>
          <w:sz w:val="28"/>
          <w:szCs w:val="28"/>
          <w:lang w:eastAsia="uk-UA"/>
        </w:rPr>
        <w:t>2.7. Відкрита частина приміщення ЦНАП повинна бути достатньою для забезпечення зручних та комфортних умов для прийому суб’єктів звернення і роботи адміністраторів Центру і її площа повинна становити не менше 50кв.м</w:t>
      </w:r>
      <w:r w:rsidRPr="000F03E0">
        <w:rPr>
          <w:rFonts w:ascii="Times New Roman" w:hAnsi="Times New Roman"/>
          <w:b/>
          <w:color w:val="000000"/>
          <w:sz w:val="28"/>
          <w:szCs w:val="28"/>
          <w:lang w:eastAsia="uk-UA"/>
        </w:rPr>
        <w:t>.</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5" w:name="n301"/>
      <w:bookmarkStart w:id="56" w:name="n205"/>
      <w:bookmarkEnd w:id="55"/>
      <w:bookmarkEnd w:id="56"/>
      <w:r w:rsidRPr="000F03E0">
        <w:rPr>
          <w:rFonts w:ascii="Times New Roman" w:hAnsi="Times New Roman"/>
          <w:color w:val="000000"/>
          <w:sz w:val="28"/>
          <w:szCs w:val="28"/>
          <w:lang w:eastAsia="uk-UA"/>
        </w:rPr>
        <w:t>2.8. На інформаційних стендах та інформаційних терміналах (у разі їх наявності)  розміщується інформація, зокрема, про:</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7" w:name="n206"/>
      <w:bookmarkEnd w:id="57"/>
      <w:r w:rsidRPr="000F03E0">
        <w:rPr>
          <w:rFonts w:ascii="Times New Roman" w:hAnsi="Times New Roman"/>
          <w:color w:val="000000"/>
          <w:sz w:val="28"/>
          <w:szCs w:val="28"/>
          <w:lang w:eastAsia="uk-UA"/>
        </w:rPr>
        <w:t>а) найменування Центру, його місцезнаходження та місцезнаходження його територіальних підрозділів, віддалених місць для роботи адміністраторів Центру (в разі їх утворення), номери телефонів для довідок, факсу, адресу веб-сайту, електронної пошти;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8" w:name="n302"/>
      <w:bookmarkStart w:id="59" w:name="n207"/>
      <w:bookmarkEnd w:id="58"/>
      <w:bookmarkEnd w:id="59"/>
      <w:r w:rsidRPr="000F03E0">
        <w:rPr>
          <w:rFonts w:ascii="Times New Roman" w:hAnsi="Times New Roman"/>
          <w:color w:val="000000"/>
          <w:sz w:val="28"/>
          <w:szCs w:val="28"/>
          <w:lang w:eastAsia="uk-UA"/>
        </w:rPr>
        <w:t>б) графік роботи Центру, його територіальних підрозділів, віддалених місць для роботи адміністраторів Центру (в разі їх утворення) (прийомні дні та години, вихідні дні);</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0" w:name="n303"/>
      <w:bookmarkStart w:id="61" w:name="n208"/>
      <w:bookmarkEnd w:id="60"/>
      <w:bookmarkEnd w:id="61"/>
      <w:r w:rsidRPr="000F03E0">
        <w:rPr>
          <w:rFonts w:ascii="Times New Roman" w:hAnsi="Times New Roman"/>
          <w:color w:val="000000"/>
          <w:sz w:val="28"/>
          <w:szCs w:val="28"/>
          <w:lang w:eastAsia="uk-UA"/>
        </w:rPr>
        <w:t>в) перелік адміністративних послуг, які надаються через Центр, його територіальні підрозділи, віддалені місця для роботи адміністраторів Центру (в разі їх утворення), та відповідні інформаційні картки адміністративних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2" w:name="n304"/>
      <w:bookmarkStart w:id="63" w:name="n209"/>
      <w:bookmarkEnd w:id="62"/>
      <w:bookmarkEnd w:id="63"/>
      <w:r w:rsidRPr="000F03E0">
        <w:rPr>
          <w:rFonts w:ascii="Times New Roman" w:hAnsi="Times New Roman"/>
          <w:color w:val="000000"/>
          <w:sz w:val="28"/>
          <w:szCs w:val="28"/>
          <w:lang w:eastAsia="uk-UA"/>
        </w:rPr>
        <w:t>г) строки надання адміністративних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4" w:name="n210"/>
      <w:bookmarkEnd w:id="64"/>
      <w:r w:rsidRPr="000F03E0">
        <w:rPr>
          <w:rFonts w:ascii="Times New Roman" w:hAnsi="Times New Roman"/>
          <w:color w:val="000000"/>
          <w:sz w:val="28"/>
          <w:szCs w:val="28"/>
          <w:lang w:eastAsia="uk-UA"/>
        </w:rPr>
        <w:t>д) бланки заяв та інших документів, необхідних для звернення за отриманням адміністративних послуг, а також зразки їх заповнення;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5" w:name="n211"/>
      <w:bookmarkEnd w:id="65"/>
      <w:r w:rsidRPr="000F03E0">
        <w:rPr>
          <w:rFonts w:ascii="Times New Roman" w:hAnsi="Times New Roman"/>
          <w:color w:val="000000"/>
          <w:sz w:val="28"/>
          <w:szCs w:val="28"/>
          <w:lang w:eastAsia="uk-UA"/>
        </w:rPr>
        <w:t>е) платіжні реквізити для оплати платних адміністративних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6" w:name="n212"/>
      <w:bookmarkEnd w:id="66"/>
      <w:r w:rsidRPr="000F03E0">
        <w:rPr>
          <w:rFonts w:ascii="Times New Roman" w:hAnsi="Times New Roman"/>
          <w:color w:val="000000"/>
          <w:sz w:val="28"/>
          <w:szCs w:val="28"/>
          <w:lang w:eastAsia="uk-UA"/>
        </w:rPr>
        <w:t>є) супутні послуги, які надаються в приміщенні Центру;</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7" w:name="n213"/>
      <w:bookmarkEnd w:id="67"/>
      <w:r w:rsidRPr="000F03E0">
        <w:rPr>
          <w:rFonts w:ascii="Times New Roman" w:hAnsi="Times New Roman"/>
          <w:color w:val="000000"/>
          <w:sz w:val="28"/>
          <w:szCs w:val="28"/>
          <w:lang w:eastAsia="uk-UA"/>
        </w:rPr>
        <w:t>ж) прізвище, ім’я, по батькові керівника Центру, контактні телефони, адресу електронної пошти;</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8" w:name="n214"/>
      <w:bookmarkEnd w:id="68"/>
      <w:r w:rsidRPr="000F03E0">
        <w:rPr>
          <w:rFonts w:ascii="Times New Roman" w:hAnsi="Times New Roman"/>
          <w:color w:val="000000"/>
          <w:sz w:val="28"/>
          <w:szCs w:val="28"/>
          <w:lang w:eastAsia="uk-UA"/>
        </w:rPr>
        <w:t>з) користування інформаційними терміналами (у разі їх наявності);</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9" w:name="n215"/>
      <w:bookmarkEnd w:id="69"/>
      <w:r w:rsidRPr="000F03E0">
        <w:rPr>
          <w:rFonts w:ascii="Times New Roman" w:hAnsi="Times New Roman"/>
          <w:color w:val="000000"/>
          <w:sz w:val="28"/>
          <w:szCs w:val="28"/>
          <w:lang w:eastAsia="uk-UA"/>
        </w:rPr>
        <w:t>и) користування автоматизованою системою керування чергою (у разі її наявності);</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0" w:name="n216"/>
      <w:bookmarkEnd w:id="70"/>
      <w:r w:rsidRPr="000F03E0">
        <w:rPr>
          <w:rFonts w:ascii="Times New Roman" w:hAnsi="Times New Roman"/>
          <w:color w:val="000000"/>
          <w:sz w:val="28"/>
          <w:szCs w:val="28"/>
          <w:lang w:eastAsia="uk-UA"/>
        </w:rPr>
        <w:t>і) Положення про Центр;</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1" w:name="n217"/>
      <w:bookmarkEnd w:id="71"/>
      <w:r w:rsidRPr="000F03E0">
        <w:rPr>
          <w:rFonts w:ascii="Times New Roman" w:hAnsi="Times New Roman"/>
          <w:color w:val="000000"/>
          <w:sz w:val="28"/>
          <w:szCs w:val="28"/>
          <w:lang w:eastAsia="uk-UA"/>
        </w:rPr>
        <w:t>й) Регламент Центру.</w:t>
      </w:r>
      <w:bookmarkStart w:id="72" w:name="n218"/>
      <w:bookmarkEnd w:id="72"/>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2.9. Перелік адміністративних послуг, які надаються через Центр, його  віддалені місця для роботи адміністраторів Центру (в разі їх утворення), повинен розміщуватися у доступному та зручному для суб’єктів звернення місці</w:t>
      </w:r>
      <w:r w:rsidRPr="000F03E0">
        <w:rPr>
          <w:rFonts w:ascii="Times New Roman" w:hAnsi="Times New Roman"/>
          <w:b/>
          <w:color w:val="000000"/>
          <w:sz w:val="28"/>
          <w:szCs w:val="28"/>
          <w:lang w:eastAsia="uk-UA"/>
        </w:rPr>
        <w:t xml:space="preserve">, </w:t>
      </w:r>
      <w:r w:rsidRPr="00CD7D3C">
        <w:rPr>
          <w:rFonts w:ascii="Times New Roman" w:hAnsi="Times New Roman"/>
          <w:color w:val="000000"/>
          <w:sz w:val="28"/>
          <w:szCs w:val="28"/>
          <w:lang w:eastAsia="uk-UA"/>
        </w:rPr>
        <w:t>у тому числі на інформаційному терміналі (у разі його наявності).</w:t>
      </w:r>
      <w:r w:rsidRPr="000F03E0">
        <w:rPr>
          <w:rFonts w:ascii="Times New Roman" w:hAnsi="Times New Roman"/>
          <w:color w:val="000000"/>
          <w:sz w:val="28"/>
          <w:szCs w:val="28"/>
          <w:lang w:eastAsia="uk-UA"/>
        </w:rPr>
        <w:t>Адміністративні послуги в переліку групуються за моделлю життєвих ситуацій та/або сферами правовідносин (законодавства), та/або суб’єктами надання адміністративних послуг.</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3" w:name="n305"/>
      <w:bookmarkStart w:id="74" w:name="n219"/>
      <w:bookmarkEnd w:id="73"/>
      <w:bookmarkEnd w:id="74"/>
      <w:r w:rsidRPr="000F03E0">
        <w:rPr>
          <w:rFonts w:ascii="Times New Roman" w:hAnsi="Times New Roman"/>
          <w:color w:val="000000"/>
          <w:sz w:val="28"/>
          <w:szCs w:val="28"/>
          <w:lang w:eastAsia="uk-UA"/>
        </w:rPr>
        <w:t>2.10. Бланки заяв, необхідні для замовлення адміністративних послуг, розміщуються  на столах або стелажах із вільним доступом до них суб’єктів звернення.</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5" w:name="n220"/>
      <w:bookmarkEnd w:id="75"/>
      <w:r w:rsidRPr="000F03E0">
        <w:rPr>
          <w:rFonts w:ascii="Times New Roman" w:hAnsi="Times New Roman"/>
          <w:color w:val="000000"/>
          <w:sz w:val="28"/>
          <w:szCs w:val="28"/>
          <w:lang w:eastAsia="uk-UA"/>
        </w:rPr>
        <w:t xml:space="preserve">2.11. 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Уразі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6" w:name="n221"/>
      <w:bookmarkEnd w:id="76"/>
      <w:r w:rsidRPr="000F03E0">
        <w:rPr>
          <w:rFonts w:ascii="Times New Roman" w:hAnsi="Times New Roman"/>
          <w:color w:val="000000"/>
          <w:sz w:val="28"/>
          <w:szCs w:val="28"/>
          <w:lang w:eastAsia="uk-UA"/>
        </w:rPr>
        <w:t>2.12.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2.13. У приміщенні Центру на основі узгоджених рішень із суб’єктами надання адміністративних послуг консультації та послуги можуть надаватися безпосередньо представниками суб’єктів надання адміністративних послуг. </w:t>
      </w:r>
    </w:p>
    <w:p w:rsidR="00897437" w:rsidRDefault="00897437" w:rsidP="000F03E0">
      <w:pPr>
        <w:spacing w:after="0"/>
        <w:ind w:firstLine="700"/>
        <w:rPr>
          <w:rFonts w:ascii="Times New Roman" w:hAnsi="Times New Roman"/>
          <w:color w:val="000000"/>
          <w:sz w:val="28"/>
          <w:szCs w:val="28"/>
          <w:lang w:val="uk-UA"/>
        </w:rPr>
      </w:pPr>
    </w:p>
    <w:p w:rsidR="00897437" w:rsidRPr="00CD7D3C" w:rsidRDefault="00897437" w:rsidP="000F03E0">
      <w:pPr>
        <w:spacing w:after="0"/>
        <w:ind w:firstLine="700"/>
        <w:rPr>
          <w:rFonts w:ascii="Times New Roman" w:hAnsi="Times New Roman"/>
          <w:b/>
          <w:color w:val="000000"/>
          <w:sz w:val="28"/>
          <w:szCs w:val="28"/>
        </w:rPr>
      </w:pPr>
      <w:r w:rsidRPr="00CD7D3C">
        <w:rPr>
          <w:rFonts w:ascii="Times New Roman" w:hAnsi="Times New Roman"/>
          <w:b/>
          <w:color w:val="000000"/>
          <w:sz w:val="28"/>
          <w:szCs w:val="28"/>
        </w:rPr>
        <w:t>3. Інформаційні і технологічні  картки адміністративних послуг</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3.1. Інформація для суб’єкта звернення щодо надання адміністративних послуг подається в інформаційних картках адміністративних послуг, а порядок розгляду і вирішення справ щодо надання конкретних адміністративних послуг - у технологічних картках.</w:t>
      </w:r>
    </w:p>
    <w:p w:rsidR="00897437" w:rsidRPr="000F03E0" w:rsidRDefault="00897437" w:rsidP="00CD7D3C">
      <w:pPr>
        <w:spacing w:after="0" w:line="240" w:lineRule="auto"/>
        <w:ind w:firstLine="700"/>
        <w:jc w:val="both"/>
        <w:rPr>
          <w:rFonts w:ascii="Times New Roman" w:hAnsi="Times New Roman"/>
          <w:b/>
          <w:sz w:val="28"/>
          <w:szCs w:val="28"/>
        </w:rPr>
      </w:pPr>
      <w:r w:rsidRPr="000F03E0">
        <w:rPr>
          <w:rFonts w:ascii="Times New Roman" w:hAnsi="Times New Roman"/>
          <w:sz w:val="28"/>
          <w:szCs w:val="28"/>
        </w:rPr>
        <w:t>3.2. Інформаційні і технологічні картки адміністративних послуг розробляються суб’єктами надання адміністративних послуг на кожну адміністративну послугу та затверджуються відповідно до Закону України «Про адміністративні послуги» та вимог до підготовки технологічної картки адміністративної послуги, що затверджені Кабінетом Міністрів України, а також інших нормативно-правових актів, які регламентують надання адміністративних послуг.</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3.3. Керівник Центру має право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w:t>
      </w:r>
      <w:bookmarkStart w:id="77" w:name="n224"/>
      <w:bookmarkEnd w:id="77"/>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3.4. 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переліку послуг, які надаються через ЦНАП, інформаційних та/або технологічних карток адміністративних послуг згідно із законодавством.</w:t>
      </w:r>
    </w:p>
    <w:p w:rsidR="00897437" w:rsidRPr="00CD7D3C" w:rsidRDefault="00897437" w:rsidP="000F03E0">
      <w:pPr>
        <w:spacing w:after="0"/>
        <w:ind w:firstLine="700"/>
        <w:rPr>
          <w:rFonts w:ascii="Times New Roman" w:hAnsi="Times New Roman"/>
          <w:b/>
          <w:i/>
          <w:sz w:val="28"/>
          <w:szCs w:val="28"/>
        </w:rPr>
      </w:pPr>
      <w:r w:rsidRPr="00CD7D3C">
        <w:rPr>
          <w:rFonts w:ascii="Times New Roman" w:hAnsi="Times New Roman"/>
          <w:b/>
          <w:sz w:val="28"/>
          <w:szCs w:val="28"/>
        </w:rPr>
        <w:t>4. Інформування суб’єктів звернення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sz w:val="28"/>
          <w:szCs w:val="28"/>
          <w:lang w:eastAsia="uk-UA"/>
        </w:rPr>
      </w:pPr>
      <w:r w:rsidRPr="000F03E0">
        <w:rPr>
          <w:rFonts w:ascii="Times New Roman" w:hAnsi="Times New Roman"/>
          <w:sz w:val="28"/>
          <w:szCs w:val="28"/>
          <w:lang w:eastAsia="uk-UA"/>
        </w:rPr>
        <w:t>4.1. У Центрі може утворюватися інформаційний підрозділ (відділ, сектор) або визначатися посадова особа для надання допомоги суб’єктам звернення, їх консультування із загальних питань організації роботи Центру та порядку прийому.</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sz w:val="28"/>
          <w:szCs w:val="28"/>
          <w:lang w:eastAsia="uk-UA"/>
        </w:rPr>
      </w:pPr>
      <w:r w:rsidRPr="000F03E0">
        <w:rPr>
          <w:rFonts w:ascii="Times New Roman" w:hAnsi="Times New Roman"/>
          <w:sz w:val="28"/>
          <w:szCs w:val="28"/>
          <w:lang w:eastAsia="uk-UA"/>
        </w:rPr>
        <w:t>4.2. У інформаційному підрозділі Центру або у посадової особи (консультанта) суб’єкти звернення можуть отримати:</w:t>
      </w:r>
    </w:p>
    <w:p w:rsidR="00897437" w:rsidRPr="000F03E0" w:rsidRDefault="00897437" w:rsidP="00CD7D3C">
      <w:pPr>
        <w:spacing w:after="0" w:line="240" w:lineRule="auto"/>
        <w:ind w:firstLine="700"/>
        <w:jc w:val="both"/>
        <w:rPr>
          <w:rFonts w:ascii="Times New Roman" w:hAnsi="Times New Roman"/>
          <w:b/>
          <w:sz w:val="28"/>
          <w:szCs w:val="28"/>
        </w:rPr>
      </w:pPr>
      <w:bookmarkStart w:id="78" w:name="n228"/>
      <w:bookmarkEnd w:id="78"/>
      <w:r w:rsidRPr="000F03E0">
        <w:rPr>
          <w:rFonts w:ascii="Times New Roman" w:hAnsi="Times New Roman"/>
          <w:sz w:val="28"/>
          <w:szCs w:val="28"/>
        </w:rPr>
        <w:t>- інформацію щодо діяльності ЦНАП і адміністративних послуг;</w:t>
      </w:r>
    </w:p>
    <w:p w:rsidR="00897437" w:rsidRPr="000F03E0" w:rsidRDefault="00897437" w:rsidP="00CD7D3C">
      <w:pPr>
        <w:spacing w:after="0" w:line="240" w:lineRule="auto"/>
        <w:ind w:firstLine="700"/>
        <w:jc w:val="both"/>
        <w:rPr>
          <w:rFonts w:ascii="Times New Roman" w:hAnsi="Times New Roman"/>
          <w:b/>
          <w:sz w:val="28"/>
          <w:szCs w:val="28"/>
        </w:rPr>
      </w:pPr>
      <w:r w:rsidRPr="000F03E0">
        <w:rPr>
          <w:rFonts w:ascii="Times New Roman" w:hAnsi="Times New Roman"/>
          <w:sz w:val="28"/>
          <w:szCs w:val="28"/>
        </w:rPr>
        <w:t>- загальну консультацію щодо конкретної адміністративної послуги;</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sz w:val="28"/>
          <w:szCs w:val="28"/>
        </w:rPr>
        <w:t>- допомогу у користуванні системою регулювання черги та</w:t>
      </w:r>
      <w:r w:rsidRPr="000F03E0">
        <w:rPr>
          <w:rFonts w:ascii="Times New Roman" w:hAnsi="Times New Roman"/>
          <w:color w:val="000000"/>
          <w:sz w:val="28"/>
          <w:szCs w:val="28"/>
        </w:rPr>
        <w:t xml:space="preserve"> інформаційними терміналами (у разі їх наявності);</w:t>
      </w:r>
    </w:p>
    <w:p w:rsidR="00897437" w:rsidRPr="000F03E0" w:rsidRDefault="00897437" w:rsidP="00CD7D3C">
      <w:pPr>
        <w:spacing w:after="0" w:line="240" w:lineRule="auto"/>
        <w:ind w:firstLine="700"/>
        <w:jc w:val="both"/>
        <w:rPr>
          <w:rFonts w:ascii="Times New Roman" w:hAnsi="Times New Roman"/>
          <w:color w:val="000000"/>
          <w:sz w:val="28"/>
          <w:szCs w:val="28"/>
        </w:rPr>
      </w:pPr>
      <w:r w:rsidRPr="000F03E0">
        <w:rPr>
          <w:rFonts w:ascii="Times New Roman" w:hAnsi="Times New Roman"/>
          <w:color w:val="000000"/>
          <w:sz w:val="28"/>
          <w:szCs w:val="28"/>
        </w:rPr>
        <w:t xml:space="preserve">- консультацію щодо порядку внесення плати (адміністративного збору) за надання платних адміністративних послуг; </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xml:space="preserve">- інформацію щодо рахунків і банківських реквізитів для сплати адміністративного збору; </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вихідний пакет документів – результат послуги (якщо для цього не визначено інший порядок);</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іншу допомогу, яка необхідна їм перед прийомом в адміністратора та яка пов'язана із наданням адміністративних послуг у ЦНАП.</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79" w:name="n231"/>
      <w:bookmarkEnd w:id="79"/>
      <w:r w:rsidRPr="000F03E0">
        <w:rPr>
          <w:rFonts w:ascii="Times New Roman" w:hAnsi="Times New Roman"/>
          <w:color w:val="000000"/>
          <w:sz w:val="28"/>
          <w:szCs w:val="28"/>
          <w:lang w:eastAsia="uk-UA"/>
        </w:rPr>
        <w:t>4.3. Орган, що утворив Центр, створює та забезпечує роботу веб-сайту Центру або окремого розділу на веб-сайті органу, що утворив Центр, де розміщується інформація, зазначена у </w:t>
      </w:r>
      <w:hyperlink r:id="rId7" w:anchor="n205" w:history="1">
        <w:r w:rsidRPr="000F03E0">
          <w:rPr>
            <w:rFonts w:ascii="Times New Roman" w:hAnsi="Times New Roman"/>
            <w:color w:val="000000"/>
            <w:sz w:val="28"/>
            <w:szCs w:val="28"/>
            <w:lang w:eastAsia="uk-UA"/>
          </w:rPr>
          <w:t>пункті 2</w:t>
        </w:r>
      </w:hyperlink>
      <w:r w:rsidRPr="000F03E0">
        <w:rPr>
          <w:rFonts w:ascii="Times New Roman" w:hAnsi="Times New Roman"/>
          <w:color w:val="000000"/>
          <w:sz w:val="28"/>
          <w:szCs w:val="28"/>
          <w:lang w:eastAsia="uk-UA"/>
        </w:rPr>
        <w:t>.8 цього регламенту, а також відомості про місце розташування Центру (його територіальних підрозділів, віддалених місць для роботи адміністраторів Центру (в разі їх утворення), найближчі зупинки громадського транспорту, інша корисна для суб’єктів звернення інформація.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0" w:name="n307"/>
      <w:bookmarkStart w:id="81" w:name="n232"/>
      <w:bookmarkEnd w:id="80"/>
      <w:bookmarkEnd w:id="81"/>
      <w:r w:rsidRPr="000F03E0">
        <w:rPr>
          <w:rFonts w:ascii="Times New Roman" w:hAnsi="Times New Roman"/>
          <w:color w:val="000000"/>
          <w:sz w:val="28"/>
          <w:szCs w:val="28"/>
          <w:lang w:eastAsia="uk-UA"/>
        </w:rPr>
        <w:t>4.4.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2" w:name="n233"/>
      <w:bookmarkEnd w:id="82"/>
      <w:r w:rsidRPr="000F03E0">
        <w:rPr>
          <w:rFonts w:ascii="Times New Roman" w:hAnsi="Times New Roman"/>
          <w:color w:val="000000"/>
          <w:sz w:val="28"/>
          <w:szCs w:val="28"/>
          <w:lang w:eastAsia="uk-UA"/>
        </w:rPr>
        <w:t>Інформація на веб-сайті Центру має бути зручною для пошуку та копіювання.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3" w:name="n308"/>
      <w:bookmarkStart w:id="84" w:name="n234"/>
      <w:bookmarkEnd w:id="83"/>
      <w:bookmarkEnd w:id="84"/>
      <w:r w:rsidRPr="000F03E0">
        <w:rPr>
          <w:rFonts w:ascii="Times New Roman" w:hAnsi="Times New Roman"/>
          <w:color w:val="000000"/>
          <w:sz w:val="28"/>
          <w:szCs w:val="28"/>
          <w:lang w:eastAsia="uk-UA"/>
        </w:rPr>
        <w:t>4.5. 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аналогічний способу звернення.</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sz w:val="28"/>
          <w:szCs w:val="28"/>
        </w:rPr>
        <w:t>4.6. Для виконання функцій в інформаційному підрозділі абоконсультантом</w:t>
      </w:r>
      <w:r w:rsidRPr="000F03E0">
        <w:rPr>
          <w:rFonts w:ascii="Times New Roman" w:hAnsi="Times New Roman"/>
          <w:color w:val="000000"/>
          <w:sz w:val="28"/>
          <w:szCs w:val="28"/>
        </w:rPr>
        <w:t xml:space="preserve"> можуть залучатися волонтери та стажери і практиканти, обов'язки яких визначаються керівником ЦНАП.</w:t>
      </w:r>
    </w:p>
    <w:p w:rsidR="00897437" w:rsidRPr="000F03E0" w:rsidRDefault="00897437" w:rsidP="000F03E0">
      <w:pPr>
        <w:spacing w:after="0"/>
        <w:jc w:val="both"/>
        <w:rPr>
          <w:rFonts w:ascii="Times New Roman" w:hAnsi="Times New Roman"/>
          <w:b/>
          <w:color w:val="000000"/>
          <w:sz w:val="28"/>
          <w:szCs w:val="28"/>
        </w:rPr>
      </w:pPr>
    </w:p>
    <w:p w:rsidR="00897437" w:rsidRPr="00CD7D3C" w:rsidRDefault="00897437" w:rsidP="00CD7D3C">
      <w:pPr>
        <w:spacing w:after="0" w:line="240" w:lineRule="auto"/>
        <w:jc w:val="both"/>
        <w:rPr>
          <w:rFonts w:ascii="Times New Roman" w:hAnsi="Times New Roman"/>
          <w:b/>
          <w:color w:val="000000"/>
          <w:sz w:val="28"/>
          <w:szCs w:val="28"/>
        </w:rPr>
      </w:pPr>
      <w:r w:rsidRPr="00CD7D3C">
        <w:rPr>
          <w:rFonts w:ascii="Times New Roman" w:hAnsi="Times New Roman"/>
          <w:b/>
          <w:color w:val="000000"/>
          <w:sz w:val="28"/>
          <w:szCs w:val="28"/>
        </w:rPr>
        <w:t>5. Керування чергою у ЦНАП</w:t>
      </w:r>
    </w:p>
    <w:p w:rsidR="00897437" w:rsidRPr="000F03E0" w:rsidRDefault="00897437" w:rsidP="00CD7D3C">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5.1. З метою забезпечення зручності та оперативності обслуговування суб’єктів звернень у ЦНАП вживаються заходи для запобігання виникненню черг, а у випадку їх виникнення – для керування чергою.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5.2. У разі потреби, у ЦНАП забезпечується загальне керування чергою шляхом зустрічі суб’єктів звернення (відвідувачів) адміністратором або іншим представником (працівником) ЦНАП.</w:t>
      </w:r>
    </w:p>
    <w:p w:rsidR="00897437" w:rsidRPr="000F03E0" w:rsidRDefault="00897437" w:rsidP="00CD7D3C">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t xml:space="preserve">5.3. </w:t>
      </w:r>
      <w:r w:rsidRPr="000F03E0">
        <w:rPr>
          <w:rFonts w:ascii="Times New Roman" w:hAnsi="Times New Roman"/>
          <w:color w:val="000000"/>
          <w:sz w:val="28"/>
          <w:szCs w:val="28"/>
          <w:lang w:eastAsia="uk-UA"/>
        </w:rPr>
        <w:t>У разі запровадження автоматизованої системи керування чергою суб’єкт звернення для прийому адміністратором реєструється за допомогою терміналу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5.4. </w:t>
      </w:r>
      <w:r w:rsidRPr="000F03E0">
        <w:rPr>
          <w:rFonts w:ascii="Times New Roman" w:hAnsi="Times New Roman"/>
          <w:color w:val="000000"/>
          <w:sz w:val="28"/>
          <w:szCs w:val="28"/>
          <w:lang w:eastAsia="uk-UA"/>
        </w:rPr>
        <w:t xml:space="preserve">У разі запровадження автоматизованої системи керування чергою </w:t>
      </w:r>
      <w:r w:rsidRPr="000F03E0">
        <w:rPr>
          <w:rFonts w:ascii="Times New Roman" w:hAnsi="Times New Roman"/>
          <w:color w:val="000000"/>
          <w:sz w:val="28"/>
          <w:szCs w:val="28"/>
        </w:rPr>
        <w:t xml:space="preserve">адміністратор або інший </w:t>
      </w:r>
      <w:r w:rsidRPr="000F03E0">
        <w:rPr>
          <w:rFonts w:ascii="Times New Roman" w:hAnsi="Times New Roman"/>
          <w:bCs/>
          <w:color w:val="000000"/>
          <w:sz w:val="28"/>
          <w:szCs w:val="28"/>
        </w:rPr>
        <w:t>представник (працівник)</w:t>
      </w:r>
      <w:r w:rsidRPr="000F03E0">
        <w:rPr>
          <w:rFonts w:ascii="Times New Roman" w:hAnsi="Times New Roman"/>
          <w:color w:val="000000"/>
          <w:sz w:val="28"/>
          <w:szCs w:val="28"/>
        </w:rPr>
        <w:t xml:space="preserve"> ЦНАП забезпечують надання суб’єктам звернень інформації про правила користування такою системою, а за потреби - допомагають у користуванні нею.</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5.5. У ЦНАП може здійснюватися попередній запис суб’єктів звернень на прийом до адміністратора на певну визначену дату (день) та час, відповідно до правил, встановлених керівником ЦНАП. Попередній запис може здійснюватися шляхом особистого або телефонного звернення до  ЦНАП та/або шляхом електронної реєстрації на веб-сайті ЦНАП.</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Прийом суб’єктів звернень, які зареєструвались за допомогою попереднього запису, здійснюється у визначені години.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У разі запізнення суб’єкта звернення на прийом за попереднім записом більш ніж на 5 хвилин попередній запис анулюється. У цьому випадку суб’єкт звернення може подати документи в загальному порядку або записатися на певну дату та час повторно.</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5.6. У ЦНАП можуть використовуватись інші інструменти керування чергою, які гарантують дотримання принципу рівності суб’єктів звернень. </w:t>
      </w:r>
    </w:p>
    <w:p w:rsidR="00897437" w:rsidRPr="000F03E0" w:rsidRDefault="00897437" w:rsidP="000F03E0">
      <w:pPr>
        <w:spacing w:after="0"/>
        <w:jc w:val="both"/>
        <w:rPr>
          <w:rFonts w:ascii="Times New Roman" w:hAnsi="Times New Roman"/>
          <w:b/>
          <w:i/>
          <w:color w:val="FF0000"/>
          <w:sz w:val="28"/>
          <w:szCs w:val="28"/>
        </w:rPr>
      </w:pPr>
    </w:p>
    <w:p w:rsidR="00897437" w:rsidRPr="00CD7D3C" w:rsidRDefault="00897437" w:rsidP="00CD7D3C">
      <w:pPr>
        <w:spacing w:after="0" w:line="240" w:lineRule="auto"/>
        <w:jc w:val="center"/>
        <w:rPr>
          <w:rFonts w:ascii="Times New Roman" w:hAnsi="Times New Roman"/>
          <w:b/>
          <w:color w:val="000000"/>
          <w:sz w:val="28"/>
          <w:szCs w:val="28"/>
        </w:rPr>
      </w:pPr>
      <w:r w:rsidRPr="00CD7D3C">
        <w:rPr>
          <w:rFonts w:ascii="Times New Roman" w:hAnsi="Times New Roman"/>
          <w:b/>
          <w:color w:val="000000"/>
          <w:sz w:val="28"/>
          <w:szCs w:val="28"/>
        </w:rPr>
        <w:t>6. Прийом вхідного пакету документів</w:t>
      </w:r>
    </w:p>
    <w:p w:rsidR="00897437" w:rsidRPr="000F03E0" w:rsidRDefault="00897437" w:rsidP="00CD7D3C">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 xml:space="preserve">6.1.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(результату надання адміністративної послуги, далі - вихідний пакет документів) здійснюється виключно у ЦНАП </w:t>
      </w:r>
      <w:r w:rsidRPr="000F03E0">
        <w:rPr>
          <w:rFonts w:ascii="Times New Roman" w:hAnsi="Times New Roman"/>
          <w:color w:val="000000"/>
          <w:sz w:val="28"/>
          <w:szCs w:val="28"/>
          <w:lang w:eastAsia="uk-UA"/>
        </w:rPr>
        <w:t>або його віддалених місцях для роботи адміністраторів такого Центру (в разі їх утворення).</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rPr>
      </w:pPr>
      <w:bookmarkStart w:id="85" w:name="n311"/>
      <w:bookmarkStart w:id="86" w:name="n313"/>
      <w:bookmarkStart w:id="87" w:name="n312"/>
      <w:bookmarkStart w:id="88" w:name="n310"/>
      <w:bookmarkStart w:id="89" w:name="n242"/>
      <w:bookmarkEnd w:id="85"/>
      <w:bookmarkEnd w:id="86"/>
      <w:bookmarkEnd w:id="87"/>
      <w:bookmarkEnd w:id="88"/>
      <w:bookmarkEnd w:id="89"/>
      <w:r w:rsidRPr="000F03E0">
        <w:rPr>
          <w:rFonts w:ascii="Times New Roman" w:hAnsi="Times New Roman"/>
          <w:color w:val="000000"/>
          <w:sz w:val="28"/>
          <w:szCs w:val="28"/>
        </w:rPr>
        <w:t xml:space="preserve">6.2. Суб’єкт звернення має право подати вхідний пакет документів у ЦНАП особисто, в тому числі через уповноваженого представника, надіслати вхідний пакет документів поштою (рекомендованим листом з описом вкладення) або, у передбачених законом випадках, за допомогою засобів телекомунікаційного зв’язку.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lang w:eastAsia="uk-UA"/>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6.3. Якщо вхідний пакет документів подається уповноваженим представником суб’єкта звернення, до нього додаються документи, які підтверджують особу представника та засвідчують його повноваження (довіреність або інший документ, що посвідчує відносини представництва).</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6.4. Адміністратор перевіряє відповідність поданого пакету документів інформаційній картці адміністративної послуги, за потреби – надає допомогу суб’єкту звернення у заповнені бланку заяви. У випадку, якщо суб’єкт звернення припустився неточностей або помилки при заповненні бланку заяви, адміністратор повідомляє заявника про відповідні недоліки та, за потреби, надає необхідну допомогу у їх виправленні.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Заява, що подається для отримання адміністративної послуги, у разі потреби отримання додаткової інформації від інших суб’єктів,  повинна містити дозвіл суб’єкта звернення на отримання та зберігання його персональних даних у межах, необхідних для надання адміністративної послуги.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6.5. Адміністратор складає опис вхідного пакету документів, у якому зазначається інформація про перелік документів, поданих суб’єктом звернення. Опис складається у двох примірниках.</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Суб’єктові звернення надається примірник опису вхідного пакету документів за підписом та печаткою (штампом)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пакету документів зберігається в матеріалах справи, у випадку застосування у ЦНАП електронного документообігу – в електронній формі.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6.7. Адміністратор під час отримання вхідного пакету документів зобов’язаний з’ясувати бажані для суб’єкта звернення способи його повідомлення про результат надання адміністративної послуги (телефоном, засобами поштового зв’язку, електронною поштою чи іншими засобами телекомунікаційного зв’язку у випадках, передбачених законодавством); а також бажаний спосіб передачі суб’єктові звернення результату надання адміністративної послуги(особисто чи засобами поштового або телекомунікаційного зв’язку), про що також зазначається в описі вхідного пакету документів.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6.8. Адміністратор здійснює реєстрацію вхідного пакету документів шляхом внесення даних до журналу реєстрації (у паперовій та/або електронній формі).  </w:t>
      </w:r>
    </w:p>
    <w:p w:rsidR="00897437" w:rsidRPr="000F03E0" w:rsidRDefault="00897437" w:rsidP="00CD7D3C">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lang w:eastAsia="uk-UA"/>
        </w:rPr>
        <w:t>Після внесення даних справі присвоюється номер, за яким здійснюється її ідентифікація.</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6.9. Якщо вхідний пакет документів було отримано засобами поштового зв’язку, адміністратор не пізніше наступного дня надсилає суб’єктові звернення опис вхідного пакету документів  електронною поштою (його відскановану копію) чи іншими засобами телекомунікаційного зв’язку (за можливості).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6.10. Якщо під час прийняття вхідного пакету документів адміністратор виявив факт відсутності одного чи кількох документів, необхідних для отримання адміністративної послуги (передбаченого законом та відповідною інформаційною карткою адміністративної послуги) та / або очевидну помилку, неточність чи неповноту відомостей, адміністратор за вибором суб’єкта звернення повертає документи суб’єктові звернення без реєстрації для усунення недоліків, за можливості – надає допомогу в їх усуненні, або реєструє вхідний пакет документів з недоліками.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6.11. При реєстрації вхідного пакету з недоліками суб’єкт звернення одночасно повідомляється про потребу усунення вказаних недоліків та  попереджається про ймовірність негативного рішення у випадку їх не усунення. Якщо суб’єкт звернення надсилає вхідний пакет документів засобами поштового зв’язку, він інформується про виявлені недоліки у відповідному повідомленні – описі вхідного пакету документів, а за можливості також повідомляється телефоном.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6.12. Всі додаткові документи, в тому числі документи на заміну, подаються суб’єктом звернення лише через ЦНАП / адміністратора із фіксацією цих дій в матеріалах справи та журналі реєстрації. При цьому суб’єктові звернення видається доповнений опис вхідного пакету документів (на заміну) або вносяться зміни у раніше виданий опис. Внесення додаткових документів та / або документів на заміну підтверджується підписом суб’єкта звернення (уповноваженого представника).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6.13. У випадку неусунення суб’єктом звернення недоліків вхідного пакету документів, рішення у справі приймається на основі наявних документів відповідно до закону.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6.14. Після реєстрації вхідного пакету документів адміністратор формує справу у паперовій та / або електронній формі, за потреби (і за можливості)здійснює її копіювання та / або сканування.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6.15. Інформацію про вчинені дії адміністратор вносить до листа-проходження справи у паперовій та / або електронній формі. Лист-проходження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адміністративної послуги.</w:t>
      </w:r>
    </w:p>
    <w:p w:rsidR="00897437" w:rsidRPr="000F03E0" w:rsidRDefault="00897437" w:rsidP="000F03E0">
      <w:pPr>
        <w:spacing w:after="0"/>
        <w:ind w:firstLine="708"/>
        <w:jc w:val="both"/>
        <w:rPr>
          <w:rFonts w:ascii="Times New Roman" w:hAnsi="Times New Roman"/>
          <w:b/>
          <w:color w:val="000000"/>
          <w:sz w:val="28"/>
          <w:szCs w:val="28"/>
        </w:rPr>
      </w:pPr>
    </w:p>
    <w:p w:rsidR="00897437" w:rsidRPr="00CD7D3C" w:rsidRDefault="00897437" w:rsidP="000F03E0">
      <w:pPr>
        <w:spacing w:after="0"/>
        <w:jc w:val="both"/>
        <w:rPr>
          <w:rFonts w:ascii="Times New Roman" w:hAnsi="Times New Roman"/>
          <w:b/>
          <w:color w:val="000000"/>
          <w:sz w:val="28"/>
          <w:szCs w:val="28"/>
        </w:rPr>
      </w:pPr>
      <w:r w:rsidRPr="00CD7D3C">
        <w:rPr>
          <w:rFonts w:ascii="Times New Roman" w:hAnsi="Times New Roman"/>
          <w:b/>
          <w:color w:val="000000"/>
          <w:sz w:val="28"/>
          <w:szCs w:val="28"/>
        </w:rPr>
        <w:t>7. Опрацювання справи (вхідного пакета документів)</w:t>
      </w:r>
    </w:p>
    <w:p w:rsidR="00897437" w:rsidRPr="000F03E0" w:rsidRDefault="00897437" w:rsidP="00CD7D3C">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7.1. У випадках передбачених рішенням міс</w:t>
      </w:r>
      <w:r w:rsidRPr="000F03E0">
        <w:rPr>
          <w:rFonts w:ascii="Times New Roman" w:hAnsi="Times New Roman"/>
          <w:b/>
          <w:color w:val="000000"/>
          <w:sz w:val="28"/>
          <w:szCs w:val="28"/>
        </w:rPr>
        <w:t>ької</w:t>
      </w:r>
      <w:r w:rsidRPr="000F03E0">
        <w:rPr>
          <w:rFonts w:ascii="Times New Roman" w:hAnsi="Times New Roman"/>
          <w:color w:val="000000"/>
          <w:sz w:val="28"/>
          <w:szCs w:val="28"/>
        </w:rPr>
        <w:t xml:space="preserve">  ради, відповідно до законодавства, рішення про надання адміністративної послуги приймається невідкладно у ЦНАП.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7.2. Після вчинення дій, передбачених розділом 6 цього Регламенту, адміністратор не пізніше наступного робочого дня після отриманнявхідного пакету документів зобов’язаний направити (передати) вхідний пакет документів суб’єкту надання адміністративної послуги, до компетенції якого належить прийняття рішення у справі (надалі – виконавець), про що робиться відмітка у листі-проходженні справи із зазначенням часу, дати та підпису  представника суб’єкта надання адміністративної послуги, до якого її направлено, та поставленням печатки (штампа) адміністратора, що передав відповідні документи. Відомості про передачу вхідного пакету документіввносяться адміністратором до листа-проходження справи у паперовій та / або електронній формі. В листі-проходження вказується контрольна дата виконання послуги.</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7.3. Передача справ у паперовій формі </w:t>
      </w:r>
      <w:r w:rsidRPr="000F03E0">
        <w:rPr>
          <w:rFonts w:ascii="Times New Roman" w:hAnsi="Times New Roman"/>
          <w:color w:val="000000"/>
          <w:sz w:val="28"/>
          <w:szCs w:val="28"/>
          <w:lang w:eastAsia="uk-UA"/>
        </w:rPr>
        <w:t>з Центру до суб’єкта надання адміністративної послуги здійснюється</w:t>
      </w:r>
      <w:r w:rsidRPr="000F03E0">
        <w:rPr>
          <w:rFonts w:ascii="Times New Roman" w:hAnsi="Times New Roman"/>
          <w:color w:val="000000"/>
          <w:sz w:val="28"/>
          <w:szCs w:val="28"/>
        </w:rPr>
        <w:t xml:space="preserve">не рідше одного разу протягом робочого дня, а з </w:t>
      </w:r>
      <w:r w:rsidRPr="00CD7D3C">
        <w:rPr>
          <w:rFonts w:ascii="Times New Roman" w:hAnsi="Times New Roman"/>
          <w:color w:val="000000"/>
          <w:sz w:val="28"/>
          <w:szCs w:val="28"/>
          <w:lang w:eastAsia="uk-UA"/>
        </w:rPr>
        <w:t>віддалених місць для роботи адміністраторів</w:t>
      </w:r>
      <w:r w:rsidRPr="000F03E0">
        <w:rPr>
          <w:rFonts w:ascii="Times New Roman" w:hAnsi="Times New Roman"/>
          <w:color w:val="000000"/>
          <w:sz w:val="28"/>
          <w:szCs w:val="28"/>
          <w:lang w:eastAsia="uk-UA"/>
        </w:rPr>
        <w:t xml:space="preserve"> Центру (в разі їх утворення) – не пізніше наступного робочого дня. У разі, якщо суб’єктом надання адміністративних послуг є територіальний орган (підрозділ) центрального органу виконавчої влади – строки та порядок передачі документів визначаються в узгодженому рішенні.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7.4. Отримавши справу, суб’єкт надання адміністративної послуги (далі також – виконавець) зобов’язаний внести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7.5. Виконавець зобов'язаний вирішити справу у строки, визначені технологічною карткою адміністративної послуги і не пізніше наступного робочого дня з моменту вирішення справи, сформувати вихідний пакет документів та направити його до ЦНАП, про що він зазначає в журналі або електронному реєстрі.</w:t>
      </w:r>
    </w:p>
    <w:p w:rsidR="00897437" w:rsidRPr="000F03E0" w:rsidRDefault="00897437" w:rsidP="00D3512F">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7.6. Адміністратор ЦНАП у день надходження результату вирішеної справи (адміністративної послуги) здійснює реєстрацію вихідного пакету документів шляхом внесення відповідних відомостей в журнал або електронний реєстр.</w:t>
      </w:r>
    </w:p>
    <w:p w:rsidR="00897437" w:rsidRPr="000F03E0" w:rsidRDefault="00897437" w:rsidP="00D3512F">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7.7. Адміністративна послуга,  що потребує декількох дій (етапів) для її вирішення та дозволяє (передбачає) паралельне опрацювання справи двома і більше структурними підрозділами (виконавчими органами), суб’єкт надання адміністративних послуг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(в тому числі, за можливості, із застосуванням електронного документообігу). Для цього матеріали справи чи їх копії у паперовій та/або електронній формі одночасно передаються та/або надсилаються усім залученим  виконавцям. Зведення матеріалів справи здійснюється виконавцем (суб’єктом надання адміністративної послуги), що ухвалює (або готує) кінцеве рішення у справі.</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7.8. Суб’єкт надання адміністративної послуги, за потреби, отримує документи або інформацію, що перебувають у володінні інших адміністративних органів, підприємств, установ або організацій, що належать до сфери їх управління. Таке отримання здійснюється за умови наявності в матеріалах справи згоди (дозволу) суб’єкта звернення на збирання, використання та зберігання його персональних даних у межах, необхідних для надання адміністративної послуги.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 7.9. Виконавець зобов’язаний розглянути справу та прийняти по ній рішення у строки, визначені законом та зафіксовані у технологічній картці адміністративної послуги.</w:t>
      </w:r>
    </w:p>
    <w:p w:rsidR="00897437" w:rsidRPr="000F03E0" w:rsidRDefault="00897437" w:rsidP="00D3512F">
      <w:pPr>
        <w:spacing w:after="0" w:line="240" w:lineRule="auto"/>
        <w:jc w:val="both"/>
        <w:rPr>
          <w:rFonts w:ascii="Times New Roman" w:hAnsi="Times New Roman"/>
          <w:color w:val="000000"/>
          <w:sz w:val="28"/>
          <w:szCs w:val="28"/>
        </w:rPr>
      </w:pPr>
      <w:r w:rsidRPr="000F03E0">
        <w:rPr>
          <w:rFonts w:ascii="Times New Roman" w:hAnsi="Times New Roman"/>
          <w:color w:val="000000"/>
          <w:sz w:val="28"/>
          <w:szCs w:val="28"/>
        </w:rPr>
        <w:tab/>
        <w:t xml:space="preserve">7.10. Контроль за дотриманням виконавцем (виконавцями) терміну розгляду справи та прийняття рішень здійснюється адміністраторами, відповідно до розподілу обов’язків керівником ЦНАП. </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У разі виявлення факту (фактів) порушення щодо розгляду справи (вимог щодо термінів надання адміністративної послуги згідно технологічної картки тощо) або вимог діючого законодавства в процесі надання адміністративної послуги посадовою чи службовою особою суб’єкта надання адміністративної послуги адміністратор зобов’язаний невідкладно інформувати про це керівника ЦНАП.</w:t>
      </w:r>
    </w:p>
    <w:p w:rsidR="00897437" w:rsidRPr="000F03E0" w:rsidRDefault="00897437" w:rsidP="00D3512F">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t xml:space="preserve">7.11. </w:t>
      </w:r>
      <w:r w:rsidRPr="000F03E0">
        <w:rPr>
          <w:rFonts w:ascii="Times New Roman" w:hAnsi="Times New Roman"/>
          <w:color w:val="000000"/>
          <w:sz w:val="28"/>
          <w:szCs w:val="28"/>
          <w:lang w:eastAsia="uk-UA"/>
        </w:rPr>
        <w:t>Суб’єкт надання адміністративної послуги зобов’язаний:</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90" w:name="n260"/>
      <w:bookmarkEnd w:id="90"/>
      <w:r w:rsidRPr="000F03E0">
        <w:rPr>
          <w:rFonts w:ascii="Times New Roman" w:hAnsi="Times New Roman"/>
          <w:color w:val="000000"/>
          <w:sz w:val="28"/>
          <w:szCs w:val="28"/>
          <w:lang w:eastAsia="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91" w:name="n261"/>
      <w:bookmarkEnd w:id="91"/>
      <w:r w:rsidRPr="000F03E0">
        <w:rPr>
          <w:rFonts w:ascii="Times New Roman" w:hAnsi="Times New Roman"/>
          <w:color w:val="000000"/>
          <w:sz w:val="28"/>
          <w:szCs w:val="28"/>
          <w:lang w:eastAsia="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7.12. У разі, якщо в ході вирішення справи виявлено підстави для прийняття негативного (повністю або частково відмовного) для суб’єкта звернення рішення, виконавець повинен врахувати, чи може отримання від суб’єкта звернення додаткових пояснень, інформації, документів позитивно вплинути на зміст цього рішення, та відповідно – забезпечити право суб’єкта звернення на участь у процесі розгляду справи та прийняття рішення. Будь-яке додаткове витребування та отримання пояснень, інформації, документів від суб’єкта звернення здійснюється лише через ЦНАП. </w:t>
      </w:r>
    </w:p>
    <w:p w:rsidR="00897437" w:rsidRPr="000F03E0" w:rsidRDefault="00897437" w:rsidP="000F03E0">
      <w:pPr>
        <w:spacing w:after="0"/>
        <w:jc w:val="both"/>
        <w:rPr>
          <w:rFonts w:ascii="Times New Roman" w:hAnsi="Times New Roman"/>
          <w:b/>
          <w:color w:val="000000"/>
          <w:sz w:val="28"/>
          <w:szCs w:val="28"/>
        </w:rPr>
      </w:pPr>
    </w:p>
    <w:p w:rsidR="00897437" w:rsidRPr="00D3512F" w:rsidRDefault="00897437" w:rsidP="00D3512F">
      <w:pPr>
        <w:spacing w:after="0" w:line="240" w:lineRule="auto"/>
        <w:ind w:firstLine="708"/>
        <w:jc w:val="both"/>
        <w:rPr>
          <w:rFonts w:ascii="Times New Roman" w:hAnsi="Times New Roman"/>
          <w:b/>
          <w:color w:val="000000"/>
          <w:sz w:val="28"/>
          <w:szCs w:val="28"/>
        </w:rPr>
      </w:pPr>
      <w:r w:rsidRPr="00D3512F">
        <w:rPr>
          <w:rFonts w:ascii="Times New Roman" w:hAnsi="Times New Roman"/>
          <w:b/>
          <w:color w:val="000000"/>
          <w:sz w:val="28"/>
          <w:szCs w:val="28"/>
        </w:rPr>
        <w:t>8.Передача результату надання адміністративних послуг суб’єкту звернення</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8.1. </w:t>
      </w:r>
      <w:r w:rsidRPr="000F03E0">
        <w:rPr>
          <w:rFonts w:ascii="Times New Roman" w:hAnsi="Times New Roman"/>
          <w:color w:val="000000"/>
          <w:sz w:val="28"/>
          <w:szCs w:val="28"/>
          <w:lang w:eastAsia="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віддален</w:t>
      </w:r>
      <w:r w:rsidRPr="000F03E0">
        <w:rPr>
          <w:rFonts w:ascii="Times New Roman" w:hAnsi="Times New Roman"/>
          <w:b/>
          <w:color w:val="000000"/>
          <w:sz w:val="28"/>
          <w:szCs w:val="28"/>
          <w:lang w:eastAsia="uk-UA"/>
        </w:rPr>
        <w:t>их</w:t>
      </w:r>
      <w:r w:rsidRPr="000F03E0">
        <w:rPr>
          <w:rFonts w:ascii="Times New Roman" w:hAnsi="Times New Roman"/>
          <w:color w:val="000000"/>
          <w:sz w:val="28"/>
          <w:szCs w:val="28"/>
          <w:lang w:eastAsia="uk-UA"/>
        </w:rPr>
        <w:t xml:space="preserve"> місц</w:t>
      </w:r>
      <w:r w:rsidRPr="000F03E0">
        <w:rPr>
          <w:rFonts w:ascii="Times New Roman" w:hAnsi="Times New Roman"/>
          <w:b/>
          <w:color w:val="000000"/>
          <w:sz w:val="28"/>
          <w:szCs w:val="28"/>
          <w:lang w:eastAsia="uk-UA"/>
        </w:rPr>
        <w:t>ь</w:t>
      </w:r>
      <w:r w:rsidRPr="000F03E0">
        <w:rPr>
          <w:rFonts w:ascii="Times New Roman" w:hAnsi="Times New Roman"/>
          <w:color w:val="000000"/>
          <w:sz w:val="28"/>
          <w:szCs w:val="28"/>
          <w:lang w:eastAsia="uk-UA"/>
        </w:rPr>
        <w:t xml:space="preserve"> для роботи адміністратор</w:t>
      </w:r>
      <w:r w:rsidRPr="000F03E0">
        <w:rPr>
          <w:rFonts w:ascii="Times New Roman" w:hAnsi="Times New Roman"/>
          <w:b/>
          <w:color w:val="000000"/>
          <w:sz w:val="28"/>
          <w:szCs w:val="28"/>
          <w:lang w:eastAsia="uk-UA"/>
        </w:rPr>
        <w:t>ів</w:t>
      </w:r>
      <w:r w:rsidRPr="000F03E0">
        <w:rPr>
          <w:rFonts w:ascii="Times New Roman" w:hAnsi="Times New Roman"/>
          <w:color w:val="000000"/>
          <w:sz w:val="28"/>
          <w:szCs w:val="28"/>
          <w:lang w:eastAsia="uk-UA"/>
        </w:rPr>
        <w:t xml:space="preserve"> Центру (в разі їх утворення), про що зазначається в листі про проходження справи.</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8.2. Адміністратор у день надходження результату надання адміністративної послугиздійснює реєстрацію вихідного пакету документів шляхом внесення відповідних відомостей до листа-проходження справи, а також до відповідного реєстру у паперовій та / або електронній формі та повідомляє про результат надання адміністративної послуги суб’єкта звернення у замовлений ним спосіб (телефоном, електронною поштою чи іншими засобами телекомунікаційного зв’язку).</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8.3. Результат надання адміністративної послуги (вихідний пакет документів)передається суб’єктові звернення особисто (в тому числі його / її представнику) при пред’явленні документа, який посвідчує особу та документа, який підтверджує повноваження представника; або, у випадках передбачених законодавством, передається в інший зручний для суб’єкта звернення спосіб.</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8.4. Відмова у позитивному вирішенні справи щодо адміністративної послуги оформляється суб’єктом надання письмово, з визначенням передбачених законодавством підстав для такої відмови та їх обґрунтуванням, та долучається до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Письмове повідомлення суб’єкта надання про відмову у  позитивному вирішенні справи щодо надання адміністративної послуги видається суб’єкту звернення під особистий підпис або надсилається поштою, про що суб’єкт звернення повідомляється телефоном або електронною поштою у день реєстрації у ЦНАП такого повідомлення.</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8.5. У разі незазначення суб’єктом звернення зручного для себе способу отримання результату надання адміністративної послуги або його неотримання у ЦНАП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відсутності іншої контактної інформації – результат надання адміністративної послуги зберігається протягом тримісячного терміну у ЦНАП, а потім передається на зберігання до архіву.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8.6. У випадку, якщо адміністративна послуга надається невідкладно, адміністратор реєструє інформацію про результат вирішення справи у журналі (у паперовій та / або електронній формі), негайно формує вихідний пакет документів у справі та передає його суб’єктові звернення.</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Факт отримання результату надання адміністративної послугипідтверджується підписом суб’єкта звернення (при особистому отриманні) або отриманням повідомлення про вручення (у випадку направлення поштою). </w:t>
      </w:r>
    </w:p>
    <w:p w:rsidR="00897437" w:rsidRPr="000F03E0" w:rsidRDefault="00897437" w:rsidP="00E37649">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t xml:space="preserve">8.7. </w:t>
      </w:r>
      <w:r w:rsidRPr="000F03E0">
        <w:rPr>
          <w:rFonts w:ascii="Times New Roman" w:hAnsi="Times New Roman"/>
          <w:color w:val="000000"/>
          <w:sz w:val="28"/>
          <w:szCs w:val="28"/>
          <w:lang w:eastAsia="uk-UA"/>
        </w:rPr>
        <w:t>Відповідальність за своєчасне та належне надання адміністративних послуг несуть суб’єкти надання таких послуг та в межах повноважень адміністратори і керівник Центру.</w:t>
      </w:r>
    </w:p>
    <w:p w:rsidR="00897437" w:rsidRDefault="00897437" w:rsidP="000F03E0">
      <w:pPr>
        <w:pStyle w:val="NormalWeb"/>
        <w:spacing w:before="0" w:beforeAutospacing="0" w:after="0" w:afterAutospacing="0"/>
        <w:jc w:val="both"/>
        <w:rPr>
          <w:color w:val="000000"/>
          <w:sz w:val="28"/>
          <w:szCs w:val="28"/>
          <w:lang w:val="uk-UA" w:eastAsia="uk-UA"/>
        </w:rPr>
      </w:pPr>
      <w:r w:rsidRPr="00377049">
        <w:rPr>
          <w:color w:val="000000"/>
          <w:sz w:val="28"/>
          <w:szCs w:val="28"/>
          <w:lang w:val="uk-UA" w:eastAsia="uk-UA"/>
        </w:rPr>
        <w:t xml:space="preserve">8.8. </w:t>
      </w:r>
      <w:bookmarkStart w:id="92" w:name="n271"/>
      <w:bookmarkEnd w:id="92"/>
      <w:r w:rsidRPr="00377049">
        <w:rPr>
          <w:color w:val="000000"/>
          <w:sz w:val="28"/>
          <w:szCs w:val="28"/>
          <w:lang w:val="uk-UA" w:eastAsia="uk-UA"/>
        </w:rPr>
        <w:t xml:space="preserve">Інформація про кожну надану адміністративну послугу та справу у паперовій (копія) та/або електронній (відскановані документи) формі, зокрема, заява суб’єкта звернення </w:t>
      </w:r>
      <w:r w:rsidRPr="00377049">
        <w:rPr>
          <w:sz w:val="28"/>
          <w:szCs w:val="28"/>
          <w:lang w:val="uk-UA"/>
        </w:rPr>
        <w:t>з описом вхідного пакета документів та лист про проходження, копія квитанції про сплату адміністративного збору (у разі платності адміністративної послуги), копія довіреності (у разі подання або отримання документів уповноваженою особою), копія результату надання адміністративної послуги, оригінал результату надання адміністративної послуги, в разі його неотримання суб’єктом звернення</w:t>
      </w:r>
      <w:r w:rsidRPr="00377049">
        <w:rPr>
          <w:color w:val="000000"/>
          <w:sz w:val="28"/>
          <w:szCs w:val="28"/>
          <w:lang w:val="uk-UA" w:eastAsia="uk-UA"/>
        </w:rPr>
        <w:t>, зберігається у Центрі.</w:t>
      </w:r>
    </w:p>
    <w:p w:rsidR="00897437" w:rsidRPr="005B197A" w:rsidRDefault="00897437" w:rsidP="000F03E0">
      <w:pPr>
        <w:pStyle w:val="NormalWeb"/>
        <w:spacing w:before="0" w:beforeAutospacing="0" w:after="0" w:afterAutospacing="0"/>
        <w:ind w:firstLine="708"/>
        <w:jc w:val="both"/>
        <w:rPr>
          <w:sz w:val="28"/>
          <w:szCs w:val="28"/>
          <w:lang w:val="uk-UA"/>
        </w:rPr>
      </w:pPr>
      <w:r>
        <w:rPr>
          <w:color w:val="000000"/>
          <w:sz w:val="28"/>
          <w:szCs w:val="28"/>
          <w:lang w:val="uk-UA" w:eastAsia="uk-UA"/>
        </w:rPr>
        <w:t xml:space="preserve"> 8.9. </w:t>
      </w:r>
      <w:r w:rsidRPr="00C00F3A">
        <w:rPr>
          <w:sz w:val="28"/>
          <w:szCs w:val="28"/>
          <w:lang w:val="uk-UA"/>
        </w:rPr>
        <w:t>Усі матеріали справи зберігаються у суб'єкта надання адміністративної послуги.</w:t>
      </w:r>
    </w:p>
    <w:p w:rsidR="00897437" w:rsidRPr="000F03E0" w:rsidRDefault="00897437" w:rsidP="000F03E0">
      <w:pPr>
        <w:shd w:val="clear" w:color="auto" w:fill="FFFFFF"/>
        <w:spacing w:after="0" w:line="240" w:lineRule="auto"/>
        <w:ind w:left="450" w:right="450"/>
        <w:jc w:val="center"/>
        <w:textAlignment w:val="baseline"/>
        <w:rPr>
          <w:rFonts w:ascii="Times New Roman" w:hAnsi="Times New Roman"/>
          <w:sz w:val="28"/>
          <w:szCs w:val="28"/>
          <w:lang w:val="uk-UA"/>
        </w:rPr>
      </w:pPr>
    </w:p>
    <w:sectPr w:rsidR="00897437" w:rsidRPr="000F03E0" w:rsidSect="00F903F4">
      <w:pgSz w:w="11906" w:h="16838"/>
      <w:pgMar w:top="719" w:right="850" w:bottom="107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E2C76"/>
    <w:multiLevelType w:val="hybridMultilevel"/>
    <w:tmpl w:val="2A0E9E66"/>
    <w:lvl w:ilvl="0" w:tplc="39387AB0">
      <w:start w:val="1"/>
      <w:numFmt w:val="decimal"/>
      <w:lvlText w:val="%1."/>
      <w:lvlJc w:val="left"/>
      <w:pPr>
        <w:tabs>
          <w:tab w:val="num" w:pos="420"/>
        </w:tabs>
        <w:ind w:left="420" w:hanging="360"/>
      </w:pPr>
      <w:rPr>
        <w:rFonts w:cs="Times New Roman" w:hint="default"/>
      </w:rPr>
    </w:lvl>
    <w:lvl w:ilvl="1" w:tplc="39026A40">
      <w:numFmt w:val="none"/>
      <w:lvlText w:val=""/>
      <w:lvlJc w:val="left"/>
      <w:pPr>
        <w:tabs>
          <w:tab w:val="num" w:pos="360"/>
        </w:tabs>
      </w:pPr>
      <w:rPr>
        <w:rFonts w:cs="Times New Roman"/>
      </w:rPr>
    </w:lvl>
    <w:lvl w:ilvl="2" w:tplc="A6A8039C">
      <w:numFmt w:val="none"/>
      <w:lvlText w:val=""/>
      <w:lvlJc w:val="left"/>
      <w:pPr>
        <w:tabs>
          <w:tab w:val="num" w:pos="360"/>
        </w:tabs>
      </w:pPr>
      <w:rPr>
        <w:rFonts w:cs="Times New Roman"/>
      </w:rPr>
    </w:lvl>
    <w:lvl w:ilvl="3" w:tplc="CB4A74CC">
      <w:numFmt w:val="none"/>
      <w:lvlText w:val=""/>
      <w:lvlJc w:val="left"/>
      <w:pPr>
        <w:tabs>
          <w:tab w:val="num" w:pos="360"/>
        </w:tabs>
      </w:pPr>
      <w:rPr>
        <w:rFonts w:cs="Times New Roman"/>
      </w:rPr>
    </w:lvl>
    <w:lvl w:ilvl="4" w:tplc="2B18ADDE">
      <w:numFmt w:val="none"/>
      <w:lvlText w:val=""/>
      <w:lvlJc w:val="left"/>
      <w:pPr>
        <w:tabs>
          <w:tab w:val="num" w:pos="360"/>
        </w:tabs>
      </w:pPr>
      <w:rPr>
        <w:rFonts w:cs="Times New Roman"/>
      </w:rPr>
    </w:lvl>
    <w:lvl w:ilvl="5" w:tplc="BE0E9938">
      <w:numFmt w:val="none"/>
      <w:lvlText w:val=""/>
      <w:lvlJc w:val="left"/>
      <w:pPr>
        <w:tabs>
          <w:tab w:val="num" w:pos="360"/>
        </w:tabs>
      </w:pPr>
      <w:rPr>
        <w:rFonts w:cs="Times New Roman"/>
      </w:rPr>
    </w:lvl>
    <w:lvl w:ilvl="6" w:tplc="796815CA">
      <w:numFmt w:val="none"/>
      <w:lvlText w:val=""/>
      <w:lvlJc w:val="left"/>
      <w:pPr>
        <w:tabs>
          <w:tab w:val="num" w:pos="360"/>
        </w:tabs>
      </w:pPr>
      <w:rPr>
        <w:rFonts w:cs="Times New Roman"/>
      </w:rPr>
    </w:lvl>
    <w:lvl w:ilvl="7" w:tplc="65C23100">
      <w:numFmt w:val="none"/>
      <w:lvlText w:val=""/>
      <w:lvlJc w:val="left"/>
      <w:pPr>
        <w:tabs>
          <w:tab w:val="num" w:pos="360"/>
        </w:tabs>
      </w:pPr>
      <w:rPr>
        <w:rFonts w:cs="Times New Roman"/>
      </w:rPr>
    </w:lvl>
    <w:lvl w:ilvl="8" w:tplc="16BEDA04">
      <w:numFmt w:val="none"/>
      <w:lvlText w:val=""/>
      <w:lvlJc w:val="left"/>
      <w:pPr>
        <w:tabs>
          <w:tab w:val="num" w:pos="360"/>
        </w:tabs>
      </w:pPr>
      <w:rPr>
        <w:rFonts w:cs="Times New Roman"/>
      </w:rPr>
    </w:lvl>
  </w:abstractNum>
  <w:abstractNum w:abstractNumId="1">
    <w:nsid w:val="43224242"/>
    <w:multiLevelType w:val="hybridMultilevel"/>
    <w:tmpl w:val="43C42E16"/>
    <w:lvl w:ilvl="0" w:tplc="6666E658">
      <w:start w:val="1"/>
      <w:numFmt w:val="decimal"/>
      <w:lvlText w:val="%1."/>
      <w:lvlJc w:val="left"/>
      <w:pPr>
        <w:tabs>
          <w:tab w:val="num" w:pos="1245"/>
        </w:tabs>
        <w:ind w:left="1245" w:hanging="795"/>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F6A"/>
    <w:rsid w:val="000353AE"/>
    <w:rsid w:val="0003643F"/>
    <w:rsid w:val="00066470"/>
    <w:rsid w:val="000E688B"/>
    <w:rsid w:val="000F03E0"/>
    <w:rsid w:val="001050B8"/>
    <w:rsid w:val="001225DE"/>
    <w:rsid w:val="00160E03"/>
    <w:rsid w:val="001E0BC9"/>
    <w:rsid w:val="00214169"/>
    <w:rsid w:val="00247C52"/>
    <w:rsid w:val="002506DB"/>
    <w:rsid w:val="002753E5"/>
    <w:rsid w:val="002B78FD"/>
    <w:rsid w:val="002E5C33"/>
    <w:rsid w:val="003605A4"/>
    <w:rsid w:val="0037536F"/>
    <w:rsid w:val="00377049"/>
    <w:rsid w:val="003820BF"/>
    <w:rsid w:val="003A0AA8"/>
    <w:rsid w:val="003B6014"/>
    <w:rsid w:val="003B7292"/>
    <w:rsid w:val="003C3429"/>
    <w:rsid w:val="004149F4"/>
    <w:rsid w:val="00423314"/>
    <w:rsid w:val="0045261A"/>
    <w:rsid w:val="00474F6A"/>
    <w:rsid w:val="004973E9"/>
    <w:rsid w:val="004C015D"/>
    <w:rsid w:val="004E6715"/>
    <w:rsid w:val="00504987"/>
    <w:rsid w:val="00572FD1"/>
    <w:rsid w:val="005855D1"/>
    <w:rsid w:val="005B197A"/>
    <w:rsid w:val="005B715D"/>
    <w:rsid w:val="005E6A13"/>
    <w:rsid w:val="005F5F34"/>
    <w:rsid w:val="00662879"/>
    <w:rsid w:val="00684DD5"/>
    <w:rsid w:val="006A204C"/>
    <w:rsid w:val="006B22A4"/>
    <w:rsid w:val="006F59E3"/>
    <w:rsid w:val="00722046"/>
    <w:rsid w:val="00723026"/>
    <w:rsid w:val="0073375B"/>
    <w:rsid w:val="00735C09"/>
    <w:rsid w:val="0074628B"/>
    <w:rsid w:val="00763C72"/>
    <w:rsid w:val="007766C5"/>
    <w:rsid w:val="00796C8B"/>
    <w:rsid w:val="007A2054"/>
    <w:rsid w:val="007E11B0"/>
    <w:rsid w:val="00802BFA"/>
    <w:rsid w:val="0084473D"/>
    <w:rsid w:val="00891363"/>
    <w:rsid w:val="00897437"/>
    <w:rsid w:val="008C1C33"/>
    <w:rsid w:val="008C4B87"/>
    <w:rsid w:val="008D3F8C"/>
    <w:rsid w:val="008E2CE4"/>
    <w:rsid w:val="00916B16"/>
    <w:rsid w:val="00934757"/>
    <w:rsid w:val="00936BD8"/>
    <w:rsid w:val="00950472"/>
    <w:rsid w:val="00967469"/>
    <w:rsid w:val="00995867"/>
    <w:rsid w:val="009B3C4B"/>
    <w:rsid w:val="009B513A"/>
    <w:rsid w:val="009C01A7"/>
    <w:rsid w:val="009E397F"/>
    <w:rsid w:val="00A20BD9"/>
    <w:rsid w:val="00A52EB0"/>
    <w:rsid w:val="00A6172F"/>
    <w:rsid w:val="00AA1C45"/>
    <w:rsid w:val="00AB5197"/>
    <w:rsid w:val="00AB6F42"/>
    <w:rsid w:val="00AD676B"/>
    <w:rsid w:val="00B0332F"/>
    <w:rsid w:val="00B211CC"/>
    <w:rsid w:val="00B72EF0"/>
    <w:rsid w:val="00B76F08"/>
    <w:rsid w:val="00B8390C"/>
    <w:rsid w:val="00BD6CFE"/>
    <w:rsid w:val="00C00F3A"/>
    <w:rsid w:val="00C106C7"/>
    <w:rsid w:val="00C11AFC"/>
    <w:rsid w:val="00C167B8"/>
    <w:rsid w:val="00C31193"/>
    <w:rsid w:val="00C8060D"/>
    <w:rsid w:val="00CB76DF"/>
    <w:rsid w:val="00CD7D3C"/>
    <w:rsid w:val="00CF6E2E"/>
    <w:rsid w:val="00D13152"/>
    <w:rsid w:val="00D14D71"/>
    <w:rsid w:val="00D3512F"/>
    <w:rsid w:val="00D46981"/>
    <w:rsid w:val="00D51AB8"/>
    <w:rsid w:val="00D5737A"/>
    <w:rsid w:val="00D71A79"/>
    <w:rsid w:val="00D80845"/>
    <w:rsid w:val="00D840D0"/>
    <w:rsid w:val="00DA3B2C"/>
    <w:rsid w:val="00DC6DCD"/>
    <w:rsid w:val="00E17398"/>
    <w:rsid w:val="00E37649"/>
    <w:rsid w:val="00E564DE"/>
    <w:rsid w:val="00E8030B"/>
    <w:rsid w:val="00E84009"/>
    <w:rsid w:val="00F850FE"/>
    <w:rsid w:val="00F87CE1"/>
    <w:rsid w:val="00F903F4"/>
    <w:rsid w:val="00FB55E9"/>
    <w:rsid w:val="00FB67EC"/>
    <w:rsid w:val="00FE72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363"/>
    <w:pPr>
      <w:spacing w:after="200" w:line="276" w:lineRule="auto"/>
    </w:pPr>
    <w:rPr>
      <w:lang w:eastAsia="en-US"/>
    </w:rPr>
  </w:style>
  <w:style w:type="paragraph" w:styleId="Heading1">
    <w:name w:val="heading 1"/>
    <w:basedOn w:val="Normal"/>
    <w:next w:val="Normal"/>
    <w:link w:val="Heading1Char"/>
    <w:uiPriority w:val="99"/>
    <w:qFormat/>
    <w:locked/>
    <w:rsid w:val="000F03E0"/>
    <w:pPr>
      <w:keepNext/>
      <w:spacing w:after="0" w:line="240" w:lineRule="auto"/>
      <w:jc w:val="center"/>
      <w:outlineLvl w:val="0"/>
    </w:pPr>
    <w:rPr>
      <w:rFonts w:ascii="Arial" w:eastAsia="Times New Roman" w:hAnsi="Arial"/>
      <w:b/>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03E0"/>
    <w:rPr>
      <w:rFonts w:ascii="Arial" w:hAnsi="Arial" w:cs="Times New Roman"/>
      <w:b/>
      <w:sz w:val="24"/>
    </w:rPr>
  </w:style>
  <w:style w:type="paragraph" w:customStyle="1" w:styleId="rvps7">
    <w:name w:val="rvps7"/>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7">
    <w:name w:val="rvps17"/>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uiPriority w:val="99"/>
    <w:rsid w:val="00AA1C45"/>
  </w:style>
  <w:style w:type="character" w:customStyle="1" w:styleId="apple-converted-space">
    <w:name w:val="apple-converted-space"/>
    <w:uiPriority w:val="99"/>
    <w:rsid w:val="00AA1C45"/>
  </w:style>
  <w:style w:type="character" w:customStyle="1" w:styleId="rvts64">
    <w:name w:val="rvts64"/>
    <w:uiPriority w:val="99"/>
    <w:rsid w:val="00AA1C45"/>
  </w:style>
  <w:style w:type="character" w:customStyle="1" w:styleId="rvts9">
    <w:name w:val="rvts9"/>
    <w:uiPriority w:val="99"/>
    <w:rsid w:val="00AA1C45"/>
  </w:style>
  <w:style w:type="paragraph" w:customStyle="1" w:styleId="rvps6">
    <w:name w:val="rvps6"/>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8">
    <w:name w:val="rvps18"/>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AA1C45"/>
    <w:rPr>
      <w:rFonts w:cs="Times New Roman"/>
      <w:color w:val="0000FF"/>
      <w:u w:val="single"/>
    </w:rPr>
  </w:style>
  <w:style w:type="paragraph" w:customStyle="1" w:styleId="rvps2">
    <w:name w:val="rvps2"/>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2">
    <w:name w:val="rvts52"/>
    <w:uiPriority w:val="99"/>
    <w:rsid w:val="00AA1C45"/>
  </w:style>
  <w:style w:type="paragraph" w:customStyle="1" w:styleId="rvps4">
    <w:name w:val="rvps4"/>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44">
    <w:name w:val="rvts44"/>
    <w:uiPriority w:val="99"/>
    <w:rsid w:val="00AA1C45"/>
  </w:style>
  <w:style w:type="paragraph" w:customStyle="1" w:styleId="rvps15">
    <w:name w:val="rvps15"/>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Normal"/>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AA1C45"/>
  </w:style>
  <w:style w:type="character" w:customStyle="1" w:styleId="rvts46">
    <w:name w:val="rvts46"/>
    <w:uiPriority w:val="99"/>
    <w:rsid w:val="00AA1C45"/>
  </w:style>
  <w:style w:type="paragraph" w:styleId="BalloonText">
    <w:name w:val="Balloon Text"/>
    <w:basedOn w:val="Normal"/>
    <w:link w:val="BalloonTextChar"/>
    <w:uiPriority w:val="99"/>
    <w:semiHidden/>
    <w:rsid w:val="00AA1C45"/>
    <w:pPr>
      <w:spacing w:after="0" w:line="240" w:lineRule="auto"/>
    </w:pPr>
    <w:rPr>
      <w:rFonts w:ascii="Tahoma" w:hAnsi="Tahoma"/>
      <w:sz w:val="16"/>
      <w:szCs w:val="20"/>
      <w:lang w:eastAsia="ru-RU"/>
    </w:rPr>
  </w:style>
  <w:style w:type="character" w:customStyle="1" w:styleId="BalloonTextChar">
    <w:name w:val="Balloon Text Char"/>
    <w:basedOn w:val="DefaultParagraphFont"/>
    <w:link w:val="BalloonText"/>
    <w:uiPriority w:val="99"/>
    <w:semiHidden/>
    <w:locked/>
    <w:rsid w:val="00AA1C45"/>
    <w:rPr>
      <w:rFonts w:ascii="Tahoma" w:hAnsi="Tahoma" w:cs="Times New Roman"/>
      <w:sz w:val="16"/>
    </w:rPr>
  </w:style>
  <w:style w:type="paragraph" w:styleId="NormalWeb">
    <w:name w:val="Normal (Web)"/>
    <w:basedOn w:val="Normal"/>
    <w:uiPriority w:val="99"/>
    <w:rsid w:val="000F03E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imesNewRoman">
    <w:name w:val="Обычный + Times New Roman"/>
    <w:aliases w:val="14 пт,Черный"/>
    <w:basedOn w:val="Normal"/>
    <w:uiPriority w:val="99"/>
    <w:rsid w:val="00B72EF0"/>
    <w:pPr>
      <w:shd w:val="clear" w:color="auto" w:fill="FFFFFF"/>
      <w:spacing w:after="0" w:line="240" w:lineRule="auto"/>
      <w:ind w:right="450"/>
      <w:textAlignment w:val="baseline"/>
    </w:pPr>
    <w:rPr>
      <w:rFonts w:ascii="Times New Roman" w:hAnsi="Times New Roman"/>
      <w:bCs/>
      <w:color w:val="000000"/>
      <w:sz w:val="28"/>
      <w:szCs w:val="28"/>
      <w:bdr w:val="none" w:sz="0" w:space="0" w:color="auto" w:frame="1"/>
      <w:lang w:eastAsia="ru-RU"/>
    </w:rPr>
  </w:style>
</w:styles>
</file>

<file path=word/webSettings.xml><?xml version="1.0" encoding="utf-8"?>
<w:webSettings xmlns:r="http://schemas.openxmlformats.org/officeDocument/2006/relationships" xmlns:w="http://schemas.openxmlformats.org/wordprocessingml/2006/main">
  <w:divs>
    <w:div w:id="1864129038">
      <w:marLeft w:val="0"/>
      <w:marRight w:val="0"/>
      <w:marTop w:val="0"/>
      <w:marBottom w:val="0"/>
      <w:divBdr>
        <w:top w:val="none" w:sz="0" w:space="0" w:color="auto"/>
        <w:left w:val="none" w:sz="0" w:space="0" w:color="auto"/>
        <w:bottom w:val="none" w:sz="0" w:space="0" w:color="auto"/>
        <w:right w:val="none" w:sz="0" w:space="0" w:color="auto"/>
      </w:divBdr>
      <w:divsChild>
        <w:div w:id="1864129035">
          <w:marLeft w:val="0"/>
          <w:marRight w:val="0"/>
          <w:marTop w:val="0"/>
          <w:marBottom w:val="150"/>
          <w:divBdr>
            <w:top w:val="none" w:sz="0" w:space="0" w:color="auto"/>
            <w:left w:val="none" w:sz="0" w:space="0" w:color="auto"/>
            <w:bottom w:val="none" w:sz="0" w:space="0" w:color="auto"/>
            <w:right w:val="none" w:sz="0" w:space="0" w:color="auto"/>
          </w:divBdr>
        </w:div>
        <w:div w:id="1864129036">
          <w:marLeft w:val="0"/>
          <w:marRight w:val="0"/>
          <w:marTop w:val="0"/>
          <w:marBottom w:val="150"/>
          <w:divBdr>
            <w:top w:val="none" w:sz="0" w:space="0" w:color="auto"/>
            <w:left w:val="none" w:sz="0" w:space="0" w:color="auto"/>
            <w:bottom w:val="none" w:sz="0" w:space="0" w:color="auto"/>
            <w:right w:val="none" w:sz="0" w:space="0" w:color="auto"/>
          </w:divBdr>
        </w:div>
        <w:div w:id="186412903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588-2013-%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547</TotalTime>
  <Pages>12</Pages>
  <Words>4616</Words>
  <Characters>26314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user3344</cp:lastModifiedBy>
  <cp:revision>39</cp:revision>
  <cp:lastPrinted>2017-03-24T09:02:00Z</cp:lastPrinted>
  <dcterms:created xsi:type="dcterms:W3CDTF">2016-11-28T06:30:00Z</dcterms:created>
  <dcterms:modified xsi:type="dcterms:W3CDTF">2017-03-24T09:06:00Z</dcterms:modified>
</cp:coreProperties>
</file>