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29F" w:rsidRPr="006C2E22" w:rsidRDefault="004D029F" w:rsidP="006C2E22">
      <w:pPr>
        <w:rPr>
          <w:b/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 xml:space="preserve">                                                        </w:t>
      </w:r>
      <w:r>
        <w:rPr>
          <w:rFonts w:eastAsia="SimSun"/>
          <w:sz w:val="28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1443429" r:id="rId6"/>
        </w:object>
      </w:r>
    </w:p>
    <w:p w:rsidR="004D029F" w:rsidRPr="007D0354" w:rsidRDefault="004D029F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4D029F" w:rsidRPr="007D0354" w:rsidRDefault="004D029F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      МІСЬКА      РАДА</w:t>
      </w:r>
    </w:p>
    <w:p w:rsidR="004D029F" w:rsidRPr="00DE3C2C" w:rsidRDefault="004D029F" w:rsidP="00DE3C2C">
      <w:pPr>
        <w:jc w:val="center"/>
        <w:rPr>
          <w:b/>
          <w:bCs/>
          <w:sz w:val="28"/>
          <w:szCs w:val="28"/>
        </w:rPr>
      </w:pPr>
      <w:r w:rsidRPr="00DE3C2C">
        <w:rPr>
          <w:b/>
          <w:sz w:val="28"/>
          <w:szCs w:val="28"/>
        </w:rPr>
        <w:t>Двадцять сьома (позачергова) сесія сьомого скликання</w:t>
      </w:r>
    </w:p>
    <w:p w:rsidR="004D029F" w:rsidRPr="007D0354" w:rsidRDefault="004D029F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4D029F" w:rsidRPr="007D0354" w:rsidRDefault="004D029F" w:rsidP="00990ADE">
      <w:pPr>
        <w:jc w:val="both"/>
        <w:rPr>
          <w:sz w:val="28"/>
          <w:szCs w:val="28"/>
        </w:rPr>
      </w:pPr>
    </w:p>
    <w:p w:rsidR="004D029F" w:rsidRPr="007D0354" w:rsidRDefault="004D029F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18 жовтня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2977</w:t>
      </w:r>
    </w:p>
    <w:p w:rsidR="004D029F" w:rsidRPr="007D0354" w:rsidRDefault="004D029F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4D029F" w:rsidRPr="007D0354" w:rsidRDefault="004D029F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4D029F" w:rsidRPr="007D0354" w:rsidTr="0076488B">
        <w:tc>
          <w:tcPr>
            <w:tcW w:w="5562" w:type="dxa"/>
          </w:tcPr>
          <w:p w:rsidR="004D029F" w:rsidRPr="0076488B" w:rsidRDefault="004D029F" w:rsidP="00DE3C2C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76488B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</w:t>
            </w:r>
            <w:r w:rsidRPr="0076488B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6488B">
              <w:rPr>
                <w:bCs/>
                <w:sz w:val="28"/>
                <w:szCs w:val="28"/>
              </w:rPr>
              <w:t xml:space="preserve">Тячів, ур. </w:t>
            </w:r>
            <w:r>
              <w:rPr>
                <w:bCs/>
                <w:sz w:val="28"/>
                <w:szCs w:val="28"/>
              </w:rPr>
              <w:t>«</w:t>
            </w:r>
            <w:r w:rsidRPr="0076488B">
              <w:rPr>
                <w:bCs/>
                <w:sz w:val="28"/>
                <w:szCs w:val="28"/>
              </w:rPr>
              <w:t>Стара Ферма</w:t>
            </w:r>
            <w:r>
              <w:rPr>
                <w:bCs/>
                <w:sz w:val="28"/>
                <w:szCs w:val="28"/>
              </w:rPr>
              <w:t>»</w:t>
            </w:r>
            <w:r w:rsidRPr="0076488B">
              <w:rPr>
                <w:bCs/>
                <w:sz w:val="28"/>
                <w:szCs w:val="28"/>
              </w:rPr>
              <w:t>, б/н</w:t>
            </w:r>
            <w:r>
              <w:rPr>
                <w:bCs/>
                <w:sz w:val="28"/>
                <w:szCs w:val="28"/>
              </w:rPr>
              <w:t xml:space="preserve"> площею 0,2371 га, цільове призначення якої змінюється</w:t>
            </w:r>
            <w:r w:rsidRPr="0076488B">
              <w:rPr>
                <w:bCs/>
                <w:sz w:val="28"/>
                <w:szCs w:val="28"/>
              </w:rPr>
              <w:t xml:space="preserve"> </w:t>
            </w:r>
            <w:r w:rsidRPr="0076488B">
              <w:rPr>
                <w:sz w:val="28"/>
                <w:szCs w:val="28"/>
              </w:rPr>
              <w:t>для будівництва та обслуговування інших будівель громадської забудови.</w:t>
            </w:r>
          </w:p>
        </w:tc>
        <w:tc>
          <w:tcPr>
            <w:tcW w:w="4261" w:type="dxa"/>
          </w:tcPr>
          <w:p w:rsidR="004D029F" w:rsidRPr="0076488B" w:rsidRDefault="004D029F" w:rsidP="0076488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D029F" w:rsidRDefault="004D029F" w:rsidP="005124D0">
      <w:pPr>
        <w:jc w:val="both"/>
        <w:rPr>
          <w:bCs/>
          <w:sz w:val="28"/>
          <w:szCs w:val="28"/>
        </w:rPr>
      </w:pPr>
    </w:p>
    <w:p w:rsidR="004D029F" w:rsidRPr="00DE3C2C" w:rsidRDefault="004D029F" w:rsidP="00DE3C2C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 xml:space="preserve">ур. «Стара Ферма», б/н, </w:t>
      </w:r>
      <w:r>
        <w:rPr>
          <w:sz w:val="28"/>
          <w:szCs w:val="28"/>
        </w:rPr>
        <w:t>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сьома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4D029F" w:rsidRPr="007D0354" w:rsidRDefault="004D029F" w:rsidP="00DE3C2C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4D029F" w:rsidRPr="00780159" w:rsidRDefault="004D029F" w:rsidP="00BD6BED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78015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</w:t>
      </w:r>
      <w:r w:rsidRPr="00780159">
        <w:rPr>
          <w:sz w:val="28"/>
          <w:szCs w:val="28"/>
        </w:rPr>
        <w:t xml:space="preserve"> </w:t>
      </w:r>
      <w:r w:rsidRPr="00780159">
        <w:rPr>
          <w:bCs/>
          <w:sz w:val="28"/>
          <w:szCs w:val="28"/>
        </w:rPr>
        <w:t>в м.</w:t>
      </w:r>
      <w:r>
        <w:rPr>
          <w:bCs/>
          <w:sz w:val="28"/>
          <w:szCs w:val="28"/>
        </w:rPr>
        <w:t xml:space="preserve"> </w:t>
      </w:r>
      <w:r w:rsidRPr="00780159">
        <w:rPr>
          <w:bCs/>
          <w:sz w:val="28"/>
          <w:szCs w:val="28"/>
        </w:rPr>
        <w:t xml:space="preserve">Тячів, ур. </w:t>
      </w:r>
      <w:r>
        <w:rPr>
          <w:bCs/>
          <w:sz w:val="28"/>
          <w:szCs w:val="28"/>
        </w:rPr>
        <w:t>«</w:t>
      </w:r>
      <w:r w:rsidRPr="00780159">
        <w:rPr>
          <w:bCs/>
          <w:sz w:val="28"/>
          <w:szCs w:val="28"/>
        </w:rPr>
        <w:t>Стара Ферма</w:t>
      </w:r>
      <w:r>
        <w:rPr>
          <w:bCs/>
          <w:sz w:val="28"/>
          <w:szCs w:val="28"/>
        </w:rPr>
        <w:t>»</w:t>
      </w:r>
      <w:r w:rsidRPr="00780159">
        <w:rPr>
          <w:bCs/>
          <w:sz w:val="28"/>
          <w:szCs w:val="28"/>
        </w:rPr>
        <w:t>, б/н</w:t>
      </w:r>
      <w:r w:rsidRPr="00780159">
        <w:rPr>
          <w:sz w:val="28"/>
          <w:szCs w:val="28"/>
        </w:rPr>
        <w:t xml:space="preserve"> площею 0,2371</w:t>
      </w:r>
      <w:r>
        <w:rPr>
          <w:sz w:val="28"/>
          <w:szCs w:val="28"/>
        </w:rPr>
        <w:t xml:space="preserve"> </w:t>
      </w:r>
      <w:r w:rsidRPr="00780159">
        <w:rPr>
          <w:sz w:val="28"/>
          <w:szCs w:val="28"/>
        </w:rPr>
        <w:t>га</w:t>
      </w:r>
      <w:r>
        <w:rPr>
          <w:sz w:val="28"/>
          <w:szCs w:val="28"/>
        </w:rPr>
        <w:t>,</w:t>
      </w:r>
      <w:r w:rsidRPr="00DE3C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цільове призначення якої змінюється</w:t>
      </w:r>
      <w:r>
        <w:rPr>
          <w:sz w:val="28"/>
          <w:szCs w:val="28"/>
        </w:rPr>
        <w:t xml:space="preserve"> </w:t>
      </w:r>
      <w:r w:rsidRPr="00780159">
        <w:rPr>
          <w:sz w:val="28"/>
          <w:szCs w:val="28"/>
        </w:rPr>
        <w:t xml:space="preserve">для будівництва та </w:t>
      </w:r>
      <w:bookmarkStart w:id="0" w:name="_GoBack"/>
      <w:bookmarkEnd w:id="0"/>
      <w:r>
        <w:rPr>
          <w:sz w:val="28"/>
          <w:szCs w:val="28"/>
        </w:rPr>
        <w:t>обслуговування інших будівель громадської забудови</w:t>
      </w:r>
      <w:r w:rsidRPr="00780159">
        <w:rPr>
          <w:sz w:val="28"/>
          <w:szCs w:val="28"/>
        </w:rPr>
        <w:t>.</w:t>
      </w:r>
    </w:p>
    <w:p w:rsidR="004D029F" w:rsidRDefault="004D029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4D029F" w:rsidRDefault="004D029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4D029F" w:rsidRPr="00DE3C2C" w:rsidRDefault="004D029F" w:rsidP="00DE3C2C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E3C2C">
        <w:rPr>
          <w:sz w:val="28"/>
          <w:szCs w:val="28"/>
        </w:rPr>
        <w:t>Контроль за виконанням рішення покласти на депутатську комісію з питань містобудування, будівництва, житлово-комунального господарства та комунальної власності (голова комісії Манзюк В.М.) та  першого заступника міського голови Клебана І.Я.</w:t>
      </w:r>
    </w:p>
    <w:p w:rsidR="004D029F" w:rsidRPr="00DE3C2C" w:rsidRDefault="004D029F" w:rsidP="00990ADE">
      <w:pPr>
        <w:jc w:val="both"/>
        <w:rPr>
          <w:bCs/>
          <w:sz w:val="28"/>
          <w:szCs w:val="28"/>
        </w:rPr>
      </w:pPr>
    </w:p>
    <w:p w:rsidR="004D029F" w:rsidRDefault="004D029F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4D029F" w:rsidRDefault="004D029F" w:rsidP="00990ADE"/>
    <w:p w:rsidR="004D029F" w:rsidRDefault="004D029F" w:rsidP="00990ADE"/>
    <w:sectPr w:rsidR="004D029F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03521"/>
    <w:rsid w:val="00167CCE"/>
    <w:rsid w:val="0018572C"/>
    <w:rsid w:val="001B6AA9"/>
    <w:rsid w:val="00287ECF"/>
    <w:rsid w:val="003060A6"/>
    <w:rsid w:val="00317E1B"/>
    <w:rsid w:val="0035071E"/>
    <w:rsid w:val="0038354C"/>
    <w:rsid w:val="003D0807"/>
    <w:rsid w:val="00473406"/>
    <w:rsid w:val="004D029F"/>
    <w:rsid w:val="004F43BC"/>
    <w:rsid w:val="005124D0"/>
    <w:rsid w:val="005C1E7F"/>
    <w:rsid w:val="005D56B8"/>
    <w:rsid w:val="00602E7F"/>
    <w:rsid w:val="0061656D"/>
    <w:rsid w:val="006C2E22"/>
    <w:rsid w:val="00717CB4"/>
    <w:rsid w:val="0076488B"/>
    <w:rsid w:val="00780159"/>
    <w:rsid w:val="007D0354"/>
    <w:rsid w:val="007D48B0"/>
    <w:rsid w:val="007F5232"/>
    <w:rsid w:val="00821DB4"/>
    <w:rsid w:val="00857B01"/>
    <w:rsid w:val="008C71D8"/>
    <w:rsid w:val="008E18EF"/>
    <w:rsid w:val="00946A2D"/>
    <w:rsid w:val="00990ADE"/>
    <w:rsid w:val="00A32A58"/>
    <w:rsid w:val="00A35EB2"/>
    <w:rsid w:val="00A621AB"/>
    <w:rsid w:val="00A641A5"/>
    <w:rsid w:val="00A82321"/>
    <w:rsid w:val="00AD4A7C"/>
    <w:rsid w:val="00AD53BA"/>
    <w:rsid w:val="00AE229E"/>
    <w:rsid w:val="00AF2EFA"/>
    <w:rsid w:val="00B10E88"/>
    <w:rsid w:val="00B43FF3"/>
    <w:rsid w:val="00BD6BED"/>
    <w:rsid w:val="00BF61F7"/>
    <w:rsid w:val="00C2241A"/>
    <w:rsid w:val="00DB5313"/>
    <w:rsid w:val="00DC0289"/>
    <w:rsid w:val="00DE3C2C"/>
    <w:rsid w:val="00DF1EE8"/>
    <w:rsid w:val="00E11110"/>
    <w:rsid w:val="00E25B77"/>
    <w:rsid w:val="00E30F5F"/>
    <w:rsid w:val="00E7513C"/>
    <w:rsid w:val="00F37206"/>
    <w:rsid w:val="00F65366"/>
    <w:rsid w:val="00F80810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73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286</Words>
  <Characters>1634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2018-10-11T06:08:00Z</cp:lastPrinted>
  <dcterms:created xsi:type="dcterms:W3CDTF">2018-10-11T06:06:00Z</dcterms:created>
  <dcterms:modified xsi:type="dcterms:W3CDTF">2018-10-19T05:37:00Z</dcterms:modified>
</cp:coreProperties>
</file>