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D75" w:rsidRPr="00B57DBC" w:rsidRDefault="00362D75" w:rsidP="00B57DBC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89111159" r:id="rId6"/>
        </w:object>
      </w:r>
    </w:p>
    <w:p w:rsidR="00362D75" w:rsidRPr="00B57DBC" w:rsidRDefault="00362D75" w:rsidP="00B57DBC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t>УКРАЇНА</w:t>
      </w:r>
    </w:p>
    <w:p w:rsidR="00362D75" w:rsidRPr="00B57DBC" w:rsidRDefault="00362D75" w:rsidP="00B57DBC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t>ТЯЧІВСЬКА  МІСЬКА  РАДА</w:t>
      </w:r>
    </w:p>
    <w:p w:rsidR="00362D75" w:rsidRPr="00B57DBC" w:rsidRDefault="00362D75" w:rsidP="00B57DBC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t>Двадцять третя (позачергова) сесія сьомого скликання</w:t>
      </w:r>
    </w:p>
    <w:p w:rsidR="00362D75" w:rsidRPr="00B57DBC" w:rsidRDefault="00362D75" w:rsidP="00B57DBC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Друге</w:t>
      </w:r>
      <w:r w:rsidRPr="00B57DBC">
        <w:rPr>
          <w:b/>
          <w:sz w:val="31"/>
          <w:szCs w:val="31"/>
        </w:rPr>
        <w:t xml:space="preserve"> пленарне засідання</w:t>
      </w:r>
    </w:p>
    <w:p w:rsidR="00362D75" w:rsidRPr="00B57DBC" w:rsidRDefault="00362D75" w:rsidP="00B57DBC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t>Р І Ш Е Н Н Я</w:t>
      </w:r>
    </w:p>
    <w:p w:rsidR="00362D75" w:rsidRPr="007D0354" w:rsidRDefault="00362D75" w:rsidP="00990ADE">
      <w:pPr>
        <w:jc w:val="both"/>
        <w:rPr>
          <w:sz w:val="28"/>
          <w:szCs w:val="28"/>
        </w:rPr>
      </w:pPr>
    </w:p>
    <w:p w:rsidR="00362D75" w:rsidRPr="007D0354" w:rsidRDefault="00362D75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24 травня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2519</w:t>
      </w:r>
    </w:p>
    <w:p w:rsidR="00362D75" w:rsidRPr="007D0354" w:rsidRDefault="00362D75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362D75" w:rsidRPr="007D0354" w:rsidRDefault="00362D75" w:rsidP="00990ADE">
      <w:pPr>
        <w:jc w:val="both"/>
        <w:rPr>
          <w:sz w:val="28"/>
          <w:szCs w:val="28"/>
        </w:rPr>
      </w:pPr>
    </w:p>
    <w:tbl>
      <w:tblPr>
        <w:tblW w:w="9823" w:type="dxa"/>
        <w:tblInd w:w="-142" w:type="dxa"/>
        <w:tblLook w:val="01E0"/>
      </w:tblPr>
      <w:tblGrid>
        <w:gridCol w:w="4854"/>
        <w:gridCol w:w="4969"/>
      </w:tblGrid>
      <w:tr w:rsidR="00362D75" w:rsidRPr="007D0354" w:rsidTr="00B97D9A">
        <w:tc>
          <w:tcPr>
            <w:tcW w:w="4854" w:type="dxa"/>
          </w:tcPr>
          <w:p w:rsidR="00362D75" w:rsidRPr="00B97D9A" w:rsidRDefault="00362D75" w:rsidP="00B97D9A">
            <w:pPr>
              <w:jc w:val="both"/>
              <w:rPr>
                <w:bCs/>
                <w:sz w:val="28"/>
                <w:szCs w:val="28"/>
              </w:rPr>
            </w:pPr>
            <w:r w:rsidRPr="00B97D9A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97D9A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провул. Киї</w:t>
            </w:r>
            <w:r w:rsidRPr="00B97D9A">
              <w:rPr>
                <w:bCs/>
                <w:sz w:val="28"/>
                <w:szCs w:val="28"/>
              </w:rPr>
              <w:t>вський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969" w:type="dxa"/>
          </w:tcPr>
          <w:p w:rsidR="00362D75" w:rsidRPr="00B97D9A" w:rsidRDefault="00362D75" w:rsidP="00B97D9A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62D75" w:rsidRDefault="00362D75" w:rsidP="00990ADE">
      <w:pPr>
        <w:jc w:val="both"/>
        <w:rPr>
          <w:bCs/>
          <w:sz w:val="28"/>
          <w:szCs w:val="28"/>
        </w:rPr>
      </w:pPr>
    </w:p>
    <w:p w:rsidR="00362D75" w:rsidRPr="007D0354" w:rsidRDefault="00362D75" w:rsidP="00990ADE">
      <w:pPr>
        <w:jc w:val="both"/>
        <w:rPr>
          <w:bCs/>
          <w:sz w:val="28"/>
          <w:szCs w:val="28"/>
        </w:rPr>
      </w:pPr>
    </w:p>
    <w:p w:rsidR="00362D75" w:rsidRPr="007D0354" w:rsidRDefault="00362D75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 xml:space="preserve">провулок Київський, </w:t>
      </w:r>
      <w:r>
        <w:rPr>
          <w:sz w:val="28"/>
          <w:szCs w:val="28"/>
        </w:rPr>
        <w:t xml:space="preserve">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третя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362D75" w:rsidRDefault="00362D75" w:rsidP="00990ADE">
      <w:pPr>
        <w:ind w:right="-365"/>
        <w:jc w:val="center"/>
        <w:rPr>
          <w:b/>
          <w:bCs/>
          <w:sz w:val="28"/>
          <w:szCs w:val="28"/>
        </w:rPr>
      </w:pPr>
    </w:p>
    <w:p w:rsidR="00362D75" w:rsidRDefault="00362D75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362D75" w:rsidRPr="007D0354" w:rsidRDefault="00362D75" w:rsidP="00990ADE">
      <w:pPr>
        <w:ind w:right="-365"/>
        <w:jc w:val="center"/>
        <w:rPr>
          <w:b/>
          <w:bCs/>
          <w:sz w:val="28"/>
          <w:szCs w:val="28"/>
        </w:rPr>
      </w:pPr>
    </w:p>
    <w:p w:rsidR="00362D75" w:rsidRPr="00DC0289" w:rsidRDefault="00362D75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</w:t>
      </w:r>
      <w:r w:rsidRPr="00DC0289">
        <w:rPr>
          <w:sz w:val="28"/>
          <w:szCs w:val="28"/>
        </w:rPr>
        <w:t xml:space="preserve">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sz w:val="28"/>
          <w:szCs w:val="28"/>
        </w:rPr>
        <w:t xml:space="preserve">провулок Київський </w:t>
      </w: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інших будівель громадської забудови</w:t>
      </w:r>
      <w:bookmarkStart w:id="0" w:name="_GoBack"/>
      <w:bookmarkEnd w:id="0"/>
      <w:r w:rsidRPr="00DC0289">
        <w:rPr>
          <w:sz w:val="28"/>
          <w:szCs w:val="28"/>
        </w:rPr>
        <w:t>.</w:t>
      </w:r>
    </w:p>
    <w:p w:rsidR="00362D75" w:rsidRDefault="00362D75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362D75" w:rsidRDefault="00362D75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362D75" w:rsidRPr="00DC0289" w:rsidRDefault="00362D75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362D75" w:rsidRDefault="00362D75" w:rsidP="00990ADE">
      <w:pPr>
        <w:jc w:val="both"/>
        <w:rPr>
          <w:bCs/>
          <w:sz w:val="28"/>
          <w:szCs w:val="28"/>
        </w:rPr>
      </w:pPr>
    </w:p>
    <w:p w:rsidR="00362D75" w:rsidRDefault="00362D75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362D75" w:rsidRDefault="00362D75" w:rsidP="00990ADE"/>
    <w:sectPr w:rsidR="00362D75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19023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E7078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E840D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745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2161B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6801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3A0AA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222D7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564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B6ABD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14C4A"/>
    <w:rsid w:val="00167CCE"/>
    <w:rsid w:val="0018572C"/>
    <w:rsid w:val="001B6AA9"/>
    <w:rsid w:val="00287ECF"/>
    <w:rsid w:val="003060A6"/>
    <w:rsid w:val="00317E1B"/>
    <w:rsid w:val="00362D75"/>
    <w:rsid w:val="00473406"/>
    <w:rsid w:val="004E3163"/>
    <w:rsid w:val="005D56B8"/>
    <w:rsid w:val="00602E7F"/>
    <w:rsid w:val="0061656D"/>
    <w:rsid w:val="00717CB4"/>
    <w:rsid w:val="007D0354"/>
    <w:rsid w:val="007D48B0"/>
    <w:rsid w:val="00821DB4"/>
    <w:rsid w:val="00857B01"/>
    <w:rsid w:val="008C71D8"/>
    <w:rsid w:val="008E18EF"/>
    <w:rsid w:val="009868B2"/>
    <w:rsid w:val="00990ADE"/>
    <w:rsid w:val="00A32A58"/>
    <w:rsid w:val="00A35EB2"/>
    <w:rsid w:val="00A641A5"/>
    <w:rsid w:val="00AD4A7C"/>
    <w:rsid w:val="00AF2EFA"/>
    <w:rsid w:val="00B43FF3"/>
    <w:rsid w:val="00B57DBC"/>
    <w:rsid w:val="00B97D9A"/>
    <w:rsid w:val="00C24911"/>
    <w:rsid w:val="00CD6AD0"/>
    <w:rsid w:val="00DB5313"/>
    <w:rsid w:val="00DC0289"/>
    <w:rsid w:val="00DF1EE8"/>
    <w:rsid w:val="00E25B77"/>
    <w:rsid w:val="00E7513C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B57DB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5B43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255</Words>
  <Characters>1455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5</cp:revision>
  <cp:lastPrinted>2018-05-29T11:58:00Z</cp:lastPrinted>
  <dcterms:created xsi:type="dcterms:W3CDTF">2018-05-21T12:11:00Z</dcterms:created>
  <dcterms:modified xsi:type="dcterms:W3CDTF">2018-05-29T12:00:00Z</dcterms:modified>
</cp:coreProperties>
</file>