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72" w:rsidRPr="00C8321E" w:rsidRDefault="00870672" w:rsidP="00AB0F6F">
      <w:pPr>
        <w:rPr>
          <w:sz w:val="28"/>
          <w:szCs w:val="28"/>
        </w:rPr>
      </w:pPr>
      <w:r>
        <w:t xml:space="preserve">                                                                   </w:t>
      </w:r>
      <w:r w:rsidRPr="00D46981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52107306" r:id="rId6"/>
        </w:object>
      </w:r>
    </w:p>
    <w:p w:rsidR="00870672" w:rsidRPr="000846D0" w:rsidRDefault="00870672" w:rsidP="00AB0F6F">
      <w:pPr>
        <w:jc w:val="center"/>
        <w:rPr>
          <w:sz w:val="40"/>
        </w:rPr>
      </w:pPr>
      <w:r>
        <w:rPr>
          <w:b/>
          <w:sz w:val="32"/>
          <w:szCs w:val="32"/>
        </w:rPr>
        <w:t>У К Р А Ї Н А</w:t>
      </w:r>
    </w:p>
    <w:p w:rsidR="00870672" w:rsidRDefault="00870672" w:rsidP="00AB0F6F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870672" w:rsidRPr="00886A44" w:rsidRDefault="00870672" w:rsidP="00AB0F6F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>Тринадцята сесія сьомого скликання</w:t>
      </w:r>
    </w:p>
    <w:p w:rsidR="00870672" w:rsidRDefault="00870672" w:rsidP="00AB0F6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870672" w:rsidRPr="007D0354" w:rsidRDefault="00870672" w:rsidP="00990ADE">
      <w:pPr>
        <w:jc w:val="both"/>
        <w:rPr>
          <w:sz w:val="28"/>
          <w:szCs w:val="28"/>
        </w:rPr>
      </w:pPr>
    </w:p>
    <w:p w:rsidR="00870672" w:rsidRPr="007D0354" w:rsidRDefault="00870672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23 березня  2017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1400</w:t>
      </w:r>
    </w:p>
    <w:p w:rsidR="00870672" w:rsidRPr="007D0354" w:rsidRDefault="00870672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870672" w:rsidRPr="007D0354" w:rsidRDefault="00870672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4854"/>
        <w:gridCol w:w="4969"/>
      </w:tblGrid>
      <w:tr w:rsidR="00870672" w:rsidRPr="007D0354" w:rsidTr="00A4127C">
        <w:tc>
          <w:tcPr>
            <w:tcW w:w="4854" w:type="dxa"/>
          </w:tcPr>
          <w:p w:rsidR="00870672" w:rsidRPr="00A4127C" w:rsidRDefault="00870672" w:rsidP="00A4127C">
            <w:pPr>
              <w:jc w:val="both"/>
              <w:rPr>
                <w:bCs/>
                <w:sz w:val="28"/>
                <w:szCs w:val="28"/>
              </w:rPr>
            </w:pPr>
            <w:r w:rsidRPr="00A4127C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 земельної ділянки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4127C">
              <w:rPr>
                <w:bCs/>
                <w:sz w:val="28"/>
                <w:szCs w:val="28"/>
              </w:rPr>
              <w:t>Тячів,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4127C">
              <w:rPr>
                <w:bCs/>
                <w:sz w:val="28"/>
                <w:szCs w:val="28"/>
              </w:rPr>
              <w:t>вул. Польова, 3/1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969" w:type="dxa"/>
          </w:tcPr>
          <w:p w:rsidR="00870672" w:rsidRPr="00A4127C" w:rsidRDefault="00870672" w:rsidP="00A4127C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870672" w:rsidRDefault="00870672" w:rsidP="00990ADE">
      <w:pPr>
        <w:jc w:val="both"/>
        <w:rPr>
          <w:bCs/>
          <w:sz w:val="28"/>
          <w:szCs w:val="28"/>
        </w:rPr>
      </w:pPr>
    </w:p>
    <w:p w:rsidR="00870672" w:rsidRPr="007D0354" w:rsidRDefault="00870672" w:rsidP="00990ADE">
      <w:pPr>
        <w:jc w:val="both"/>
        <w:rPr>
          <w:bCs/>
          <w:sz w:val="28"/>
          <w:szCs w:val="28"/>
        </w:rPr>
      </w:pPr>
    </w:p>
    <w:p w:rsidR="00870672" w:rsidRPr="007D0354" w:rsidRDefault="00870672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поділу земельної ділянки та визначення функціонального призначення окремих її частин, розташованої в м. Тячів, </w:t>
      </w:r>
      <w:r>
        <w:rPr>
          <w:bCs/>
          <w:sz w:val="28"/>
          <w:szCs w:val="28"/>
        </w:rPr>
        <w:t xml:space="preserve">вул. Польова, 3/1, </w:t>
      </w:r>
      <w:r>
        <w:rPr>
          <w:sz w:val="28"/>
          <w:szCs w:val="28"/>
        </w:rPr>
        <w:t xml:space="preserve">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тринадцята</w:t>
      </w:r>
      <w:r w:rsidRPr="007D0354">
        <w:rPr>
          <w:bCs/>
          <w:sz w:val="28"/>
          <w:szCs w:val="28"/>
        </w:rPr>
        <w:t xml:space="preserve"> 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870672" w:rsidRDefault="00870672" w:rsidP="00990ADE">
      <w:pPr>
        <w:ind w:right="-365"/>
        <w:jc w:val="center"/>
        <w:rPr>
          <w:b/>
          <w:bCs/>
          <w:sz w:val="28"/>
          <w:szCs w:val="28"/>
        </w:rPr>
      </w:pPr>
    </w:p>
    <w:p w:rsidR="00870672" w:rsidRDefault="00870672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870672" w:rsidRPr="007D0354" w:rsidRDefault="00870672" w:rsidP="00990ADE">
      <w:pPr>
        <w:ind w:right="-365"/>
        <w:jc w:val="center"/>
        <w:rPr>
          <w:b/>
          <w:bCs/>
          <w:sz w:val="28"/>
          <w:szCs w:val="28"/>
        </w:rPr>
      </w:pPr>
    </w:p>
    <w:p w:rsidR="00870672" w:rsidRPr="00DC0289" w:rsidRDefault="00870672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Польова, 3/1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3,0573 </w:t>
      </w:r>
      <w:r w:rsidRPr="00DC0289">
        <w:rPr>
          <w:sz w:val="28"/>
          <w:szCs w:val="28"/>
        </w:rPr>
        <w:t xml:space="preserve">га </w:t>
      </w:r>
      <w:r>
        <w:rPr>
          <w:sz w:val="28"/>
          <w:szCs w:val="28"/>
        </w:rPr>
        <w:t>з визначенням функціонального призначення окремих її частин під будівництво та обслуговування багатоквартирного житлового будинку та будівництво та обслуговування закладів освіти.</w:t>
      </w:r>
      <w:bookmarkStart w:id="0" w:name="_GoBack"/>
      <w:bookmarkEnd w:id="0"/>
    </w:p>
    <w:p w:rsidR="00870672" w:rsidRDefault="00870672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870672" w:rsidRDefault="00870672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870672" w:rsidRPr="00DC0289" w:rsidRDefault="00870672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870672" w:rsidRDefault="00870672" w:rsidP="00990ADE">
      <w:pPr>
        <w:ind w:right="-365"/>
        <w:jc w:val="both"/>
        <w:rPr>
          <w:b/>
          <w:bCs/>
          <w:sz w:val="28"/>
          <w:szCs w:val="28"/>
        </w:rPr>
      </w:pPr>
    </w:p>
    <w:p w:rsidR="00870672" w:rsidRDefault="00870672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p w:rsidR="00870672" w:rsidRDefault="00870672" w:rsidP="00990ADE"/>
    <w:sectPr w:rsidR="00870672" w:rsidSect="00AB0F6F">
      <w:pgSz w:w="11906" w:h="16838"/>
      <w:pgMar w:top="851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846D0"/>
    <w:rsid w:val="00167CCE"/>
    <w:rsid w:val="001819B1"/>
    <w:rsid w:val="00182831"/>
    <w:rsid w:val="0018572C"/>
    <w:rsid w:val="001B6AA9"/>
    <w:rsid w:val="00317E1B"/>
    <w:rsid w:val="00473406"/>
    <w:rsid w:val="005D56B8"/>
    <w:rsid w:val="005F40D7"/>
    <w:rsid w:val="00602E7F"/>
    <w:rsid w:val="0061656D"/>
    <w:rsid w:val="00717CB4"/>
    <w:rsid w:val="007D0354"/>
    <w:rsid w:val="007D48B0"/>
    <w:rsid w:val="00821DB4"/>
    <w:rsid w:val="00857B01"/>
    <w:rsid w:val="00870672"/>
    <w:rsid w:val="00886A44"/>
    <w:rsid w:val="008C71D8"/>
    <w:rsid w:val="008E18EF"/>
    <w:rsid w:val="00990ADE"/>
    <w:rsid w:val="00A32A58"/>
    <w:rsid w:val="00A35EB2"/>
    <w:rsid w:val="00A4127C"/>
    <w:rsid w:val="00A641A5"/>
    <w:rsid w:val="00AB0F6F"/>
    <w:rsid w:val="00AD4A7C"/>
    <w:rsid w:val="00AF2EFA"/>
    <w:rsid w:val="00B43FF3"/>
    <w:rsid w:val="00C8321E"/>
    <w:rsid w:val="00D46981"/>
    <w:rsid w:val="00DB5313"/>
    <w:rsid w:val="00DC0289"/>
    <w:rsid w:val="00E7513C"/>
    <w:rsid w:val="00E7537B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276</Words>
  <Characters>1575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5</cp:revision>
  <cp:lastPrinted>2017-03-23T06:08:00Z</cp:lastPrinted>
  <dcterms:created xsi:type="dcterms:W3CDTF">2017-03-21T15:03:00Z</dcterms:created>
  <dcterms:modified xsi:type="dcterms:W3CDTF">2017-03-27T05:09:00Z</dcterms:modified>
</cp:coreProperties>
</file>