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EC" w:rsidRPr="00530A8F" w:rsidRDefault="00447BEC" w:rsidP="00530A8F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 w:rsidRPr="00530A8F">
        <w:rPr>
          <w:rFonts w:eastAsia="SimSun"/>
          <w:sz w:val="31"/>
          <w:szCs w:val="31"/>
          <w:lang w:eastAsia="uk-UA"/>
        </w:rPr>
        <w:t xml:space="preserve">                                                    </w:t>
      </w:r>
      <w:r w:rsidRPr="00530A8F">
        <w:rPr>
          <w:rFonts w:eastAsia="SimSun"/>
          <w:sz w:val="31"/>
          <w:szCs w:val="31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6807015" r:id="rId6"/>
        </w:object>
      </w:r>
    </w:p>
    <w:p w:rsidR="00447BEC" w:rsidRPr="00530A8F" w:rsidRDefault="00447BEC" w:rsidP="00990ADE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447BEC" w:rsidRPr="00530A8F" w:rsidRDefault="00447BEC" w:rsidP="00990ADE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447BEC" w:rsidRPr="00530A8F" w:rsidRDefault="00447BEC" w:rsidP="00990ADE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Двадцять восьма сесія сьомого</w:t>
      </w:r>
      <w:r>
        <w:rPr>
          <w:b/>
          <w:bCs/>
          <w:sz w:val="31"/>
          <w:szCs w:val="31"/>
        </w:rPr>
        <w:t xml:space="preserve"> </w:t>
      </w:r>
      <w:r w:rsidRPr="00530A8F">
        <w:rPr>
          <w:b/>
          <w:bCs/>
          <w:sz w:val="31"/>
          <w:szCs w:val="31"/>
        </w:rPr>
        <w:t>скликання</w:t>
      </w:r>
    </w:p>
    <w:p w:rsidR="00447BEC" w:rsidRPr="00530A8F" w:rsidRDefault="00447BEC" w:rsidP="00990ADE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rPr>
          <w:sz w:val="31"/>
          <w:szCs w:val="31"/>
        </w:rPr>
        <w:t>Р  І  Ш  Е  Н  Н  Я</w:t>
      </w:r>
    </w:p>
    <w:p w:rsidR="00447BEC" w:rsidRPr="007D0354" w:rsidRDefault="00447BEC" w:rsidP="00990ADE">
      <w:pPr>
        <w:jc w:val="both"/>
        <w:rPr>
          <w:sz w:val="28"/>
          <w:szCs w:val="28"/>
        </w:rPr>
      </w:pPr>
    </w:p>
    <w:p w:rsidR="00447BEC" w:rsidRPr="007D0354" w:rsidRDefault="00447BEC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18 грудня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3107</w:t>
      </w:r>
    </w:p>
    <w:p w:rsidR="00447BEC" w:rsidRPr="007D0354" w:rsidRDefault="00447BEC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447BEC" w:rsidRPr="007D0354" w:rsidRDefault="00447BEC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447BEC" w:rsidRPr="007D0354" w:rsidTr="00C13A4F">
        <w:tc>
          <w:tcPr>
            <w:tcW w:w="5562" w:type="dxa"/>
          </w:tcPr>
          <w:p w:rsidR="00447BEC" w:rsidRPr="00C13A4F" w:rsidRDefault="00447BEC" w:rsidP="00A451DD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C13A4F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</w:t>
            </w:r>
            <w:r w:rsidRPr="00C13A4F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13A4F">
              <w:rPr>
                <w:bCs/>
                <w:sz w:val="28"/>
                <w:szCs w:val="28"/>
              </w:rPr>
              <w:t>Тячів, вул. Армійська, 43</w:t>
            </w:r>
            <w:r>
              <w:rPr>
                <w:bCs/>
                <w:sz w:val="28"/>
                <w:szCs w:val="28"/>
              </w:rPr>
              <w:t xml:space="preserve">, цільове призначення якої змінюється </w:t>
            </w:r>
            <w:r w:rsidRPr="00C13A4F">
              <w:rPr>
                <w:sz w:val="28"/>
                <w:szCs w:val="28"/>
              </w:rPr>
              <w:t>для будівництва та обслуговування будівель торгівлі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61" w:type="dxa"/>
          </w:tcPr>
          <w:p w:rsidR="00447BEC" w:rsidRPr="00C13A4F" w:rsidRDefault="00447BEC" w:rsidP="00C13A4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47BEC" w:rsidRDefault="00447BEC" w:rsidP="005124D0">
      <w:pPr>
        <w:jc w:val="both"/>
        <w:rPr>
          <w:bCs/>
          <w:sz w:val="28"/>
          <w:szCs w:val="28"/>
        </w:rPr>
      </w:pPr>
    </w:p>
    <w:p w:rsidR="00447BEC" w:rsidRPr="007D0354" w:rsidRDefault="00447BEC" w:rsidP="005124D0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 xml:space="preserve">вул. Армійська, 43, 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восьма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447BEC" w:rsidRDefault="00447BEC" w:rsidP="005124D0">
      <w:pPr>
        <w:ind w:right="-365"/>
        <w:jc w:val="center"/>
        <w:rPr>
          <w:b/>
          <w:bCs/>
          <w:sz w:val="28"/>
          <w:szCs w:val="28"/>
        </w:rPr>
      </w:pPr>
    </w:p>
    <w:p w:rsidR="00447BEC" w:rsidRDefault="00447BEC" w:rsidP="005124D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447BEC" w:rsidRPr="007D0354" w:rsidRDefault="00447BEC" w:rsidP="005124D0">
      <w:pPr>
        <w:ind w:right="-365"/>
        <w:jc w:val="center"/>
        <w:rPr>
          <w:b/>
          <w:bCs/>
          <w:sz w:val="28"/>
          <w:szCs w:val="28"/>
        </w:rPr>
      </w:pPr>
    </w:p>
    <w:p w:rsidR="00447BEC" w:rsidRPr="00DC0289" w:rsidRDefault="00447BEC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 xml:space="preserve">в м. Тячів, вул. Армійська, 43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0,0414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торгівлі.</w:t>
      </w:r>
    </w:p>
    <w:p w:rsidR="00447BEC" w:rsidRDefault="00447BEC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447BEC" w:rsidRDefault="00447BEC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447BEC" w:rsidRPr="00DC0289" w:rsidRDefault="00447BEC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447BEC" w:rsidRDefault="00447BEC" w:rsidP="00990ADE">
      <w:pPr>
        <w:jc w:val="both"/>
        <w:rPr>
          <w:bCs/>
          <w:sz w:val="28"/>
          <w:szCs w:val="28"/>
        </w:rPr>
      </w:pPr>
    </w:p>
    <w:p w:rsidR="00447BEC" w:rsidRDefault="00447BEC" w:rsidP="00990ADE">
      <w:pPr>
        <w:jc w:val="both"/>
        <w:rPr>
          <w:bCs/>
          <w:sz w:val="28"/>
          <w:szCs w:val="28"/>
        </w:rPr>
      </w:pPr>
    </w:p>
    <w:p w:rsidR="00447BEC" w:rsidRDefault="00447BEC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447BEC" w:rsidRDefault="00447BEC" w:rsidP="00990ADE"/>
    <w:sectPr w:rsidR="00447BEC" w:rsidSect="00530A8F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B6AA9"/>
    <w:rsid w:val="00204197"/>
    <w:rsid w:val="00262B0E"/>
    <w:rsid w:val="00287ECF"/>
    <w:rsid w:val="003060A6"/>
    <w:rsid w:val="00317E1B"/>
    <w:rsid w:val="0035071E"/>
    <w:rsid w:val="00447BEC"/>
    <w:rsid w:val="00473406"/>
    <w:rsid w:val="005124D0"/>
    <w:rsid w:val="00530A8F"/>
    <w:rsid w:val="005D56B8"/>
    <w:rsid w:val="00602E7F"/>
    <w:rsid w:val="0061656D"/>
    <w:rsid w:val="00700AB5"/>
    <w:rsid w:val="00717CB4"/>
    <w:rsid w:val="007D0354"/>
    <w:rsid w:val="007D48B0"/>
    <w:rsid w:val="007E58F5"/>
    <w:rsid w:val="007E79DD"/>
    <w:rsid w:val="00821DB4"/>
    <w:rsid w:val="00857B01"/>
    <w:rsid w:val="008C71D8"/>
    <w:rsid w:val="008E18EF"/>
    <w:rsid w:val="00990ADE"/>
    <w:rsid w:val="00A32A58"/>
    <w:rsid w:val="00A35EB2"/>
    <w:rsid w:val="00A451DD"/>
    <w:rsid w:val="00A641A5"/>
    <w:rsid w:val="00AD4A7C"/>
    <w:rsid w:val="00AF2EFA"/>
    <w:rsid w:val="00B43FF3"/>
    <w:rsid w:val="00C13A4F"/>
    <w:rsid w:val="00CA5266"/>
    <w:rsid w:val="00CD4884"/>
    <w:rsid w:val="00D23110"/>
    <w:rsid w:val="00DB5313"/>
    <w:rsid w:val="00DC0289"/>
    <w:rsid w:val="00DF1EE8"/>
    <w:rsid w:val="00E25B77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270</Words>
  <Characters>1543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8</cp:revision>
  <cp:lastPrinted>2018-12-13T08:23:00Z</cp:lastPrinted>
  <dcterms:created xsi:type="dcterms:W3CDTF">2018-12-12T13:33:00Z</dcterms:created>
  <dcterms:modified xsi:type="dcterms:W3CDTF">2018-12-20T08:31:00Z</dcterms:modified>
</cp:coreProperties>
</file>