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EA" w:rsidRPr="00197100" w:rsidRDefault="00063FEA" w:rsidP="00950AAF">
      <w:pPr>
        <w:rPr>
          <w:sz w:val="28"/>
          <w:szCs w:val="28"/>
        </w:rPr>
      </w:pPr>
      <w:r>
        <w:t xml:space="preserve">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68122441" r:id="rId6"/>
        </w:object>
      </w:r>
      <w:r>
        <w:t xml:space="preserve">                                                             </w:t>
      </w:r>
      <w:r w:rsidRPr="00197100">
        <w:rPr>
          <w:sz w:val="28"/>
          <w:szCs w:val="28"/>
        </w:rPr>
        <w:t xml:space="preserve">                                               </w:t>
      </w:r>
    </w:p>
    <w:p w:rsidR="00063FEA" w:rsidRDefault="00063FEA" w:rsidP="00950AAF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063FEA" w:rsidRDefault="00063FEA" w:rsidP="00950AAF">
      <w:pPr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063FEA" w:rsidRPr="00C42E1D" w:rsidRDefault="00063FEA" w:rsidP="00950AAF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Вісімнадцята сесія сьомого скликання</w:t>
      </w:r>
    </w:p>
    <w:p w:rsidR="00063FEA" w:rsidRDefault="00063FEA" w:rsidP="00950AAF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063FEA" w:rsidRPr="007D0354" w:rsidRDefault="00063FEA" w:rsidP="00990ADE">
      <w:pPr>
        <w:jc w:val="both"/>
        <w:rPr>
          <w:sz w:val="28"/>
          <w:szCs w:val="28"/>
        </w:rPr>
      </w:pPr>
    </w:p>
    <w:p w:rsidR="00063FEA" w:rsidRPr="007D0354" w:rsidRDefault="00063FEA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21 вересня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1856</w:t>
      </w:r>
    </w:p>
    <w:p w:rsidR="00063FEA" w:rsidRPr="007D0354" w:rsidRDefault="00063FEA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063FEA" w:rsidRPr="007D0354" w:rsidRDefault="00063FEA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562"/>
        <w:gridCol w:w="4261"/>
      </w:tblGrid>
      <w:tr w:rsidR="00063FEA" w:rsidRPr="007D0354" w:rsidTr="001E6AFC">
        <w:tc>
          <w:tcPr>
            <w:tcW w:w="5562" w:type="dxa"/>
          </w:tcPr>
          <w:p w:rsidR="00063FEA" w:rsidRPr="001E6AFC" w:rsidRDefault="00063FEA" w:rsidP="001E6AFC">
            <w:pPr>
              <w:jc w:val="both"/>
              <w:rPr>
                <w:bCs/>
                <w:sz w:val="28"/>
                <w:szCs w:val="28"/>
              </w:rPr>
            </w:pPr>
            <w:r w:rsidRPr="001E6AFC">
              <w:rPr>
                <w:bCs/>
                <w:sz w:val="28"/>
                <w:szCs w:val="28"/>
              </w:rPr>
              <w:t xml:space="preserve">Про розроблення містобудівної документації – детального плану території </w:t>
            </w:r>
            <w:r w:rsidRPr="001E6AFC">
              <w:rPr>
                <w:sz w:val="28"/>
                <w:szCs w:val="28"/>
              </w:rPr>
              <w:t>земельної ділянки</w:t>
            </w:r>
            <w:r>
              <w:rPr>
                <w:sz w:val="28"/>
                <w:szCs w:val="28"/>
              </w:rPr>
              <w:t xml:space="preserve"> комунальної власності</w:t>
            </w:r>
            <w:r w:rsidRPr="001E6AFC">
              <w:rPr>
                <w:sz w:val="28"/>
                <w:szCs w:val="28"/>
              </w:rPr>
              <w:t xml:space="preserve"> </w:t>
            </w:r>
            <w:r w:rsidRPr="001E6AFC">
              <w:rPr>
                <w:bCs/>
                <w:sz w:val="28"/>
                <w:szCs w:val="28"/>
              </w:rPr>
              <w:t>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6AFC">
              <w:rPr>
                <w:bCs/>
                <w:sz w:val="28"/>
                <w:szCs w:val="28"/>
              </w:rPr>
              <w:t>Тячів,вул. Незалежності, 27 «г»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6AFC">
              <w:rPr>
                <w:sz w:val="28"/>
                <w:szCs w:val="28"/>
              </w:rPr>
              <w:t>для будівництва та обслуговування будівель торгівлі.</w:t>
            </w:r>
          </w:p>
        </w:tc>
        <w:tc>
          <w:tcPr>
            <w:tcW w:w="4261" w:type="dxa"/>
          </w:tcPr>
          <w:p w:rsidR="00063FEA" w:rsidRPr="001E6AFC" w:rsidRDefault="00063FEA" w:rsidP="001E6AF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63FEA" w:rsidRDefault="00063FEA" w:rsidP="00990ADE">
      <w:pPr>
        <w:jc w:val="both"/>
        <w:rPr>
          <w:bCs/>
          <w:sz w:val="28"/>
          <w:szCs w:val="28"/>
        </w:rPr>
      </w:pPr>
    </w:p>
    <w:p w:rsidR="00063FEA" w:rsidRPr="007D0354" w:rsidRDefault="00063FEA" w:rsidP="00990ADE">
      <w:pPr>
        <w:jc w:val="both"/>
        <w:rPr>
          <w:bCs/>
          <w:sz w:val="28"/>
          <w:szCs w:val="28"/>
        </w:rPr>
      </w:pPr>
    </w:p>
    <w:p w:rsidR="00063FEA" w:rsidRPr="007D0354" w:rsidRDefault="00063FEA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земельної ділянки, розташованої в м. Тячів, </w:t>
      </w:r>
      <w:r>
        <w:rPr>
          <w:bCs/>
          <w:sz w:val="28"/>
          <w:szCs w:val="28"/>
        </w:rPr>
        <w:t>вул. Незалежності, 27 «г»,</w:t>
      </w:r>
      <w:r>
        <w:rPr>
          <w:sz w:val="28"/>
          <w:szCs w:val="28"/>
        </w:rPr>
        <w:t xml:space="preserve"> 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вісімнадцята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063FEA" w:rsidRDefault="00063FEA" w:rsidP="00990ADE">
      <w:pPr>
        <w:ind w:right="-365"/>
        <w:jc w:val="center"/>
        <w:rPr>
          <w:b/>
          <w:bCs/>
          <w:sz w:val="28"/>
          <w:szCs w:val="28"/>
        </w:rPr>
      </w:pPr>
    </w:p>
    <w:p w:rsidR="00063FEA" w:rsidRDefault="00063FEA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063FEA" w:rsidRPr="007D0354" w:rsidRDefault="00063FEA" w:rsidP="00990ADE">
      <w:pPr>
        <w:ind w:right="-365"/>
        <w:jc w:val="center"/>
        <w:rPr>
          <w:b/>
          <w:bCs/>
          <w:sz w:val="28"/>
          <w:szCs w:val="28"/>
        </w:rPr>
      </w:pPr>
    </w:p>
    <w:p w:rsidR="00063FEA" w:rsidRPr="00DC0289" w:rsidRDefault="00063FE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комунальної власності</w:t>
      </w:r>
      <w:r w:rsidRPr="00DC028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м. Тячів, вул. Незалежності, 27 «г» площею 0,0005 га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063FEA" w:rsidRDefault="00063FE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063FEA" w:rsidRDefault="00063FE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063FEA" w:rsidRPr="00DC0289" w:rsidRDefault="00063FE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063FEA" w:rsidRDefault="00063FEA" w:rsidP="00990ADE">
      <w:pPr>
        <w:jc w:val="both"/>
        <w:rPr>
          <w:bCs/>
          <w:sz w:val="28"/>
          <w:szCs w:val="28"/>
        </w:rPr>
      </w:pPr>
    </w:p>
    <w:p w:rsidR="00063FEA" w:rsidRDefault="00063FEA" w:rsidP="00990ADE">
      <w:pPr>
        <w:jc w:val="both"/>
        <w:rPr>
          <w:bCs/>
          <w:sz w:val="28"/>
          <w:szCs w:val="28"/>
        </w:rPr>
      </w:pPr>
    </w:p>
    <w:p w:rsidR="00063FEA" w:rsidRDefault="00063FEA" w:rsidP="00990ADE">
      <w:pPr>
        <w:ind w:right="-365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063FEA" w:rsidRDefault="00063FEA" w:rsidP="00990ADE"/>
    <w:sectPr w:rsidR="00063FEA" w:rsidSect="00950AAF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63FEA"/>
    <w:rsid w:val="00167CCE"/>
    <w:rsid w:val="0018572C"/>
    <w:rsid w:val="00197100"/>
    <w:rsid w:val="001B6AA9"/>
    <w:rsid w:val="001E6AFC"/>
    <w:rsid w:val="00287ECF"/>
    <w:rsid w:val="00317E1B"/>
    <w:rsid w:val="00334685"/>
    <w:rsid w:val="00473406"/>
    <w:rsid w:val="005D56B8"/>
    <w:rsid w:val="005E6622"/>
    <w:rsid w:val="00602E7F"/>
    <w:rsid w:val="0061656D"/>
    <w:rsid w:val="00717CB4"/>
    <w:rsid w:val="007D0354"/>
    <w:rsid w:val="007D48B0"/>
    <w:rsid w:val="00821DB4"/>
    <w:rsid w:val="00857B01"/>
    <w:rsid w:val="008C71D8"/>
    <w:rsid w:val="008E18EF"/>
    <w:rsid w:val="00950AAF"/>
    <w:rsid w:val="00990ADE"/>
    <w:rsid w:val="00A32A58"/>
    <w:rsid w:val="00A35EB2"/>
    <w:rsid w:val="00A641A5"/>
    <w:rsid w:val="00AD4A7C"/>
    <w:rsid w:val="00AF2EFA"/>
    <w:rsid w:val="00B111D0"/>
    <w:rsid w:val="00B43FF3"/>
    <w:rsid w:val="00C057B2"/>
    <w:rsid w:val="00C42E1D"/>
    <w:rsid w:val="00C657E0"/>
    <w:rsid w:val="00D3562D"/>
    <w:rsid w:val="00DB5313"/>
    <w:rsid w:val="00DC0289"/>
    <w:rsid w:val="00DD4C5C"/>
    <w:rsid w:val="00E25B77"/>
    <w:rsid w:val="00E7513C"/>
    <w:rsid w:val="00ED7CD9"/>
    <w:rsid w:val="00EF411F"/>
    <w:rsid w:val="00F03477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288</Words>
  <Characters>1642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7</cp:revision>
  <cp:lastPrinted>2017-09-28T13:48:00Z</cp:lastPrinted>
  <dcterms:created xsi:type="dcterms:W3CDTF">2017-09-20T13:06:00Z</dcterms:created>
  <dcterms:modified xsi:type="dcterms:W3CDTF">2017-09-28T13:48:00Z</dcterms:modified>
</cp:coreProperties>
</file>