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3E" w:rsidRDefault="0086213E" w:rsidP="001A7EB9">
      <w:pPr>
        <w:pStyle w:val="Heading1"/>
        <w:tabs>
          <w:tab w:val="left" w:pos="6120"/>
        </w:tabs>
        <w:rPr>
          <w:sz w:val="31"/>
          <w:szCs w:val="31"/>
        </w:rPr>
      </w:pPr>
    </w:p>
    <w:p w:rsidR="0086213E" w:rsidRPr="00197100" w:rsidRDefault="0086213E" w:rsidP="00E2651D">
      <w:pPr>
        <w:rPr>
          <w:sz w:val="28"/>
          <w:szCs w:val="28"/>
        </w:rPr>
      </w:pPr>
      <w:r>
        <w:t xml:space="preserve">    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68457263" r:id="rId8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86213E" w:rsidRDefault="0086213E" w:rsidP="00E2651D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86213E" w:rsidRDefault="0086213E" w:rsidP="00E2651D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86213E" w:rsidRPr="00C42E1D" w:rsidRDefault="0086213E" w:rsidP="00E2651D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86213E" w:rsidRDefault="0086213E" w:rsidP="00E2651D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86213E" w:rsidRPr="00821DB4" w:rsidRDefault="0086213E" w:rsidP="001A7EB9"/>
    <w:p w:rsidR="0086213E" w:rsidRPr="007A0645" w:rsidRDefault="0086213E" w:rsidP="00E2651D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7A0645">
        <w:rPr>
          <w:rFonts w:ascii="Times New Roman" w:hAnsi="Times New Roman"/>
          <w:b w:val="0"/>
        </w:rPr>
        <w:t xml:space="preserve">від  </w:t>
      </w:r>
      <w:r>
        <w:rPr>
          <w:rFonts w:ascii="Times New Roman" w:hAnsi="Times New Roman"/>
          <w:b w:val="0"/>
        </w:rPr>
        <w:t>21</w:t>
      </w:r>
      <w:r w:rsidRPr="007A0645">
        <w:rPr>
          <w:rFonts w:ascii="Times New Roman" w:hAnsi="Times New Roman"/>
          <w:b w:val="0"/>
        </w:rPr>
        <w:t xml:space="preserve">  вересня  2017  року  № </w:t>
      </w:r>
      <w:r>
        <w:rPr>
          <w:rFonts w:ascii="Times New Roman" w:hAnsi="Times New Roman"/>
          <w:b w:val="0"/>
        </w:rPr>
        <w:t>1861</w:t>
      </w:r>
      <w:r w:rsidRPr="007A0645">
        <w:rPr>
          <w:rFonts w:ascii="Times New Roman" w:hAnsi="Times New Roman"/>
          <w:b w:val="0"/>
        </w:rPr>
        <w:t xml:space="preserve"> </w:t>
      </w:r>
    </w:p>
    <w:p w:rsidR="0086213E" w:rsidRPr="007A0645" w:rsidRDefault="0086213E" w:rsidP="00E2651D">
      <w:pPr>
        <w:pStyle w:val="Heading4"/>
        <w:tabs>
          <w:tab w:val="left" w:pos="180"/>
        </w:tabs>
        <w:ind w:left="180" w:hanging="180"/>
        <w:jc w:val="both"/>
        <w:rPr>
          <w:rFonts w:ascii="Times New Roman" w:hAnsi="Times New Roman"/>
          <w:b w:val="0"/>
        </w:rPr>
      </w:pPr>
      <w:r w:rsidRPr="007A0645">
        <w:rPr>
          <w:rFonts w:ascii="Times New Roman" w:hAnsi="Times New Roman"/>
          <w:b w:val="0"/>
        </w:rPr>
        <w:t>м. Тячів</w:t>
      </w:r>
    </w:p>
    <w:p w:rsidR="0086213E" w:rsidRPr="007A0C87" w:rsidRDefault="0086213E" w:rsidP="00E2651D">
      <w:pPr>
        <w:tabs>
          <w:tab w:val="left" w:pos="180"/>
        </w:tabs>
        <w:ind w:left="180" w:hanging="180"/>
      </w:pPr>
    </w:p>
    <w:tbl>
      <w:tblPr>
        <w:tblW w:w="9823" w:type="dxa"/>
        <w:tblInd w:w="108" w:type="dxa"/>
        <w:tblLook w:val="01E0"/>
      </w:tblPr>
      <w:tblGrid>
        <w:gridCol w:w="6238"/>
        <w:gridCol w:w="3585"/>
      </w:tblGrid>
      <w:tr w:rsidR="0086213E" w:rsidRPr="007D0354" w:rsidTr="00E2651D">
        <w:tc>
          <w:tcPr>
            <w:tcW w:w="6238" w:type="dxa"/>
          </w:tcPr>
          <w:p w:rsidR="0086213E" w:rsidRPr="00DC0289" w:rsidRDefault="0086213E" w:rsidP="00E2651D">
            <w:pPr>
              <w:pStyle w:val="ListParagraph"/>
              <w:ind w:left="-108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Про затвердження </w:t>
            </w:r>
            <w:r w:rsidRPr="00DD6FC3">
              <w:rPr>
                <w:bCs/>
                <w:sz w:val="28"/>
                <w:szCs w:val="28"/>
              </w:rPr>
              <w:t xml:space="preserve">містобудівної  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земельної ділянки в м. Тячів, вул. Армійська, 67</w:t>
            </w:r>
            <w:r w:rsidRPr="00DC0289">
              <w:rPr>
                <w:sz w:val="28"/>
                <w:szCs w:val="28"/>
              </w:rPr>
              <w:t xml:space="preserve"> площею </w:t>
            </w:r>
            <w:r>
              <w:rPr>
                <w:sz w:val="28"/>
                <w:szCs w:val="28"/>
              </w:rPr>
              <w:t xml:space="preserve">0,0540 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86213E" w:rsidRPr="00B7249B" w:rsidRDefault="0086213E" w:rsidP="00E2651D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86213E" w:rsidRPr="00B7249B" w:rsidRDefault="0086213E" w:rsidP="00E2651D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6213E" w:rsidRPr="00DF1E34" w:rsidRDefault="0086213E" w:rsidP="001A7EB9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Армійська, 67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0,0540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26</w:t>
      </w:r>
      <w:r w:rsidRPr="00DF1E34">
        <w:rPr>
          <w:sz w:val="28"/>
          <w:szCs w:val="28"/>
        </w:rPr>
        <w:t>.05.201</w:t>
      </w:r>
      <w:r>
        <w:rPr>
          <w:sz w:val="28"/>
          <w:szCs w:val="28"/>
        </w:rPr>
        <w:t>5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4878</w:t>
      </w:r>
      <w:r w:rsidRPr="00DF1E34">
        <w:rPr>
          <w:sz w:val="28"/>
          <w:szCs w:val="28"/>
        </w:rPr>
        <w:t>, беручи до уваги протокол громадських слухань щодо врахування громадських інтересів під час розроблення проектів містобудівної документації від 1</w:t>
      </w:r>
      <w:r>
        <w:rPr>
          <w:sz w:val="28"/>
          <w:szCs w:val="28"/>
        </w:rPr>
        <w:t>6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 w:rsidRPr="00DF1E34">
        <w:rPr>
          <w:bCs/>
          <w:sz w:val="28"/>
          <w:szCs w:val="28"/>
        </w:rPr>
        <w:t xml:space="preserve"> вісімнадцята сесія сьомого скликання Тячівської міської ради</w:t>
      </w:r>
    </w:p>
    <w:p w:rsidR="0086213E" w:rsidRDefault="0086213E" w:rsidP="001A7EB9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6213E" w:rsidRPr="007D0354" w:rsidRDefault="0086213E" w:rsidP="001A7EB9">
      <w:pPr>
        <w:ind w:right="-365"/>
        <w:jc w:val="center"/>
        <w:rPr>
          <w:b/>
          <w:bCs/>
          <w:sz w:val="28"/>
          <w:szCs w:val="28"/>
        </w:rPr>
      </w:pPr>
    </w:p>
    <w:p w:rsidR="0086213E" w:rsidRPr="00DC0289" w:rsidRDefault="0086213E" w:rsidP="001A7EB9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вул. Армійська, 67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0,0540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86213E" w:rsidRDefault="0086213E" w:rsidP="001A7EB9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>детального плану території земельної ділянки в м. Тячів, вул. Армійська, 67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0,0540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86213E" w:rsidRPr="00464C9C" w:rsidRDefault="0086213E" w:rsidP="001A7E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86213E" w:rsidRDefault="0086213E" w:rsidP="001A7EB9">
      <w:pPr>
        <w:ind w:right="-365"/>
        <w:jc w:val="both"/>
        <w:rPr>
          <w:b/>
          <w:bCs/>
          <w:sz w:val="28"/>
          <w:szCs w:val="28"/>
        </w:rPr>
      </w:pPr>
    </w:p>
    <w:p w:rsidR="0086213E" w:rsidRDefault="0086213E" w:rsidP="001A7EB9">
      <w:pPr>
        <w:ind w:right="-365"/>
        <w:jc w:val="both"/>
        <w:rPr>
          <w:bCs/>
          <w:sz w:val="28"/>
          <w:szCs w:val="28"/>
        </w:rPr>
      </w:pPr>
    </w:p>
    <w:p w:rsidR="0086213E" w:rsidRDefault="0086213E" w:rsidP="001A7EB9">
      <w:pPr>
        <w:ind w:right="-365"/>
        <w:jc w:val="both"/>
        <w:rPr>
          <w:bCs/>
          <w:sz w:val="28"/>
          <w:szCs w:val="28"/>
        </w:rPr>
      </w:pPr>
    </w:p>
    <w:p w:rsidR="0086213E" w:rsidRDefault="0086213E" w:rsidP="001A7EB9">
      <w:pPr>
        <w:ind w:right="-365"/>
        <w:jc w:val="both"/>
        <w:rPr>
          <w:bCs/>
          <w:sz w:val="28"/>
          <w:szCs w:val="28"/>
        </w:rPr>
      </w:pPr>
    </w:p>
    <w:p w:rsidR="0086213E" w:rsidRDefault="0086213E" w:rsidP="001A7EB9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86213E" w:rsidRDefault="0086213E" w:rsidP="00EB1E4B"/>
    <w:p w:rsidR="0086213E" w:rsidRDefault="0086213E" w:rsidP="00EB1E4B">
      <w:bookmarkStart w:id="0" w:name="_GoBack"/>
      <w:bookmarkEnd w:id="0"/>
    </w:p>
    <w:sectPr w:rsidR="0086213E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13E" w:rsidRDefault="0086213E" w:rsidP="004726A3">
      <w:r>
        <w:separator/>
      </w:r>
    </w:p>
  </w:endnote>
  <w:endnote w:type="continuationSeparator" w:id="1">
    <w:p w:rsidR="0086213E" w:rsidRDefault="0086213E" w:rsidP="0047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13E" w:rsidRDefault="0086213E" w:rsidP="004726A3">
      <w:r>
        <w:separator/>
      </w:r>
    </w:p>
  </w:footnote>
  <w:footnote w:type="continuationSeparator" w:id="1">
    <w:p w:rsidR="0086213E" w:rsidRDefault="0086213E" w:rsidP="00472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3E" w:rsidRDefault="0086213E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34E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4D3A"/>
    <w:rsid w:val="000F521C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100"/>
    <w:rsid w:val="001979D4"/>
    <w:rsid w:val="001A01E0"/>
    <w:rsid w:val="001A154E"/>
    <w:rsid w:val="001A23DB"/>
    <w:rsid w:val="001A5A1B"/>
    <w:rsid w:val="001A6E6C"/>
    <w:rsid w:val="001A7EB9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601E"/>
    <w:rsid w:val="002A68F6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E098D"/>
    <w:rsid w:val="002E0CBC"/>
    <w:rsid w:val="002E15B0"/>
    <w:rsid w:val="002E2289"/>
    <w:rsid w:val="002E2815"/>
    <w:rsid w:val="002E2F0F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18BD"/>
    <w:rsid w:val="00392E75"/>
    <w:rsid w:val="00392F7A"/>
    <w:rsid w:val="0039407F"/>
    <w:rsid w:val="003951CD"/>
    <w:rsid w:val="0039521D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39FA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491A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48FF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5E78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21A84"/>
    <w:rsid w:val="007262E1"/>
    <w:rsid w:val="00731E08"/>
    <w:rsid w:val="007334B1"/>
    <w:rsid w:val="00736D5E"/>
    <w:rsid w:val="007402E9"/>
    <w:rsid w:val="0074092F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DB8"/>
    <w:rsid w:val="00792DD4"/>
    <w:rsid w:val="007940AA"/>
    <w:rsid w:val="00794F4D"/>
    <w:rsid w:val="0079603C"/>
    <w:rsid w:val="00796644"/>
    <w:rsid w:val="00796F84"/>
    <w:rsid w:val="00797623"/>
    <w:rsid w:val="007A0645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13E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E8B"/>
    <w:rsid w:val="00933807"/>
    <w:rsid w:val="009338DA"/>
    <w:rsid w:val="009344C7"/>
    <w:rsid w:val="00935BD3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292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345C"/>
    <w:rsid w:val="00A63BF3"/>
    <w:rsid w:val="00A63E98"/>
    <w:rsid w:val="00A6718B"/>
    <w:rsid w:val="00A67A35"/>
    <w:rsid w:val="00A67BD6"/>
    <w:rsid w:val="00A71364"/>
    <w:rsid w:val="00A731BE"/>
    <w:rsid w:val="00A737D9"/>
    <w:rsid w:val="00A746AD"/>
    <w:rsid w:val="00A75439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B0D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DAC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2E1D"/>
    <w:rsid w:val="00C43B35"/>
    <w:rsid w:val="00C43BE5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20E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4DBD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15B6"/>
    <w:rsid w:val="00D5425F"/>
    <w:rsid w:val="00D54405"/>
    <w:rsid w:val="00D561C4"/>
    <w:rsid w:val="00D6508E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0F"/>
    <w:rsid w:val="00DA6090"/>
    <w:rsid w:val="00DA6A49"/>
    <w:rsid w:val="00DA7E1D"/>
    <w:rsid w:val="00DB43A5"/>
    <w:rsid w:val="00DB4B4A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1E34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2651D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814E4"/>
    <w:rsid w:val="00E81B95"/>
    <w:rsid w:val="00E82045"/>
    <w:rsid w:val="00E824D7"/>
    <w:rsid w:val="00E82EE1"/>
    <w:rsid w:val="00E84475"/>
    <w:rsid w:val="00E85577"/>
    <w:rsid w:val="00E866B9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1E4B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3AE4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952ED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31E08"/>
    <w:rPr>
      <w:rFonts w:ascii="Calibri" w:hAnsi="Calibri" w:cs="Times New Roman"/>
      <w:b/>
      <w:sz w:val="28"/>
      <w:lang w:val="uk-UA"/>
    </w:rPr>
  </w:style>
  <w:style w:type="table" w:styleId="TableGrid">
    <w:name w:val="Table Grid"/>
    <w:basedOn w:val="TableNormal"/>
    <w:uiPriority w:val="99"/>
    <w:rsid w:val="002952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726A3"/>
    <w:rPr>
      <w:rFonts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26A3"/>
    <w:rPr>
      <w:rFonts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78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302</Words>
  <Characters>1727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user3344</cp:lastModifiedBy>
  <cp:revision>18</cp:revision>
  <cp:lastPrinted>2017-10-02T10:47:00Z</cp:lastPrinted>
  <dcterms:created xsi:type="dcterms:W3CDTF">2016-12-20T14:03:00Z</dcterms:created>
  <dcterms:modified xsi:type="dcterms:W3CDTF">2017-10-02T10:48:00Z</dcterms:modified>
</cp:coreProperties>
</file>