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4A" w:rsidRDefault="00D54F4A" w:rsidP="0057696F">
      <w:pPr>
        <w:pStyle w:val="Heading1"/>
        <w:tabs>
          <w:tab w:val="left" w:pos="6120"/>
        </w:tabs>
        <w:jc w:val="left"/>
      </w:pPr>
      <w:r>
        <w:rPr>
          <w:szCs w:val="28"/>
        </w:rPr>
        <w:t xml:space="preserve">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1570792" r:id="rId6"/>
        </w:object>
      </w:r>
    </w:p>
    <w:p w:rsidR="00D54F4A" w:rsidRPr="007D0354" w:rsidRDefault="00D54F4A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D54F4A" w:rsidRPr="007D0354" w:rsidRDefault="00D54F4A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МІСЬКА РАДА</w:t>
      </w:r>
    </w:p>
    <w:p w:rsidR="00D54F4A" w:rsidRPr="007D0354" w:rsidRDefault="00D54F4A" w:rsidP="00990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Дев’ятнадцята (позачергова) </w:t>
      </w:r>
      <w:r w:rsidRPr="007D0354">
        <w:rPr>
          <w:b/>
          <w:bCs/>
          <w:sz w:val="28"/>
          <w:szCs w:val="28"/>
        </w:rPr>
        <w:t xml:space="preserve">сесія </w:t>
      </w:r>
      <w:r>
        <w:rPr>
          <w:b/>
          <w:bCs/>
          <w:sz w:val="28"/>
          <w:szCs w:val="28"/>
        </w:rPr>
        <w:t xml:space="preserve">сьомого </w:t>
      </w:r>
      <w:r w:rsidRPr="007D0354">
        <w:rPr>
          <w:b/>
          <w:bCs/>
          <w:sz w:val="28"/>
          <w:szCs w:val="28"/>
        </w:rPr>
        <w:t>скликання</w:t>
      </w:r>
    </w:p>
    <w:p w:rsidR="00D54F4A" w:rsidRPr="007D0354" w:rsidRDefault="00D54F4A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D54F4A" w:rsidRPr="007D0354" w:rsidRDefault="00D54F4A" w:rsidP="00990ADE">
      <w:pPr>
        <w:jc w:val="both"/>
        <w:rPr>
          <w:sz w:val="28"/>
          <w:szCs w:val="28"/>
        </w:rPr>
      </w:pPr>
    </w:p>
    <w:p w:rsidR="00D54F4A" w:rsidRPr="007D0354" w:rsidRDefault="00D54F4A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31 жовтня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1948</w:t>
      </w:r>
    </w:p>
    <w:p w:rsidR="00D54F4A" w:rsidRPr="007D0354" w:rsidRDefault="00D54F4A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54F4A" w:rsidRPr="007D0354" w:rsidRDefault="00D54F4A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D54F4A" w:rsidRPr="007D0354" w:rsidTr="0065259B">
        <w:tc>
          <w:tcPr>
            <w:tcW w:w="4854" w:type="dxa"/>
          </w:tcPr>
          <w:p w:rsidR="00D54F4A" w:rsidRPr="0065259B" w:rsidRDefault="00D54F4A" w:rsidP="00C04011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65259B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5259B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5259B">
              <w:rPr>
                <w:bCs/>
                <w:sz w:val="28"/>
                <w:szCs w:val="28"/>
              </w:rPr>
              <w:t>вул. Кошута, 2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, цільове призначення якої змінюється для будівництва та обслуговування будівель торгівлі.</w:t>
            </w:r>
          </w:p>
        </w:tc>
        <w:tc>
          <w:tcPr>
            <w:tcW w:w="4969" w:type="dxa"/>
          </w:tcPr>
          <w:p w:rsidR="00D54F4A" w:rsidRPr="0065259B" w:rsidRDefault="00D54F4A" w:rsidP="0065259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54F4A" w:rsidRDefault="00D54F4A" w:rsidP="00990ADE">
      <w:pPr>
        <w:jc w:val="both"/>
        <w:rPr>
          <w:bCs/>
          <w:sz w:val="28"/>
          <w:szCs w:val="28"/>
        </w:rPr>
      </w:pPr>
    </w:p>
    <w:p w:rsidR="00D54F4A" w:rsidRPr="007D0354" w:rsidRDefault="00D54F4A" w:rsidP="00990ADE">
      <w:pPr>
        <w:jc w:val="both"/>
        <w:rPr>
          <w:bCs/>
          <w:sz w:val="28"/>
          <w:szCs w:val="28"/>
        </w:rPr>
      </w:pPr>
    </w:p>
    <w:p w:rsidR="00D54F4A" w:rsidRPr="007D0354" w:rsidRDefault="00D54F4A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вул. Кошута, 2,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дев’ятнадцята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D54F4A" w:rsidRDefault="00D54F4A" w:rsidP="00990ADE">
      <w:pPr>
        <w:ind w:right="-365"/>
        <w:jc w:val="center"/>
        <w:rPr>
          <w:b/>
          <w:bCs/>
          <w:sz w:val="28"/>
          <w:szCs w:val="28"/>
        </w:rPr>
      </w:pPr>
    </w:p>
    <w:p w:rsidR="00D54F4A" w:rsidRDefault="00D54F4A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54F4A" w:rsidRPr="007D0354" w:rsidRDefault="00D54F4A" w:rsidP="00990ADE">
      <w:pPr>
        <w:ind w:right="-365"/>
        <w:jc w:val="center"/>
        <w:rPr>
          <w:b/>
          <w:bCs/>
          <w:sz w:val="28"/>
          <w:szCs w:val="28"/>
        </w:rPr>
      </w:pPr>
    </w:p>
    <w:p w:rsidR="00D54F4A" w:rsidRPr="00DC0289" w:rsidRDefault="00D54F4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Кошута, 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0,0625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D54F4A" w:rsidRDefault="00D54F4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D54F4A" w:rsidRDefault="00D54F4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D54F4A" w:rsidRPr="00DC0289" w:rsidRDefault="00D54F4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54F4A" w:rsidRDefault="00D54F4A" w:rsidP="00990ADE">
      <w:pPr>
        <w:jc w:val="both"/>
        <w:rPr>
          <w:bCs/>
          <w:sz w:val="28"/>
          <w:szCs w:val="28"/>
        </w:rPr>
      </w:pPr>
    </w:p>
    <w:p w:rsidR="00D54F4A" w:rsidRDefault="00D54F4A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D54F4A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257792"/>
    <w:rsid w:val="00287ECF"/>
    <w:rsid w:val="00317E1B"/>
    <w:rsid w:val="003439EC"/>
    <w:rsid w:val="004107BD"/>
    <w:rsid w:val="00473406"/>
    <w:rsid w:val="0057696F"/>
    <w:rsid w:val="005D56B8"/>
    <w:rsid w:val="00602E7F"/>
    <w:rsid w:val="0061656D"/>
    <w:rsid w:val="0065259B"/>
    <w:rsid w:val="00717CB4"/>
    <w:rsid w:val="007D0354"/>
    <w:rsid w:val="007D48B0"/>
    <w:rsid w:val="00821DB4"/>
    <w:rsid w:val="008340D7"/>
    <w:rsid w:val="00857B01"/>
    <w:rsid w:val="008C71D8"/>
    <w:rsid w:val="008E18EF"/>
    <w:rsid w:val="00990ADE"/>
    <w:rsid w:val="00A32A58"/>
    <w:rsid w:val="00A35EB2"/>
    <w:rsid w:val="00A641A5"/>
    <w:rsid w:val="00AD4A7C"/>
    <w:rsid w:val="00AF2EFA"/>
    <w:rsid w:val="00B43FF3"/>
    <w:rsid w:val="00C04011"/>
    <w:rsid w:val="00D25070"/>
    <w:rsid w:val="00D54F4A"/>
    <w:rsid w:val="00DB5313"/>
    <w:rsid w:val="00DC0289"/>
    <w:rsid w:val="00E25B77"/>
    <w:rsid w:val="00E44094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270</Words>
  <Characters>1542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2017-11-07T12:40:00Z</cp:lastPrinted>
  <dcterms:created xsi:type="dcterms:W3CDTF">2017-03-21T15:03:00Z</dcterms:created>
  <dcterms:modified xsi:type="dcterms:W3CDTF">2017-11-07T12:40:00Z</dcterms:modified>
</cp:coreProperties>
</file>