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6C" w:rsidRDefault="0071606C" w:rsidP="00E462CB">
      <w:r>
        <w:t xml:space="preserve">                                                                     </w:t>
      </w:r>
    </w:p>
    <w:p w:rsidR="0071606C" w:rsidRDefault="0071606C" w:rsidP="00E462CB">
      <w:pPr>
        <w:rPr>
          <w:sz w:val="28"/>
          <w:szCs w:val="28"/>
        </w:rPr>
      </w:pPr>
      <w:r>
        <w:t xml:space="preserve">                                                                   </w:t>
      </w:r>
      <w:r w:rsidRPr="00E66E41">
        <w:rPr>
          <w:rFonts w:eastAsia="Times New Roman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64861587" r:id="rId6"/>
        </w:object>
      </w:r>
    </w:p>
    <w:p w:rsidR="0071606C" w:rsidRDefault="0071606C" w:rsidP="00E462CB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У К Р А Ї Н А</w:t>
      </w:r>
    </w:p>
    <w:p w:rsidR="0071606C" w:rsidRDefault="0071606C" w:rsidP="00E462CB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ТЯЧІВСЬКА МІСЬКА РАДА ЗАКАРПАТСЬКОЇ ОБЛАСТІ</w:t>
      </w:r>
    </w:p>
    <w:p w:rsidR="0071606C" w:rsidRDefault="0071606C" w:rsidP="00E462CB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Сорокова (позачергова)  сесія сьомого скликання</w:t>
      </w:r>
    </w:p>
    <w:p w:rsidR="0071606C" w:rsidRDefault="0071606C" w:rsidP="00E462CB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Друге пленарне засідання</w:t>
      </w:r>
    </w:p>
    <w:p w:rsidR="0071606C" w:rsidRDefault="0071606C" w:rsidP="00E462CB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РІШЕННЯ</w:t>
      </w:r>
    </w:p>
    <w:p w:rsidR="0071606C" w:rsidRDefault="0071606C" w:rsidP="00E462CB">
      <w:pPr>
        <w:jc w:val="center"/>
        <w:rPr>
          <w:b/>
          <w:sz w:val="28"/>
          <w:szCs w:val="28"/>
        </w:rPr>
      </w:pPr>
    </w:p>
    <w:p w:rsidR="0071606C" w:rsidRDefault="0071606C" w:rsidP="00E462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71606C" w:rsidRDefault="0071606C" w:rsidP="00E462CB">
      <w:pPr>
        <w:rPr>
          <w:sz w:val="28"/>
          <w:szCs w:val="28"/>
        </w:rPr>
      </w:pPr>
      <w:r>
        <w:rPr>
          <w:sz w:val="28"/>
          <w:szCs w:val="28"/>
        </w:rPr>
        <w:t xml:space="preserve">16 жовтня 2020 року                        </w:t>
      </w:r>
      <w:r>
        <w:rPr>
          <w:b/>
          <w:sz w:val="28"/>
          <w:szCs w:val="28"/>
        </w:rPr>
        <w:t xml:space="preserve">м. Тячів                                       </w:t>
      </w:r>
      <w:r>
        <w:rPr>
          <w:sz w:val="28"/>
          <w:szCs w:val="28"/>
        </w:rPr>
        <w:t>№ 5130</w:t>
      </w:r>
    </w:p>
    <w:p w:rsidR="0071606C" w:rsidRDefault="0071606C" w:rsidP="00621853">
      <w:pPr>
        <w:ind w:left="-360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</w:t>
      </w:r>
    </w:p>
    <w:p w:rsidR="0071606C" w:rsidRDefault="0071606C" w:rsidP="00621853">
      <w:pPr>
        <w:ind w:left="-360"/>
        <w:jc w:val="center"/>
        <w:rPr>
          <w:rFonts w:ascii="Garamond" w:hAnsi="Garamond"/>
          <w:sz w:val="28"/>
          <w:szCs w:val="28"/>
        </w:rPr>
      </w:pPr>
    </w:p>
    <w:p w:rsidR="0071606C" w:rsidRPr="00E462CB" w:rsidRDefault="0071606C" w:rsidP="00E462CB">
      <w:pPr>
        <w:shd w:val="clear" w:color="auto" w:fill="FFFFFF"/>
        <w:ind w:left="-360" w:right="250"/>
        <w:jc w:val="center"/>
        <w:rPr>
          <w:b/>
          <w:sz w:val="28"/>
          <w:szCs w:val="28"/>
        </w:rPr>
      </w:pPr>
      <w:r w:rsidRPr="00E462CB">
        <w:rPr>
          <w:b/>
          <w:sz w:val="28"/>
          <w:szCs w:val="28"/>
        </w:rPr>
        <w:t>Про внесення змін і доповнень до структури та чисельності виконавчих органів Тячівської міської ради.</w:t>
      </w:r>
    </w:p>
    <w:p w:rsidR="0071606C" w:rsidRDefault="0071606C" w:rsidP="00621853">
      <w:pPr>
        <w:shd w:val="clear" w:color="auto" w:fill="FFFFFF"/>
        <w:ind w:left="-360" w:right="250"/>
        <w:rPr>
          <w:rFonts w:eastAsia="Times New Roman"/>
          <w:color w:val="000000"/>
          <w:sz w:val="28"/>
          <w:szCs w:val="28"/>
          <w:lang w:eastAsia="ru-RU"/>
        </w:rPr>
      </w:pPr>
    </w:p>
    <w:p w:rsidR="0071606C" w:rsidRDefault="0071606C" w:rsidP="00621853">
      <w:pPr>
        <w:shd w:val="clear" w:color="auto" w:fill="FFFFFF"/>
        <w:ind w:left="-360" w:right="250"/>
        <w:rPr>
          <w:rFonts w:eastAsia="Times New Roman"/>
          <w:color w:val="000000"/>
          <w:sz w:val="28"/>
          <w:szCs w:val="28"/>
          <w:lang w:eastAsia="ru-RU"/>
        </w:rPr>
      </w:pPr>
    </w:p>
    <w:p w:rsidR="0071606C" w:rsidRDefault="0071606C" w:rsidP="00DE4688">
      <w:pPr>
        <w:shd w:val="clear" w:color="auto" w:fill="FFFFFF"/>
        <w:tabs>
          <w:tab w:val="left" w:pos="360"/>
        </w:tabs>
        <w:ind w:left="-360" w:right="-5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ab/>
        <w:t>Відповідно до статті 26 Закону України «Про місцеве самоврядування в Україні»,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суддів та інших органів», сорокова (позачергова) сесія сьомого скликання (друге пленарне засідання) Тячівської міської ради</w:t>
      </w:r>
    </w:p>
    <w:p w:rsidR="0071606C" w:rsidRDefault="0071606C" w:rsidP="000E786B">
      <w:pPr>
        <w:shd w:val="clear" w:color="auto" w:fill="FFFFFF"/>
        <w:ind w:left="-360" w:right="-5" w:firstLine="1777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                                   в и р і ш и л а:</w:t>
      </w:r>
    </w:p>
    <w:p w:rsidR="0071606C" w:rsidRDefault="0071606C" w:rsidP="00E462CB">
      <w:pPr>
        <w:shd w:val="clear" w:color="auto" w:fill="FFFFFF"/>
        <w:tabs>
          <w:tab w:val="left" w:pos="360"/>
        </w:tabs>
        <w:ind w:left="-360"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зміни і доповнення до рішення першого пленарного засідання тридцять дев’ятої сесії сьомого скликання Тячівської міської ради від 09.07.2020 року № 4776 «Про внесення змін і доповнень до структури та чисельності виконавчих органів Тячівської міської ради», а саме:</w:t>
      </w:r>
    </w:p>
    <w:p w:rsidR="0071606C" w:rsidRDefault="0071606C" w:rsidP="00E462CB">
      <w:pPr>
        <w:tabs>
          <w:tab w:val="left" w:pos="-360"/>
        </w:tabs>
        <w:ind w:left="-360"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1.1. Вивести із структури та чисельності 2020 року одну штатну одиницю провідного спеціаліста загального відділу апарату виконкому Тячівської міської ради.</w:t>
      </w:r>
    </w:p>
    <w:p w:rsidR="0071606C" w:rsidRDefault="0071606C" w:rsidP="00E462CB">
      <w:pPr>
        <w:tabs>
          <w:tab w:val="left" w:pos="-360"/>
        </w:tabs>
        <w:ind w:left="-360"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1.2. Ввести до структури та чисельності 2020 року одну штатну одиницю головного спеціаліста загального відділу апарату виконкому Тячівської міської ради.</w:t>
      </w:r>
    </w:p>
    <w:p w:rsidR="0071606C" w:rsidRDefault="0071606C" w:rsidP="00E462CB">
      <w:pPr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Розділ 4 додатку 3 «Структура та чисельність відділів Тячівської міської ради (з правами юридичної особи) доповнити підрозділом 4.5. «Технічний працівник» 0,5 штатної одиниці. </w:t>
      </w:r>
    </w:p>
    <w:p w:rsidR="0071606C" w:rsidRDefault="0071606C" w:rsidP="00E462CB">
      <w:pPr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Затвердити структуру та загальну чисельність виконавчих органів Тячівської міської ради  в кількості </w:t>
      </w:r>
      <w:r w:rsidRPr="00EE5AE9">
        <w:rPr>
          <w:b/>
          <w:sz w:val="28"/>
          <w:szCs w:val="28"/>
        </w:rPr>
        <w:t>81,</w:t>
      </w:r>
      <w:r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штатних одиниць, в тому числі:</w:t>
      </w:r>
    </w:p>
    <w:p w:rsidR="0071606C" w:rsidRDefault="0071606C" w:rsidP="00E462CB">
      <w:pPr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Апарат виконавчого комітету та відділи апарату виконавчого комітету Тячівської міської ради загальною чисельністю </w:t>
      </w:r>
      <w:r w:rsidRPr="00EE5AE9">
        <w:rPr>
          <w:b/>
          <w:sz w:val="28"/>
          <w:szCs w:val="28"/>
        </w:rPr>
        <w:t>48,0</w:t>
      </w:r>
      <w:r>
        <w:rPr>
          <w:sz w:val="28"/>
          <w:szCs w:val="28"/>
        </w:rPr>
        <w:t xml:space="preserve"> штатних одиниць згідно з додатком 1 (додається).</w:t>
      </w:r>
    </w:p>
    <w:p w:rsidR="0071606C" w:rsidRDefault="0071606C" w:rsidP="00E462CB">
      <w:pPr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Відділи Тячівської міської ради загальною чисельністю </w:t>
      </w:r>
      <w:r w:rsidRPr="00B8176D">
        <w:rPr>
          <w:b/>
          <w:sz w:val="28"/>
          <w:szCs w:val="28"/>
        </w:rPr>
        <w:t>9,0</w:t>
      </w:r>
      <w:r>
        <w:rPr>
          <w:sz w:val="28"/>
          <w:szCs w:val="28"/>
        </w:rPr>
        <w:t xml:space="preserve"> штатних одиниць згідно з додатком 2 (додається).</w:t>
      </w:r>
    </w:p>
    <w:p w:rsidR="0071606C" w:rsidRDefault="0071606C" w:rsidP="00E462CB">
      <w:pPr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Відділи Тячівської міської ради (з правами юридичної особи) загальною чисельністю </w:t>
      </w:r>
      <w:r w:rsidRPr="00B8176D">
        <w:rPr>
          <w:b/>
          <w:sz w:val="28"/>
          <w:szCs w:val="28"/>
        </w:rPr>
        <w:t>24,</w:t>
      </w:r>
      <w:r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штатних одиниць  згідно з додатком 3 (додається).</w:t>
      </w:r>
    </w:p>
    <w:p w:rsidR="0071606C" w:rsidRDefault="0071606C" w:rsidP="00E462CB">
      <w:pPr>
        <w:ind w:left="-360" w:right="-5" w:firstLine="720"/>
        <w:jc w:val="both"/>
        <w:rPr>
          <w:sz w:val="28"/>
          <w:szCs w:val="28"/>
        </w:rPr>
      </w:pPr>
    </w:p>
    <w:p w:rsidR="0071606C" w:rsidRDefault="0071606C" w:rsidP="00E462CB">
      <w:pPr>
        <w:ind w:left="-360" w:right="-5" w:firstLine="720"/>
        <w:jc w:val="both"/>
        <w:rPr>
          <w:sz w:val="28"/>
          <w:szCs w:val="28"/>
        </w:rPr>
      </w:pPr>
    </w:p>
    <w:p w:rsidR="0071606C" w:rsidRDefault="0071606C" w:rsidP="00E462CB">
      <w:pPr>
        <w:ind w:left="-360" w:right="-5" w:firstLine="720"/>
        <w:jc w:val="both"/>
        <w:rPr>
          <w:sz w:val="28"/>
          <w:szCs w:val="28"/>
        </w:rPr>
      </w:pPr>
    </w:p>
    <w:p w:rsidR="0071606C" w:rsidRDefault="0071606C" w:rsidP="00E462CB">
      <w:pPr>
        <w:tabs>
          <w:tab w:val="left" w:pos="180"/>
          <w:tab w:val="left" w:pos="360"/>
          <w:tab w:val="left" w:pos="1440"/>
          <w:tab w:val="left" w:pos="7371"/>
        </w:tabs>
        <w:ind w:left="-360"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3. Фінансово-господарському відділу апарату виконкому Тячівської міської ради та відділу освіти Тячівської міської ради внести відповідні зміни до штатних розписів відповідно до цього рішення.</w:t>
      </w:r>
    </w:p>
    <w:p w:rsidR="0071606C" w:rsidRDefault="0071606C" w:rsidP="00E462CB">
      <w:pPr>
        <w:tabs>
          <w:tab w:val="left" w:pos="360"/>
        </w:tabs>
        <w:ind w:left="-360"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за виконанням даного рішення покласти на  постійні комісії з питань планування фінансів, бюджету, соціально-економічного розвитку, промисловості, підприємництва та сфери послуг (голова комісії Мийсарош Т.С.) та з питань прав людини, законності, депутатської діяльності і етики (голова комісії Петер Е.Б.).</w:t>
      </w:r>
    </w:p>
    <w:p w:rsidR="0071606C" w:rsidRDefault="0071606C" w:rsidP="00E462CB">
      <w:pPr>
        <w:tabs>
          <w:tab w:val="left" w:pos="360"/>
        </w:tabs>
        <w:ind w:left="-360" w:right="-5"/>
        <w:jc w:val="both"/>
        <w:rPr>
          <w:sz w:val="28"/>
          <w:szCs w:val="28"/>
        </w:rPr>
      </w:pPr>
    </w:p>
    <w:p w:rsidR="0071606C" w:rsidRDefault="0071606C" w:rsidP="00E462CB">
      <w:pPr>
        <w:tabs>
          <w:tab w:val="left" w:pos="360"/>
        </w:tabs>
        <w:ind w:left="-360" w:right="-5"/>
        <w:jc w:val="both"/>
        <w:rPr>
          <w:sz w:val="28"/>
          <w:szCs w:val="28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  <w:r w:rsidRPr="00C27A94">
        <w:rPr>
          <w:sz w:val="28"/>
          <w:szCs w:val="28"/>
        </w:rPr>
        <w:t xml:space="preserve">Міський голова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C27A94">
        <w:rPr>
          <w:sz w:val="28"/>
          <w:szCs w:val="28"/>
        </w:rPr>
        <w:t xml:space="preserve">                                 </w:t>
      </w:r>
      <w:r>
        <w:rPr>
          <w:sz w:val="28"/>
          <w:szCs w:val="28"/>
          <w:lang w:val="uk-UA"/>
        </w:rPr>
        <w:t>Іван КОВАЧ</w:t>
      </w: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792650">
      <w:pPr>
        <w:rPr>
          <w:rFonts w:eastAsia="Times New Roman"/>
          <w:sz w:val="28"/>
          <w:szCs w:val="28"/>
          <w:lang w:eastAsia="ru-RU"/>
        </w:rPr>
      </w:pPr>
    </w:p>
    <w:p w:rsidR="0071606C" w:rsidRDefault="0071606C" w:rsidP="00792650"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>
        <w:rPr>
          <w:b/>
          <w:bCs/>
        </w:rPr>
        <w:t xml:space="preserve"> </w:t>
      </w:r>
      <w:r>
        <w:rPr>
          <w:b/>
          <w:bCs/>
        </w:rPr>
        <w:tab/>
        <w:t xml:space="preserve"> </w:t>
      </w:r>
      <w:r w:rsidRPr="003F21CA">
        <w:t>Додаток 1</w:t>
      </w:r>
    </w:p>
    <w:p w:rsidR="0071606C" w:rsidRDefault="0071606C" w:rsidP="00792650">
      <w:r>
        <w:t xml:space="preserve">                                                                                                      Затверджено:</w:t>
      </w:r>
    </w:p>
    <w:p w:rsidR="0071606C" w:rsidRDefault="0071606C" w:rsidP="00792650">
      <w:r>
        <w:t xml:space="preserve">                                                                                           </w:t>
      </w:r>
      <w:r w:rsidRPr="003F21CA">
        <w:t>рішення сорокової</w:t>
      </w:r>
      <w:r>
        <w:t xml:space="preserve"> (позачергової)</w:t>
      </w:r>
      <w:r w:rsidRPr="003F21CA">
        <w:t xml:space="preserve"> </w:t>
      </w:r>
    </w:p>
    <w:p w:rsidR="0071606C" w:rsidRDefault="0071606C" w:rsidP="00792650">
      <w:r>
        <w:t xml:space="preserve">                                                                                           </w:t>
      </w:r>
      <w:r w:rsidRPr="003F21CA">
        <w:t xml:space="preserve">сесії </w:t>
      </w:r>
      <w:r>
        <w:t xml:space="preserve">сьомого </w:t>
      </w:r>
    </w:p>
    <w:p w:rsidR="0071606C" w:rsidRPr="003F21CA" w:rsidRDefault="0071606C" w:rsidP="00792650">
      <w:r>
        <w:t xml:space="preserve">                                                                                           скликання (друге пленарне засідання)</w:t>
      </w:r>
    </w:p>
    <w:p w:rsidR="0071606C" w:rsidRDefault="0071606C" w:rsidP="00792650">
      <w:r>
        <w:t xml:space="preserve">                                                                                           </w:t>
      </w:r>
      <w:r w:rsidRPr="001C0C6A">
        <w:t xml:space="preserve">Тячівської міської ради </w:t>
      </w:r>
    </w:p>
    <w:p w:rsidR="0071606C" w:rsidRDefault="0071606C" w:rsidP="00792650">
      <w:r>
        <w:t xml:space="preserve">                                                                                           </w:t>
      </w:r>
      <w:r w:rsidRPr="001C0C6A">
        <w:t>від 16 жовтня 2020 року</w:t>
      </w:r>
      <w:r>
        <w:t xml:space="preserve"> № 5130</w:t>
      </w:r>
    </w:p>
    <w:p w:rsidR="0071606C" w:rsidRDefault="0071606C" w:rsidP="00DF4783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</w:t>
      </w:r>
    </w:p>
    <w:p w:rsidR="0071606C" w:rsidRDefault="0071606C" w:rsidP="00DF4783">
      <w:pPr>
        <w:jc w:val="center"/>
        <w:rPr>
          <w:sz w:val="28"/>
          <w:szCs w:val="28"/>
        </w:rPr>
      </w:pPr>
    </w:p>
    <w:p w:rsidR="0071606C" w:rsidRDefault="0071606C" w:rsidP="00DF4783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 та чисельність</w:t>
      </w:r>
    </w:p>
    <w:p w:rsidR="0071606C" w:rsidRDefault="0071606C" w:rsidP="00DF4783">
      <w:pPr>
        <w:jc w:val="center"/>
        <w:rPr>
          <w:sz w:val="28"/>
          <w:szCs w:val="28"/>
        </w:rPr>
      </w:pPr>
      <w:r>
        <w:rPr>
          <w:sz w:val="28"/>
          <w:szCs w:val="28"/>
        </w:rPr>
        <w:t>апарату виконавчого комітету та відділів апарату</w:t>
      </w:r>
    </w:p>
    <w:p w:rsidR="0071606C" w:rsidRDefault="0071606C" w:rsidP="00DF4783">
      <w:pPr>
        <w:jc w:val="center"/>
        <w:rPr>
          <w:sz w:val="28"/>
          <w:szCs w:val="28"/>
        </w:rPr>
      </w:pPr>
      <w:r>
        <w:rPr>
          <w:sz w:val="28"/>
          <w:szCs w:val="28"/>
        </w:rPr>
        <w:t>виконавчого комітету Тячівської міської ради</w:t>
      </w:r>
    </w:p>
    <w:p w:rsidR="0071606C" w:rsidRDefault="0071606C" w:rsidP="00DF4783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6"/>
        <w:gridCol w:w="5724"/>
        <w:gridCol w:w="2186"/>
      </w:tblGrid>
      <w:tr w:rsidR="0071606C" w:rsidTr="00806EC7">
        <w:tc>
          <w:tcPr>
            <w:tcW w:w="986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</w:t>
            </w:r>
            <w:r w:rsidRPr="00043904">
              <w:rPr>
                <w:sz w:val="28"/>
                <w:szCs w:val="28"/>
              </w:rPr>
              <w:t>/п</w:t>
            </w:r>
          </w:p>
        </w:tc>
        <w:tc>
          <w:tcPr>
            <w:tcW w:w="6367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340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одиниць</w:t>
            </w:r>
          </w:p>
        </w:tc>
      </w:tr>
      <w:tr w:rsidR="0071606C" w:rsidTr="00806EC7">
        <w:tc>
          <w:tcPr>
            <w:tcW w:w="986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7" w:type="dxa"/>
            <w:gridSpan w:val="2"/>
          </w:tcPr>
          <w:p w:rsidR="0071606C" w:rsidRPr="00043904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Апарат виконавчого комітету міської ради</w:t>
            </w:r>
          </w:p>
        </w:tc>
      </w:tr>
      <w:tr w:rsidR="0071606C" w:rsidTr="00806EC7">
        <w:tc>
          <w:tcPr>
            <w:tcW w:w="986" w:type="dxa"/>
          </w:tcPr>
          <w:p w:rsidR="0071606C" w:rsidRPr="009F70A1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367" w:type="dxa"/>
          </w:tcPr>
          <w:p w:rsidR="0071606C" w:rsidRPr="00043904" w:rsidRDefault="0071606C" w:rsidP="00806E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Керівництво</w:t>
            </w:r>
          </w:p>
        </w:tc>
        <w:tc>
          <w:tcPr>
            <w:tcW w:w="2340" w:type="dxa"/>
          </w:tcPr>
          <w:p w:rsidR="0071606C" w:rsidRPr="00043904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71606C" w:rsidTr="00806EC7">
        <w:tc>
          <w:tcPr>
            <w:tcW w:w="986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6367" w:type="dxa"/>
          </w:tcPr>
          <w:p w:rsidR="0071606C" w:rsidRPr="00043904" w:rsidRDefault="0071606C" w:rsidP="00806EC7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2340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2.</w:t>
            </w:r>
          </w:p>
        </w:tc>
        <w:tc>
          <w:tcPr>
            <w:tcW w:w="6367" w:type="dxa"/>
          </w:tcPr>
          <w:p w:rsidR="0071606C" w:rsidRPr="00043904" w:rsidRDefault="0071606C" w:rsidP="00806EC7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Секретар міської ради</w:t>
            </w:r>
          </w:p>
        </w:tc>
        <w:tc>
          <w:tcPr>
            <w:tcW w:w="2340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3.</w:t>
            </w:r>
          </w:p>
        </w:tc>
        <w:tc>
          <w:tcPr>
            <w:tcW w:w="6367" w:type="dxa"/>
          </w:tcPr>
          <w:p w:rsidR="0071606C" w:rsidRPr="00043904" w:rsidRDefault="0071606C" w:rsidP="00806EC7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340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4.</w:t>
            </w:r>
          </w:p>
        </w:tc>
        <w:tc>
          <w:tcPr>
            <w:tcW w:w="6367" w:type="dxa"/>
          </w:tcPr>
          <w:p w:rsidR="0071606C" w:rsidRPr="00043904" w:rsidRDefault="0071606C" w:rsidP="00806EC7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2340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5.</w:t>
            </w:r>
          </w:p>
        </w:tc>
        <w:tc>
          <w:tcPr>
            <w:tcW w:w="6367" w:type="dxa"/>
          </w:tcPr>
          <w:p w:rsidR="0071606C" w:rsidRPr="00043904" w:rsidRDefault="0071606C" w:rsidP="00806EC7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Керуючий справами (секретар) виконавчого комітету міської ради</w:t>
            </w:r>
          </w:p>
        </w:tc>
        <w:tc>
          <w:tcPr>
            <w:tcW w:w="2340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6.</w:t>
            </w:r>
          </w:p>
        </w:tc>
        <w:tc>
          <w:tcPr>
            <w:tcW w:w="6367" w:type="dxa"/>
          </w:tcPr>
          <w:p w:rsidR="0071606C" w:rsidRPr="00043904" w:rsidRDefault="0071606C" w:rsidP="00806EC7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Староста</w:t>
            </w:r>
          </w:p>
        </w:tc>
        <w:tc>
          <w:tcPr>
            <w:tcW w:w="2340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3</w:t>
            </w:r>
          </w:p>
        </w:tc>
      </w:tr>
      <w:tr w:rsidR="0071606C" w:rsidTr="00806EC7">
        <w:tc>
          <w:tcPr>
            <w:tcW w:w="986" w:type="dxa"/>
          </w:tcPr>
          <w:p w:rsidR="0071606C" w:rsidRPr="004A2B67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4A2B67">
              <w:rPr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6367" w:type="dxa"/>
          </w:tcPr>
          <w:p w:rsidR="0071606C" w:rsidRPr="00672E2F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672E2F">
              <w:rPr>
                <w:b/>
                <w:sz w:val="28"/>
                <w:szCs w:val="28"/>
              </w:rPr>
              <w:t>Відділ</w:t>
            </w:r>
            <w:r>
              <w:rPr>
                <w:b/>
                <w:sz w:val="28"/>
                <w:szCs w:val="28"/>
              </w:rPr>
              <w:t>и</w:t>
            </w:r>
            <w:r w:rsidRPr="00672E2F">
              <w:rPr>
                <w:b/>
                <w:sz w:val="28"/>
                <w:szCs w:val="28"/>
              </w:rPr>
              <w:t xml:space="preserve"> апарату виконавчого комітету міської ради</w:t>
            </w:r>
          </w:p>
        </w:tc>
        <w:tc>
          <w:tcPr>
            <w:tcW w:w="2340" w:type="dxa"/>
          </w:tcPr>
          <w:p w:rsidR="0071606C" w:rsidRPr="001451C6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71606C" w:rsidTr="00806EC7">
        <w:tc>
          <w:tcPr>
            <w:tcW w:w="986" w:type="dxa"/>
          </w:tcPr>
          <w:p w:rsidR="0071606C" w:rsidRPr="009F70A1" w:rsidRDefault="0071606C" w:rsidP="00806EC7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2.1.</w:t>
            </w:r>
          </w:p>
        </w:tc>
        <w:tc>
          <w:tcPr>
            <w:tcW w:w="6367" w:type="dxa"/>
          </w:tcPr>
          <w:p w:rsidR="0071606C" w:rsidRPr="009F70A1" w:rsidRDefault="0071606C" w:rsidP="00806EC7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організаційної, кадрової та інформаційної роботи</w:t>
            </w:r>
          </w:p>
        </w:tc>
        <w:tc>
          <w:tcPr>
            <w:tcW w:w="2340" w:type="dxa"/>
          </w:tcPr>
          <w:p w:rsidR="0071606C" w:rsidRPr="009F70A1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5</w:t>
            </w:r>
          </w:p>
        </w:tc>
      </w:tr>
      <w:tr w:rsidR="0071606C" w:rsidTr="00806EC7">
        <w:tc>
          <w:tcPr>
            <w:tcW w:w="986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6367" w:type="dxa"/>
          </w:tcPr>
          <w:p w:rsidR="0071606C" w:rsidRPr="00043904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2.1.2.</w:t>
            </w:r>
          </w:p>
        </w:tc>
        <w:tc>
          <w:tcPr>
            <w:tcW w:w="6367" w:type="dxa"/>
          </w:tcPr>
          <w:p w:rsidR="0071606C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340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</w:t>
            </w:r>
          </w:p>
        </w:tc>
        <w:tc>
          <w:tcPr>
            <w:tcW w:w="6367" w:type="dxa"/>
          </w:tcPr>
          <w:p w:rsidR="0071606C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Інспектор з військового обліку</w:t>
            </w:r>
          </w:p>
        </w:tc>
        <w:tc>
          <w:tcPr>
            <w:tcW w:w="2340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1606C" w:rsidTr="00806EC7">
        <w:tc>
          <w:tcPr>
            <w:tcW w:w="986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2.1.4.</w:t>
            </w:r>
          </w:p>
        </w:tc>
        <w:tc>
          <w:tcPr>
            <w:tcW w:w="6367" w:type="dxa"/>
          </w:tcPr>
          <w:p w:rsidR="0071606C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F70A1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2.2.</w:t>
            </w:r>
          </w:p>
        </w:tc>
        <w:tc>
          <w:tcPr>
            <w:tcW w:w="6367" w:type="dxa"/>
          </w:tcPr>
          <w:p w:rsidR="0071606C" w:rsidRPr="009F70A1" w:rsidRDefault="0071606C" w:rsidP="00806EC7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Загальний відділ</w:t>
            </w:r>
          </w:p>
        </w:tc>
        <w:tc>
          <w:tcPr>
            <w:tcW w:w="2340" w:type="dxa"/>
          </w:tcPr>
          <w:p w:rsidR="0071606C" w:rsidRPr="009F70A1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5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2.2.1.</w:t>
            </w:r>
          </w:p>
        </w:tc>
        <w:tc>
          <w:tcPr>
            <w:tcW w:w="6367" w:type="dxa"/>
          </w:tcPr>
          <w:p w:rsidR="0071606C" w:rsidRPr="009A3276" w:rsidRDefault="0071606C" w:rsidP="00806EC7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2.2.2.</w:t>
            </w:r>
          </w:p>
        </w:tc>
        <w:tc>
          <w:tcPr>
            <w:tcW w:w="6367" w:type="dxa"/>
          </w:tcPr>
          <w:p w:rsidR="0071606C" w:rsidRPr="00CA6382" w:rsidRDefault="0071606C" w:rsidP="00806EC7">
            <w:pPr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</w:t>
            </w:r>
            <w:r w:rsidRPr="00CA6382">
              <w:rPr>
                <w:sz w:val="28"/>
                <w:szCs w:val="28"/>
              </w:rPr>
              <w:t>спеціаліст</w:t>
            </w:r>
          </w:p>
        </w:tc>
        <w:tc>
          <w:tcPr>
            <w:tcW w:w="2340" w:type="dxa"/>
          </w:tcPr>
          <w:p w:rsidR="0071606C" w:rsidRPr="00CA6382" w:rsidRDefault="0071606C" w:rsidP="00806EC7">
            <w:pPr>
              <w:jc w:val="center"/>
              <w:rPr>
                <w:sz w:val="28"/>
                <w:szCs w:val="28"/>
              </w:rPr>
            </w:pPr>
            <w:r w:rsidRPr="00CA6382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2.2.3.</w:t>
            </w:r>
          </w:p>
        </w:tc>
        <w:tc>
          <w:tcPr>
            <w:tcW w:w="6367" w:type="dxa"/>
          </w:tcPr>
          <w:p w:rsidR="0071606C" w:rsidRPr="009A3276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340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1606C" w:rsidTr="00806EC7">
        <w:tc>
          <w:tcPr>
            <w:tcW w:w="986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2.2.4.</w:t>
            </w:r>
          </w:p>
        </w:tc>
        <w:tc>
          <w:tcPr>
            <w:tcW w:w="6367" w:type="dxa"/>
          </w:tcPr>
          <w:p w:rsidR="0071606C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F70A1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9F70A1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367" w:type="dxa"/>
          </w:tcPr>
          <w:p w:rsidR="0071606C" w:rsidRPr="009F70A1" w:rsidRDefault="0071606C" w:rsidP="00806EC7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Юридичний відділ</w:t>
            </w:r>
          </w:p>
        </w:tc>
        <w:tc>
          <w:tcPr>
            <w:tcW w:w="2340" w:type="dxa"/>
          </w:tcPr>
          <w:p w:rsidR="0071606C" w:rsidRPr="009F70A1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3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2.3.1.</w:t>
            </w:r>
          </w:p>
        </w:tc>
        <w:tc>
          <w:tcPr>
            <w:tcW w:w="6367" w:type="dxa"/>
          </w:tcPr>
          <w:p w:rsidR="0071606C" w:rsidRPr="009A3276" w:rsidRDefault="0071606C" w:rsidP="00806EC7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2.3.2.</w:t>
            </w:r>
          </w:p>
        </w:tc>
        <w:tc>
          <w:tcPr>
            <w:tcW w:w="6367" w:type="dxa"/>
          </w:tcPr>
          <w:p w:rsidR="0071606C" w:rsidRDefault="0071606C" w:rsidP="00806EC7">
            <w:pPr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 xml:space="preserve">Головний </w:t>
            </w:r>
            <w:r>
              <w:rPr>
                <w:sz w:val="28"/>
                <w:szCs w:val="28"/>
              </w:rPr>
              <w:t>спеціаліст</w:t>
            </w:r>
          </w:p>
        </w:tc>
        <w:tc>
          <w:tcPr>
            <w:tcW w:w="2340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2.3.3.</w:t>
            </w:r>
          </w:p>
        </w:tc>
        <w:tc>
          <w:tcPr>
            <w:tcW w:w="6367" w:type="dxa"/>
          </w:tcPr>
          <w:p w:rsidR="0071606C" w:rsidRPr="009A3276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</w:t>
            </w:r>
            <w:r w:rsidRPr="009A3276">
              <w:rPr>
                <w:sz w:val="28"/>
                <w:szCs w:val="28"/>
              </w:rPr>
              <w:t xml:space="preserve">пеціаліст </w:t>
            </w:r>
          </w:p>
        </w:tc>
        <w:tc>
          <w:tcPr>
            <w:tcW w:w="2340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F70A1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9F70A1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6367" w:type="dxa"/>
          </w:tcPr>
          <w:p w:rsidR="0071606C" w:rsidRPr="009F70A1" w:rsidRDefault="0071606C" w:rsidP="00806EC7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земельних відносин</w:t>
            </w:r>
          </w:p>
        </w:tc>
        <w:tc>
          <w:tcPr>
            <w:tcW w:w="2340" w:type="dxa"/>
          </w:tcPr>
          <w:p w:rsidR="0071606C" w:rsidRPr="009F70A1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5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  <w:r w:rsidRPr="009A3276">
              <w:rPr>
                <w:sz w:val="28"/>
                <w:szCs w:val="28"/>
              </w:rPr>
              <w:t>.1.</w:t>
            </w:r>
          </w:p>
        </w:tc>
        <w:tc>
          <w:tcPr>
            <w:tcW w:w="6367" w:type="dxa"/>
          </w:tcPr>
          <w:p w:rsidR="0071606C" w:rsidRPr="009A3276" w:rsidRDefault="0071606C" w:rsidP="00806EC7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2.4.2.</w:t>
            </w:r>
          </w:p>
        </w:tc>
        <w:tc>
          <w:tcPr>
            <w:tcW w:w="6367" w:type="dxa"/>
          </w:tcPr>
          <w:p w:rsidR="0071606C" w:rsidRPr="009A3276" w:rsidRDefault="0071606C" w:rsidP="00806EC7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Спеціаліст-землевпорядник</w:t>
            </w:r>
          </w:p>
        </w:tc>
        <w:tc>
          <w:tcPr>
            <w:tcW w:w="2340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  <w:r w:rsidRPr="009A3276">
              <w:rPr>
                <w:sz w:val="28"/>
                <w:szCs w:val="28"/>
              </w:rPr>
              <w:t>.3.</w:t>
            </w:r>
          </w:p>
        </w:tc>
        <w:tc>
          <w:tcPr>
            <w:tcW w:w="6367" w:type="dxa"/>
          </w:tcPr>
          <w:p w:rsidR="0071606C" w:rsidRPr="009A3276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</w:t>
            </w:r>
            <w:r w:rsidRPr="009A3276">
              <w:rPr>
                <w:sz w:val="28"/>
                <w:szCs w:val="28"/>
              </w:rPr>
              <w:t xml:space="preserve">пеціаліст </w:t>
            </w:r>
          </w:p>
        </w:tc>
        <w:tc>
          <w:tcPr>
            <w:tcW w:w="2340" w:type="dxa"/>
          </w:tcPr>
          <w:p w:rsidR="0071606C" w:rsidRPr="009A3276" w:rsidRDefault="0071606C" w:rsidP="00806EC7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2.4.4.</w:t>
            </w:r>
          </w:p>
        </w:tc>
        <w:tc>
          <w:tcPr>
            <w:tcW w:w="6367" w:type="dxa"/>
          </w:tcPr>
          <w:p w:rsidR="0071606C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F70A1" w:rsidRDefault="0071606C" w:rsidP="009B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  <w:r w:rsidRPr="009F70A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367" w:type="dxa"/>
          </w:tcPr>
          <w:p w:rsidR="0071606C" w:rsidRPr="009F70A1" w:rsidRDefault="0071606C" w:rsidP="009B289D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економічного розвитку, торгівлі та інвестицій</w:t>
            </w:r>
          </w:p>
        </w:tc>
        <w:tc>
          <w:tcPr>
            <w:tcW w:w="2340" w:type="dxa"/>
          </w:tcPr>
          <w:p w:rsidR="0071606C" w:rsidRPr="009F70A1" w:rsidRDefault="0071606C" w:rsidP="009B289D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3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  <w:r w:rsidRPr="009A3276">
              <w:rPr>
                <w:sz w:val="28"/>
                <w:szCs w:val="28"/>
              </w:rPr>
              <w:t>.1.</w:t>
            </w:r>
          </w:p>
        </w:tc>
        <w:tc>
          <w:tcPr>
            <w:tcW w:w="6367" w:type="dxa"/>
          </w:tcPr>
          <w:p w:rsidR="0071606C" w:rsidRPr="009A3276" w:rsidRDefault="0071606C" w:rsidP="009B289D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  <w:r w:rsidRPr="009A3276">
              <w:rPr>
                <w:sz w:val="28"/>
                <w:szCs w:val="28"/>
              </w:rPr>
              <w:t>.2.</w:t>
            </w:r>
          </w:p>
        </w:tc>
        <w:tc>
          <w:tcPr>
            <w:tcW w:w="6367" w:type="dxa"/>
          </w:tcPr>
          <w:p w:rsidR="0071606C" w:rsidRDefault="0071606C" w:rsidP="009B28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340" w:type="dxa"/>
          </w:tcPr>
          <w:p w:rsidR="0071606C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  <w:r w:rsidRPr="009A3276">
              <w:rPr>
                <w:sz w:val="28"/>
                <w:szCs w:val="28"/>
              </w:rPr>
              <w:t>.3.</w:t>
            </w:r>
          </w:p>
        </w:tc>
        <w:tc>
          <w:tcPr>
            <w:tcW w:w="6367" w:type="dxa"/>
          </w:tcPr>
          <w:p w:rsidR="0071606C" w:rsidRPr="009A3276" w:rsidRDefault="0071606C" w:rsidP="009B28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F70A1" w:rsidRDefault="0071606C" w:rsidP="009B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2.6.</w:t>
            </w:r>
          </w:p>
        </w:tc>
        <w:tc>
          <w:tcPr>
            <w:tcW w:w="6367" w:type="dxa"/>
          </w:tcPr>
          <w:p w:rsidR="0071606C" w:rsidRPr="009F70A1" w:rsidRDefault="0071606C" w:rsidP="009B289D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фінансово-господарського забезпечення</w:t>
            </w:r>
          </w:p>
        </w:tc>
        <w:tc>
          <w:tcPr>
            <w:tcW w:w="2340" w:type="dxa"/>
          </w:tcPr>
          <w:p w:rsidR="0071606C" w:rsidRPr="009F70A1" w:rsidRDefault="0071606C" w:rsidP="009B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.1.</w:t>
            </w:r>
          </w:p>
        </w:tc>
        <w:tc>
          <w:tcPr>
            <w:tcW w:w="6367" w:type="dxa"/>
          </w:tcPr>
          <w:p w:rsidR="0071606C" w:rsidRPr="009A3276" w:rsidRDefault="0071606C" w:rsidP="009B289D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.2.</w:t>
            </w:r>
          </w:p>
        </w:tc>
        <w:tc>
          <w:tcPr>
            <w:tcW w:w="6367" w:type="dxa"/>
          </w:tcPr>
          <w:p w:rsidR="0071606C" w:rsidRDefault="0071606C" w:rsidP="009B289D">
            <w:pPr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спеціаліст</w:t>
            </w:r>
          </w:p>
        </w:tc>
        <w:tc>
          <w:tcPr>
            <w:tcW w:w="2340" w:type="dxa"/>
          </w:tcPr>
          <w:p w:rsidR="0071606C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.3.</w:t>
            </w:r>
          </w:p>
        </w:tc>
        <w:tc>
          <w:tcPr>
            <w:tcW w:w="6367" w:type="dxa"/>
          </w:tcPr>
          <w:p w:rsidR="0071606C" w:rsidRPr="009A3276" w:rsidRDefault="0071606C" w:rsidP="009B28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</w:t>
            </w:r>
            <w:r w:rsidRPr="009A3276">
              <w:rPr>
                <w:sz w:val="28"/>
                <w:szCs w:val="28"/>
              </w:rPr>
              <w:t xml:space="preserve">пеціаліст </w:t>
            </w:r>
          </w:p>
        </w:tc>
        <w:tc>
          <w:tcPr>
            <w:tcW w:w="2340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1606C" w:rsidTr="00806EC7">
        <w:tc>
          <w:tcPr>
            <w:tcW w:w="986" w:type="dxa"/>
          </w:tcPr>
          <w:p w:rsidR="0071606C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2.6.4</w:t>
            </w:r>
          </w:p>
        </w:tc>
        <w:tc>
          <w:tcPr>
            <w:tcW w:w="6367" w:type="dxa"/>
          </w:tcPr>
          <w:p w:rsidR="0071606C" w:rsidRDefault="0071606C" w:rsidP="009B28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І категорії</w:t>
            </w:r>
          </w:p>
        </w:tc>
        <w:tc>
          <w:tcPr>
            <w:tcW w:w="2340" w:type="dxa"/>
          </w:tcPr>
          <w:p w:rsidR="0071606C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F70A1" w:rsidRDefault="0071606C" w:rsidP="009B2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</w:t>
            </w:r>
            <w:r w:rsidRPr="009A3276">
              <w:rPr>
                <w:sz w:val="28"/>
                <w:szCs w:val="28"/>
              </w:rPr>
              <w:t>.</w:t>
            </w:r>
          </w:p>
        </w:tc>
        <w:tc>
          <w:tcPr>
            <w:tcW w:w="6367" w:type="dxa"/>
          </w:tcPr>
          <w:p w:rsidR="0071606C" w:rsidRPr="009F70A1" w:rsidRDefault="0071606C" w:rsidP="009B289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71606C" w:rsidRPr="009F70A1" w:rsidRDefault="0071606C" w:rsidP="009B289D">
            <w:pPr>
              <w:jc w:val="center"/>
              <w:rPr>
                <w:b/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6</w:t>
            </w:r>
            <w:r w:rsidRPr="009A3276">
              <w:rPr>
                <w:sz w:val="28"/>
                <w:szCs w:val="28"/>
              </w:rPr>
              <w:t>.</w:t>
            </w:r>
          </w:p>
        </w:tc>
        <w:tc>
          <w:tcPr>
            <w:tcW w:w="6367" w:type="dxa"/>
          </w:tcPr>
          <w:p w:rsidR="0071606C" w:rsidRPr="009A3276" w:rsidRDefault="0071606C" w:rsidP="009B289D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Завгосп</w:t>
            </w:r>
          </w:p>
        </w:tc>
        <w:tc>
          <w:tcPr>
            <w:tcW w:w="2340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7</w:t>
            </w:r>
            <w:r w:rsidRPr="009A3276">
              <w:rPr>
                <w:sz w:val="28"/>
                <w:szCs w:val="28"/>
              </w:rPr>
              <w:t>.</w:t>
            </w:r>
          </w:p>
        </w:tc>
        <w:tc>
          <w:tcPr>
            <w:tcW w:w="6367" w:type="dxa"/>
          </w:tcPr>
          <w:p w:rsidR="0071606C" w:rsidRDefault="0071606C" w:rsidP="009B289D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Прибиральниця</w:t>
            </w:r>
          </w:p>
        </w:tc>
        <w:tc>
          <w:tcPr>
            <w:tcW w:w="2340" w:type="dxa"/>
          </w:tcPr>
          <w:p w:rsidR="0071606C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10C21">
              <w:rPr>
                <w:sz w:val="28"/>
                <w:szCs w:val="28"/>
              </w:rPr>
              <w:t>,75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2.6.8.</w:t>
            </w:r>
          </w:p>
        </w:tc>
        <w:tc>
          <w:tcPr>
            <w:tcW w:w="6367" w:type="dxa"/>
          </w:tcPr>
          <w:p w:rsidR="0071606C" w:rsidRPr="009A3276" w:rsidRDefault="0071606C" w:rsidP="009B289D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Двірник</w:t>
            </w:r>
          </w:p>
        </w:tc>
        <w:tc>
          <w:tcPr>
            <w:tcW w:w="2340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7</w:t>
            </w:r>
            <w:r w:rsidRPr="00F10C21">
              <w:rPr>
                <w:sz w:val="28"/>
                <w:szCs w:val="28"/>
              </w:rPr>
              <w:t>5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2.6.9.</w:t>
            </w:r>
          </w:p>
        </w:tc>
        <w:tc>
          <w:tcPr>
            <w:tcW w:w="6367" w:type="dxa"/>
          </w:tcPr>
          <w:p w:rsidR="0071606C" w:rsidRPr="009A3276" w:rsidRDefault="0071606C" w:rsidP="009B289D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2340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2.6.10.</w:t>
            </w:r>
          </w:p>
        </w:tc>
        <w:tc>
          <w:tcPr>
            <w:tcW w:w="6367" w:type="dxa"/>
          </w:tcPr>
          <w:p w:rsidR="0071606C" w:rsidRPr="00F10C21" w:rsidRDefault="0071606C" w:rsidP="009B289D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Водій</w:t>
            </w:r>
          </w:p>
        </w:tc>
        <w:tc>
          <w:tcPr>
            <w:tcW w:w="2340" w:type="dxa"/>
          </w:tcPr>
          <w:p w:rsidR="0071606C" w:rsidRPr="00F10C21" w:rsidRDefault="0071606C" w:rsidP="009B289D">
            <w:pPr>
              <w:jc w:val="center"/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2.6.11.</w:t>
            </w:r>
          </w:p>
        </w:tc>
        <w:tc>
          <w:tcPr>
            <w:tcW w:w="6367" w:type="dxa"/>
          </w:tcPr>
          <w:p w:rsidR="0071606C" w:rsidRPr="00F10C21" w:rsidRDefault="0071606C" w:rsidP="009B289D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Робітник по обслуговуванню адмінбудівлі</w:t>
            </w:r>
          </w:p>
        </w:tc>
        <w:tc>
          <w:tcPr>
            <w:tcW w:w="2340" w:type="dxa"/>
          </w:tcPr>
          <w:p w:rsidR="0071606C" w:rsidRPr="00F10C21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1606C" w:rsidTr="00806EC7">
        <w:tc>
          <w:tcPr>
            <w:tcW w:w="986" w:type="dxa"/>
          </w:tcPr>
          <w:p w:rsidR="0071606C" w:rsidRPr="009A3276" w:rsidRDefault="0071606C" w:rsidP="009B28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7" w:type="dxa"/>
          </w:tcPr>
          <w:p w:rsidR="0071606C" w:rsidRPr="00F10C21" w:rsidRDefault="0071606C" w:rsidP="009B289D">
            <w:pPr>
              <w:rPr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2340" w:type="dxa"/>
          </w:tcPr>
          <w:p w:rsidR="0071606C" w:rsidRPr="00F10C21" w:rsidRDefault="0071606C" w:rsidP="009B289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</w:tbl>
    <w:p w:rsidR="0071606C" w:rsidRDefault="0071606C" w:rsidP="009B289D">
      <w:pPr>
        <w:framePr w:h="6121" w:hRule="exact" w:wrap="auto" w:hAnchor="text" w:y="180"/>
        <w:jc w:val="center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71606C" w:rsidRDefault="0071606C" w:rsidP="009B289D">
      <w:pPr>
        <w:framePr w:h="6121" w:hRule="exact" w:wrap="auto" w:hAnchor="text" w:y="180"/>
        <w:jc w:val="center"/>
        <w:rPr>
          <w:sz w:val="28"/>
          <w:szCs w:val="28"/>
        </w:rPr>
      </w:pPr>
    </w:p>
    <w:p w:rsidR="0071606C" w:rsidRDefault="0071606C" w:rsidP="009B289D">
      <w:pPr>
        <w:framePr w:h="6121" w:hRule="exact" w:wrap="auto" w:hAnchor="text" w:y="180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Керуюча справами (секретар) виконкому </w:t>
      </w:r>
    </w:p>
    <w:p w:rsidR="0071606C" w:rsidRDefault="0071606C" w:rsidP="009B289D">
      <w:pPr>
        <w:framePr w:h="6121" w:hRule="exact" w:wrap="auto" w:hAnchor="text" w:y="180"/>
        <w:ind w:left="540"/>
        <w:rPr>
          <w:sz w:val="28"/>
          <w:szCs w:val="28"/>
        </w:rPr>
      </w:pPr>
      <w:r>
        <w:rPr>
          <w:sz w:val="28"/>
          <w:szCs w:val="28"/>
        </w:rPr>
        <w:t>Тячівської міської ради                                                           О.В.Решетар</w:t>
      </w:r>
    </w:p>
    <w:p w:rsidR="0071606C" w:rsidRDefault="0071606C" w:rsidP="00DF4783">
      <w:pPr>
        <w:jc w:val="center"/>
        <w:rPr>
          <w:sz w:val="28"/>
          <w:szCs w:val="28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172A7C">
      <w:pPr>
        <w:rPr>
          <w:rFonts w:eastAsia="Times New Roman"/>
          <w:sz w:val="28"/>
          <w:szCs w:val="28"/>
          <w:lang w:eastAsia="ru-RU"/>
        </w:rPr>
      </w:pPr>
    </w:p>
    <w:p w:rsidR="0071606C" w:rsidRDefault="0071606C" w:rsidP="00172A7C">
      <w:pPr>
        <w:rPr>
          <w:rFonts w:eastAsia="Times New Roman"/>
          <w:sz w:val="28"/>
          <w:szCs w:val="28"/>
          <w:lang w:eastAsia="ru-RU"/>
        </w:rPr>
      </w:pPr>
    </w:p>
    <w:p w:rsidR="0071606C" w:rsidRDefault="0071606C" w:rsidP="00172A7C"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>
        <w:rPr>
          <w:b/>
          <w:bCs/>
        </w:rPr>
        <w:t xml:space="preserve"> </w:t>
      </w:r>
      <w:r>
        <w:rPr>
          <w:b/>
          <w:bCs/>
        </w:rPr>
        <w:tab/>
        <w:t xml:space="preserve"> </w:t>
      </w:r>
      <w:r w:rsidRPr="003F21CA">
        <w:t xml:space="preserve">Додаток </w:t>
      </w:r>
      <w:r>
        <w:t>2</w:t>
      </w:r>
    </w:p>
    <w:p w:rsidR="0071606C" w:rsidRDefault="0071606C" w:rsidP="00172A7C">
      <w:r>
        <w:t xml:space="preserve">                                                                                                      Затверджено:</w:t>
      </w:r>
    </w:p>
    <w:p w:rsidR="0071606C" w:rsidRDefault="0071606C" w:rsidP="00172A7C">
      <w:r>
        <w:t xml:space="preserve">                                                                                           </w:t>
      </w:r>
      <w:r w:rsidRPr="003F21CA">
        <w:t>рішення сорокової</w:t>
      </w:r>
      <w:r>
        <w:t xml:space="preserve"> (позачергової)</w:t>
      </w:r>
      <w:r w:rsidRPr="003F21CA">
        <w:t xml:space="preserve"> </w:t>
      </w:r>
    </w:p>
    <w:p w:rsidR="0071606C" w:rsidRDefault="0071606C" w:rsidP="00172A7C">
      <w:r>
        <w:t xml:space="preserve">                                                                                           </w:t>
      </w:r>
      <w:r w:rsidRPr="003F21CA">
        <w:t xml:space="preserve">сесії </w:t>
      </w:r>
      <w:r>
        <w:t xml:space="preserve">сьомого </w:t>
      </w:r>
    </w:p>
    <w:p w:rsidR="0071606C" w:rsidRPr="003F21CA" w:rsidRDefault="0071606C" w:rsidP="00172A7C">
      <w:r>
        <w:t xml:space="preserve">                                                                                           скликання (друге пленарне засідання)</w:t>
      </w:r>
    </w:p>
    <w:p w:rsidR="0071606C" w:rsidRDefault="0071606C" w:rsidP="00172A7C">
      <w:r>
        <w:t xml:space="preserve">                                                                                           </w:t>
      </w:r>
      <w:r w:rsidRPr="001C0C6A">
        <w:t xml:space="preserve">Тячівської міської ради </w:t>
      </w:r>
    </w:p>
    <w:p w:rsidR="0071606C" w:rsidRDefault="0071606C" w:rsidP="00172A7C">
      <w:r>
        <w:t xml:space="preserve">                                                                                           </w:t>
      </w:r>
      <w:r w:rsidRPr="001C0C6A">
        <w:t>від 16 жовтня 2020 року</w:t>
      </w:r>
      <w:r>
        <w:t xml:space="preserve"> № 5130</w:t>
      </w:r>
    </w:p>
    <w:p w:rsidR="0071606C" w:rsidRDefault="0071606C" w:rsidP="00172A7C">
      <w:pPr>
        <w:ind w:left="8496" w:firstLine="708"/>
        <w:rPr>
          <w:sz w:val="28"/>
          <w:szCs w:val="28"/>
        </w:rPr>
      </w:pPr>
    </w:p>
    <w:p w:rsidR="0071606C" w:rsidRPr="00A66A28" w:rsidRDefault="0071606C" w:rsidP="00172A7C">
      <w:pPr>
        <w:jc w:val="center"/>
        <w:rPr>
          <w:b/>
          <w:sz w:val="28"/>
          <w:szCs w:val="28"/>
        </w:rPr>
      </w:pPr>
      <w:r w:rsidRPr="00A66A28">
        <w:rPr>
          <w:b/>
          <w:sz w:val="28"/>
          <w:szCs w:val="28"/>
        </w:rPr>
        <w:t>Структура та чисельність відділів Тячівської міської ради</w:t>
      </w:r>
    </w:p>
    <w:p w:rsidR="0071606C" w:rsidRPr="00CB4B58" w:rsidRDefault="0071606C" w:rsidP="00172A7C">
      <w:pPr>
        <w:jc w:val="center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"/>
        <w:gridCol w:w="5858"/>
        <w:gridCol w:w="2340"/>
      </w:tblGrid>
      <w:tr w:rsidR="0071606C" w:rsidTr="00806EC7">
        <w:tc>
          <w:tcPr>
            <w:tcW w:w="709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6464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520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посад</w:t>
            </w:r>
          </w:p>
        </w:tc>
      </w:tr>
      <w:tr w:rsidR="0071606C" w:rsidTr="00806EC7">
        <w:tc>
          <w:tcPr>
            <w:tcW w:w="709" w:type="dxa"/>
          </w:tcPr>
          <w:p w:rsidR="0071606C" w:rsidRPr="00F10C21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>1.</w:t>
            </w:r>
          </w:p>
          <w:p w:rsidR="0071606C" w:rsidRPr="00F10C21" w:rsidRDefault="0071606C" w:rsidP="00806EC7">
            <w:pPr>
              <w:jc w:val="center"/>
              <w:rPr>
                <w:b/>
                <w:sz w:val="28"/>
                <w:szCs w:val="28"/>
              </w:rPr>
            </w:pPr>
          </w:p>
          <w:p w:rsidR="0071606C" w:rsidRPr="00F10C21" w:rsidRDefault="0071606C" w:rsidP="00806EC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64" w:type="dxa"/>
          </w:tcPr>
          <w:p w:rsidR="0071606C" w:rsidRPr="00F10C21" w:rsidRDefault="0071606C" w:rsidP="00806EC7">
            <w:pPr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 xml:space="preserve">Відділ «Центр надання </w:t>
            </w:r>
          </w:p>
          <w:p w:rsidR="0071606C" w:rsidRPr="00F10C21" w:rsidRDefault="0071606C" w:rsidP="00806EC7">
            <w:pPr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 xml:space="preserve">адміністративних послуг </w:t>
            </w:r>
          </w:p>
          <w:p w:rsidR="0071606C" w:rsidRPr="00F10C21" w:rsidRDefault="0071606C" w:rsidP="00806E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Тячівської міської ради</w:t>
            </w:r>
            <w:r w:rsidRPr="00F10C21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2520" w:type="dxa"/>
          </w:tcPr>
          <w:p w:rsidR="0071606C" w:rsidRPr="00F10C21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>6</w:t>
            </w:r>
          </w:p>
        </w:tc>
      </w:tr>
      <w:tr w:rsidR="0071606C" w:rsidTr="00806EC7">
        <w:tc>
          <w:tcPr>
            <w:tcW w:w="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6464" w:type="dxa"/>
          </w:tcPr>
          <w:p w:rsidR="0071606C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відділу-адміністратор</w:t>
            </w:r>
          </w:p>
        </w:tc>
        <w:tc>
          <w:tcPr>
            <w:tcW w:w="2520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6464" w:type="dxa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Адміністратор</w:t>
            </w:r>
          </w:p>
        </w:tc>
        <w:tc>
          <w:tcPr>
            <w:tcW w:w="2520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1606C" w:rsidTr="00806EC7">
        <w:tc>
          <w:tcPr>
            <w:tcW w:w="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6464" w:type="dxa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І категорії</w:t>
            </w:r>
          </w:p>
        </w:tc>
        <w:tc>
          <w:tcPr>
            <w:tcW w:w="2520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6464" w:type="dxa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520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709" w:type="dxa"/>
          </w:tcPr>
          <w:p w:rsidR="0071606C" w:rsidRPr="00820FB0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820FB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464" w:type="dxa"/>
          </w:tcPr>
          <w:p w:rsidR="0071606C" w:rsidRPr="00820FB0" w:rsidRDefault="0071606C" w:rsidP="00806EC7">
            <w:pPr>
              <w:jc w:val="both"/>
              <w:rPr>
                <w:b/>
                <w:sz w:val="28"/>
                <w:szCs w:val="28"/>
              </w:rPr>
            </w:pPr>
            <w:r w:rsidRPr="00820FB0">
              <w:rPr>
                <w:b/>
                <w:sz w:val="28"/>
                <w:szCs w:val="28"/>
              </w:rPr>
              <w:t>Відділ культури, сім’ї, молоді та спорту</w:t>
            </w:r>
          </w:p>
        </w:tc>
        <w:tc>
          <w:tcPr>
            <w:tcW w:w="2520" w:type="dxa"/>
          </w:tcPr>
          <w:p w:rsidR="0071606C" w:rsidRPr="00820FB0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71606C" w:rsidTr="00806EC7">
        <w:tc>
          <w:tcPr>
            <w:tcW w:w="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6464" w:type="dxa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520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6464" w:type="dxa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520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6464" w:type="dxa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І категорії</w:t>
            </w:r>
          </w:p>
        </w:tc>
        <w:tc>
          <w:tcPr>
            <w:tcW w:w="2520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7173" w:type="dxa"/>
            <w:gridSpan w:val="2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2520" w:type="dxa"/>
          </w:tcPr>
          <w:p w:rsidR="0071606C" w:rsidRPr="00820FB0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820FB0">
              <w:rPr>
                <w:b/>
                <w:sz w:val="28"/>
                <w:szCs w:val="28"/>
              </w:rPr>
              <w:t>9</w:t>
            </w:r>
          </w:p>
        </w:tc>
      </w:tr>
    </w:tbl>
    <w:p w:rsidR="0071606C" w:rsidRDefault="0071606C" w:rsidP="00172A7C">
      <w:pPr>
        <w:jc w:val="center"/>
        <w:rPr>
          <w:sz w:val="28"/>
          <w:szCs w:val="28"/>
        </w:rPr>
      </w:pPr>
    </w:p>
    <w:p w:rsidR="0071606C" w:rsidRDefault="0071606C" w:rsidP="00172A7C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71606C" w:rsidRDefault="0071606C" w:rsidP="00172A7C">
      <w:pPr>
        <w:jc w:val="center"/>
        <w:rPr>
          <w:sz w:val="28"/>
          <w:szCs w:val="28"/>
        </w:rPr>
      </w:pPr>
    </w:p>
    <w:p w:rsidR="0071606C" w:rsidRDefault="0071606C" w:rsidP="00172A7C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Керуюча справами (секретар) виконкому </w:t>
      </w:r>
    </w:p>
    <w:p w:rsidR="0071606C" w:rsidRDefault="0071606C" w:rsidP="00172A7C">
      <w:pPr>
        <w:ind w:left="540"/>
        <w:rPr>
          <w:sz w:val="28"/>
          <w:szCs w:val="28"/>
        </w:rPr>
      </w:pPr>
      <w:r>
        <w:rPr>
          <w:sz w:val="28"/>
          <w:szCs w:val="28"/>
        </w:rPr>
        <w:t>Тячівської міської ради                                                             О.В.Решетар</w:t>
      </w: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p w:rsidR="0071606C" w:rsidRDefault="0071606C" w:rsidP="00EE507C">
      <w:pPr>
        <w:rPr>
          <w:sz w:val="28"/>
          <w:szCs w:val="28"/>
        </w:rPr>
      </w:pPr>
    </w:p>
    <w:p w:rsidR="0071606C" w:rsidRDefault="0071606C" w:rsidP="00EE507C"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Pr="003F21CA">
        <w:t xml:space="preserve">Додаток </w:t>
      </w:r>
      <w:r>
        <w:t>3</w:t>
      </w:r>
    </w:p>
    <w:p w:rsidR="0071606C" w:rsidRDefault="0071606C" w:rsidP="00EE507C">
      <w:r>
        <w:t xml:space="preserve">                                                                                                      Затверджено:</w:t>
      </w:r>
    </w:p>
    <w:p w:rsidR="0071606C" w:rsidRDefault="0071606C" w:rsidP="00EE507C">
      <w:r>
        <w:t xml:space="preserve">                                                                                           </w:t>
      </w:r>
      <w:r w:rsidRPr="003F21CA">
        <w:t>рішення сорокової</w:t>
      </w:r>
      <w:r>
        <w:t xml:space="preserve"> (позачергової)</w:t>
      </w:r>
      <w:r w:rsidRPr="003F21CA">
        <w:t xml:space="preserve"> </w:t>
      </w:r>
    </w:p>
    <w:p w:rsidR="0071606C" w:rsidRDefault="0071606C" w:rsidP="00EE507C">
      <w:r>
        <w:t xml:space="preserve">                                                                                           </w:t>
      </w:r>
      <w:r w:rsidRPr="003F21CA">
        <w:t xml:space="preserve">сесії </w:t>
      </w:r>
      <w:r>
        <w:t xml:space="preserve">сьомого </w:t>
      </w:r>
    </w:p>
    <w:p w:rsidR="0071606C" w:rsidRPr="003F21CA" w:rsidRDefault="0071606C" w:rsidP="00EE507C">
      <w:r>
        <w:t xml:space="preserve">                                                                                           скликання (друге пленарне засідання)</w:t>
      </w:r>
    </w:p>
    <w:p w:rsidR="0071606C" w:rsidRDefault="0071606C" w:rsidP="00EE507C">
      <w:r>
        <w:t xml:space="preserve">                                                                                           </w:t>
      </w:r>
      <w:r w:rsidRPr="001C0C6A">
        <w:t xml:space="preserve">Тячівської міської ради </w:t>
      </w:r>
    </w:p>
    <w:p w:rsidR="0071606C" w:rsidRDefault="0071606C" w:rsidP="00EE507C">
      <w:r>
        <w:t xml:space="preserve">                                                                                           </w:t>
      </w:r>
      <w:r w:rsidRPr="001C0C6A">
        <w:t>від 16 жовтня 2020 року</w:t>
      </w:r>
      <w:r>
        <w:t xml:space="preserve"> № 5130</w:t>
      </w:r>
    </w:p>
    <w:p w:rsidR="0071606C" w:rsidRDefault="0071606C" w:rsidP="00EE507C">
      <w:pPr>
        <w:jc w:val="center"/>
        <w:rPr>
          <w:b/>
          <w:sz w:val="28"/>
          <w:szCs w:val="28"/>
        </w:rPr>
      </w:pPr>
    </w:p>
    <w:p w:rsidR="0071606C" w:rsidRPr="00A66A28" w:rsidRDefault="0071606C" w:rsidP="00EE507C">
      <w:pPr>
        <w:jc w:val="center"/>
        <w:rPr>
          <w:b/>
          <w:sz w:val="28"/>
          <w:szCs w:val="28"/>
        </w:rPr>
      </w:pPr>
      <w:r w:rsidRPr="00A66A28">
        <w:rPr>
          <w:b/>
          <w:sz w:val="28"/>
          <w:szCs w:val="28"/>
        </w:rPr>
        <w:t>Структура та чисельність відділів Тячівської міської ради</w:t>
      </w:r>
    </w:p>
    <w:p w:rsidR="0071606C" w:rsidRPr="00A66A28" w:rsidRDefault="0071606C" w:rsidP="00EE507C">
      <w:pPr>
        <w:jc w:val="center"/>
        <w:rPr>
          <w:b/>
          <w:sz w:val="28"/>
          <w:szCs w:val="28"/>
        </w:rPr>
      </w:pPr>
      <w:r w:rsidRPr="00A66A28">
        <w:rPr>
          <w:b/>
          <w:sz w:val="28"/>
          <w:szCs w:val="28"/>
        </w:rPr>
        <w:t>(з правами юридичної особи)</w:t>
      </w:r>
    </w:p>
    <w:p w:rsidR="0071606C" w:rsidRDefault="0071606C" w:rsidP="00EE507C">
      <w:pPr>
        <w:jc w:val="center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0"/>
        <w:gridCol w:w="5613"/>
        <w:gridCol w:w="2473"/>
      </w:tblGrid>
      <w:tr w:rsidR="0071606C" w:rsidTr="00806EC7">
        <w:tc>
          <w:tcPr>
            <w:tcW w:w="846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6318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709" w:type="dxa"/>
          </w:tcPr>
          <w:p w:rsidR="0071606C" w:rsidRPr="00043904" w:rsidRDefault="0071606C" w:rsidP="00806EC7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посад</w:t>
            </w:r>
          </w:p>
        </w:tc>
      </w:tr>
      <w:tr w:rsidR="0071606C" w:rsidTr="00806EC7">
        <w:trPr>
          <w:trHeight w:val="415"/>
        </w:trPr>
        <w:tc>
          <w:tcPr>
            <w:tcW w:w="846" w:type="dxa"/>
          </w:tcPr>
          <w:p w:rsidR="0071606C" w:rsidRPr="00F10C21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318" w:type="dxa"/>
          </w:tcPr>
          <w:p w:rsidR="0071606C" w:rsidRPr="00B01426" w:rsidRDefault="0071606C" w:rsidP="00806EC7">
            <w:pPr>
              <w:jc w:val="both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Фінансовий відділ</w:t>
            </w:r>
          </w:p>
        </w:tc>
        <w:tc>
          <w:tcPr>
            <w:tcW w:w="2709" w:type="dxa"/>
          </w:tcPr>
          <w:p w:rsidR="0071606C" w:rsidRPr="00121DAE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3</w:t>
            </w:r>
          </w:p>
        </w:tc>
      </w:tr>
      <w:tr w:rsidR="0071606C" w:rsidTr="00806EC7">
        <w:tc>
          <w:tcPr>
            <w:tcW w:w="846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6318" w:type="dxa"/>
          </w:tcPr>
          <w:p w:rsidR="0071606C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6318" w:type="dxa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спеціаліст</w:t>
            </w:r>
          </w:p>
        </w:tc>
        <w:tc>
          <w:tcPr>
            <w:tcW w:w="2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6318" w:type="dxa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B01426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318" w:type="dxa"/>
          </w:tcPr>
          <w:p w:rsidR="0071606C" w:rsidRPr="00B01426" w:rsidRDefault="0071606C" w:rsidP="00806EC7">
            <w:pPr>
              <w:jc w:val="both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Відділ державної реєстрації</w:t>
            </w:r>
          </w:p>
        </w:tc>
        <w:tc>
          <w:tcPr>
            <w:tcW w:w="2709" w:type="dxa"/>
          </w:tcPr>
          <w:p w:rsidR="0071606C" w:rsidRPr="00121DAE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4</w:t>
            </w:r>
          </w:p>
        </w:tc>
      </w:tr>
      <w:tr w:rsidR="0071606C" w:rsidTr="00806EC7">
        <w:tc>
          <w:tcPr>
            <w:tcW w:w="846" w:type="dxa"/>
          </w:tcPr>
          <w:p w:rsidR="0071606C" w:rsidRPr="00B01426" w:rsidRDefault="0071606C" w:rsidP="00806EC7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2.1.</w:t>
            </w:r>
          </w:p>
        </w:tc>
        <w:tc>
          <w:tcPr>
            <w:tcW w:w="6318" w:type="dxa"/>
          </w:tcPr>
          <w:p w:rsidR="0071606C" w:rsidRPr="00B01426" w:rsidRDefault="0071606C" w:rsidP="00806EC7">
            <w:pPr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709" w:type="dxa"/>
          </w:tcPr>
          <w:p w:rsidR="0071606C" w:rsidRPr="00B01426" w:rsidRDefault="0071606C" w:rsidP="00806EC7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B01426" w:rsidRDefault="0071606C" w:rsidP="00806EC7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2.2.</w:t>
            </w:r>
          </w:p>
        </w:tc>
        <w:tc>
          <w:tcPr>
            <w:tcW w:w="6318" w:type="dxa"/>
          </w:tcPr>
          <w:p w:rsidR="0071606C" w:rsidRPr="00B01426" w:rsidRDefault="0071606C" w:rsidP="00806EC7">
            <w:pPr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Державний реєстратор</w:t>
            </w:r>
          </w:p>
        </w:tc>
        <w:tc>
          <w:tcPr>
            <w:tcW w:w="2709" w:type="dxa"/>
          </w:tcPr>
          <w:p w:rsidR="0071606C" w:rsidRPr="00B01426" w:rsidRDefault="0071606C" w:rsidP="00806EC7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</w:t>
            </w:r>
          </w:p>
        </w:tc>
      </w:tr>
      <w:tr w:rsidR="0071606C" w:rsidTr="00806EC7">
        <w:tc>
          <w:tcPr>
            <w:tcW w:w="846" w:type="dxa"/>
          </w:tcPr>
          <w:p w:rsidR="0071606C" w:rsidRPr="00B01426" w:rsidRDefault="0071606C" w:rsidP="00806EC7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2.3.</w:t>
            </w:r>
          </w:p>
        </w:tc>
        <w:tc>
          <w:tcPr>
            <w:tcW w:w="6318" w:type="dxa"/>
          </w:tcPr>
          <w:p w:rsidR="0071606C" w:rsidRPr="00B01426" w:rsidRDefault="0071606C" w:rsidP="00806EC7">
            <w:pPr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709" w:type="dxa"/>
          </w:tcPr>
          <w:p w:rsidR="0071606C" w:rsidRPr="00B01426" w:rsidRDefault="0071606C" w:rsidP="00806EC7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B01426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318" w:type="dxa"/>
          </w:tcPr>
          <w:p w:rsidR="0071606C" w:rsidRPr="00B01426" w:rsidRDefault="0071606C" w:rsidP="00806EC7">
            <w:pPr>
              <w:jc w:val="both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Відділ містобудування та архітектури</w:t>
            </w:r>
          </w:p>
        </w:tc>
        <w:tc>
          <w:tcPr>
            <w:tcW w:w="2709" w:type="dxa"/>
          </w:tcPr>
          <w:p w:rsidR="0071606C" w:rsidRPr="00B01426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3</w:t>
            </w:r>
          </w:p>
        </w:tc>
      </w:tr>
      <w:tr w:rsidR="0071606C" w:rsidTr="00806EC7">
        <w:tc>
          <w:tcPr>
            <w:tcW w:w="846" w:type="dxa"/>
          </w:tcPr>
          <w:p w:rsidR="0071606C" w:rsidRPr="00B01426" w:rsidRDefault="0071606C" w:rsidP="00806EC7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3.1.</w:t>
            </w:r>
          </w:p>
        </w:tc>
        <w:tc>
          <w:tcPr>
            <w:tcW w:w="6318" w:type="dxa"/>
          </w:tcPr>
          <w:p w:rsidR="0071606C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B01426" w:rsidRDefault="0071606C" w:rsidP="00806EC7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3.2.</w:t>
            </w:r>
          </w:p>
        </w:tc>
        <w:tc>
          <w:tcPr>
            <w:tcW w:w="6318" w:type="dxa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спеціаліст</w:t>
            </w:r>
          </w:p>
        </w:tc>
        <w:tc>
          <w:tcPr>
            <w:tcW w:w="2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B01426" w:rsidRDefault="0071606C" w:rsidP="00806EC7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3.3.</w:t>
            </w:r>
          </w:p>
        </w:tc>
        <w:tc>
          <w:tcPr>
            <w:tcW w:w="6318" w:type="dxa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rPr>
          <w:trHeight w:val="303"/>
        </w:trPr>
        <w:tc>
          <w:tcPr>
            <w:tcW w:w="846" w:type="dxa"/>
          </w:tcPr>
          <w:p w:rsidR="0071606C" w:rsidRPr="00B01426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6318" w:type="dxa"/>
          </w:tcPr>
          <w:p w:rsidR="0071606C" w:rsidRDefault="0071606C" w:rsidP="00806EC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освіти</w:t>
            </w:r>
          </w:p>
          <w:p w:rsidR="0071606C" w:rsidRPr="00487C76" w:rsidRDefault="0071606C" w:rsidP="00806EC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9" w:type="dxa"/>
          </w:tcPr>
          <w:p w:rsidR="0071606C" w:rsidRPr="00B76D3B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5,5</w:t>
            </w:r>
          </w:p>
        </w:tc>
      </w:tr>
      <w:tr w:rsidR="0071606C" w:rsidTr="00806EC7">
        <w:tc>
          <w:tcPr>
            <w:tcW w:w="846" w:type="dxa"/>
          </w:tcPr>
          <w:p w:rsidR="0071606C" w:rsidRPr="00B01426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6318" w:type="dxa"/>
          </w:tcPr>
          <w:p w:rsidR="0071606C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6318" w:type="dxa"/>
          </w:tcPr>
          <w:p w:rsidR="0071606C" w:rsidRDefault="0071606C" w:rsidP="0080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відділу</w:t>
            </w:r>
          </w:p>
        </w:tc>
        <w:tc>
          <w:tcPr>
            <w:tcW w:w="2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B01426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6318" w:type="dxa"/>
          </w:tcPr>
          <w:p w:rsidR="0071606C" w:rsidRPr="00836381" w:rsidRDefault="0071606C" w:rsidP="00806EC7">
            <w:pPr>
              <w:jc w:val="both"/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</w:t>
            </w:r>
          </w:p>
        </w:tc>
        <w:tc>
          <w:tcPr>
            <w:tcW w:w="6318" w:type="dxa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1606C" w:rsidTr="00806EC7">
        <w:tc>
          <w:tcPr>
            <w:tcW w:w="846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</w:t>
            </w:r>
          </w:p>
        </w:tc>
        <w:tc>
          <w:tcPr>
            <w:tcW w:w="6318" w:type="dxa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Технічний працівник</w:t>
            </w:r>
          </w:p>
        </w:tc>
        <w:tc>
          <w:tcPr>
            <w:tcW w:w="2709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71606C" w:rsidTr="00806EC7">
        <w:tc>
          <w:tcPr>
            <w:tcW w:w="846" w:type="dxa"/>
          </w:tcPr>
          <w:p w:rsidR="0071606C" w:rsidRPr="00CC7A33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CC7A3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6318" w:type="dxa"/>
          </w:tcPr>
          <w:p w:rsidR="0071606C" w:rsidRPr="00CC7A33" w:rsidRDefault="0071606C" w:rsidP="00806EC7">
            <w:pPr>
              <w:jc w:val="both"/>
              <w:rPr>
                <w:b/>
                <w:sz w:val="28"/>
                <w:szCs w:val="28"/>
              </w:rPr>
            </w:pPr>
            <w:r w:rsidRPr="00CC7A33">
              <w:rPr>
                <w:b/>
                <w:sz w:val="28"/>
                <w:szCs w:val="28"/>
              </w:rPr>
              <w:t xml:space="preserve">Відділ </w:t>
            </w:r>
            <w:r>
              <w:rPr>
                <w:b/>
                <w:sz w:val="28"/>
                <w:szCs w:val="28"/>
              </w:rPr>
              <w:t>комунального майна</w:t>
            </w:r>
          </w:p>
        </w:tc>
        <w:tc>
          <w:tcPr>
            <w:tcW w:w="2709" w:type="dxa"/>
          </w:tcPr>
          <w:p w:rsidR="0071606C" w:rsidRPr="00CC7A33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CC7A33">
              <w:rPr>
                <w:b/>
                <w:sz w:val="28"/>
                <w:szCs w:val="28"/>
              </w:rPr>
              <w:t>3</w:t>
            </w:r>
          </w:p>
        </w:tc>
      </w:tr>
      <w:tr w:rsidR="0071606C" w:rsidTr="00806EC7">
        <w:tc>
          <w:tcPr>
            <w:tcW w:w="846" w:type="dxa"/>
          </w:tcPr>
          <w:p w:rsidR="0071606C" w:rsidRPr="00CC7A33" w:rsidRDefault="0071606C" w:rsidP="00806EC7">
            <w:pPr>
              <w:jc w:val="center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5.1.</w:t>
            </w:r>
          </w:p>
        </w:tc>
        <w:tc>
          <w:tcPr>
            <w:tcW w:w="6318" w:type="dxa"/>
          </w:tcPr>
          <w:p w:rsidR="0071606C" w:rsidRPr="00CC7A33" w:rsidRDefault="0071606C" w:rsidP="00806E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709" w:type="dxa"/>
          </w:tcPr>
          <w:p w:rsidR="0071606C" w:rsidRPr="00CC7A33" w:rsidRDefault="0071606C" w:rsidP="00806EC7">
            <w:pPr>
              <w:jc w:val="center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CC7A33" w:rsidRDefault="0071606C" w:rsidP="00806EC7">
            <w:pPr>
              <w:jc w:val="center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5.2.</w:t>
            </w:r>
          </w:p>
        </w:tc>
        <w:tc>
          <w:tcPr>
            <w:tcW w:w="6318" w:type="dxa"/>
          </w:tcPr>
          <w:p w:rsidR="0071606C" w:rsidRPr="00CC7A33" w:rsidRDefault="0071606C" w:rsidP="00806EC7">
            <w:pPr>
              <w:jc w:val="both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709" w:type="dxa"/>
          </w:tcPr>
          <w:p w:rsidR="0071606C" w:rsidRPr="00CC7A33" w:rsidRDefault="0071606C" w:rsidP="00806EC7">
            <w:pPr>
              <w:jc w:val="center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CC7A33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6318" w:type="dxa"/>
          </w:tcPr>
          <w:p w:rsidR="0071606C" w:rsidRPr="00CC7A33" w:rsidRDefault="0071606C" w:rsidP="00806E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709" w:type="dxa"/>
          </w:tcPr>
          <w:p w:rsidR="0071606C" w:rsidRPr="00CC7A33" w:rsidRDefault="0071606C" w:rsidP="00806E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487C76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487C76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6318" w:type="dxa"/>
          </w:tcPr>
          <w:p w:rsidR="0071606C" w:rsidRPr="00487C76" w:rsidRDefault="0071606C" w:rsidP="00806EC7">
            <w:pPr>
              <w:jc w:val="both"/>
              <w:rPr>
                <w:b/>
                <w:sz w:val="28"/>
                <w:szCs w:val="28"/>
              </w:rPr>
            </w:pPr>
            <w:r w:rsidRPr="00487C76">
              <w:rPr>
                <w:b/>
                <w:sz w:val="28"/>
                <w:szCs w:val="28"/>
              </w:rPr>
              <w:t>Служба у справах дітей</w:t>
            </w:r>
          </w:p>
        </w:tc>
        <w:tc>
          <w:tcPr>
            <w:tcW w:w="2709" w:type="dxa"/>
          </w:tcPr>
          <w:p w:rsidR="0071606C" w:rsidRPr="00487C76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487C76">
              <w:rPr>
                <w:b/>
                <w:sz w:val="28"/>
                <w:szCs w:val="28"/>
              </w:rPr>
              <w:t>3</w:t>
            </w:r>
          </w:p>
        </w:tc>
      </w:tr>
      <w:tr w:rsidR="0071606C" w:rsidTr="00806EC7">
        <w:tc>
          <w:tcPr>
            <w:tcW w:w="846" w:type="dxa"/>
          </w:tcPr>
          <w:p w:rsidR="0071606C" w:rsidRPr="00487C76" w:rsidRDefault="0071606C" w:rsidP="00806EC7">
            <w:pPr>
              <w:jc w:val="center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6.1.</w:t>
            </w:r>
          </w:p>
        </w:tc>
        <w:tc>
          <w:tcPr>
            <w:tcW w:w="6318" w:type="dxa"/>
          </w:tcPr>
          <w:p w:rsidR="0071606C" w:rsidRPr="00487C76" w:rsidRDefault="0071606C" w:rsidP="00806EC7">
            <w:pPr>
              <w:jc w:val="both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служби</w:t>
            </w:r>
          </w:p>
        </w:tc>
        <w:tc>
          <w:tcPr>
            <w:tcW w:w="2709" w:type="dxa"/>
          </w:tcPr>
          <w:p w:rsidR="0071606C" w:rsidRPr="00487C76" w:rsidRDefault="0071606C" w:rsidP="00806EC7">
            <w:pPr>
              <w:jc w:val="center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487C76" w:rsidRDefault="0071606C" w:rsidP="00806EC7">
            <w:pPr>
              <w:jc w:val="center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>2</w:t>
            </w:r>
            <w:r w:rsidRPr="00487C76">
              <w:rPr>
                <w:sz w:val="28"/>
                <w:szCs w:val="28"/>
              </w:rPr>
              <w:t>.</w:t>
            </w:r>
          </w:p>
        </w:tc>
        <w:tc>
          <w:tcPr>
            <w:tcW w:w="6318" w:type="dxa"/>
          </w:tcPr>
          <w:p w:rsidR="0071606C" w:rsidRPr="00487C76" w:rsidRDefault="0071606C" w:rsidP="00806EC7">
            <w:pPr>
              <w:jc w:val="both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709" w:type="dxa"/>
          </w:tcPr>
          <w:p w:rsidR="0071606C" w:rsidRPr="00487C76" w:rsidRDefault="0071606C" w:rsidP="00806EC7">
            <w:pPr>
              <w:jc w:val="center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487C76" w:rsidRDefault="0071606C" w:rsidP="00806EC7">
            <w:pPr>
              <w:jc w:val="center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>3</w:t>
            </w:r>
            <w:r w:rsidRPr="00487C76">
              <w:rPr>
                <w:sz w:val="28"/>
                <w:szCs w:val="28"/>
              </w:rPr>
              <w:t>.</w:t>
            </w:r>
          </w:p>
        </w:tc>
        <w:tc>
          <w:tcPr>
            <w:tcW w:w="6318" w:type="dxa"/>
          </w:tcPr>
          <w:p w:rsidR="0071606C" w:rsidRPr="00487C76" w:rsidRDefault="0071606C" w:rsidP="00806EC7">
            <w:pPr>
              <w:jc w:val="both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709" w:type="dxa"/>
          </w:tcPr>
          <w:p w:rsidR="0071606C" w:rsidRPr="00487C76" w:rsidRDefault="0071606C" w:rsidP="00806EC7">
            <w:pPr>
              <w:jc w:val="center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487C76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 w:rsidRPr="00487C76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6318" w:type="dxa"/>
          </w:tcPr>
          <w:p w:rsidR="0071606C" w:rsidRPr="00487C76" w:rsidRDefault="0071606C" w:rsidP="00806EC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соціального захисту населення</w:t>
            </w:r>
          </w:p>
        </w:tc>
        <w:tc>
          <w:tcPr>
            <w:tcW w:w="2709" w:type="dxa"/>
          </w:tcPr>
          <w:p w:rsidR="0071606C" w:rsidRPr="00487C76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71606C" w:rsidTr="00806EC7">
        <w:tc>
          <w:tcPr>
            <w:tcW w:w="846" w:type="dxa"/>
          </w:tcPr>
          <w:p w:rsidR="0071606C" w:rsidRPr="00487C76" w:rsidRDefault="0071606C" w:rsidP="00806EC7">
            <w:pPr>
              <w:jc w:val="center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7.1.</w:t>
            </w:r>
          </w:p>
        </w:tc>
        <w:tc>
          <w:tcPr>
            <w:tcW w:w="6318" w:type="dxa"/>
          </w:tcPr>
          <w:p w:rsidR="0071606C" w:rsidRPr="00487C76" w:rsidRDefault="0071606C" w:rsidP="00806EC7">
            <w:pPr>
              <w:jc w:val="both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відділу</w:t>
            </w:r>
          </w:p>
        </w:tc>
        <w:tc>
          <w:tcPr>
            <w:tcW w:w="2709" w:type="dxa"/>
          </w:tcPr>
          <w:p w:rsidR="0071606C" w:rsidRPr="00487C76" w:rsidRDefault="0071606C" w:rsidP="00806EC7">
            <w:pPr>
              <w:jc w:val="center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487C76" w:rsidRDefault="0071606C" w:rsidP="00806EC7">
            <w:pPr>
              <w:jc w:val="center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7.2.</w:t>
            </w:r>
          </w:p>
        </w:tc>
        <w:tc>
          <w:tcPr>
            <w:tcW w:w="6318" w:type="dxa"/>
          </w:tcPr>
          <w:p w:rsidR="0071606C" w:rsidRPr="00487C76" w:rsidRDefault="0071606C" w:rsidP="00806EC7">
            <w:pPr>
              <w:jc w:val="both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709" w:type="dxa"/>
          </w:tcPr>
          <w:p w:rsidR="0071606C" w:rsidRPr="00487C76" w:rsidRDefault="0071606C" w:rsidP="00806EC7">
            <w:pPr>
              <w:jc w:val="center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Pr="00487C76" w:rsidRDefault="0071606C" w:rsidP="00806EC7">
            <w:pPr>
              <w:jc w:val="center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7.3.</w:t>
            </w:r>
          </w:p>
        </w:tc>
        <w:tc>
          <w:tcPr>
            <w:tcW w:w="6318" w:type="dxa"/>
          </w:tcPr>
          <w:p w:rsidR="0071606C" w:rsidRPr="00487C76" w:rsidRDefault="0071606C" w:rsidP="00806EC7">
            <w:pPr>
              <w:jc w:val="both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709" w:type="dxa"/>
          </w:tcPr>
          <w:p w:rsidR="0071606C" w:rsidRPr="00487C76" w:rsidRDefault="0071606C" w:rsidP="00806EC7">
            <w:pPr>
              <w:jc w:val="center"/>
              <w:rPr>
                <w:sz w:val="28"/>
                <w:szCs w:val="28"/>
              </w:rPr>
            </w:pPr>
            <w:r w:rsidRPr="00487C76">
              <w:rPr>
                <w:sz w:val="28"/>
                <w:szCs w:val="28"/>
              </w:rPr>
              <w:t>1</w:t>
            </w:r>
          </w:p>
        </w:tc>
      </w:tr>
      <w:tr w:rsidR="0071606C" w:rsidTr="00806EC7">
        <w:tc>
          <w:tcPr>
            <w:tcW w:w="846" w:type="dxa"/>
          </w:tcPr>
          <w:p w:rsidR="0071606C" w:rsidRDefault="0071606C" w:rsidP="00806E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71606C" w:rsidRDefault="0071606C" w:rsidP="00806EC7">
            <w:pPr>
              <w:jc w:val="both"/>
              <w:rPr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2709" w:type="dxa"/>
          </w:tcPr>
          <w:p w:rsidR="0071606C" w:rsidRPr="00CC7A33" w:rsidRDefault="0071606C" w:rsidP="00806E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24,5</w:t>
            </w:r>
          </w:p>
        </w:tc>
      </w:tr>
    </w:tbl>
    <w:p w:rsidR="0071606C" w:rsidRDefault="0071606C" w:rsidP="00EE507C">
      <w:pPr>
        <w:ind w:left="540"/>
        <w:rPr>
          <w:sz w:val="28"/>
          <w:szCs w:val="28"/>
        </w:rPr>
      </w:pPr>
    </w:p>
    <w:p w:rsidR="0071606C" w:rsidRDefault="0071606C" w:rsidP="00EE507C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Керуюча справами (секретар) виконкому </w:t>
      </w:r>
    </w:p>
    <w:p w:rsidR="0071606C" w:rsidRPr="006F41FB" w:rsidRDefault="0071606C" w:rsidP="006F41FB">
      <w:pPr>
        <w:ind w:left="540"/>
        <w:rPr>
          <w:sz w:val="28"/>
          <w:szCs w:val="28"/>
        </w:rPr>
      </w:pPr>
      <w:r w:rsidRPr="006F41FB">
        <w:rPr>
          <w:sz w:val="28"/>
          <w:szCs w:val="28"/>
        </w:rPr>
        <w:t>Тячівської міської ради                                                               О.В.Решетар</w:t>
      </w:r>
    </w:p>
    <w:p w:rsidR="0071606C" w:rsidRDefault="0071606C" w:rsidP="00C27A94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</w:p>
    <w:sectPr w:rsidR="0071606C" w:rsidSect="009B289D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E2C76"/>
    <w:multiLevelType w:val="hybridMultilevel"/>
    <w:tmpl w:val="2A0E9E66"/>
    <w:lvl w:ilvl="0" w:tplc="39387AB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39026A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6A803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B4A74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B18AD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E0E99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681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5C23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BED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AD2"/>
    <w:rsid w:val="0000656B"/>
    <w:rsid w:val="00030C75"/>
    <w:rsid w:val="00043904"/>
    <w:rsid w:val="00071B51"/>
    <w:rsid w:val="000E786B"/>
    <w:rsid w:val="00121DAE"/>
    <w:rsid w:val="001451C6"/>
    <w:rsid w:val="00172A7C"/>
    <w:rsid w:val="001C0C6A"/>
    <w:rsid w:val="001C18D5"/>
    <w:rsid w:val="00230659"/>
    <w:rsid w:val="002F76B2"/>
    <w:rsid w:val="00322BFB"/>
    <w:rsid w:val="003800BF"/>
    <w:rsid w:val="0038587F"/>
    <w:rsid w:val="00390DAC"/>
    <w:rsid w:val="003C3429"/>
    <w:rsid w:val="003F21CA"/>
    <w:rsid w:val="004149F4"/>
    <w:rsid w:val="004366FF"/>
    <w:rsid w:val="0045235D"/>
    <w:rsid w:val="00487C76"/>
    <w:rsid w:val="004A2635"/>
    <w:rsid w:val="004A2B67"/>
    <w:rsid w:val="004F7571"/>
    <w:rsid w:val="00606F24"/>
    <w:rsid w:val="00621853"/>
    <w:rsid w:val="00625FF9"/>
    <w:rsid w:val="0066059F"/>
    <w:rsid w:val="00672E2F"/>
    <w:rsid w:val="006F1BA3"/>
    <w:rsid w:val="006F41FB"/>
    <w:rsid w:val="006F79E7"/>
    <w:rsid w:val="007112F4"/>
    <w:rsid w:val="0071606C"/>
    <w:rsid w:val="00751701"/>
    <w:rsid w:val="007726B2"/>
    <w:rsid w:val="00792650"/>
    <w:rsid w:val="007D0AD2"/>
    <w:rsid w:val="00806EC7"/>
    <w:rsid w:val="00820FB0"/>
    <w:rsid w:val="0082174B"/>
    <w:rsid w:val="00830204"/>
    <w:rsid w:val="00836381"/>
    <w:rsid w:val="00892C00"/>
    <w:rsid w:val="008A23E9"/>
    <w:rsid w:val="008F2351"/>
    <w:rsid w:val="0091227B"/>
    <w:rsid w:val="009A3276"/>
    <w:rsid w:val="009A61D3"/>
    <w:rsid w:val="009B289D"/>
    <w:rsid w:val="009F2945"/>
    <w:rsid w:val="009F70A1"/>
    <w:rsid w:val="00A157E8"/>
    <w:rsid w:val="00A43FF5"/>
    <w:rsid w:val="00A53321"/>
    <w:rsid w:val="00A60507"/>
    <w:rsid w:val="00A66A28"/>
    <w:rsid w:val="00B01426"/>
    <w:rsid w:val="00B57F48"/>
    <w:rsid w:val="00B65394"/>
    <w:rsid w:val="00B73C4A"/>
    <w:rsid w:val="00B76D3B"/>
    <w:rsid w:val="00B8176D"/>
    <w:rsid w:val="00BB5334"/>
    <w:rsid w:val="00BD6CFE"/>
    <w:rsid w:val="00C27A94"/>
    <w:rsid w:val="00C36D89"/>
    <w:rsid w:val="00C626B7"/>
    <w:rsid w:val="00C8060D"/>
    <w:rsid w:val="00CA6382"/>
    <w:rsid w:val="00CB4B58"/>
    <w:rsid w:val="00CB7E24"/>
    <w:rsid w:val="00CC7A33"/>
    <w:rsid w:val="00D122B6"/>
    <w:rsid w:val="00D2321D"/>
    <w:rsid w:val="00D46981"/>
    <w:rsid w:val="00D966AE"/>
    <w:rsid w:val="00DE4688"/>
    <w:rsid w:val="00DF4783"/>
    <w:rsid w:val="00E462CB"/>
    <w:rsid w:val="00E66E41"/>
    <w:rsid w:val="00EE507C"/>
    <w:rsid w:val="00EE5AE9"/>
    <w:rsid w:val="00F10C21"/>
    <w:rsid w:val="00F121BD"/>
    <w:rsid w:val="00F25779"/>
    <w:rsid w:val="00F4734A"/>
    <w:rsid w:val="00F54FD0"/>
    <w:rsid w:val="00FA4E57"/>
    <w:rsid w:val="00FD5A5A"/>
    <w:rsid w:val="00FE23DE"/>
    <w:rsid w:val="00FE5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D5"/>
    <w:rPr>
      <w:rFonts w:ascii="Times New Roman" w:eastAsia="SimSu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1C18D5"/>
    <w:pPr>
      <w:shd w:val="clear" w:color="auto" w:fill="FFFFFF"/>
      <w:spacing w:before="240" w:after="600" w:line="322" w:lineRule="exact"/>
      <w:ind w:hanging="1080"/>
      <w:jc w:val="center"/>
    </w:pPr>
    <w:rPr>
      <w:rFonts w:eastAsia="Times New Roman"/>
      <w:sz w:val="27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C18D5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1">
    <w:name w:val="Заголовок №1_"/>
    <w:link w:val="11"/>
    <w:uiPriority w:val="99"/>
    <w:locked/>
    <w:rsid w:val="001C18D5"/>
    <w:rPr>
      <w:rFonts w:ascii="Lucida Sans Unicode" w:hAnsi="Lucida Sans Unicode"/>
      <w:b/>
      <w:spacing w:val="-10"/>
      <w:sz w:val="25"/>
      <w:shd w:val="clear" w:color="auto" w:fill="FFFFFF"/>
    </w:rPr>
  </w:style>
  <w:style w:type="paragraph" w:customStyle="1" w:styleId="11">
    <w:name w:val="Заголовок №11"/>
    <w:basedOn w:val="Normal"/>
    <w:link w:val="1"/>
    <w:uiPriority w:val="99"/>
    <w:rsid w:val="001C18D5"/>
    <w:pPr>
      <w:shd w:val="clear" w:color="auto" w:fill="FFFFFF"/>
      <w:spacing w:before="600" w:after="360" w:line="317" w:lineRule="exact"/>
      <w:outlineLvl w:val="0"/>
    </w:pPr>
    <w:rPr>
      <w:rFonts w:ascii="Lucida Sans Unicode" w:eastAsia="Calibri" w:hAnsi="Lucida Sans Unicode"/>
      <w:b/>
      <w:spacing w:val="-10"/>
      <w:sz w:val="25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78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6</Pages>
  <Words>1387</Words>
  <Characters>7909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user3344</cp:lastModifiedBy>
  <cp:revision>52</cp:revision>
  <cp:lastPrinted>2020-10-22T05:46:00Z</cp:lastPrinted>
  <dcterms:created xsi:type="dcterms:W3CDTF">2017-02-14T07:48:00Z</dcterms:created>
  <dcterms:modified xsi:type="dcterms:W3CDTF">2020-10-22T05:47:00Z</dcterms:modified>
</cp:coreProperties>
</file>