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15B" w:rsidRDefault="0004715B" w:rsidP="006A42EA">
      <w:pPr>
        <w:ind w:right="-428" w:firstLine="1080"/>
        <w:jc w:val="both"/>
        <w:rPr>
          <w:lang w:val="uk-UA"/>
        </w:rPr>
      </w:pPr>
    </w:p>
    <w:p w:rsidR="0004715B" w:rsidRPr="00B406C2" w:rsidRDefault="0004715B" w:rsidP="00B406C2">
      <w:pPr>
        <w:ind w:right="-428"/>
        <w:rPr>
          <w:sz w:val="28"/>
          <w:szCs w:val="28"/>
          <w:lang w:val="uk-UA"/>
        </w:rPr>
      </w:pPr>
      <w:r>
        <w:rPr>
          <w:lang w:val="uk-UA"/>
        </w:rPr>
        <w:tab/>
      </w:r>
      <w:r w:rsidRPr="00B406C2">
        <w:rPr>
          <w:sz w:val="28"/>
          <w:szCs w:val="28"/>
          <w:lang w:val="uk-UA"/>
        </w:rPr>
        <w:t xml:space="preserve">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</w:t>
      </w:r>
      <w:r w:rsidRPr="00B406C2">
        <w:rPr>
          <w:sz w:val="28"/>
          <w:szCs w:val="28"/>
          <w:lang w:val="uk-UA"/>
        </w:rPr>
        <w:t>Додаток №1</w:t>
      </w:r>
    </w:p>
    <w:p w:rsidR="0004715B" w:rsidRDefault="0004715B" w:rsidP="00064E4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до рішення тридцять третьої  сесії сьомого  </w:t>
      </w:r>
    </w:p>
    <w:p w:rsidR="0004715B" w:rsidRDefault="0004715B" w:rsidP="00064E4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скликання Тячівської міської  ради </w:t>
      </w:r>
    </w:p>
    <w:p w:rsidR="0004715B" w:rsidRDefault="0004715B" w:rsidP="00064E46">
      <w:pPr>
        <w:tabs>
          <w:tab w:val="left" w:pos="450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від 12 вересня  2019 року № 3814</w:t>
      </w:r>
    </w:p>
    <w:p w:rsidR="0004715B" w:rsidRPr="00B406C2" w:rsidRDefault="0004715B" w:rsidP="00B406C2">
      <w:pPr>
        <w:ind w:right="-428"/>
        <w:jc w:val="center"/>
        <w:rPr>
          <w:sz w:val="28"/>
          <w:szCs w:val="28"/>
          <w:u w:val="single"/>
          <w:lang w:val="uk-UA"/>
        </w:rPr>
      </w:pPr>
    </w:p>
    <w:p w:rsidR="0004715B" w:rsidRDefault="0004715B" w:rsidP="00B406C2">
      <w:pPr>
        <w:tabs>
          <w:tab w:val="left" w:pos="6900"/>
        </w:tabs>
        <w:ind w:right="-428" w:firstLine="1080"/>
        <w:jc w:val="both"/>
        <w:rPr>
          <w:lang w:val="uk-UA"/>
        </w:rPr>
      </w:pPr>
    </w:p>
    <w:p w:rsidR="0004715B" w:rsidRDefault="0004715B" w:rsidP="006A42EA">
      <w:pPr>
        <w:ind w:right="-428" w:firstLine="1080"/>
        <w:jc w:val="both"/>
        <w:rPr>
          <w:lang w:val="uk-UA"/>
        </w:rPr>
      </w:pPr>
    </w:p>
    <w:p w:rsidR="0004715B" w:rsidRPr="00B85EE4" w:rsidRDefault="0004715B" w:rsidP="00640945">
      <w:pPr>
        <w:ind w:right="-428"/>
        <w:rPr>
          <w:sz w:val="16"/>
          <w:szCs w:val="16"/>
          <w:lang w:val="uk-UA"/>
        </w:rPr>
      </w:pPr>
    </w:p>
    <w:p w:rsidR="0004715B" w:rsidRPr="00D1426D" w:rsidRDefault="0004715B" w:rsidP="00B85EE4">
      <w:pPr>
        <w:ind w:right="-428"/>
        <w:jc w:val="center"/>
        <w:rPr>
          <w:b/>
          <w:lang w:val="uk-UA"/>
        </w:rPr>
      </w:pPr>
      <w:r w:rsidRPr="00D1426D">
        <w:rPr>
          <w:b/>
          <w:lang w:val="uk-UA"/>
        </w:rPr>
        <w:t>П О Л О Ж Е Н Н Я</w:t>
      </w:r>
    </w:p>
    <w:p w:rsidR="0004715B" w:rsidRDefault="0004715B" w:rsidP="00536EF3">
      <w:pPr>
        <w:ind w:right="-42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D1426D">
        <w:rPr>
          <w:sz w:val="28"/>
          <w:szCs w:val="28"/>
          <w:lang w:val="uk-UA"/>
        </w:rPr>
        <w:t>ро</w:t>
      </w:r>
      <w:r>
        <w:rPr>
          <w:sz w:val="28"/>
          <w:szCs w:val="28"/>
          <w:lang w:val="uk-UA"/>
        </w:rPr>
        <w:t xml:space="preserve"> відділ освіти Тячівської міської ради Закарпатської області</w:t>
      </w:r>
    </w:p>
    <w:p w:rsidR="0004715B" w:rsidRPr="00B85EE4" w:rsidRDefault="0004715B" w:rsidP="00640945">
      <w:pPr>
        <w:ind w:right="-428"/>
        <w:jc w:val="both"/>
        <w:rPr>
          <w:sz w:val="16"/>
          <w:szCs w:val="16"/>
          <w:lang w:val="uk-UA"/>
        </w:rPr>
      </w:pPr>
    </w:p>
    <w:p w:rsidR="0004715B" w:rsidRDefault="0004715B" w:rsidP="00640945">
      <w:pPr>
        <w:ind w:left="2124" w:right="-42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1.Загальні положення.</w:t>
      </w:r>
    </w:p>
    <w:p w:rsidR="0004715B" w:rsidRDefault="0004715B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1.1.Відділ  освіти Тячівської міської ради Закарпатської області (надалі - Відділ) є виконавчим органом міської ради, створюється міською радою, підзвітний і підконтрольний міській раді, підпорядкований виконавчому комітету міської ради та міському голові, а з питань здійснення делегованих повноважень підконтрольний відповідним органам виконавчої влади.</w:t>
      </w:r>
    </w:p>
    <w:p w:rsidR="0004715B" w:rsidRDefault="0004715B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Pr="00564973">
        <w:rPr>
          <w:b/>
          <w:i/>
          <w:sz w:val="28"/>
          <w:szCs w:val="28"/>
          <w:lang w:val="uk-UA"/>
        </w:rPr>
        <w:t xml:space="preserve">Повна назва </w:t>
      </w:r>
      <w:r>
        <w:rPr>
          <w:b/>
          <w:i/>
          <w:sz w:val="28"/>
          <w:szCs w:val="28"/>
          <w:lang w:val="uk-UA"/>
        </w:rPr>
        <w:t>Відділу</w:t>
      </w:r>
      <w:r w:rsidRPr="0078738E">
        <w:rPr>
          <w:i/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Відділ освіти  Тячівської міської ради Закарпатської області, </w:t>
      </w:r>
      <w:r w:rsidRPr="00564973">
        <w:rPr>
          <w:b/>
          <w:i/>
          <w:sz w:val="28"/>
          <w:szCs w:val="28"/>
          <w:lang w:val="uk-UA"/>
        </w:rPr>
        <w:t>скорочена назва:</w:t>
      </w:r>
      <w:r>
        <w:rPr>
          <w:sz w:val="28"/>
          <w:szCs w:val="28"/>
          <w:lang w:val="uk-UA"/>
        </w:rPr>
        <w:t xml:space="preserve">Відділ освіти Тячівської міської ради Закарпатської області, </w:t>
      </w:r>
      <w:r w:rsidRPr="00564973">
        <w:rPr>
          <w:b/>
          <w:i/>
          <w:sz w:val="28"/>
          <w:szCs w:val="28"/>
          <w:lang w:val="uk-UA"/>
        </w:rPr>
        <w:t>юридична адреса</w:t>
      </w:r>
      <w:r>
        <w:rPr>
          <w:sz w:val="28"/>
          <w:szCs w:val="28"/>
          <w:lang w:val="uk-UA"/>
        </w:rPr>
        <w:t>: вул. Шевченка, 2, м. Тячів, Закарпатська обл., 90500.</w:t>
      </w:r>
    </w:p>
    <w:p w:rsidR="0004715B" w:rsidRDefault="0004715B" w:rsidP="00640945">
      <w:pPr>
        <w:ind w:right="-428"/>
        <w:jc w:val="both"/>
        <w:rPr>
          <w:sz w:val="28"/>
          <w:szCs w:val="28"/>
          <w:lang w:val="uk-UA"/>
        </w:rPr>
      </w:pPr>
      <w:r w:rsidRPr="00B406C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3</w:t>
      </w:r>
      <w:r w:rsidRPr="00B406C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Відділ</w:t>
      </w:r>
      <w:r w:rsidRPr="00B406C2">
        <w:rPr>
          <w:sz w:val="28"/>
          <w:szCs w:val="28"/>
          <w:lang w:val="uk-UA"/>
        </w:rPr>
        <w:t xml:space="preserve"> у своїй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діяльності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керується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Конституцією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України</w:t>
      </w:r>
      <w:r>
        <w:rPr>
          <w:sz w:val="28"/>
          <w:szCs w:val="28"/>
          <w:lang w:val="uk-UA"/>
        </w:rPr>
        <w:t xml:space="preserve">, </w:t>
      </w:r>
      <w:r w:rsidRPr="00B406C2">
        <w:rPr>
          <w:sz w:val="28"/>
          <w:szCs w:val="28"/>
          <w:lang w:val="uk-UA"/>
        </w:rPr>
        <w:t>законами України</w:t>
      </w:r>
      <w:r>
        <w:rPr>
          <w:sz w:val="28"/>
          <w:szCs w:val="28"/>
          <w:lang w:val="uk-UA"/>
        </w:rPr>
        <w:t>,</w:t>
      </w:r>
      <w:r w:rsidRPr="00B406C2">
        <w:rPr>
          <w:sz w:val="28"/>
          <w:szCs w:val="28"/>
          <w:lang w:val="uk-UA"/>
        </w:rPr>
        <w:t xml:space="preserve"> актами Президента України, декретами, постановами і розпорядженнями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Кабінету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Міністрів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України, Статутом</w:t>
      </w:r>
      <w:r>
        <w:rPr>
          <w:sz w:val="28"/>
          <w:szCs w:val="28"/>
          <w:lang w:val="uk-UA"/>
        </w:rPr>
        <w:t xml:space="preserve"> Тячівської міської об’єднаної </w:t>
      </w:r>
      <w:r w:rsidRPr="00B406C2">
        <w:rPr>
          <w:sz w:val="28"/>
          <w:szCs w:val="28"/>
          <w:lang w:val="uk-UA"/>
        </w:rPr>
        <w:t>територіальної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громади, рішеннями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міської ради і виконавчого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комітету, розпорядженнями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міського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голови, даним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Положенням і іншими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нормативними актами.</w:t>
      </w:r>
    </w:p>
    <w:p w:rsidR="0004715B" w:rsidRDefault="0004715B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 Працівники Відділу є посадовими особами органу місцевого самоврядування. Структура та чисельність Відділу затверджується міською  радою.</w:t>
      </w:r>
    </w:p>
    <w:p w:rsidR="0004715B" w:rsidRDefault="0004715B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1.5.Відділ є юридичною особою, має самостійний баланс, рахунки в установах банків, печатку із зображенням Державного герба України  і своїм найменуванням.</w:t>
      </w:r>
    </w:p>
    <w:p w:rsidR="0004715B" w:rsidRDefault="0004715B" w:rsidP="00640945">
      <w:pPr>
        <w:ind w:right="-428"/>
        <w:jc w:val="both"/>
        <w:rPr>
          <w:sz w:val="28"/>
          <w:szCs w:val="28"/>
          <w:lang w:val="uk-UA"/>
        </w:rPr>
      </w:pPr>
    </w:p>
    <w:p w:rsidR="0004715B" w:rsidRPr="001E1DDA" w:rsidRDefault="0004715B" w:rsidP="00C80CAB">
      <w:pPr>
        <w:ind w:right="-428"/>
        <w:jc w:val="center"/>
        <w:rPr>
          <w:sz w:val="28"/>
          <w:szCs w:val="28"/>
          <w:lang w:val="uk-UA"/>
        </w:rPr>
      </w:pPr>
      <w:r w:rsidRPr="001E1DDA">
        <w:rPr>
          <w:sz w:val="28"/>
          <w:szCs w:val="28"/>
          <w:lang w:val="uk-UA"/>
        </w:rPr>
        <w:t>2. Мета</w:t>
      </w:r>
      <w:r>
        <w:rPr>
          <w:sz w:val="28"/>
          <w:szCs w:val="28"/>
          <w:lang w:val="uk-UA"/>
        </w:rPr>
        <w:t xml:space="preserve"> діяльності Відділу.</w:t>
      </w:r>
    </w:p>
    <w:p w:rsidR="0004715B" w:rsidRDefault="0004715B" w:rsidP="00640945">
      <w:pPr>
        <w:ind w:right="-428"/>
        <w:jc w:val="both"/>
        <w:rPr>
          <w:sz w:val="28"/>
          <w:szCs w:val="28"/>
          <w:lang w:val="uk-UA"/>
        </w:rPr>
      </w:pPr>
      <w:r w:rsidRPr="001E1DDA">
        <w:rPr>
          <w:sz w:val="28"/>
          <w:szCs w:val="28"/>
          <w:lang w:val="uk-UA"/>
        </w:rPr>
        <w:t xml:space="preserve">2.1. Метою </w:t>
      </w:r>
      <w:r>
        <w:rPr>
          <w:sz w:val="28"/>
          <w:szCs w:val="28"/>
          <w:lang w:val="uk-UA"/>
        </w:rPr>
        <w:t>діяльності Відділу</w:t>
      </w:r>
      <w:r w:rsidRPr="001E1DDA">
        <w:rPr>
          <w:sz w:val="28"/>
          <w:szCs w:val="28"/>
          <w:lang w:val="uk-UA"/>
        </w:rPr>
        <w:t xml:space="preserve"> є</w:t>
      </w:r>
      <w:r>
        <w:rPr>
          <w:sz w:val="28"/>
          <w:szCs w:val="28"/>
          <w:lang w:val="uk-UA"/>
        </w:rPr>
        <w:t>:</w:t>
      </w:r>
    </w:p>
    <w:p w:rsidR="0004715B" w:rsidRDefault="0004715B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2.1.1. Створення умов для розвитку особистості  і творчої самореалізації кожного громадянина через систему багатопрофільної, різнорівневої дошкільної, загальної середньої та позашкільної освіти,  забезпечення доступності, безоплатності та обов’язковості освіти для всіх, хто її потребує, формування якісного інформаційно-освітнього простору.</w:t>
      </w:r>
    </w:p>
    <w:p w:rsidR="0004715B" w:rsidRDefault="0004715B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2.1.2. Забезпечення в межах, визначених законодавством, прав членів територіальної громади в сфері освіти шляхом виконання відповідних державних, обласних і місцевих програм.</w:t>
      </w:r>
    </w:p>
    <w:p w:rsidR="0004715B" w:rsidRDefault="0004715B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2.1.3. Надання населенню якісних освітніх послуг через мережу дошкільних, загальноосвітніх та позашкільних навчальних закладів.</w:t>
      </w:r>
    </w:p>
    <w:p w:rsidR="0004715B" w:rsidRDefault="0004715B" w:rsidP="00640945">
      <w:pPr>
        <w:ind w:right="-428"/>
        <w:jc w:val="both"/>
        <w:rPr>
          <w:sz w:val="28"/>
          <w:szCs w:val="28"/>
          <w:lang w:val="uk-UA"/>
        </w:rPr>
      </w:pPr>
    </w:p>
    <w:p w:rsidR="0004715B" w:rsidRDefault="0004715B" w:rsidP="00F22467">
      <w:pPr>
        <w:ind w:right="-42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Основні завдання, функції та права.</w:t>
      </w:r>
    </w:p>
    <w:p w:rsidR="0004715B" w:rsidRDefault="0004715B" w:rsidP="00F64742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 здійснює реалізацію державної політики та політики міської ради:</w:t>
      </w:r>
    </w:p>
    <w:p w:rsidR="0004715B" w:rsidRDefault="0004715B" w:rsidP="00F64742">
      <w:pPr>
        <w:ind w:right="-428"/>
        <w:jc w:val="both"/>
        <w:rPr>
          <w:sz w:val="28"/>
          <w:szCs w:val="28"/>
          <w:lang w:val="uk-UA"/>
        </w:rPr>
      </w:pPr>
    </w:p>
    <w:p w:rsidR="0004715B" w:rsidRDefault="0004715B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3.1. Створює рівні та доступні умови для здобуття громадянами дошкільної, повної загальної середньої та позашкільної освіти, забезпечує соціальний захист учасників навчально-виховного процесу. </w:t>
      </w:r>
    </w:p>
    <w:p w:rsidR="0004715B" w:rsidRPr="000C3C42" w:rsidRDefault="0004715B" w:rsidP="00640945">
      <w:pPr>
        <w:ind w:right="-428"/>
        <w:jc w:val="both"/>
        <w:rPr>
          <w:sz w:val="28"/>
          <w:szCs w:val="28"/>
          <w:lang w:val="uk-UA"/>
        </w:rPr>
      </w:pPr>
      <w:r w:rsidRPr="000C3C42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2</w:t>
      </w:r>
      <w:r w:rsidRPr="000C3C42">
        <w:rPr>
          <w:sz w:val="28"/>
          <w:szCs w:val="28"/>
          <w:lang w:val="uk-UA"/>
        </w:rPr>
        <w:t>. Здійснює</w:t>
      </w:r>
      <w:r>
        <w:rPr>
          <w:sz w:val="28"/>
          <w:szCs w:val="28"/>
          <w:lang w:val="uk-UA"/>
        </w:rPr>
        <w:t xml:space="preserve"> </w:t>
      </w:r>
      <w:r w:rsidRPr="000C3C42">
        <w:rPr>
          <w:sz w:val="28"/>
          <w:szCs w:val="28"/>
          <w:lang w:val="uk-UA"/>
        </w:rPr>
        <w:t>навчально-методичне</w:t>
      </w:r>
      <w:r>
        <w:rPr>
          <w:sz w:val="28"/>
          <w:szCs w:val="28"/>
          <w:lang w:val="uk-UA"/>
        </w:rPr>
        <w:t xml:space="preserve"> </w:t>
      </w:r>
      <w:r w:rsidRPr="000C3C42">
        <w:rPr>
          <w:sz w:val="28"/>
          <w:szCs w:val="28"/>
          <w:lang w:val="uk-UA"/>
        </w:rPr>
        <w:t>керівництво, контроль за  дотриманням</w:t>
      </w:r>
      <w:r>
        <w:rPr>
          <w:sz w:val="28"/>
          <w:szCs w:val="28"/>
          <w:lang w:val="uk-UA"/>
        </w:rPr>
        <w:t xml:space="preserve"> </w:t>
      </w:r>
      <w:r w:rsidRPr="000C3C42">
        <w:rPr>
          <w:sz w:val="28"/>
          <w:szCs w:val="28"/>
          <w:lang w:val="uk-UA"/>
        </w:rPr>
        <w:t>стандартів</w:t>
      </w:r>
      <w:r>
        <w:rPr>
          <w:sz w:val="28"/>
          <w:szCs w:val="28"/>
          <w:lang w:val="uk-UA"/>
        </w:rPr>
        <w:t xml:space="preserve"> </w:t>
      </w:r>
      <w:r w:rsidRPr="000C3C42">
        <w:rPr>
          <w:sz w:val="28"/>
          <w:szCs w:val="28"/>
          <w:lang w:val="uk-UA"/>
        </w:rPr>
        <w:t>освіти в дошкільних, загальноосвітніх та позашкільних</w:t>
      </w:r>
      <w:r>
        <w:rPr>
          <w:sz w:val="28"/>
          <w:szCs w:val="28"/>
          <w:lang w:val="uk-UA"/>
        </w:rPr>
        <w:t xml:space="preserve"> </w:t>
      </w:r>
      <w:r w:rsidRPr="000C3C42">
        <w:rPr>
          <w:sz w:val="28"/>
          <w:szCs w:val="28"/>
          <w:lang w:val="uk-UA"/>
        </w:rPr>
        <w:t>навчальних закладах.</w:t>
      </w:r>
    </w:p>
    <w:p w:rsidR="0004715B" w:rsidRPr="000C3C42" w:rsidRDefault="0004715B" w:rsidP="00640945">
      <w:pPr>
        <w:ind w:right="-428"/>
        <w:jc w:val="both"/>
        <w:rPr>
          <w:sz w:val="28"/>
          <w:szCs w:val="28"/>
          <w:lang w:val="uk-UA"/>
        </w:rPr>
      </w:pPr>
      <w:r w:rsidRPr="000C3C42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3</w:t>
      </w:r>
      <w:r w:rsidRPr="000C3C42">
        <w:rPr>
          <w:sz w:val="28"/>
          <w:szCs w:val="28"/>
          <w:lang w:val="uk-UA"/>
        </w:rPr>
        <w:t>. Здійснює</w:t>
      </w:r>
      <w:r>
        <w:rPr>
          <w:sz w:val="28"/>
          <w:szCs w:val="28"/>
          <w:lang w:val="uk-UA"/>
        </w:rPr>
        <w:t xml:space="preserve"> </w:t>
      </w:r>
      <w:r w:rsidRPr="000C3C42">
        <w:rPr>
          <w:sz w:val="28"/>
          <w:szCs w:val="28"/>
          <w:lang w:val="uk-UA"/>
        </w:rPr>
        <w:t>комплектування</w:t>
      </w:r>
      <w:r>
        <w:rPr>
          <w:sz w:val="28"/>
          <w:szCs w:val="28"/>
          <w:lang w:val="uk-UA"/>
        </w:rPr>
        <w:t xml:space="preserve"> навчальних </w:t>
      </w:r>
      <w:r w:rsidRPr="000C3C42">
        <w:rPr>
          <w:sz w:val="28"/>
          <w:szCs w:val="28"/>
          <w:lang w:val="uk-UA"/>
        </w:rPr>
        <w:t>закладів</w:t>
      </w:r>
      <w:r>
        <w:rPr>
          <w:sz w:val="28"/>
          <w:szCs w:val="28"/>
          <w:lang w:val="uk-UA"/>
        </w:rPr>
        <w:t xml:space="preserve"> </w:t>
      </w:r>
      <w:r w:rsidRPr="000C3C42">
        <w:rPr>
          <w:sz w:val="28"/>
          <w:szCs w:val="28"/>
          <w:lang w:val="uk-UA"/>
        </w:rPr>
        <w:t>педагогічними</w:t>
      </w:r>
      <w:r>
        <w:rPr>
          <w:sz w:val="28"/>
          <w:szCs w:val="28"/>
          <w:lang w:val="uk-UA"/>
        </w:rPr>
        <w:t xml:space="preserve"> </w:t>
      </w:r>
      <w:r w:rsidRPr="000C3C42">
        <w:rPr>
          <w:sz w:val="28"/>
          <w:szCs w:val="28"/>
          <w:lang w:val="uk-UA"/>
        </w:rPr>
        <w:t>працівниками на конкурсній</w:t>
      </w:r>
      <w:r>
        <w:rPr>
          <w:sz w:val="28"/>
          <w:szCs w:val="28"/>
          <w:lang w:val="uk-UA"/>
        </w:rPr>
        <w:t xml:space="preserve"> </w:t>
      </w:r>
      <w:r w:rsidRPr="000C3C42">
        <w:rPr>
          <w:sz w:val="28"/>
          <w:szCs w:val="28"/>
          <w:lang w:val="uk-UA"/>
        </w:rPr>
        <w:t>основі, в тому числі</w:t>
      </w:r>
      <w:r>
        <w:rPr>
          <w:sz w:val="28"/>
          <w:szCs w:val="28"/>
          <w:lang w:val="uk-UA"/>
        </w:rPr>
        <w:t xml:space="preserve"> </w:t>
      </w:r>
      <w:r w:rsidRPr="000C3C42">
        <w:rPr>
          <w:sz w:val="28"/>
          <w:szCs w:val="28"/>
          <w:lang w:val="uk-UA"/>
        </w:rPr>
        <w:t>керівними кадрами; вдосконалення</w:t>
      </w:r>
      <w:r>
        <w:rPr>
          <w:sz w:val="28"/>
          <w:szCs w:val="28"/>
          <w:lang w:val="uk-UA"/>
        </w:rPr>
        <w:t xml:space="preserve"> </w:t>
      </w:r>
      <w:r w:rsidRPr="000C3C42">
        <w:rPr>
          <w:sz w:val="28"/>
          <w:szCs w:val="28"/>
          <w:lang w:val="uk-UA"/>
        </w:rPr>
        <w:t>професійної</w:t>
      </w:r>
      <w:r>
        <w:rPr>
          <w:sz w:val="28"/>
          <w:szCs w:val="28"/>
          <w:lang w:val="uk-UA"/>
        </w:rPr>
        <w:t xml:space="preserve"> </w:t>
      </w:r>
      <w:r w:rsidRPr="000C3C42">
        <w:rPr>
          <w:sz w:val="28"/>
          <w:szCs w:val="28"/>
          <w:lang w:val="uk-UA"/>
        </w:rPr>
        <w:t>кваліфікації</w:t>
      </w:r>
      <w:r>
        <w:rPr>
          <w:sz w:val="28"/>
          <w:szCs w:val="28"/>
          <w:lang w:val="uk-UA"/>
        </w:rPr>
        <w:t xml:space="preserve"> </w:t>
      </w:r>
      <w:r w:rsidRPr="000C3C42">
        <w:rPr>
          <w:sz w:val="28"/>
          <w:szCs w:val="28"/>
          <w:lang w:val="uk-UA"/>
        </w:rPr>
        <w:t>педагогічних</w:t>
      </w:r>
      <w:r>
        <w:rPr>
          <w:sz w:val="28"/>
          <w:szCs w:val="28"/>
          <w:lang w:val="uk-UA"/>
        </w:rPr>
        <w:t xml:space="preserve"> </w:t>
      </w:r>
      <w:r w:rsidRPr="000C3C42">
        <w:rPr>
          <w:sz w:val="28"/>
          <w:szCs w:val="28"/>
          <w:lang w:val="uk-UA"/>
        </w:rPr>
        <w:t>працівників, їх</w:t>
      </w:r>
      <w:r>
        <w:rPr>
          <w:sz w:val="28"/>
          <w:szCs w:val="28"/>
          <w:lang w:val="uk-UA"/>
        </w:rPr>
        <w:t xml:space="preserve"> </w:t>
      </w:r>
      <w:r w:rsidRPr="000C3C42">
        <w:rPr>
          <w:sz w:val="28"/>
          <w:szCs w:val="28"/>
          <w:lang w:val="uk-UA"/>
        </w:rPr>
        <w:t>перепідготовк</w:t>
      </w:r>
      <w:r>
        <w:rPr>
          <w:sz w:val="28"/>
          <w:szCs w:val="28"/>
          <w:lang w:val="uk-UA"/>
        </w:rPr>
        <w:t>и</w:t>
      </w:r>
      <w:r w:rsidRPr="000C3C42">
        <w:rPr>
          <w:sz w:val="28"/>
          <w:szCs w:val="28"/>
          <w:lang w:val="uk-UA"/>
        </w:rPr>
        <w:t xml:space="preserve"> та атестаці</w:t>
      </w:r>
      <w:r>
        <w:rPr>
          <w:sz w:val="28"/>
          <w:szCs w:val="28"/>
          <w:lang w:val="uk-UA"/>
        </w:rPr>
        <w:t>ї</w:t>
      </w:r>
      <w:r w:rsidRPr="000C3C42">
        <w:rPr>
          <w:sz w:val="28"/>
          <w:szCs w:val="28"/>
          <w:lang w:val="uk-UA"/>
        </w:rPr>
        <w:t>.</w:t>
      </w:r>
    </w:p>
    <w:p w:rsidR="0004715B" w:rsidRDefault="0004715B" w:rsidP="00640945">
      <w:pPr>
        <w:ind w:right="-428"/>
        <w:jc w:val="both"/>
        <w:rPr>
          <w:sz w:val="28"/>
          <w:szCs w:val="28"/>
          <w:lang w:val="uk-UA"/>
        </w:rPr>
      </w:pPr>
      <w:r w:rsidRPr="000C3C42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4</w:t>
      </w:r>
      <w:r w:rsidRPr="000C3C42">
        <w:rPr>
          <w:sz w:val="28"/>
          <w:szCs w:val="28"/>
          <w:lang w:val="uk-UA"/>
        </w:rPr>
        <w:t>. Здійснює контроль за організацією</w:t>
      </w:r>
      <w:r>
        <w:rPr>
          <w:sz w:val="28"/>
          <w:szCs w:val="28"/>
          <w:lang w:val="uk-UA"/>
        </w:rPr>
        <w:t xml:space="preserve"> </w:t>
      </w:r>
      <w:r w:rsidRPr="000C3C42">
        <w:rPr>
          <w:sz w:val="28"/>
          <w:szCs w:val="28"/>
          <w:lang w:val="uk-UA"/>
        </w:rPr>
        <w:t>матеріально-технічного та фінансового</w:t>
      </w:r>
      <w:r>
        <w:rPr>
          <w:sz w:val="28"/>
          <w:szCs w:val="28"/>
          <w:lang w:val="uk-UA"/>
        </w:rPr>
        <w:t xml:space="preserve"> </w:t>
      </w:r>
      <w:r w:rsidRPr="000C3C42">
        <w:rPr>
          <w:sz w:val="28"/>
          <w:szCs w:val="28"/>
          <w:lang w:val="uk-UA"/>
        </w:rPr>
        <w:t>забезпечення</w:t>
      </w:r>
      <w:r>
        <w:rPr>
          <w:sz w:val="28"/>
          <w:szCs w:val="28"/>
          <w:lang w:val="uk-UA"/>
        </w:rPr>
        <w:t xml:space="preserve"> </w:t>
      </w:r>
      <w:r w:rsidRPr="000C3C42">
        <w:rPr>
          <w:sz w:val="28"/>
          <w:szCs w:val="28"/>
          <w:lang w:val="uk-UA"/>
        </w:rPr>
        <w:t>дошкільних, загальноосвітніх, позашкільних</w:t>
      </w:r>
      <w:r>
        <w:rPr>
          <w:sz w:val="28"/>
          <w:szCs w:val="28"/>
          <w:lang w:val="uk-UA"/>
        </w:rPr>
        <w:t xml:space="preserve"> </w:t>
      </w:r>
      <w:r w:rsidRPr="000C3C42">
        <w:rPr>
          <w:sz w:val="28"/>
          <w:szCs w:val="28"/>
          <w:lang w:val="uk-UA"/>
        </w:rPr>
        <w:t>навчальних</w:t>
      </w:r>
      <w:r>
        <w:rPr>
          <w:sz w:val="28"/>
          <w:szCs w:val="28"/>
          <w:lang w:val="uk-UA"/>
        </w:rPr>
        <w:t xml:space="preserve"> </w:t>
      </w:r>
      <w:r w:rsidRPr="000C3C42">
        <w:rPr>
          <w:sz w:val="28"/>
          <w:szCs w:val="28"/>
          <w:lang w:val="uk-UA"/>
        </w:rPr>
        <w:t>закладів та установ</w:t>
      </w:r>
      <w:r>
        <w:rPr>
          <w:sz w:val="28"/>
          <w:szCs w:val="28"/>
          <w:lang w:val="uk-UA"/>
        </w:rPr>
        <w:t xml:space="preserve"> </w:t>
      </w:r>
      <w:r w:rsidRPr="000C3C42">
        <w:rPr>
          <w:sz w:val="28"/>
          <w:szCs w:val="28"/>
          <w:lang w:val="uk-UA"/>
        </w:rPr>
        <w:t>освіти</w:t>
      </w:r>
      <w:r>
        <w:rPr>
          <w:sz w:val="28"/>
          <w:szCs w:val="28"/>
          <w:lang w:val="uk-UA"/>
        </w:rPr>
        <w:t>.</w:t>
      </w:r>
    </w:p>
    <w:p w:rsidR="0004715B" w:rsidRPr="004879DD" w:rsidRDefault="0004715B" w:rsidP="00640945">
      <w:pPr>
        <w:ind w:right="-428"/>
        <w:jc w:val="both"/>
        <w:rPr>
          <w:sz w:val="28"/>
          <w:szCs w:val="28"/>
          <w:lang w:val="uk-UA"/>
        </w:rPr>
      </w:pPr>
    </w:p>
    <w:p w:rsidR="0004715B" w:rsidRDefault="0004715B" w:rsidP="004879DD">
      <w:pPr>
        <w:ind w:right="-42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>
        <w:rPr>
          <w:sz w:val="28"/>
          <w:szCs w:val="28"/>
        </w:rPr>
        <w:t>Відповідно до покладених на нього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завдань</w:t>
      </w:r>
      <w:r>
        <w:rPr>
          <w:sz w:val="28"/>
          <w:szCs w:val="28"/>
          <w:lang w:val="uk-UA"/>
        </w:rPr>
        <w:t xml:space="preserve"> Відділ </w:t>
      </w:r>
      <w:r>
        <w:rPr>
          <w:sz w:val="28"/>
          <w:szCs w:val="28"/>
        </w:rPr>
        <w:t>реалізує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наступні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функції:</w:t>
      </w:r>
    </w:p>
    <w:p w:rsidR="0004715B" w:rsidRDefault="0004715B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 Забезпечує в межах, визначених законодавством, прав членів територіальної громади в сферах освіти шляхом виконання відповідних державних і місцевих  освітніх програм, надання населенню якісних послуг через мережу комунальних установ та навчальних закладів.</w:t>
      </w:r>
    </w:p>
    <w:p w:rsidR="0004715B" w:rsidRPr="0029115A" w:rsidRDefault="0004715B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 Контролює дотримання навчальними закладами усіх типів і форм власності законодавства у сфері освіти, державних вимог щодо змісту, рівня і обсягу  освітніх послуг відповідно до рівня і профілю  </w:t>
      </w:r>
      <w:r w:rsidRPr="0029115A">
        <w:rPr>
          <w:sz w:val="28"/>
          <w:szCs w:val="28"/>
          <w:lang w:val="uk-UA"/>
        </w:rPr>
        <w:t>навчання.</w:t>
      </w:r>
    </w:p>
    <w:p w:rsidR="0004715B" w:rsidRPr="0029115A" w:rsidRDefault="0004715B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4.3. </w:t>
      </w:r>
      <w:r w:rsidRPr="0029115A">
        <w:rPr>
          <w:sz w:val="28"/>
          <w:szCs w:val="28"/>
          <w:lang w:val="uk-UA"/>
        </w:rPr>
        <w:t>Забезпечує виконання конституційних вимог щодо обов’язковості здобуття дітьми і підлітками  міста повної загальної середньої освіти.</w:t>
      </w:r>
    </w:p>
    <w:p w:rsidR="0004715B" w:rsidRPr="0029115A" w:rsidRDefault="0004715B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</w:t>
      </w:r>
      <w:r w:rsidRPr="0029115A">
        <w:rPr>
          <w:sz w:val="28"/>
          <w:szCs w:val="28"/>
          <w:lang w:val="uk-UA"/>
        </w:rPr>
        <w:t xml:space="preserve"> Забезпечує в межах своїх повноважень виконання Конституції України щодо функціонування української мови як державної в навчальних закладах і установах освіти.</w:t>
      </w:r>
    </w:p>
    <w:p w:rsidR="0004715B" w:rsidRPr="00B406C2" w:rsidRDefault="0004715B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4.5. </w:t>
      </w:r>
      <w:r w:rsidRPr="00B406C2">
        <w:rPr>
          <w:sz w:val="28"/>
          <w:szCs w:val="28"/>
          <w:lang w:val="uk-UA"/>
        </w:rPr>
        <w:t>Сприяє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задоволенню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освітніх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запитів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представників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національних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меншин; надає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можливість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навчатись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рідною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мовою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чи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вивчати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рідну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мову в державних та комунальних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навчальних закладах.</w:t>
      </w:r>
    </w:p>
    <w:p w:rsidR="0004715B" w:rsidRPr="00B406C2" w:rsidRDefault="0004715B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4.6. </w:t>
      </w:r>
      <w:r w:rsidRPr="00B406C2">
        <w:rPr>
          <w:sz w:val="28"/>
          <w:szCs w:val="28"/>
          <w:lang w:val="uk-UA"/>
        </w:rPr>
        <w:t>Сприяє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організації та реалізації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варіативної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складової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змісту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загальної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середньої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освіти.</w:t>
      </w:r>
    </w:p>
    <w:p w:rsidR="0004715B" w:rsidRDefault="0004715B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4.7. </w:t>
      </w:r>
      <w:r w:rsidRPr="00B406C2">
        <w:rPr>
          <w:sz w:val="28"/>
          <w:szCs w:val="28"/>
          <w:lang w:val="uk-UA"/>
        </w:rPr>
        <w:t xml:space="preserve">Розробляє </w:t>
      </w:r>
      <w:r>
        <w:rPr>
          <w:sz w:val="28"/>
          <w:szCs w:val="28"/>
        </w:rPr>
        <w:t>i</w:t>
      </w:r>
      <w:r w:rsidRPr="00B406C2">
        <w:rPr>
          <w:sz w:val="28"/>
          <w:szCs w:val="28"/>
          <w:lang w:val="uk-UA"/>
        </w:rPr>
        <w:t xml:space="preserve"> подає на розгляд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міської ради  пропозиції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проектів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фінансування та матеріально-технічного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забезпечення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виконання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 xml:space="preserve">програм </w:t>
      </w:r>
      <w:r>
        <w:rPr>
          <w:sz w:val="28"/>
          <w:szCs w:val="28"/>
        </w:rPr>
        <w:t>i</w:t>
      </w:r>
      <w:r w:rsidRPr="00B406C2">
        <w:rPr>
          <w:sz w:val="28"/>
          <w:szCs w:val="28"/>
          <w:lang w:val="uk-UA"/>
        </w:rPr>
        <w:t xml:space="preserve"> здійснення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заходів, спрямованих на розвиток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освіти</w:t>
      </w:r>
      <w:r>
        <w:rPr>
          <w:sz w:val="28"/>
          <w:szCs w:val="28"/>
          <w:lang w:val="uk-UA"/>
        </w:rPr>
        <w:t>.</w:t>
      </w:r>
    </w:p>
    <w:p w:rsidR="0004715B" w:rsidRPr="004879DD" w:rsidRDefault="0004715B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4.8.</w:t>
      </w:r>
      <w:r w:rsidRPr="004879DD">
        <w:rPr>
          <w:sz w:val="28"/>
          <w:szCs w:val="28"/>
          <w:lang w:val="uk-UA"/>
        </w:rPr>
        <w:t xml:space="preserve"> Подає в установленому порядку статистичну звітність про стан і розвиток освітив </w:t>
      </w:r>
      <w:r>
        <w:rPr>
          <w:sz w:val="28"/>
          <w:szCs w:val="28"/>
          <w:lang w:val="uk-UA"/>
        </w:rPr>
        <w:t>населених пунктах об’єднаної територіальної громади</w:t>
      </w:r>
      <w:r w:rsidRPr="004879DD">
        <w:rPr>
          <w:sz w:val="28"/>
          <w:szCs w:val="28"/>
          <w:lang w:val="uk-UA"/>
        </w:rPr>
        <w:t>; організовує з цією метою збирання та опрацювання  інформації і формування банку даних.</w:t>
      </w:r>
    </w:p>
    <w:p w:rsidR="0004715B" w:rsidRPr="00C924C5" w:rsidRDefault="0004715B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4.9. </w:t>
      </w:r>
      <w:r w:rsidRPr="00C924C5">
        <w:rPr>
          <w:sz w:val="28"/>
          <w:szCs w:val="28"/>
          <w:lang w:val="uk-UA"/>
        </w:rPr>
        <w:t>Забезпечує виконання рішень міської ради, виконав</w:t>
      </w:r>
      <w:r>
        <w:rPr>
          <w:sz w:val="28"/>
          <w:szCs w:val="28"/>
          <w:lang w:val="uk-UA"/>
        </w:rPr>
        <w:t>ч</w:t>
      </w:r>
      <w:r w:rsidRPr="00C924C5">
        <w:rPr>
          <w:sz w:val="28"/>
          <w:szCs w:val="28"/>
          <w:lang w:val="uk-UA"/>
        </w:rPr>
        <w:t>ого комітету, розпоряджень міського голови з питань, що віднесені до компетенції Відділу.</w:t>
      </w:r>
    </w:p>
    <w:p w:rsidR="0004715B" w:rsidRPr="00F64742" w:rsidRDefault="0004715B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4.10.</w:t>
      </w:r>
      <w:r w:rsidRPr="00F22467">
        <w:rPr>
          <w:sz w:val="28"/>
          <w:szCs w:val="28"/>
          <w:lang w:val="uk-UA"/>
        </w:rPr>
        <w:t xml:space="preserve"> Аналізує стан  освітив </w:t>
      </w:r>
      <w:r>
        <w:rPr>
          <w:sz w:val="28"/>
          <w:szCs w:val="28"/>
          <w:lang w:val="uk-UA"/>
        </w:rPr>
        <w:t>населених пунктах міської об’єднаної територіальної громади</w:t>
      </w:r>
      <w:r w:rsidRPr="00F22467">
        <w:rPr>
          <w:sz w:val="28"/>
          <w:szCs w:val="28"/>
          <w:lang w:val="uk-UA"/>
        </w:rPr>
        <w:t xml:space="preserve">, прогнозує розвиток дошкільної, </w:t>
      </w:r>
      <w:r w:rsidRPr="00F64742">
        <w:rPr>
          <w:sz w:val="28"/>
          <w:szCs w:val="28"/>
          <w:lang w:val="uk-UA"/>
        </w:rPr>
        <w:t>загальної середньої та позашкільної освіти, оптимізує мережу відповідних навчальних закладів незалежно від типів і форм власності згідно з освітніми потребами громадян; розробляє та організовує виконання міськ</w:t>
      </w:r>
      <w:r>
        <w:rPr>
          <w:sz w:val="28"/>
          <w:szCs w:val="28"/>
          <w:lang w:val="uk-UA"/>
        </w:rPr>
        <w:t xml:space="preserve">их </w:t>
      </w:r>
      <w:r w:rsidRPr="00F64742">
        <w:rPr>
          <w:sz w:val="28"/>
          <w:szCs w:val="28"/>
          <w:lang w:val="uk-UA"/>
        </w:rPr>
        <w:t>програм розвитку освіти.</w:t>
      </w:r>
    </w:p>
    <w:p w:rsidR="0004715B" w:rsidRPr="00536EF3" w:rsidRDefault="0004715B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4.11.</w:t>
      </w:r>
      <w:r w:rsidRPr="00536EF3">
        <w:rPr>
          <w:sz w:val="28"/>
          <w:szCs w:val="28"/>
          <w:lang w:val="uk-UA"/>
        </w:rPr>
        <w:t xml:space="preserve"> Визначає потребу в навчальних закладах усіх типів та подає пропозиції до виконавчого комітету міської ради щодо удосконалення  їх мережі відповідно досоціально-економічних  і культурно-освітніх потреб міста за наявності необхідної матеріально-технічної, науково-методичної бази, педагогічних кадрів.</w:t>
      </w:r>
    </w:p>
    <w:p w:rsidR="0004715B" w:rsidRPr="00536EF3" w:rsidRDefault="0004715B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4.12.</w:t>
      </w:r>
      <w:r w:rsidRPr="00536EF3">
        <w:rPr>
          <w:sz w:val="28"/>
          <w:szCs w:val="28"/>
          <w:lang w:val="uk-UA"/>
        </w:rPr>
        <w:t xml:space="preserve"> Вивчає потребу та вносить пропозиції до виконавчого комітету міської ради про утворення навчальних закладів для дітей, які потребують соціальної допомоги та реабілітації, організовує  їх навчання (у тому числі – й індивідуальне) та виховання у загальноосвітніх та спеціальних навчальних закладах, сприяє повноцінній інтеграції у навчальний процес дітей з обмеженими фізичними можливостями, в тому числі через розвиток інклюзивних форм навчання.</w:t>
      </w:r>
    </w:p>
    <w:p w:rsidR="0004715B" w:rsidRPr="004879DD" w:rsidRDefault="0004715B" w:rsidP="00640945">
      <w:pPr>
        <w:ind w:right="-42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4.13. </w:t>
      </w:r>
      <w:r w:rsidRPr="00AC635F">
        <w:rPr>
          <w:color w:val="000000"/>
          <w:sz w:val="28"/>
          <w:szCs w:val="28"/>
          <w:lang w:val="uk-UA"/>
        </w:rPr>
        <w:t>С</w:t>
      </w:r>
      <w:r w:rsidRPr="004879DD">
        <w:rPr>
          <w:color w:val="000000"/>
          <w:sz w:val="28"/>
          <w:szCs w:val="28"/>
          <w:lang w:val="uk-UA"/>
        </w:rPr>
        <w:t>творює належні умови для складання державної підсумкової атестації екстерном.</w:t>
      </w:r>
    </w:p>
    <w:p w:rsidR="0004715B" w:rsidRPr="004879DD" w:rsidRDefault="0004715B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4.14.</w:t>
      </w:r>
      <w:r w:rsidRPr="004879DD">
        <w:rPr>
          <w:sz w:val="28"/>
          <w:szCs w:val="28"/>
          <w:lang w:val="uk-UA"/>
        </w:rPr>
        <w:t xml:space="preserve"> Вносить пропозиції до виконавчого комітету міської ради про відкриття профільних класів, гімназій, ліцеїв, колегіумів, навчально-виховних комплексів, навчально-виховних  об’єднань, спеціалізованих шкіл (шкіл-інтернатів), міжшкільних навчально-виробничих комбінатів, центрів дитячої та юнацької творчості, допризовної підготовки тощо, сприяє їх матеріальній  підтримці.</w:t>
      </w:r>
    </w:p>
    <w:p w:rsidR="0004715B" w:rsidRPr="004879DD" w:rsidRDefault="0004715B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4.15. </w:t>
      </w:r>
      <w:r w:rsidRPr="004879DD">
        <w:rPr>
          <w:sz w:val="28"/>
          <w:szCs w:val="28"/>
          <w:lang w:val="uk-UA"/>
        </w:rPr>
        <w:t>Погоджує  проекти будівництва загальноосвітніх, дошкільних та позашкільних навчальних закладів, сприяє їх раціональному  розміщенню.</w:t>
      </w:r>
    </w:p>
    <w:p w:rsidR="0004715B" w:rsidRPr="004879DD" w:rsidRDefault="0004715B" w:rsidP="00640945">
      <w:pPr>
        <w:ind w:right="-42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4.16.</w:t>
      </w:r>
      <w:r w:rsidRPr="004879DD">
        <w:rPr>
          <w:color w:val="000000"/>
          <w:sz w:val="28"/>
          <w:szCs w:val="28"/>
          <w:lang w:val="uk-UA"/>
        </w:rPr>
        <w:t xml:space="preserve"> Організовує харчування дітей у навчальних закладах за рахунок місцевого бюджету та залучених коштів.</w:t>
      </w:r>
    </w:p>
    <w:p w:rsidR="0004715B" w:rsidRPr="004879DD" w:rsidRDefault="0004715B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4.17.</w:t>
      </w:r>
      <w:r w:rsidRPr="004879DD">
        <w:rPr>
          <w:sz w:val="28"/>
          <w:szCs w:val="28"/>
          <w:lang w:val="uk-UA"/>
        </w:rPr>
        <w:t xml:space="preserve"> Вносить пропозиції щодо організації безоплатного медичного обслуговування дітей та учнів у навчальних закладах, здійснення оздоровчих заходів.</w:t>
      </w:r>
    </w:p>
    <w:p w:rsidR="0004715B" w:rsidRPr="004879DD" w:rsidRDefault="0004715B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4.18.</w:t>
      </w:r>
      <w:r w:rsidRPr="004879DD">
        <w:rPr>
          <w:sz w:val="28"/>
          <w:szCs w:val="28"/>
          <w:lang w:val="uk-UA"/>
        </w:rPr>
        <w:t xml:space="preserve"> Координує роботу, пов’язану із здійсненням у навчальних закладах професійної орієнтації учнів та їх підготовки  до дорослого життя.</w:t>
      </w:r>
    </w:p>
    <w:p w:rsidR="0004715B" w:rsidRPr="004879DD" w:rsidRDefault="0004715B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4.19.</w:t>
      </w:r>
      <w:r w:rsidRPr="004879DD">
        <w:rPr>
          <w:sz w:val="28"/>
          <w:szCs w:val="28"/>
          <w:lang w:val="uk-UA"/>
        </w:rPr>
        <w:t xml:space="preserve"> Сприяє розширенню діяльності дитячих та молодіжних організацій, творчих об’єднань, товариств.</w:t>
      </w:r>
    </w:p>
    <w:p w:rsidR="0004715B" w:rsidRDefault="0004715B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4.20. </w:t>
      </w:r>
      <w:r w:rsidRPr="004879DD">
        <w:rPr>
          <w:sz w:val="28"/>
          <w:szCs w:val="28"/>
          <w:lang w:val="uk-UA"/>
        </w:rPr>
        <w:t>Сприяє органам опіки і піклування  у виявленні  дітей-сиріт і дітей, позбавлених батьківського піклування; вживає заходів щодо захисту особистих  і майнових прав даної категорії дітей.</w:t>
      </w:r>
    </w:p>
    <w:p w:rsidR="0004715B" w:rsidRPr="004879DD" w:rsidRDefault="0004715B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4.21.</w:t>
      </w:r>
      <w:r w:rsidRPr="004879DD">
        <w:rPr>
          <w:sz w:val="28"/>
          <w:szCs w:val="28"/>
          <w:lang w:val="uk-UA"/>
        </w:rPr>
        <w:t xml:space="preserve"> Сприяє запобіганню бездоглядності та правопорушен</w:t>
      </w:r>
      <w:r>
        <w:rPr>
          <w:sz w:val="28"/>
          <w:szCs w:val="28"/>
          <w:lang w:val="uk-UA"/>
        </w:rPr>
        <w:t>ням</w:t>
      </w:r>
      <w:r w:rsidRPr="004879DD">
        <w:rPr>
          <w:sz w:val="28"/>
          <w:szCs w:val="28"/>
          <w:lang w:val="uk-UA"/>
        </w:rPr>
        <w:t xml:space="preserve"> серед неповнолітніх у навчальних закладах, насильств</w:t>
      </w:r>
      <w:r>
        <w:rPr>
          <w:sz w:val="28"/>
          <w:szCs w:val="28"/>
          <w:lang w:val="uk-UA"/>
        </w:rPr>
        <w:t>у</w:t>
      </w:r>
      <w:r w:rsidRPr="004879DD">
        <w:rPr>
          <w:sz w:val="28"/>
          <w:szCs w:val="28"/>
          <w:lang w:val="uk-UA"/>
        </w:rPr>
        <w:t xml:space="preserve"> у сім’ї, учнівському колективі.</w:t>
      </w:r>
    </w:p>
    <w:p w:rsidR="0004715B" w:rsidRPr="004879DD" w:rsidRDefault="0004715B" w:rsidP="00640945">
      <w:pPr>
        <w:ind w:right="-42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4.22.</w:t>
      </w:r>
      <w:r w:rsidRPr="004879DD">
        <w:rPr>
          <w:color w:val="000000"/>
          <w:sz w:val="28"/>
          <w:szCs w:val="28"/>
          <w:lang w:val="uk-UA"/>
        </w:rPr>
        <w:t xml:space="preserve"> Координує роботу міського методичного кабінету, спрямовану на науково-методичне забезпечення системи дошкільної, загальної середньої та позашкільної освіти, організацію методичної роботи, підвищення кваліфікації, професійного рівня педагогічних працівників загальноосвітніх, дошкільних та позашкільних навчальних закладів.</w:t>
      </w:r>
    </w:p>
    <w:p w:rsidR="0004715B" w:rsidRPr="004879DD" w:rsidRDefault="0004715B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4.23.</w:t>
      </w:r>
      <w:r w:rsidRPr="004879DD">
        <w:rPr>
          <w:sz w:val="28"/>
          <w:szCs w:val="28"/>
          <w:lang w:val="uk-UA"/>
        </w:rPr>
        <w:t xml:space="preserve"> Впроваджує навчальні плани і програми, затверджені Міністерством освіти і науки України; затверджує робочі навчальні плани загальноосвітніх та погоджує річні плани роботи позашкільних навчальних закладів; погоджує навчальні плани приватних навчальних закладів, що надають загальну середню освіту; вносить пропозиції щодо застосування експериментальних навчальних планів і програм.</w:t>
      </w:r>
    </w:p>
    <w:p w:rsidR="0004715B" w:rsidRPr="004879DD" w:rsidRDefault="0004715B" w:rsidP="00640945">
      <w:pPr>
        <w:ind w:right="-42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4.24.</w:t>
      </w:r>
      <w:r w:rsidRPr="004879DD">
        <w:rPr>
          <w:color w:val="000000"/>
          <w:sz w:val="28"/>
          <w:szCs w:val="28"/>
          <w:lang w:val="uk-UA"/>
        </w:rPr>
        <w:t xml:space="preserve"> Здійснює в межах своєї компетенції державне інспектування навчальних закладів незалежно від типів і форм власності, що належать до сфери </w:t>
      </w:r>
      <w:r>
        <w:rPr>
          <w:color w:val="000000"/>
          <w:sz w:val="28"/>
          <w:szCs w:val="28"/>
          <w:lang w:val="uk-UA"/>
        </w:rPr>
        <w:t>відділу</w:t>
      </w:r>
      <w:r w:rsidRPr="004879DD">
        <w:rPr>
          <w:color w:val="000000"/>
          <w:sz w:val="28"/>
          <w:szCs w:val="28"/>
          <w:lang w:val="uk-UA"/>
        </w:rPr>
        <w:t xml:space="preserve"> місцевих органів виконавчої влади та органів місцевого самоврядування, забезпечує гласність його результатів.</w:t>
      </w:r>
    </w:p>
    <w:p w:rsidR="0004715B" w:rsidRPr="004879DD" w:rsidRDefault="0004715B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4.25.</w:t>
      </w:r>
      <w:r w:rsidRPr="004879DD">
        <w:rPr>
          <w:sz w:val="28"/>
          <w:szCs w:val="28"/>
          <w:lang w:val="uk-UA"/>
        </w:rPr>
        <w:t xml:space="preserve"> Забезпечує виявлення та розвиток здібностей обдарованих дітей, організовує їх навчання, проводить в установленому порядку конкурси, олімпіади та інші змагання серед учнів.</w:t>
      </w:r>
    </w:p>
    <w:p w:rsidR="0004715B" w:rsidRPr="004879DD" w:rsidRDefault="0004715B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4.26.</w:t>
      </w:r>
      <w:r w:rsidRPr="004879DD">
        <w:rPr>
          <w:sz w:val="28"/>
          <w:szCs w:val="28"/>
          <w:lang w:val="uk-UA"/>
        </w:rPr>
        <w:t xml:space="preserve"> Формує замовлення на видання підручників, навчально-методичних  посібників та іншої навчально-методичної  літератури, навчальних програм, бланків документів про освіту, забезпечує ними навчальні заклади.</w:t>
      </w:r>
    </w:p>
    <w:p w:rsidR="0004715B" w:rsidRPr="004879DD" w:rsidRDefault="0004715B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4.27.</w:t>
      </w:r>
      <w:r w:rsidRPr="004879DD">
        <w:rPr>
          <w:sz w:val="28"/>
          <w:szCs w:val="28"/>
          <w:lang w:val="uk-UA"/>
        </w:rPr>
        <w:t xml:space="preserve"> Забезпечує участь дітей у Всеукраїнських конкурсах, фестивалях,  змаганнях,  літніх школах і таборах.</w:t>
      </w:r>
    </w:p>
    <w:p w:rsidR="0004715B" w:rsidRPr="00E855C1" w:rsidRDefault="0004715B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4.28.</w:t>
      </w:r>
      <w:r w:rsidRPr="004879DD">
        <w:rPr>
          <w:sz w:val="28"/>
          <w:szCs w:val="28"/>
          <w:lang w:val="uk-UA"/>
        </w:rPr>
        <w:t xml:space="preserve"> Організовує проведення засідань, координаційних рад, комітетів та інших заходів з питань, які належать до компетенці</w:t>
      </w:r>
      <w:r w:rsidRPr="00E855C1">
        <w:rPr>
          <w:sz w:val="28"/>
          <w:szCs w:val="28"/>
          <w:lang w:val="uk-UA"/>
        </w:rPr>
        <w:t xml:space="preserve">ї </w:t>
      </w:r>
      <w:r>
        <w:rPr>
          <w:sz w:val="28"/>
          <w:szCs w:val="28"/>
          <w:lang w:val="uk-UA"/>
        </w:rPr>
        <w:t>Відділу</w:t>
      </w:r>
      <w:r w:rsidRPr="00E855C1">
        <w:rPr>
          <w:sz w:val="28"/>
          <w:szCs w:val="28"/>
          <w:lang w:val="uk-UA"/>
        </w:rPr>
        <w:t>.</w:t>
      </w:r>
    </w:p>
    <w:p w:rsidR="0004715B" w:rsidRPr="00E855C1" w:rsidRDefault="0004715B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4.29.</w:t>
      </w:r>
      <w:r w:rsidRPr="00E855C1">
        <w:rPr>
          <w:sz w:val="28"/>
          <w:szCs w:val="28"/>
          <w:lang w:val="uk-UA"/>
        </w:rPr>
        <w:t>Сприяє наданню педагогічним працівникам державних гарантій, передбачених законодавством, вживає заходів до соціального захисту учасників навчально-виховного процесу.</w:t>
      </w:r>
    </w:p>
    <w:p w:rsidR="0004715B" w:rsidRPr="00E855C1" w:rsidRDefault="0004715B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4.30.</w:t>
      </w:r>
      <w:r w:rsidRPr="00E855C1">
        <w:rPr>
          <w:sz w:val="28"/>
          <w:szCs w:val="28"/>
          <w:lang w:val="uk-UA"/>
        </w:rPr>
        <w:t xml:space="preserve"> Організовує роботу щодо підвищення кваліфікації педагогічних працівників та їх атестації відповідно до Типового положення про атестацію педагогічних працівників України.</w:t>
      </w:r>
    </w:p>
    <w:p w:rsidR="0004715B" w:rsidRPr="00E855C1" w:rsidRDefault="0004715B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4.31.</w:t>
      </w:r>
      <w:r w:rsidRPr="00E855C1">
        <w:rPr>
          <w:sz w:val="28"/>
          <w:szCs w:val="28"/>
          <w:lang w:val="uk-UA"/>
        </w:rPr>
        <w:t xml:space="preserve"> Розглядає та вносить в установленом</w:t>
      </w:r>
      <w:r>
        <w:rPr>
          <w:sz w:val="28"/>
          <w:szCs w:val="28"/>
          <w:lang w:val="uk-UA"/>
        </w:rPr>
        <w:t>у порядку пропозиції щодо заохо</w:t>
      </w:r>
      <w:r w:rsidRPr="00E855C1">
        <w:rPr>
          <w:sz w:val="28"/>
          <w:szCs w:val="28"/>
          <w:lang w:val="uk-UA"/>
        </w:rPr>
        <w:t>чення та нагородження працівників освіти.</w:t>
      </w:r>
    </w:p>
    <w:p w:rsidR="0004715B" w:rsidRPr="00E855C1" w:rsidRDefault="0004715B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4.32.</w:t>
      </w:r>
      <w:r w:rsidRPr="00E855C1">
        <w:rPr>
          <w:sz w:val="28"/>
          <w:szCs w:val="28"/>
          <w:lang w:val="uk-UA"/>
        </w:rPr>
        <w:t xml:space="preserve"> Здійснює координаційну роботу навчальних закладів та установ освіти, що належать до комунальної власності, аналізує результати господарської діяльності, готує пропозиції та заходи щодо їх ефективності роботи відповідно до  компетенції </w:t>
      </w:r>
      <w:r>
        <w:rPr>
          <w:sz w:val="28"/>
          <w:szCs w:val="28"/>
          <w:lang w:val="uk-UA"/>
        </w:rPr>
        <w:t>Відділу</w:t>
      </w:r>
      <w:r w:rsidRPr="00E855C1">
        <w:rPr>
          <w:sz w:val="28"/>
          <w:szCs w:val="28"/>
          <w:lang w:val="uk-UA"/>
        </w:rPr>
        <w:t>.</w:t>
      </w:r>
    </w:p>
    <w:p w:rsidR="0004715B" w:rsidRDefault="0004715B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4.33.</w:t>
      </w:r>
      <w:r w:rsidRPr="00E855C1">
        <w:rPr>
          <w:sz w:val="28"/>
          <w:szCs w:val="28"/>
          <w:lang w:val="uk-UA"/>
        </w:rPr>
        <w:t xml:space="preserve"> Сприяє матеріально-технічному забезпеченню навчальних закладів; введенню в дію нових приміщень, комплектуванню мебля</w:t>
      </w:r>
      <w:r w:rsidRPr="00B406C2">
        <w:rPr>
          <w:sz w:val="28"/>
          <w:szCs w:val="28"/>
          <w:lang w:val="uk-UA"/>
        </w:rPr>
        <w:t>ми, відповідним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обладнанням, навчально-методичними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посібниками, підручниками, спортивним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інвентарем.</w:t>
      </w:r>
    </w:p>
    <w:p w:rsidR="0004715B" w:rsidRDefault="0004715B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4.34. </w:t>
      </w:r>
      <w:r>
        <w:rPr>
          <w:sz w:val="28"/>
          <w:szCs w:val="28"/>
        </w:rPr>
        <w:t>Організує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підготовку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навчальних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закладів до нового навчального року, зокрема до роботи в осінньо-зимовий період, проведення поточного та капітального ремонту приміщень.</w:t>
      </w:r>
    </w:p>
    <w:p w:rsidR="0004715B" w:rsidRDefault="0004715B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4.35. </w:t>
      </w:r>
      <w:r>
        <w:rPr>
          <w:sz w:val="28"/>
          <w:szCs w:val="28"/>
        </w:rPr>
        <w:t>Координує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дотримання правил техніки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безпеки, протипожежної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безпеки і санітарного режиму в навчальних закладах та надає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практичну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допомогу у проведенні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відповідної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роботи.</w:t>
      </w:r>
    </w:p>
    <w:p w:rsidR="0004715B" w:rsidRDefault="0004715B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4.36. </w:t>
      </w:r>
      <w:r>
        <w:rPr>
          <w:sz w:val="28"/>
          <w:szCs w:val="28"/>
        </w:rPr>
        <w:t>Сприяє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фінансовому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забезпеченню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існуючої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мережі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навчальних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закладів</w:t>
      </w:r>
      <w:r>
        <w:rPr>
          <w:sz w:val="28"/>
          <w:szCs w:val="28"/>
          <w:lang w:val="uk-UA"/>
        </w:rPr>
        <w:t>.</w:t>
      </w:r>
    </w:p>
    <w:p w:rsidR="0004715B" w:rsidRDefault="0004715B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4.37.</w:t>
      </w:r>
      <w:r>
        <w:rPr>
          <w:sz w:val="28"/>
          <w:szCs w:val="28"/>
        </w:rPr>
        <w:t xml:space="preserve"> Вносить пропозиції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щодо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обсягів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бюджетного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фінансування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навчальних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закладів та установ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освіти, які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перебувають 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комунальній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власності, аналізує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їх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використання.</w:t>
      </w:r>
    </w:p>
    <w:p w:rsidR="0004715B" w:rsidRDefault="0004715B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4.38. </w:t>
      </w:r>
      <w:r>
        <w:rPr>
          <w:sz w:val="28"/>
          <w:szCs w:val="28"/>
        </w:rPr>
        <w:t>Координує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формування та використання закладами та установами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освіти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видатків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загального та спеціального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фондів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міського бюджету, а також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коштів, залучених закладами з інших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джерел.</w:t>
      </w:r>
    </w:p>
    <w:p w:rsidR="0004715B" w:rsidRDefault="0004715B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4.39. </w:t>
      </w:r>
      <w:r>
        <w:rPr>
          <w:sz w:val="28"/>
          <w:szCs w:val="28"/>
        </w:rPr>
        <w:t>Надає та реалізує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пропозиції по залученню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додаткових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ресурсів шляхом участі в грантових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программах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міжнародних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організацій та фондів.</w:t>
      </w:r>
    </w:p>
    <w:p w:rsidR="0004715B" w:rsidRDefault="0004715B" w:rsidP="00C924C5">
      <w:pPr>
        <w:ind w:right="-428"/>
        <w:jc w:val="center"/>
        <w:rPr>
          <w:sz w:val="28"/>
          <w:szCs w:val="28"/>
          <w:lang w:val="uk-UA"/>
        </w:rPr>
      </w:pPr>
    </w:p>
    <w:p w:rsidR="0004715B" w:rsidRDefault="0004715B" w:rsidP="00C924C5">
      <w:pPr>
        <w:ind w:right="-42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Відділ</w:t>
      </w:r>
      <w:r w:rsidRPr="00C924C5">
        <w:rPr>
          <w:sz w:val="28"/>
          <w:szCs w:val="28"/>
          <w:lang w:val="uk-UA"/>
        </w:rPr>
        <w:t xml:space="preserve"> має право:</w:t>
      </w:r>
    </w:p>
    <w:p w:rsidR="0004715B" w:rsidRPr="00C924C5" w:rsidRDefault="0004715B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5.1.</w:t>
      </w:r>
      <w:r w:rsidRPr="00C924C5">
        <w:rPr>
          <w:sz w:val="28"/>
          <w:szCs w:val="28"/>
          <w:lang w:val="uk-UA"/>
        </w:rPr>
        <w:t xml:space="preserve"> Залучати до розроблення місцев</w:t>
      </w:r>
      <w:r>
        <w:rPr>
          <w:sz w:val="28"/>
          <w:szCs w:val="28"/>
          <w:lang w:val="uk-UA"/>
        </w:rPr>
        <w:t xml:space="preserve">их </w:t>
      </w:r>
      <w:r w:rsidRPr="00C924C5">
        <w:rPr>
          <w:sz w:val="28"/>
          <w:szCs w:val="28"/>
          <w:lang w:val="uk-UA"/>
        </w:rPr>
        <w:t>програм</w:t>
      </w:r>
      <w:r>
        <w:rPr>
          <w:sz w:val="28"/>
          <w:szCs w:val="28"/>
          <w:lang w:val="uk-UA"/>
        </w:rPr>
        <w:t xml:space="preserve"> з питань</w:t>
      </w:r>
      <w:r w:rsidRPr="00C924C5">
        <w:rPr>
          <w:sz w:val="28"/>
          <w:szCs w:val="28"/>
          <w:lang w:val="uk-UA"/>
        </w:rPr>
        <w:t xml:space="preserve"> розвитку освіти,та розгляду питань, що належать до його компетенції, педагогічних,</w:t>
      </w:r>
      <w:r>
        <w:rPr>
          <w:sz w:val="28"/>
          <w:szCs w:val="28"/>
          <w:lang w:val="uk-UA"/>
        </w:rPr>
        <w:t xml:space="preserve"> </w:t>
      </w:r>
      <w:r w:rsidRPr="00C924C5">
        <w:rPr>
          <w:sz w:val="28"/>
          <w:szCs w:val="28"/>
          <w:lang w:val="uk-UA"/>
        </w:rPr>
        <w:t>науково-педагогічних  працівників.</w:t>
      </w:r>
    </w:p>
    <w:p w:rsidR="0004715B" w:rsidRPr="00C924C5" w:rsidRDefault="0004715B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Pr="00C924C5">
        <w:rPr>
          <w:sz w:val="28"/>
          <w:szCs w:val="28"/>
          <w:lang w:val="uk-UA"/>
        </w:rPr>
        <w:t>2. Брати участь в утворенні і ліквідації навчальних закладів та установ освіти всіх форм власності.</w:t>
      </w:r>
    </w:p>
    <w:p w:rsidR="0004715B" w:rsidRPr="00C924C5" w:rsidRDefault="0004715B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Pr="00C924C5">
        <w:rPr>
          <w:sz w:val="28"/>
          <w:szCs w:val="28"/>
          <w:lang w:val="uk-UA"/>
        </w:rPr>
        <w:t>3. Скликати міські, у тому числі щороку серпневі, конференції педагогічних працівників, проводити семінари, наради керівників навчальних закладів та установ освіти з питань, що належать до його компетенції.</w:t>
      </w:r>
    </w:p>
    <w:p w:rsidR="0004715B" w:rsidRPr="00B406C2" w:rsidRDefault="0004715B" w:rsidP="00640945">
      <w:pPr>
        <w:ind w:right="-42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</w:t>
      </w:r>
      <w:r w:rsidRPr="00B406C2">
        <w:rPr>
          <w:color w:val="000000"/>
          <w:sz w:val="28"/>
          <w:szCs w:val="28"/>
          <w:lang w:val="uk-UA"/>
        </w:rPr>
        <w:t>4. Вносити органам виконавчої</w:t>
      </w:r>
      <w:r>
        <w:rPr>
          <w:color w:val="000000"/>
          <w:sz w:val="28"/>
          <w:szCs w:val="28"/>
          <w:lang w:val="uk-UA"/>
        </w:rPr>
        <w:t xml:space="preserve"> </w:t>
      </w:r>
      <w:r w:rsidRPr="00B406C2">
        <w:rPr>
          <w:color w:val="000000"/>
          <w:sz w:val="28"/>
          <w:szCs w:val="28"/>
          <w:lang w:val="uk-UA"/>
        </w:rPr>
        <w:t>влади та органам місцевого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B406C2">
        <w:rPr>
          <w:color w:val="000000"/>
          <w:sz w:val="28"/>
          <w:szCs w:val="28"/>
          <w:lang w:val="uk-UA"/>
        </w:rPr>
        <w:t>самоврядування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B406C2">
        <w:rPr>
          <w:color w:val="000000"/>
          <w:sz w:val="28"/>
          <w:szCs w:val="28"/>
          <w:lang w:val="uk-UA"/>
        </w:rPr>
        <w:t>пропозиції</w:t>
      </w:r>
      <w:r>
        <w:rPr>
          <w:color w:val="000000"/>
          <w:sz w:val="28"/>
          <w:szCs w:val="28"/>
          <w:lang w:val="uk-UA"/>
        </w:rPr>
        <w:t xml:space="preserve"> </w:t>
      </w:r>
      <w:r w:rsidRPr="00B406C2">
        <w:rPr>
          <w:color w:val="000000"/>
          <w:sz w:val="28"/>
          <w:szCs w:val="28"/>
          <w:lang w:val="uk-UA"/>
        </w:rPr>
        <w:t>щодо</w:t>
      </w:r>
      <w:r>
        <w:rPr>
          <w:color w:val="000000"/>
          <w:sz w:val="28"/>
          <w:szCs w:val="28"/>
          <w:lang w:val="uk-UA"/>
        </w:rPr>
        <w:t xml:space="preserve"> </w:t>
      </w:r>
      <w:r w:rsidRPr="00B406C2">
        <w:rPr>
          <w:color w:val="000000"/>
          <w:sz w:val="28"/>
          <w:szCs w:val="28"/>
          <w:lang w:val="uk-UA"/>
        </w:rPr>
        <w:t>фінансування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B406C2">
        <w:rPr>
          <w:color w:val="000000"/>
          <w:sz w:val="28"/>
          <w:szCs w:val="28"/>
          <w:lang w:val="uk-UA"/>
        </w:rPr>
        <w:t>навчальних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B406C2">
        <w:rPr>
          <w:color w:val="000000"/>
          <w:sz w:val="28"/>
          <w:szCs w:val="28"/>
          <w:lang w:val="uk-UA"/>
        </w:rPr>
        <w:t>закладів</w:t>
      </w:r>
      <w:r>
        <w:rPr>
          <w:color w:val="000000"/>
          <w:sz w:val="28"/>
          <w:szCs w:val="28"/>
          <w:lang w:val="uk-UA"/>
        </w:rPr>
        <w:t xml:space="preserve"> </w:t>
      </w:r>
      <w:r w:rsidRPr="00B406C2">
        <w:rPr>
          <w:color w:val="000000"/>
          <w:sz w:val="28"/>
          <w:szCs w:val="28"/>
          <w:lang w:val="uk-UA"/>
        </w:rPr>
        <w:t>та</w:t>
      </w:r>
      <w:r>
        <w:rPr>
          <w:color w:val="000000"/>
          <w:sz w:val="28"/>
          <w:szCs w:val="28"/>
          <w:lang w:val="uk-UA"/>
        </w:rPr>
        <w:t xml:space="preserve"> </w:t>
      </w:r>
      <w:r w:rsidRPr="00B406C2">
        <w:rPr>
          <w:color w:val="000000"/>
          <w:sz w:val="28"/>
          <w:szCs w:val="28"/>
          <w:lang w:val="uk-UA"/>
        </w:rPr>
        <w:t>установ</w:t>
      </w:r>
      <w:r>
        <w:rPr>
          <w:color w:val="000000"/>
          <w:sz w:val="28"/>
          <w:szCs w:val="28"/>
          <w:lang w:val="uk-UA"/>
        </w:rPr>
        <w:t xml:space="preserve"> </w:t>
      </w:r>
      <w:r w:rsidRPr="00B406C2">
        <w:rPr>
          <w:color w:val="000000"/>
          <w:sz w:val="28"/>
          <w:szCs w:val="28"/>
          <w:lang w:val="uk-UA"/>
        </w:rPr>
        <w:t>освіти</w:t>
      </w:r>
      <w:r>
        <w:rPr>
          <w:color w:val="000000"/>
          <w:sz w:val="28"/>
          <w:szCs w:val="28"/>
          <w:lang w:val="uk-UA"/>
        </w:rPr>
        <w:t xml:space="preserve"> </w:t>
      </w:r>
      <w:r w:rsidRPr="00B406C2">
        <w:rPr>
          <w:color w:val="000000"/>
          <w:sz w:val="28"/>
          <w:szCs w:val="28"/>
          <w:lang w:val="uk-UA"/>
        </w:rPr>
        <w:t>брати</w:t>
      </w:r>
      <w:r>
        <w:rPr>
          <w:color w:val="000000"/>
          <w:sz w:val="28"/>
          <w:szCs w:val="28"/>
          <w:lang w:val="uk-UA"/>
        </w:rPr>
        <w:t xml:space="preserve"> </w:t>
      </w:r>
      <w:r w:rsidRPr="00B406C2">
        <w:rPr>
          <w:color w:val="000000"/>
          <w:sz w:val="28"/>
          <w:szCs w:val="28"/>
          <w:lang w:val="uk-UA"/>
        </w:rPr>
        <w:t>безпосередню участь у формуванні бюджету освітньої</w:t>
      </w:r>
      <w:r>
        <w:rPr>
          <w:color w:val="000000"/>
          <w:sz w:val="28"/>
          <w:szCs w:val="28"/>
          <w:lang w:val="uk-UA"/>
        </w:rPr>
        <w:t xml:space="preserve"> </w:t>
      </w:r>
      <w:r w:rsidRPr="00B406C2">
        <w:rPr>
          <w:color w:val="000000"/>
          <w:sz w:val="28"/>
          <w:szCs w:val="28"/>
          <w:lang w:val="uk-UA"/>
        </w:rPr>
        <w:t>галуз</w:t>
      </w:r>
      <w:r>
        <w:rPr>
          <w:color w:val="000000"/>
          <w:sz w:val="28"/>
          <w:szCs w:val="28"/>
          <w:lang w:val="uk-UA"/>
        </w:rPr>
        <w:t>і</w:t>
      </w:r>
      <w:r w:rsidRPr="00C56A25">
        <w:rPr>
          <w:color w:val="000000"/>
          <w:sz w:val="28"/>
          <w:szCs w:val="28"/>
          <w:lang w:val="uk-UA"/>
        </w:rPr>
        <w:t xml:space="preserve"> міста</w:t>
      </w:r>
      <w:r w:rsidRPr="00B406C2">
        <w:rPr>
          <w:color w:val="000000"/>
          <w:sz w:val="28"/>
          <w:szCs w:val="28"/>
          <w:lang w:val="uk-UA"/>
        </w:rPr>
        <w:t>.</w:t>
      </w:r>
    </w:p>
    <w:p w:rsidR="0004715B" w:rsidRDefault="0004715B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Pr="00B406C2">
        <w:rPr>
          <w:sz w:val="28"/>
          <w:szCs w:val="28"/>
          <w:lang w:val="uk-UA"/>
        </w:rPr>
        <w:t>5. Зупиняти (скасовувати) у межах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своєї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компетенції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дію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наказів і розпоряджень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керівників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навчальних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закладів, якщо вони суперечать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законодавству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або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видані з перевищенням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їхніх</w:t>
      </w:r>
      <w:r>
        <w:rPr>
          <w:sz w:val="28"/>
          <w:szCs w:val="28"/>
          <w:lang w:val="uk-UA"/>
        </w:rPr>
        <w:t xml:space="preserve"> </w:t>
      </w:r>
      <w:r w:rsidRPr="00B406C2">
        <w:rPr>
          <w:sz w:val="28"/>
          <w:szCs w:val="28"/>
          <w:lang w:val="uk-UA"/>
        </w:rPr>
        <w:t>повноважень</w:t>
      </w:r>
      <w:r>
        <w:rPr>
          <w:sz w:val="28"/>
          <w:szCs w:val="28"/>
          <w:lang w:val="uk-UA"/>
        </w:rPr>
        <w:t>.</w:t>
      </w:r>
    </w:p>
    <w:p w:rsidR="0004715B" w:rsidRDefault="0004715B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5.</w:t>
      </w:r>
      <w:r>
        <w:rPr>
          <w:sz w:val="28"/>
          <w:szCs w:val="28"/>
        </w:rPr>
        <w:t>6.Укладати в установленому порядку угоди про співробітництво, налагоджувати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прямі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зв’язки з навчальними закладами,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міжнародними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організаціями, фондами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>науковими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установами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зарубіжних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країн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тощо.</w:t>
      </w:r>
    </w:p>
    <w:p w:rsidR="0004715B" w:rsidRDefault="0004715B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5.7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Г</w:t>
      </w:r>
      <w:r>
        <w:rPr>
          <w:sz w:val="28"/>
          <w:szCs w:val="28"/>
        </w:rPr>
        <w:t>отувати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пропозиції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міському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голові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щодо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призначення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керівників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закладів</w:t>
      </w:r>
      <w:r>
        <w:rPr>
          <w:sz w:val="28"/>
          <w:szCs w:val="28"/>
          <w:lang w:val="uk-UA"/>
        </w:rPr>
        <w:t xml:space="preserve"> освіти</w:t>
      </w:r>
      <w:r>
        <w:rPr>
          <w:sz w:val="28"/>
          <w:szCs w:val="28"/>
        </w:rPr>
        <w:t>, що належать до комунальної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власності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територіальної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громади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міста</w:t>
      </w:r>
      <w:r>
        <w:rPr>
          <w:sz w:val="28"/>
          <w:szCs w:val="28"/>
          <w:lang w:val="uk-UA"/>
        </w:rPr>
        <w:t>.</w:t>
      </w:r>
    </w:p>
    <w:p w:rsidR="0004715B" w:rsidRDefault="0004715B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5.8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носити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міській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раді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пропозиції з питань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будівництва, створення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реорганізації та ліквідації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закладів</w:t>
      </w:r>
      <w:r>
        <w:rPr>
          <w:sz w:val="28"/>
          <w:szCs w:val="28"/>
          <w:lang w:val="uk-UA"/>
        </w:rPr>
        <w:t xml:space="preserve"> освіти</w:t>
      </w:r>
      <w:r>
        <w:rPr>
          <w:sz w:val="28"/>
          <w:szCs w:val="28"/>
        </w:rPr>
        <w:t>, що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відносяться до комунальної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власності</w:t>
      </w:r>
      <w:r>
        <w:rPr>
          <w:sz w:val="28"/>
          <w:szCs w:val="28"/>
          <w:lang w:val="uk-UA"/>
        </w:rPr>
        <w:t>.</w:t>
      </w:r>
    </w:p>
    <w:p w:rsidR="0004715B" w:rsidRDefault="0004715B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5.9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иступати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організатором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міжнародних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фестивалів, конкурсів, художніх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виставок-продажів, творчих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обмінів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тощо</w:t>
      </w:r>
      <w:r>
        <w:rPr>
          <w:sz w:val="28"/>
          <w:szCs w:val="28"/>
          <w:lang w:val="uk-UA"/>
        </w:rPr>
        <w:t>.</w:t>
      </w:r>
    </w:p>
    <w:p w:rsidR="0004715B" w:rsidRDefault="0004715B" w:rsidP="00640945">
      <w:pPr>
        <w:ind w:right="-42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5.10. П</w:t>
      </w:r>
      <w:r>
        <w:rPr>
          <w:sz w:val="28"/>
          <w:szCs w:val="28"/>
        </w:rPr>
        <w:t>огоджувати при затвердженні та реєстрації у встановленому порядку статути, положення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підприємств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підпорядкованих</w:t>
      </w:r>
      <w:r>
        <w:rPr>
          <w:sz w:val="28"/>
          <w:szCs w:val="28"/>
          <w:lang w:val="uk-UA"/>
        </w:rPr>
        <w:t xml:space="preserve"> Відділу</w:t>
      </w:r>
      <w:r>
        <w:rPr>
          <w:sz w:val="28"/>
          <w:szCs w:val="28"/>
        </w:rPr>
        <w:t>.</w:t>
      </w:r>
    </w:p>
    <w:p w:rsidR="0004715B" w:rsidRDefault="0004715B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5.11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Відділ </w:t>
      </w:r>
      <w:r>
        <w:rPr>
          <w:sz w:val="28"/>
          <w:szCs w:val="28"/>
        </w:rPr>
        <w:t>освіти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під час виконання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покладених на нього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завдань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взаємодіє з іншими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структурними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підрозділами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міської ради та виконавчої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влади, підприємствами, установами та організаціями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усіх форм власності, об’єднаннями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громадян.</w:t>
      </w:r>
    </w:p>
    <w:p w:rsidR="0004715B" w:rsidRPr="00DF1B1D" w:rsidRDefault="0004715B" w:rsidP="00640945">
      <w:pPr>
        <w:ind w:right="-428"/>
        <w:jc w:val="both"/>
        <w:rPr>
          <w:sz w:val="28"/>
          <w:szCs w:val="28"/>
          <w:lang w:val="uk-UA"/>
        </w:rPr>
      </w:pPr>
    </w:p>
    <w:p w:rsidR="0004715B" w:rsidRDefault="0004715B" w:rsidP="00DF1B1D">
      <w:pPr>
        <w:ind w:right="-28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Структура Відділу.</w:t>
      </w:r>
    </w:p>
    <w:p w:rsidR="0004715B" w:rsidRDefault="0004715B" w:rsidP="00640945">
      <w:pPr>
        <w:ind w:right="-28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6.1. Штатний розпис Відділу  затверджується розпорядженням міського голови у межах граничної чисельності та фонду оплати праці працівників, затверджених міською радою.</w:t>
      </w:r>
    </w:p>
    <w:p w:rsidR="0004715B" w:rsidRDefault="0004715B" w:rsidP="00640945">
      <w:pPr>
        <w:ind w:right="-28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C56A25">
        <w:rPr>
          <w:color w:val="000000"/>
          <w:sz w:val="28"/>
          <w:szCs w:val="28"/>
          <w:lang w:val="uk-UA"/>
        </w:rPr>
        <w:t xml:space="preserve">.2. При </w:t>
      </w:r>
      <w:r>
        <w:rPr>
          <w:color w:val="000000"/>
          <w:sz w:val="28"/>
          <w:szCs w:val="28"/>
          <w:lang w:val="uk-UA"/>
        </w:rPr>
        <w:t xml:space="preserve">відділі освіти </w:t>
      </w:r>
      <w:r w:rsidRPr="00C56A25">
        <w:rPr>
          <w:color w:val="000000"/>
          <w:sz w:val="28"/>
          <w:szCs w:val="28"/>
          <w:lang w:val="uk-UA"/>
        </w:rPr>
        <w:t>може створюватися рада керівників навчальних закладів, інші громадські ради, комісії з числа учасників навчально-виховного процесу, представників громадськості.</w:t>
      </w:r>
    </w:p>
    <w:p w:rsidR="0004715B" w:rsidRDefault="0004715B" w:rsidP="00640945">
      <w:pPr>
        <w:ind w:right="-286"/>
        <w:jc w:val="both"/>
        <w:rPr>
          <w:color w:val="000000"/>
          <w:sz w:val="28"/>
          <w:szCs w:val="28"/>
          <w:lang w:val="uk-UA"/>
        </w:rPr>
      </w:pPr>
    </w:p>
    <w:p w:rsidR="0004715B" w:rsidRDefault="0004715B" w:rsidP="00DF1B1D">
      <w:pPr>
        <w:ind w:right="-28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Керівництво Відділу.</w:t>
      </w:r>
    </w:p>
    <w:p w:rsidR="0004715B" w:rsidRDefault="0004715B" w:rsidP="00640945">
      <w:pPr>
        <w:ind w:right="-28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7.1. Відділ очолює начальник, який призначається на посаду і звільняється  з посади міським головою </w:t>
      </w:r>
      <w:r w:rsidRPr="00DD2F8E">
        <w:rPr>
          <w:sz w:val="28"/>
          <w:szCs w:val="28"/>
          <w:lang w:val="uk-UA"/>
        </w:rPr>
        <w:t>за погодженням з Департаментом освіти і науки Закарпатської обласної державної адміністрації.</w:t>
      </w:r>
    </w:p>
    <w:p w:rsidR="0004715B" w:rsidRDefault="0004715B" w:rsidP="00640945">
      <w:pPr>
        <w:ind w:right="-28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7.2. Начальник Відділу:</w:t>
      </w:r>
    </w:p>
    <w:p w:rsidR="0004715B" w:rsidRDefault="0004715B" w:rsidP="00640945">
      <w:pPr>
        <w:ind w:right="-28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bookmarkStart w:id="0" w:name="_GoBack"/>
      <w:bookmarkEnd w:id="0"/>
      <w:r>
        <w:rPr>
          <w:sz w:val="28"/>
          <w:szCs w:val="28"/>
          <w:lang w:val="uk-UA"/>
        </w:rPr>
        <w:t>.2.1. Здійснює керівництво діяльністю Відділу.</w:t>
      </w:r>
    </w:p>
    <w:p w:rsidR="0004715B" w:rsidRDefault="0004715B" w:rsidP="00640945">
      <w:pPr>
        <w:ind w:right="-28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>.2.2. Несе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персональну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відповідальність за невиконання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або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неналежне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виконання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покладених на нього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завдань, реалізацію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його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повноважень, дотримання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трудової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дисципліни.</w:t>
      </w:r>
    </w:p>
    <w:p w:rsidR="0004715B" w:rsidRDefault="0004715B" w:rsidP="00640945">
      <w:pPr>
        <w:ind w:right="-28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>.2.3. Діє без доручення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від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імені</w:t>
      </w:r>
      <w:r>
        <w:rPr>
          <w:sz w:val="28"/>
          <w:szCs w:val="28"/>
          <w:lang w:val="uk-UA"/>
        </w:rPr>
        <w:t xml:space="preserve"> Відділу</w:t>
      </w:r>
      <w:r>
        <w:rPr>
          <w:sz w:val="28"/>
          <w:szCs w:val="28"/>
        </w:rPr>
        <w:t>, представляє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його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інтереси в органах місцевого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самоврядування, інших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організаціях, у відносинах з юридичними особами та громадами.</w:t>
      </w:r>
    </w:p>
    <w:p w:rsidR="0004715B" w:rsidRDefault="0004715B" w:rsidP="00640945">
      <w:pPr>
        <w:ind w:right="-28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>.2.4. Видає в межах своєї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компетенції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накази, контролює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їх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виконання.</w:t>
      </w:r>
    </w:p>
    <w:p w:rsidR="0004715B" w:rsidRPr="00BC5491" w:rsidRDefault="0004715B" w:rsidP="00640945">
      <w:pPr>
        <w:ind w:right="-28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>.2.5. Затверджує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посадові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інструкції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працівників</w:t>
      </w:r>
      <w:r>
        <w:rPr>
          <w:sz w:val="28"/>
          <w:szCs w:val="28"/>
          <w:lang w:val="uk-UA"/>
        </w:rPr>
        <w:t xml:space="preserve"> Відділу</w:t>
      </w:r>
      <w:r>
        <w:rPr>
          <w:sz w:val="28"/>
          <w:szCs w:val="28"/>
        </w:rPr>
        <w:t xml:space="preserve"> та визначає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ступінь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їх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відповідальності.</w:t>
      </w:r>
    </w:p>
    <w:p w:rsidR="0004715B" w:rsidRDefault="0004715B" w:rsidP="00640945">
      <w:pPr>
        <w:ind w:right="-28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>.2.6.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Здійснює контроль за ефективним і раціональним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використанням бюджет</w:t>
      </w:r>
      <w:r>
        <w:rPr>
          <w:sz w:val="28"/>
          <w:szCs w:val="28"/>
          <w:lang w:val="uk-UA"/>
        </w:rPr>
        <w:t>-</w:t>
      </w:r>
      <w:r>
        <w:rPr>
          <w:sz w:val="28"/>
          <w:szCs w:val="28"/>
        </w:rPr>
        <w:t>них коштів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 межах  затвердженого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кошторису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витрат, пов’язаних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із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функ</w:t>
      </w:r>
      <w:r>
        <w:rPr>
          <w:sz w:val="28"/>
          <w:szCs w:val="28"/>
          <w:lang w:val="uk-UA"/>
        </w:rPr>
        <w:t>ціо</w:t>
      </w:r>
      <w:r>
        <w:rPr>
          <w:sz w:val="28"/>
          <w:szCs w:val="28"/>
        </w:rPr>
        <w:t>нуванням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галуз</w:t>
      </w:r>
      <w:r>
        <w:rPr>
          <w:sz w:val="28"/>
          <w:szCs w:val="28"/>
          <w:lang w:val="uk-UA"/>
        </w:rPr>
        <w:t>ей освіти.</w:t>
      </w:r>
    </w:p>
    <w:p w:rsidR="0004715B" w:rsidRPr="00BC5491" w:rsidRDefault="0004715B" w:rsidP="00640945">
      <w:pPr>
        <w:ind w:right="-28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BC5491">
        <w:rPr>
          <w:sz w:val="28"/>
          <w:szCs w:val="28"/>
          <w:lang w:val="uk-UA"/>
        </w:rPr>
        <w:t xml:space="preserve">.2.7. Надає пропозиції міському голові щодо заохочення, притягнення до дисциплінарної відповідальності, призначення  на  посаду  і звільнення з посади працівників </w:t>
      </w:r>
      <w:r>
        <w:rPr>
          <w:sz w:val="28"/>
          <w:szCs w:val="28"/>
          <w:lang w:val="uk-UA"/>
        </w:rPr>
        <w:t>Відділу</w:t>
      </w:r>
      <w:r w:rsidRPr="00BC5491">
        <w:rPr>
          <w:sz w:val="28"/>
          <w:szCs w:val="28"/>
          <w:lang w:val="uk-UA"/>
        </w:rPr>
        <w:t>.</w:t>
      </w:r>
    </w:p>
    <w:p w:rsidR="0004715B" w:rsidRDefault="0004715B" w:rsidP="00640945">
      <w:pPr>
        <w:ind w:right="-28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>.2.8. Здійснює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інші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повноваження,  покладені на нього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відповідно до діючого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законодавства.</w:t>
      </w:r>
    </w:p>
    <w:p w:rsidR="0004715B" w:rsidRDefault="0004715B" w:rsidP="00640945">
      <w:pPr>
        <w:ind w:right="-28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>.3. Працівники</w:t>
      </w:r>
      <w:r>
        <w:rPr>
          <w:sz w:val="28"/>
          <w:szCs w:val="28"/>
          <w:lang w:val="uk-UA"/>
        </w:rPr>
        <w:t xml:space="preserve"> Відділу </w:t>
      </w:r>
      <w:r>
        <w:rPr>
          <w:sz w:val="28"/>
          <w:szCs w:val="28"/>
        </w:rPr>
        <w:t>діють в межах повноважень, визначених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посадовими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інструкціями</w:t>
      </w:r>
      <w:r>
        <w:rPr>
          <w:sz w:val="28"/>
          <w:szCs w:val="28"/>
          <w:lang w:val="uk-UA"/>
        </w:rPr>
        <w:t>.</w:t>
      </w:r>
    </w:p>
    <w:p w:rsidR="0004715B" w:rsidRDefault="0004715B" w:rsidP="00640945">
      <w:pPr>
        <w:ind w:right="-286"/>
        <w:jc w:val="both"/>
        <w:rPr>
          <w:sz w:val="28"/>
          <w:szCs w:val="28"/>
        </w:rPr>
      </w:pPr>
    </w:p>
    <w:p w:rsidR="0004715B" w:rsidRDefault="0004715B" w:rsidP="00F03139">
      <w:pPr>
        <w:ind w:right="-28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 Фінансування діяльності Відділу.</w:t>
      </w:r>
    </w:p>
    <w:p w:rsidR="0004715B" w:rsidRDefault="0004715B" w:rsidP="00640945">
      <w:pPr>
        <w:ind w:right="-28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8.1 Відділ фінансується  за рахунок коштів міського бюджету, які виділені на його утримання.</w:t>
      </w:r>
    </w:p>
    <w:p w:rsidR="0004715B" w:rsidRDefault="0004715B" w:rsidP="00640945">
      <w:pPr>
        <w:ind w:right="-28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8.2. Джерелами фінансування  Відділу є:</w:t>
      </w:r>
    </w:p>
    <w:p w:rsidR="0004715B" w:rsidRDefault="0004715B" w:rsidP="00640945">
      <w:pPr>
        <w:ind w:right="-28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кошти міського  бюджету;</w:t>
      </w:r>
    </w:p>
    <w:p w:rsidR="0004715B" w:rsidRDefault="0004715B" w:rsidP="00640945">
      <w:pPr>
        <w:ind w:right="-28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>інші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кошти, передані</w:t>
      </w:r>
      <w:r>
        <w:rPr>
          <w:sz w:val="28"/>
          <w:szCs w:val="28"/>
          <w:lang w:val="uk-UA"/>
        </w:rPr>
        <w:t xml:space="preserve"> Відділу </w:t>
      </w:r>
      <w:r>
        <w:rPr>
          <w:sz w:val="28"/>
          <w:szCs w:val="28"/>
        </w:rPr>
        <w:t>згідно з чиним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законодавством.</w:t>
      </w:r>
    </w:p>
    <w:p w:rsidR="0004715B" w:rsidRPr="002F3517" w:rsidRDefault="0004715B" w:rsidP="00640945">
      <w:pPr>
        <w:ind w:right="-2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8</w:t>
      </w:r>
      <w:r w:rsidRPr="002F3517">
        <w:rPr>
          <w:color w:val="000000"/>
          <w:sz w:val="28"/>
          <w:szCs w:val="28"/>
        </w:rPr>
        <w:t>.3</w:t>
      </w:r>
      <w:r w:rsidRPr="002F3517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 w:rsidRPr="002F3517">
        <w:rPr>
          <w:color w:val="000000"/>
          <w:sz w:val="28"/>
          <w:szCs w:val="28"/>
        </w:rPr>
        <w:t>Майно, яке знаходиться на балансі</w:t>
      </w:r>
      <w:r>
        <w:rPr>
          <w:color w:val="000000"/>
          <w:sz w:val="28"/>
          <w:szCs w:val="28"/>
          <w:lang w:val="uk-UA"/>
        </w:rPr>
        <w:t xml:space="preserve"> відділу </w:t>
      </w:r>
      <w:r>
        <w:rPr>
          <w:color w:val="000000"/>
          <w:sz w:val="28"/>
          <w:szCs w:val="28"/>
        </w:rPr>
        <w:t>освіти</w:t>
      </w:r>
      <w:r>
        <w:rPr>
          <w:color w:val="000000"/>
          <w:sz w:val="28"/>
          <w:szCs w:val="28"/>
          <w:lang w:val="uk-UA"/>
        </w:rPr>
        <w:t xml:space="preserve"> </w:t>
      </w:r>
      <w:r w:rsidRPr="002F3517">
        <w:rPr>
          <w:color w:val="000000"/>
          <w:sz w:val="28"/>
          <w:szCs w:val="28"/>
        </w:rPr>
        <w:t xml:space="preserve">є </w:t>
      </w:r>
      <w:r>
        <w:rPr>
          <w:color w:val="000000"/>
          <w:sz w:val="28"/>
          <w:szCs w:val="28"/>
        </w:rPr>
        <w:t>коммунальною</w:t>
      </w:r>
      <w:r>
        <w:rPr>
          <w:color w:val="000000"/>
          <w:sz w:val="28"/>
          <w:szCs w:val="28"/>
          <w:lang w:val="uk-UA"/>
        </w:rPr>
        <w:t xml:space="preserve"> </w:t>
      </w:r>
      <w:r w:rsidRPr="002F3517">
        <w:rPr>
          <w:color w:val="000000"/>
          <w:sz w:val="28"/>
          <w:szCs w:val="28"/>
        </w:rPr>
        <w:t>власністю</w:t>
      </w:r>
      <w:r>
        <w:rPr>
          <w:color w:val="000000"/>
          <w:sz w:val="28"/>
          <w:szCs w:val="28"/>
          <w:lang w:val="uk-UA"/>
        </w:rPr>
        <w:t xml:space="preserve"> </w:t>
      </w:r>
      <w:r w:rsidRPr="002F3517">
        <w:rPr>
          <w:color w:val="000000"/>
          <w:sz w:val="28"/>
          <w:szCs w:val="28"/>
        </w:rPr>
        <w:t xml:space="preserve">міської ради та перебуває в </w:t>
      </w:r>
      <w:r w:rsidRPr="002F3517">
        <w:rPr>
          <w:color w:val="000000"/>
          <w:sz w:val="28"/>
          <w:szCs w:val="28"/>
          <w:lang w:val="uk-UA"/>
        </w:rPr>
        <w:t xml:space="preserve">його </w:t>
      </w:r>
      <w:r w:rsidRPr="002F3517">
        <w:rPr>
          <w:color w:val="000000"/>
          <w:sz w:val="28"/>
          <w:szCs w:val="28"/>
        </w:rPr>
        <w:t>оперативному</w:t>
      </w:r>
      <w:r>
        <w:rPr>
          <w:color w:val="000000"/>
          <w:sz w:val="28"/>
          <w:szCs w:val="28"/>
          <w:lang w:val="uk-UA"/>
        </w:rPr>
        <w:t xml:space="preserve"> Відділі</w:t>
      </w:r>
      <w:r w:rsidRPr="002F3517">
        <w:rPr>
          <w:color w:val="000000"/>
          <w:sz w:val="28"/>
          <w:szCs w:val="28"/>
        </w:rPr>
        <w:t>.</w:t>
      </w:r>
    </w:p>
    <w:p w:rsidR="0004715B" w:rsidRDefault="0004715B" w:rsidP="00640945">
      <w:pPr>
        <w:ind w:right="-28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>.4. Бухгалтерський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облік та складання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фінансової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звітності</w:t>
      </w:r>
      <w:r>
        <w:rPr>
          <w:sz w:val="28"/>
          <w:szCs w:val="28"/>
          <w:lang w:val="uk-UA"/>
        </w:rPr>
        <w:t xml:space="preserve"> Відділу </w:t>
      </w:r>
      <w:r>
        <w:rPr>
          <w:sz w:val="28"/>
          <w:szCs w:val="28"/>
        </w:rPr>
        <w:t>проводиться відповідно до вимог чинного законодавства.</w:t>
      </w:r>
    </w:p>
    <w:p w:rsidR="0004715B" w:rsidRPr="00755071" w:rsidRDefault="0004715B" w:rsidP="00640945">
      <w:pPr>
        <w:ind w:right="-286"/>
        <w:jc w:val="both"/>
        <w:rPr>
          <w:sz w:val="28"/>
          <w:szCs w:val="28"/>
          <w:lang w:val="uk-UA"/>
        </w:rPr>
      </w:pPr>
    </w:p>
    <w:p w:rsidR="0004715B" w:rsidRDefault="0004715B" w:rsidP="00F03139">
      <w:pPr>
        <w:ind w:right="-28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2F3517">
        <w:rPr>
          <w:sz w:val="28"/>
          <w:szCs w:val="28"/>
          <w:lang w:val="uk-UA"/>
        </w:rPr>
        <w:t>. Заключні положення</w:t>
      </w:r>
      <w:r>
        <w:rPr>
          <w:sz w:val="28"/>
          <w:szCs w:val="28"/>
          <w:lang w:val="uk-UA"/>
        </w:rPr>
        <w:t>.</w:t>
      </w:r>
    </w:p>
    <w:p w:rsidR="0004715B" w:rsidRPr="002F3517" w:rsidRDefault="0004715B" w:rsidP="00640945">
      <w:pPr>
        <w:ind w:right="-28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2F3517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.</w:t>
      </w:r>
      <w:r w:rsidRPr="002F3517">
        <w:rPr>
          <w:sz w:val="28"/>
          <w:szCs w:val="28"/>
          <w:lang w:val="uk-UA"/>
        </w:rPr>
        <w:t xml:space="preserve"> Ліквідація  і реорганізація </w:t>
      </w:r>
      <w:r>
        <w:rPr>
          <w:sz w:val="28"/>
          <w:szCs w:val="28"/>
          <w:lang w:val="uk-UA"/>
        </w:rPr>
        <w:t>Відділу</w:t>
      </w:r>
      <w:r w:rsidRPr="002F3517">
        <w:rPr>
          <w:sz w:val="28"/>
          <w:szCs w:val="28"/>
          <w:lang w:val="uk-UA"/>
        </w:rPr>
        <w:t xml:space="preserve"> здійснюється  за рішенням сесії міської  ради у встановленому законом порядку.</w:t>
      </w:r>
    </w:p>
    <w:p w:rsidR="0004715B" w:rsidRPr="002F3517" w:rsidRDefault="0004715B" w:rsidP="006409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2F3517">
        <w:rPr>
          <w:sz w:val="28"/>
          <w:szCs w:val="28"/>
          <w:lang w:val="uk-UA"/>
        </w:rPr>
        <w:t>.2</w:t>
      </w:r>
      <w:r>
        <w:rPr>
          <w:sz w:val="28"/>
          <w:szCs w:val="28"/>
          <w:lang w:val="uk-UA"/>
        </w:rPr>
        <w:t xml:space="preserve">. </w:t>
      </w:r>
      <w:r w:rsidRPr="002F3517">
        <w:rPr>
          <w:sz w:val="28"/>
          <w:szCs w:val="28"/>
          <w:lang w:val="uk-UA"/>
        </w:rPr>
        <w:t xml:space="preserve"> Зміни і доповнення до цього </w:t>
      </w:r>
      <w:r>
        <w:rPr>
          <w:sz w:val="28"/>
          <w:szCs w:val="28"/>
          <w:lang w:val="uk-UA"/>
        </w:rPr>
        <w:t>П</w:t>
      </w:r>
      <w:r w:rsidRPr="002F3517">
        <w:rPr>
          <w:sz w:val="28"/>
          <w:szCs w:val="28"/>
          <w:lang w:val="uk-UA"/>
        </w:rPr>
        <w:t>оложення вносяться сесією міської ради.</w:t>
      </w:r>
    </w:p>
    <w:p w:rsidR="0004715B" w:rsidRPr="00640945" w:rsidRDefault="0004715B">
      <w:pPr>
        <w:rPr>
          <w:lang w:val="uk-UA"/>
        </w:rPr>
      </w:pPr>
    </w:p>
    <w:sectPr w:rsidR="0004715B" w:rsidRPr="00640945" w:rsidSect="00B85EE4">
      <w:pgSz w:w="11906" w:h="16838"/>
      <w:pgMar w:top="539" w:right="85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0945"/>
    <w:rsid w:val="0004715B"/>
    <w:rsid w:val="00064E46"/>
    <w:rsid w:val="00066FA3"/>
    <w:rsid w:val="000C325A"/>
    <w:rsid w:val="000C3C42"/>
    <w:rsid w:val="000E447C"/>
    <w:rsid w:val="0010196E"/>
    <w:rsid w:val="00110B47"/>
    <w:rsid w:val="001C32E0"/>
    <w:rsid w:val="001D6AB9"/>
    <w:rsid w:val="001E1DDA"/>
    <w:rsid w:val="001E246C"/>
    <w:rsid w:val="001E4147"/>
    <w:rsid w:val="00204CA9"/>
    <w:rsid w:val="00257FB1"/>
    <w:rsid w:val="0029115A"/>
    <w:rsid w:val="002F3517"/>
    <w:rsid w:val="00310AF2"/>
    <w:rsid w:val="003738B4"/>
    <w:rsid w:val="003A012B"/>
    <w:rsid w:val="003C0EE1"/>
    <w:rsid w:val="003E455C"/>
    <w:rsid w:val="00405D8A"/>
    <w:rsid w:val="00430861"/>
    <w:rsid w:val="00480F7E"/>
    <w:rsid w:val="004879DD"/>
    <w:rsid w:val="004B215A"/>
    <w:rsid w:val="004C2445"/>
    <w:rsid w:val="004E24A7"/>
    <w:rsid w:val="00536EF3"/>
    <w:rsid w:val="00564973"/>
    <w:rsid w:val="005A36D3"/>
    <w:rsid w:val="005B2E3E"/>
    <w:rsid w:val="005D4242"/>
    <w:rsid w:val="005D65C9"/>
    <w:rsid w:val="006019B8"/>
    <w:rsid w:val="00616D6D"/>
    <w:rsid w:val="006400B6"/>
    <w:rsid w:val="00640945"/>
    <w:rsid w:val="0069321F"/>
    <w:rsid w:val="006A42EA"/>
    <w:rsid w:val="006F3329"/>
    <w:rsid w:val="00705B78"/>
    <w:rsid w:val="00741B79"/>
    <w:rsid w:val="00755071"/>
    <w:rsid w:val="0076507D"/>
    <w:rsid w:val="0078738E"/>
    <w:rsid w:val="007C3A44"/>
    <w:rsid w:val="007D78CC"/>
    <w:rsid w:val="0080316F"/>
    <w:rsid w:val="00805235"/>
    <w:rsid w:val="00864833"/>
    <w:rsid w:val="009043B2"/>
    <w:rsid w:val="00913227"/>
    <w:rsid w:val="00944820"/>
    <w:rsid w:val="009675E1"/>
    <w:rsid w:val="00995792"/>
    <w:rsid w:val="009C5584"/>
    <w:rsid w:val="00A76B96"/>
    <w:rsid w:val="00AA2628"/>
    <w:rsid w:val="00AC635F"/>
    <w:rsid w:val="00B12A27"/>
    <w:rsid w:val="00B14340"/>
    <w:rsid w:val="00B34CF8"/>
    <w:rsid w:val="00B406C2"/>
    <w:rsid w:val="00B53F4D"/>
    <w:rsid w:val="00B6658D"/>
    <w:rsid w:val="00B85EE4"/>
    <w:rsid w:val="00BC5491"/>
    <w:rsid w:val="00BD110A"/>
    <w:rsid w:val="00BD5BB9"/>
    <w:rsid w:val="00C03C68"/>
    <w:rsid w:val="00C56A25"/>
    <w:rsid w:val="00C76397"/>
    <w:rsid w:val="00C80CAB"/>
    <w:rsid w:val="00C9157A"/>
    <w:rsid w:val="00C924C5"/>
    <w:rsid w:val="00CA1B7F"/>
    <w:rsid w:val="00CD16D3"/>
    <w:rsid w:val="00CE6922"/>
    <w:rsid w:val="00D1426D"/>
    <w:rsid w:val="00D22BE8"/>
    <w:rsid w:val="00D7214D"/>
    <w:rsid w:val="00D841E9"/>
    <w:rsid w:val="00DB7AB9"/>
    <w:rsid w:val="00DC503B"/>
    <w:rsid w:val="00DC6A02"/>
    <w:rsid w:val="00DD2F8E"/>
    <w:rsid w:val="00DD6569"/>
    <w:rsid w:val="00DE2075"/>
    <w:rsid w:val="00DE34F5"/>
    <w:rsid w:val="00DE754D"/>
    <w:rsid w:val="00DF1B1D"/>
    <w:rsid w:val="00E855C1"/>
    <w:rsid w:val="00EA38BD"/>
    <w:rsid w:val="00EB42C4"/>
    <w:rsid w:val="00EB7255"/>
    <w:rsid w:val="00F03139"/>
    <w:rsid w:val="00F22467"/>
    <w:rsid w:val="00F274CA"/>
    <w:rsid w:val="00F64742"/>
    <w:rsid w:val="00FB01D4"/>
    <w:rsid w:val="00FB5348"/>
    <w:rsid w:val="00FE24A0"/>
    <w:rsid w:val="00FE4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94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80F7E"/>
    <w:pPr>
      <w:keepNext/>
      <w:spacing w:line="280" w:lineRule="exact"/>
      <w:jc w:val="center"/>
      <w:outlineLvl w:val="0"/>
    </w:pPr>
    <w:rPr>
      <w:b/>
      <w:bCs/>
      <w:lang w:val="uk-UA"/>
    </w:rPr>
  </w:style>
  <w:style w:type="paragraph" w:styleId="Heading2">
    <w:name w:val="heading 2"/>
    <w:basedOn w:val="Normal"/>
    <w:link w:val="Heading2Char"/>
    <w:uiPriority w:val="99"/>
    <w:qFormat/>
    <w:rsid w:val="00480F7E"/>
    <w:pPr>
      <w:keepNext/>
      <w:spacing w:before="240" w:after="60" w:line="280" w:lineRule="exact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80F7E"/>
    <w:pPr>
      <w:keepNext/>
      <w:spacing w:line="280" w:lineRule="exact"/>
      <w:jc w:val="center"/>
      <w:outlineLvl w:val="2"/>
    </w:pPr>
    <w:rPr>
      <w:b/>
      <w:bCs/>
      <w:lang w:val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80F7E"/>
    <w:pPr>
      <w:keepNext/>
      <w:spacing w:line="280" w:lineRule="exact"/>
      <w:outlineLvl w:val="3"/>
    </w:pPr>
    <w:rPr>
      <w:b/>
      <w:bCs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80F7E"/>
    <w:pPr>
      <w:keepNext/>
      <w:spacing w:line="280" w:lineRule="exact"/>
      <w:jc w:val="center"/>
      <w:outlineLvl w:val="4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80F7E"/>
    <w:rPr>
      <w:rFonts w:cs="Times New Roman"/>
      <w:b/>
      <w:sz w:val="24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80F7E"/>
    <w:rPr>
      <w:rFonts w:ascii="Cambria" w:hAnsi="Cambria" w:cs="Times New Roman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80F7E"/>
    <w:rPr>
      <w:rFonts w:cs="Times New Roman"/>
      <w:b/>
      <w:sz w:val="24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80F7E"/>
    <w:rPr>
      <w:rFonts w:cs="Times New Roman"/>
      <w:b/>
      <w:sz w:val="24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80F7E"/>
    <w:rPr>
      <w:rFonts w:cs="Times New Roman"/>
      <w:sz w:val="24"/>
      <w:lang w:val="uk-UA"/>
    </w:rPr>
  </w:style>
  <w:style w:type="character" w:styleId="Strong">
    <w:name w:val="Strong"/>
    <w:basedOn w:val="DefaultParagraphFont"/>
    <w:uiPriority w:val="99"/>
    <w:qFormat/>
    <w:rsid w:val="00480F7E"/>
    <w:rPr>
      <w:rFonts w:cs="Times New Roman"/>
      <w:b/>
    </w:rPr>
  </w:style>
  <w:style w:type="paragraph" w:styleId="NoSpacing">
    <w:name w:val="No Spacing"/>
    <w:uiPriority w:val="99"/>
    <w:qFormat/>
    <w:rsid w:val="00480F7E"/>
    <w:pPr>
      <w:spacing w:line="280" w:lineRule="exact"/>
    </w:pPr>
    <w:rPr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480F7E"/>
    <w:pPr>
      <w:spacing w:line="280" w:lineRule="exact"/>
      <w:jc w:val="center"/>
    </w:pPr>
    <w:rPr>
      <w:b/>
      <w:bCs/>
      <w:sz w:val="28"/>
      <w:lang w:val="uk-UA"/>
    </w:rPr>
  </w:style>
  <w:style w:type="paragraph" w:styleId="Title">
    <w:name w:val="Title"/>
    <w:basedOn w:val="Normal"/>
    <w:link w:val="TitleChar"/>
    <w:uiPriority w:val="99"/>
    <w:qFormat/>
    <w:rsid w:val="00480F7E"/>
    <w:pPr>
      <w:spacing w:before="240" w:after="60" w:line="280" w:lineRule="exact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480F7E"/>
    <w:rPr>
      <w:rFonts w:ascii="Cambria" w:hAnsi="Cambria" w:cs="Times New Roman"/>
      <w:b/>
      <w:kern w:val="28"/>
      <w:sz w:val="32"/>
    </w:rPr>
  </w:style>
  <w:style w:type="character" w:styleId="Emphasis">
    <w:name w:val="Emphasis"/>
    <w:basedOn w:val="DefaultParagraphFont"/>
    <w:uiPriority w:val="99"/>
    <w:qFormat/>
    <w:rsid w:val="00480F7E"/>
    <w:rPr>
      <w:rFonts w:cs="Times New Roman"/>
      <w:i/>
    </w:rPr>
  </w:style>
  <w:style w:type="paragraph" w:styleId="ListParagraph">
    <w:name w:val="List Paragraph"/>
    <w:basedOn w:val="Normal"/>
    <w:uiPriority w:val="99"/>
    <w:qFormat/>
    <w:rsid w:val="00480F7E"/>
    <w:pPr>
      <w:spacing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IntenseReference">
    <w:name w:val="Intense Reference"/>
    <w:basedOn w:val="DefaultParagraphFont"/>
    <w:uiPriority w:val="99"/>
    <w:qFormat/>
    <w:rsid w:val="00480F7E"/>
    <w:rPr>
      <w:rFonts w:cs="Times New Roman"/>
      <w:b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480F7E"/>
    <w:rPr>
      <w:rFonts w:cs="Times New Roman"/>
      <w:b/>
      <w:smallCaps/>
      <w:spacing w:val="5"/>
    </w:rPr>
  </w:style>
  <w:style w:type="paragraph" w:styleId="BalloonText">
    <w:name w:val="Balloon Text"/>
    <w:basedOn w:val="Normal"/>
    <w:link w:val="BalloonTextChar"/>
    <w:uiPriority w:val="99"/>
    <w:semiHidden/>
    <w:rsid w:val="000E447C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E447C"/>
    <w:rPr>
      <w:rFonts w:ascii="Tahoma" w:hAnsi="Tahoma" w:cs="Times New Roman"/>
      <w:sz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372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245</TotalTime>
  <Pages>6</Pages>
  <Words>2286</Words>
  <Characters>13032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user3344</cp:lastModifiedBy>
  <cp:revision>39</cp:revision>
  <cp:lastPrinted>2019-09-16T07:44:00Z</cp:lastPrinted>
  <dcterms:created xsi:type="dcterms:W3CDTF">2016-02-23T10:00:00Z</dcterms:created>
  <dcterms:modified xsi:type="dcterms:W3CDTF">2019-09-16T07:51:00Z</dcterms:modified>
</cp:coreProperties>
</file>